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CDD" w:rsidRDefault="00083CDD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5554BE" w:rsidRDefault="005554BE" w:rsidP="009B3BA2"/>
    <w:p w:rsidR="0075039B" w:rsidRDefault="0075039B" w:rsidP="009B3BA2"/>
    <w:p w:rsidR="0075039B" w:rsidRDefault="0075039B" w:rsidP="009B3BA2"/>
    <w:p w:rsidR="00F73E58" w:rsidRDefault="00F73E58" w:rsidP="009B3BA2"/>
    <w:p w:rsidR="0075039B" w:rsidRDefault="0075039B" w:rsidP="009B3BA2"/>
    <w:p w:rsidR="0075039B" w:rsidRDefault="0075039B" w:rsidP="009B3BA2"/>
    <w:p w:rsidR="0075039B" w:rsidRDefault="0075039B" w:rsidP="009B3BA2"/>
    <w:p w:rsidR="0075039B" w:rsidRDefault="0075039B" w:rsidP="009B3BA2"/>
    <w:p w:rsidR="005554BE" w:rsidRDefault="005554BE" w:rsidP="009B3BA2"/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5554BE" w:rsidRPr="005554BE" w:rsidTr="00200757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3</w:t>
            </w:r>
          </w:p>
        </w:tc>
        <w:sdt>
          <w:sdtPr>
            <w:rPr>
              <w:color w:val="000000" w:themeColor="text1"/>
              <w:sz w:val="14"/>
            </w:rPr>
            <w:alias w:val="Popis revize č.3"/>
            <w:tag w:val="Pz3"/>
            <w:id w:val="787498061"/>
            <w:placeholder>
              <w:docPart w:val="D86FB1FD1B6A4447B8D835C6CA67D1AF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5554BE" w:rsidRPr="005554BE" w:rsidRDefault="005554BE" w:rsidP="005554BE">
                <w:pPr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3"/>
            <w:tag w:val="Dz3"/>
            <w:id w:val="787498090"/>
            <w:placeholder>
              <w:docPart w:val="C5ADEDC169C042E58045EEBBC7B64888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5554BE" w:rsidRPr="005554BE" w:rsidRDefault="005554BE" w:rsidP="005554BE">
                <w:pPr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3"/>
            <w:tag w:val="Kz3"/>
            <w:id w:val="787498096"/>
            <w:placeholder>
              <w:docPart w:val="4CF8D92AFC1D4C658603E21C73231395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5554BE" w:rsidRPr="005554BE" w:rsidRDefault="005554BE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</w:tr>
      <w:tr w:rsidR="005554BE" w:rsidRPr="005554BE" w:rsidTr="00200757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2</w:t>
            </w:r>
          </w:p>
        </w:tc>
        <w:sdt>
          <w:sdtPr>
            <w:rPr>
              <w:color w:val="000000" w:themeColor="text1"/>
              <w:sz w:val="14"/>
            </w:rPr>
            <w:alias w:val="Popis revize č.2"/>
            <w:tag w:val="Pz2"/>
            <w:id w:val="787498060"/>
            <w:placeholder>
              <w:docPart w:val="6F0071A5BD86421684A6380C9CE26BCE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5554BE" w:rsidRPr="005554BE" w:rsidRDefault="005554BE" w:rsidP="005554BE">
                <w:pPr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Datum revize č.2"/>
            <w:tag w:val="Dz2"/>
            <w:id w:val="787498067"/>
            <w:placeholder>
              <w:docPart w:val="A8CFFE72291D4B6085A4D554CCE3797B"/>
            </w:placeholder>
            <w:showingPlcHdr/>
            <w:text/>
          </w:sdtPr>
          <w:sdtEndPr/>
          <w:sdtContent>
            <w:tc>
              <w:tcPr>
                <w:tcW w:w="1361" w:type="dxa"/>
                <w:noWrap/>
                <w:vAlign w:val="center"/>
              </w:tcPr>
              <w:p w:rsidR="005554BE" w:rsidRPr="005554BE" w:rsidRDefault="005554BE" w:rsidP="005554BE">
                <w:pPr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</w:rPr>
            <w:alias w:val="Schválil revizi č.2"/>
            <w:tag w:val="Kz2"/>
            <w:id w:val="787498095"/>
            <w:placeholder>
              <w:docPart w:val="680FD3CCD2DD446FBB1C0923F02C12CC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5554BE" w:rsidRPr="005554BE" w:rsidRDefault="005554BE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</w:tr>
      <w:tr w:rsidR="005554BE" w:rsidRPr="005554BE" w:rsidTr="00200757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1</w:t>
            </w:r>
          </w:p>
        </w:tc>
        <w:sdt>
          <w:sdtPr>
            <w:rPr>
              <w:color w:val="000000" w:themeColor="text1"/>
              <w:sz w:val="14"/>
            </w:rPr>
            <w:alias w:val="Popis revize č.1"/>
            <w:tag w:val="Pz1"/>
            <w:id w:val="787498059"/>
            <w:placeholder>
              <w:docPart w:val="9B31CFBF72D0433A9687AA8F38FF2D17"/>
            </w:placeholder>
            <w:showingPlcHdr/>
            <w:text/>
          </w:sdtPr>
          <w:sdtEndPr/>
          <w:sdtContent>
            <w:tc>
              <w:tcPr>
                <w:tcW w:w="5614" w:type="dxa"/>
                <w:gridSpan w:val="4"/>
                <w:noWrap/>
                <w:vAlign w:val="center"/>
              </w:tcPr>
              <w:p w:rsidR="005554BE" w:rsidRPr="005554BE" w:rsidRDefault="005554BE" w:rsidP="005554BE">
                <w:pPr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</w:rPr>
              <w:alias w:val="Datum revize č.1"/>
              <w:tag w:val="Dz1"/>
              <w:id w:val="787498066"/>
              <w:placeholder>
                <w:docPart w:val="D7E767A543FB49ECB116B02362C08A43"/>
              </w:placeholder>
              <w:showingPlcHdr/>
              <w:text/>
            </w:sdtPr>
            <w:sdtEndPr/>
            <w:sdtContent>
              <w:p w:rsidR="005554BE" w:rsidRPr="005554BE" w:rsidRDefault="005554BE" w:rsidP="005554BE">
                <w:pPr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sdtContent>
          </w:sdt>
        </w:tc>
        <w:sdt>
          <w:sdtPr>
            <w:rPr>
              <w:color w:val="000000" w:themeColor="text1"/>
              <w:sz w:val="14"/>
            </w:rPr>
            <w:alias w:val="Schválil revizi č.1"/>
            <w:tag w:val="Kz1"/>
            <w:id w:val="787498094"/>
            <w:placeholder>
              <w:docPart w:val="FA2EDAF59F2B44689D1C4569A81DAFD3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noWrap/>
                <w:vAlign w:val="center"/>
              </w:tcPr>
              <w:p w:rsidR="005554BE" w:rsidRPr="005554BE" w:rsidRDefault="005554BE" w:rsidP="005554BE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tc>
          </w:sdtContent>
        </w:sdt>
      </w:tr>
      <w:tr w:rsidR="005554BE" w:rsidRPr="005554BE" w:rsidTr="00200757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:rsidR="005554BE" w:rsidRPr="00111921" w:rsidRDefault="005554BE" w:rsidP="005554BE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:rsidR="005554BE" w:rsidRPr="00111921" w:rsidRDefault="005554BE" w:rsidP="005554BE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:rsidR="005554BE" w:rsidRPr="00111921" w:rsidRDefault="005554BE" w:rsidP="005554BE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111921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5554BE" w:rsidRPr="005554BE" w:rsidTr="00200757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5554BE" w:rsidRPr="005554BE" w:rsidRDefault="005554BE" w:rsidP="005554BE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:rsidR="005554BE" w:rsidRPr="005554BE" w:rsidRDefault="005554BE" w:rsidP="005554BE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:rsidR="005554BE" w:rsidRPr="005554BE" w:rsidRDefault="00DA4523" w:rsidP="005554BE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67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83C10" w:rsidRPr="00E566A0" w:rsidRDefault="00A83C10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 Hydroprojekt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 w:rsidR="009E6840"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>divize Morava</w:t>
                                  </w:r>
                                </w:p>
                                <w:p w:rsidR="00A83C10" w:rsidRPr="009E6840" w:rsidRDefault="009E6840" w:rsidP="005554BE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  <w:r w:rsidRPr="009E6840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 w:val="14"/>
                                      <w:szCs w:val="14"/>
                                    </w:rPr>
                                    <w:t xml:space="preserve">Pracoviště Ostrava, </w:t>
                                  </w:r>
                                  <w:r w:rsidR="00A83C10" w:rsidRPr="009E6840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 w:val="14"/>
                                      <w:szCs w:val="14"/>
                                    </w:rPr>
                                    <w:t>Varenská 49, 729 02 Ostrava; ostrava@sweco.cz;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" stroked="f">
                      <v:textbox inset="0,0,0,0">
                        <w:txbxContent>
                          <w:p w:rsidR="00A83C10" w:rsidRPr="00E566A0" w:rsidRDefault="00A83C10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 Hydroprojekt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E6840"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>divize Morava</w:t>
                            </w:r>
                          </w:p>
                          <w:p w:rsidR="00A83C10" w:rsidRPr="009E6840" w:rsidRDefault="009E6840" w:rsidP="005554BE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9E6840">
                              <w:rPr>
                                <w:rFonts w:eastAsia="Arial Unicode MS" w:cs="Arial"/>
                                <w:color w:val="000000"/>
                                <w:spacing w:val="4"/>
                                <w:sz w:val="14"/>
                                <w:szCs w:val="14"/>
                              </w:rPr>
                              <w:t xml:space="preserve">Pracoviště Ostrava, </w:t>
                            </w:r>
                            <w:r w:rsidR="00A83C10" w:rsidRPr="009E6840">
                              <w:rPr>
                                <w:rFonts w:eastAsia="Arial Unicode MS" w:cs="Arial"/>
                                <w:color w:val="000000"/>
                                <w:spacing w:val="4"/>
                                <w:sz w:val="14"/>
                                <w:szCs w:val="14"/>
                              </w:rPr>
                              <w:t>Varenská 49, 729 02 Ostrava; ostrava@sweco.cz;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:rsidR="009E6840" w:rsidRDefault="009E6840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</w:pPr>
            <w:r w:rsidRPr="005554BE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anchor distT="0" distB="0" distL="114300" distR="114300" simplePos="0" relativeHeight="251660288" behindDoc="1" locked="0" layoutInCell="1" allowOverlap="1" wp14:anchorId="01BA662F" wp14:editId="66EED5B0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100965</wp:posOffset>
                  </wp:positionV>
                  <wp:extent cx="1438275" cy="466725"/>
                  <wp:effectExtent l="0" t="0" r="9525" b="9525"/>
                  <wp:wrapTight wrapText="bothSides">
                    <wp:wrapPolygon edited="0">
                      <wp:start x="17452" y="0"/>
                      <wp:lineTo x="0" y="9698"/>
                      <wp:lineTo x="0" y="21159"/>
                      <wp:lineTo x="19740" y="21159"/>
                      <wp:lineTo x="20599" y="21159"/>
                      <wp:lineTo x="21457" y="17633"/>
                      <wp:lineTo x="21457" y="4408"/>
                      <wp:lineTo x="19454" y="0"/>
                      <wp:lineTo x="17452" y="0"/>
                    </wp:wrapPolygon>
                  </wp:wrapTight>
                  <wp:docPr id="18" name="obrázek 43" descr="Logo_sw_m3cm_bw_p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6601"/>
                          <a:stretch/>
                        </pic:blipFill>
                        <pic:spPr bwMode="auto">
                          <a:xfrm>
                            <a:off x="0" y="0"/>
                            <a:ext cx="14382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5554BE" w:rsidRPr="005554BE" w:rsidRDefault="005554BE" w:rsidP="005554BE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</w:p>
        </w:tc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VYPRACOVAL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257E66" w:rsidP="00BA4690">
            <w:pPr>
              <w:jc w:val="left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 </w:t>
            </w:r>
            <w:sdt>
              <w:sdtPr>
                <w:rPr>
                  <w:color w:val="000000" w:themeColor="text1"/>
                  <w:sz w:val="16"/>
                </w:rPr>
                <w:alias w:val="Projektant"/>
                <w:tag w:val="Kontr"/>
                <w:id w:val="-716499940"/>
                <w:placeholder>
                  <w:docPart w:val="E6771FD321514B439598292048949B74"/>
                </w:placeholder>
                <w:text/>
              </w:sdtPr>
              <w:sdtEndPr/>
              <w:sdtContent>
                <w:r>
                  <w:rPr>
                    <w:color w:val="000000" w:themeColor="text1"/>
                    <w:sz w:val="16"/>
                  </w:rPr>
                  <w:t>Ing. Martin Jonšta</w:t>
                </w:r>
              </w:sdtContent>
            </w:sdt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E80E9193088F4781A891909882243402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5554BE" w:rsidRPr="005554BE" w:rsidRDefault="00343936" w:rsidP="001E456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</w:t>
                </w:r>
                <w:r w:rsidR="001E4567">
                  <w:rPr>
                    <w:color w:val="000000" w:themeColor="text1"/>
                    <w:sz w:val="16"/>
                  </w:rPr>
                  <w:t>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</w:rPr>
            <w:alias w:val="Technická kontrola"/>
            <w:tag w:val="kj_kr"/>
            <w:id w:val="787498102"/>
            <w:placeholder>
              <w:docPart w:val="1F16EF84CFD745F8B83C94148968609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343936" w:rsidP="00343936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Čestmír Krkoška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778EBF5CA0044D03B4AA2235CEB81A4B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5554BE" w:rsidRPr="005554BE" w:rsidRDefault="001E4567" w:rsidP="001E456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Martin Jonšta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343936" w:rsidP="00DA20BB">
            <w:pPr>
              <w:jc w:val="lef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 xml:space="preserve">ŘEDITEL </w:t>
            </w:r>
            <w:r w:rsidR="00DA20BB">
              <w:rPr>
                <w:color w:val="000000" w:themeColor="text1"/>
                <w:sz w:val="14"/>
              </w:rPr>
              <w:t>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C551B125A0AB4E45988684B1CCB23063"/>
            </w:placeholder>
            <w:text/>
          </w:sdtPr>
          <w:sdtEndPr/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5554BE" w:rsidRPr="005554BE" w:rsidRDefault="00343936" w:rsidP="00F73E5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 xml:space="preserve">Ing. </w:t>
                </w:r>
                <w:r w:rsidR="00F73E58">
                  <w:rPr>
                    <w:color w:val="000000" w:themeColor="text1"/>
                    <w:sz w:val="16"/>
                  </w:rPr>
                  <w:t>Miloš Kovář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</w:rPr>
            <w:alias w:val="Datum"/>
            <w:tag w:val="DatumCo"/>
            <w:id w:val="787498105"/>
            <w:placeholder>
              <w:docPart w:val="B0F88486065F4C78833A88EC9572FEBB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972CA9" w:rsidP="001E456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08</w:t>
                </w:r>
                <w:r w:rsidR="00343936">
                  <w:rPr>
                    <w:color w:val="000000" w:themeColor="text1"/>
                    <w:sz w:val="16"/>
                  </w:rPr>
                  <w:t xml:space="preserve"> / 201</w:t>
                </w:r>
                <w:r w:rsidR="00F73E58">
                  <w:rPr>
                    <w:color w:val="000000" w:themeColor="text1"/>
                    <w:sz w:val="16"/>
                  </w:rPr>
                  <w:t>6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sz w:val="18"/>
              <w:szCs w:val="18"/>
            </w:rPr>
            <w:alias w:val="Objednatel"/>
            <w:tag w:val="Objdok"/>
            <w:id w:val="787498106"/>
            <w:placeholder>
              <w:docPart w:val="52413C6E8A564A21B3AD39BEECD8898C"/>
            </w:placeholder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5554BE" w:rsidRPr="005554BE" w:rsidRDefault="00DA20BB" w:rsidP="009E6840">
                <w:pPr>
                  <w:jc w:val="left"/>
                  <w:rPr>
                    <w:color w:val="000000" w:themeColor="text1"/>
                    <w:sz w:val="18"/>
                    <w:szCs w:val="18"/>
                  </w:rPr>
                </w:pPr>
                <w:r w:rsidRPr="00DA20BB">
                  <w:rPr>
                    <w:sz w:val="18"/>
                    <w:szCs w:val="18"/>
                  </w:rPr>
                  <w:t>DPO, a.s., Poděbradova 494/2, 702 00 Moravská Ostrava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F73E58" w:rsidP="00343936">
            <w:pPr>
              <w:jc w:val="left"/>
              <w:rPr>
                <w:color w:val="000000" w:themeColor="text1"/>
                <w:sz w:val="14"/>
              </w:rPr>
            </w:pPr>
            <w:r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</w:rPr>
            <w:alias w:val="Okres"/>
            <w:tag w:val="Lokalita"/>
            <w:id w:val="787498142"/>
            <w:placeholder>
              <w:docPart w:val="EF3E8C238E4D4C25AEC165941794756D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F73E58" w:rsidP="00F73E5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Ostrava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AKCE:</w:t>
            </w:r>
          </w:p>
          <w:p w:rsidR="005554BE" w:rsidRPr="005554BE" w:rsidRDefault="005554BE" w:rsidP="005554BE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C8F184D89D314C6A89B5FC6C0ABB3DB0"/>
              </w:placeholder>
              <w:showingPlcHdr/>
              <w:text/>
            </w:sdtPr>
            <w:sdtEndPr/>
            <w:sdtContent>
              <w:p w:rsidR="005554BE" w:rsidRPr="005554BE" w:rsidRDefault="009A3BA7" w:rsidP="002545BC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sdtContent>
          </w:sdt>
          <w:p w:rsidR="00B90DBA" w:rsidRPr="005554BE" w:rsidRDefault="0092629F" w:rsidP="00B90DBA">
            <w:pPr>
              <w:jc w:val="center"/>
              <w:rPr>
                <w:color w:val="000000" w:themeColor="text1"/>
                <w:sz w:val="24"/>
              </w:rPr>
            </w:pPr>
            <w:sdt>
              <w:sdtPr>
                <w:rPr>
                  <w:color w:val="000000" w:themeColor="text1"/>
                  <w:sz w:val="28"/>
                  <w:szCs w:val="28"/>
                </w:rPr>
                <w:alias w:val="Název dokumentace 1"/>
                <w:tag w:val="NazevDok"/>
                <w:id w:val="13963978"/>
                <w:placeholder>
                  <w:docPart w:val="D71211A3593D465BA7A73AB7DF11F697"/>
                </w:placeholder>
                <w:showingPlcHdr/>
                <w:text/>
              </w:sdtPr>
              <w:sdtEndPr/>
              <w:sdtContent>
                <w:r w:rsidR="00DA20BB"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sdtContent>
            </w:sdt>
            <w:r w:rsidR="00DA20BB" w:rsidRPr="00DA20BB">
              <w:rPr>
                <w:color w:val="000000" w:themeColor="text1"/>
                <w:sz w:val="28"/>
                <w:szCs w:val="28"/>
              </w:rPr>
              <w:t xml:space="preserve">Areál autobusy Hranečník - Rekonstrukce ČOV </w:t>
            </w:r>
          </w:p>
          <w:p w:rsidR="005554BE" w:rsidRPr="00ED46E2" w:rsidRDefault="005554BE" w:rsidP="005554BE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58E7B71BE9AF4D0C9D999552E636CE9D"/>
              </w:placeholder>
              <w:showingPlcHdr/>
              <w:text/>
            </w:sdtPr>
            <w:sdtEndPr/>
            <w:sdtContent>
              <w:p w:rsidR="005554BE" w:rsidRPr="005554BE" w:rsidRDefault="005554BE" w:rsidP="005554BE">
                <w:pPr>
                  <w:jc w:val="center"/>
                  <w:rPr>
                    <w:color w:val="000000" w:themeColor="text1"/>
                    <w:sz w:val="24"/>
                  </w:rPr>
                </w:pPr>
                <w:r w:rsidRPr="005554BE">
                  <w:rPr>
                    <w:color w:val="000000" w:themeColor="text1"/>
                    <w:sz w:val="18"/>
                  </w:rPr>
                  <w:t xml:space="preserve"> 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43936" w:rsidRPr="005554BE" w:rsidRDefault="00DA20BB" w:rsidP="00F73E58">
            <w:pPr>
              <w:jc w:val="left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31 5016 01 02</w:t>
            </w:r>
          </w:p>
        </w:tc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</w:rPr>
            <w:alias w:val="Stupeň"/>
            <w:tag w:val="StupenZ"/>
            <w:id w:val="787498140"/>
            <w:placeholder>
              <w:docPart w:val="77529019E2A642A990A622591BA2FAD1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F73E58" w:rsidP="00F73E58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DPS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B06484" w:rsidRDefault="005554BE" w:rsidP="005554BE">
            <w:pPr>
              <w:jc w:val="left"/>
              <w:rPr>
                <w:color w:val="000000" w:themeColor="text1"/>
                <w:sz w:val="16"/>
                <w:szCs w:val="16"/>
              </w:rPr>
            </w:pPr>
            <w:r w:rsidRPr="00B06484">
              <w:rPr>
                <w:color w:val="000000" w:themeColor="text1"/>
                <w:sz w:val="16"/>
                <w:szCs w:val="16"/>
              </w:rPr>
              <w:t>FORMÁT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554BE" w:rsidRPr="00B06484" w:rsidRDefault="00111921" w:rsidP="004D1C74">
            <w:pPr>
              <w:jc w:val="left"/>
              <w:rPr>
                <w:color w:val="000000" w:themeColor="text1"/>
                <w:sz w:val="16"/>
                <w:szCs w:val="16"/>
              </w:rPr>
            </w:pPr>
            <w:r w:rsidRPr="00B06484">
              <w:rPr>
                <w:color w:val="000000" w:themeColor="text1"/>
                <w:sz w:val="16"/>
                <w:szCs w:val="16"/>
              </w:rPr>
              <w:t>A4</w:t>
            </w:r>
            <w:bookmarkStart w:id="0" w:name="_GoBack"/>
            <w:bookmarkEnd w:id="0"/>
          </w:p>
        </w:tc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6"/>
              </w:rPr>
            </w:pPr>
          </w:p>
        </w:tc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:rsidR="005554BE" w:rsidRPr="005554BE" w:rsidRDefault="005554BE" w:rsidP="005554BE">
            <w:pPr>
              <w:rPr>
                <w:color w:val="000000" w:themeColor="text1"/>
                <w:sz w:val="18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</w:rPr>
            <w:alias w:val="Archivní číslo"/>
            <w:tag w:val="Poc"/>
            <w:id w:val="787498132"/>
            <w:placeholder>
              <w:docPart w:val="72C4041A107D45C197C66720C0B47045"/>
            </w:placeholder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DA20BB" w:rsidP="00DA20BB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0665/16/3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ČÁST STAVBY</w:t>
            </w:r>
          </w:p>
        </w:tc>
        <w:sdt>
          <w:sdtPr>
            <w:rPr>
              <w:color w:val="000000" w:themeColor="text1"/>
              <w:sz w:val="18"/>
            </w:rPr>
            <w:alias w:val="Část stavby"/>
            <w:tag w:val="CastSt"/>
            <w:id w:val="787498116"/>
            <w:placeholder>
              <w:docPart w:val="40865045EBF848C3A76EB5738EF19A05"/>
            </w:placeholder>
            <w:showingPlcHdr/>
            <w:text/>
          </w:sdtPr>
          <w:sdtEndPr/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:rsidR="005554BE" w:rsidRPr="005554BE" w:rsidRDefault="004D1C74" w:rsidP="004D1C74">
                <w:pPr>
                  <w:jc w:val="left"/>
                  <w:rPr>
                    <w:color w:val="000000" w:themeColor="text1"/>
                    <w:sz w:val="18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SO/PS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O/PS"/>
            <w:tag w:val="SOPS"/>
            <w:id w:val="787498131"/>
            <w:placeholder>
              <w:docPart w:val="EC523795870949DC872D4704BC3EF38A"/>
            </w:placeholder>
            <w:showingPlcHdr/>
            <w:text/>
          </w:sdtPr>
          <w:sdtEndPr/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4D1C74" w:rsidP="004D1C74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 w:rsidRPr="006660DF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:rsidR="005554BE" w:rsidRPr="005554BE" w:rsidRDefault="005554BE" w:rsidP="00FD76A2">
            <w:pPr>
              <w:spacing w:before="80"/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PŘÍLOHA:</w:t>
            </w:r>
          </w:p>
          <w:p w:rsidR="005554BE" w:rsidRPr="005554BE" w:rsidRDefault="006B06FE" w:rsidP="001E4567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Závazná stanoviska, rozhodnutí, vyjádření</w:t>
            </w:r>
          </w:p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lo"/>
            <w:id w:val="787498126"/>
            <w:placeholder>
              <w:docPart w:val="45AD43DCB01E492EAE38DD2CD8AC6EFD"/>
            </w:placeholder>
            <w:text/>
          </w:sdtPr>
          <w:sdtEndPr/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:rsidR="005554BE" w:rsidRPr="005554BE" w:rsidRDefault="006B06FE" w:rsidP="00F73E58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proofErr w:type="gramStart"/>
                <w:r>
                  <w:rPr>
                    <w:color w:val="000000" w:themeColor="text1"/>
                    <w:sz w:val="30"/>
                    <w:szCs w:val="30"/>
                  </w:rPr>
                  <w:t>E</w:t>
                </w:r>
                <w:r w:rsidR="00F73E58">
                  <w:rPr>
                    <w:color w:val="000000" w:themeColor="text1"/>
                    <w:sz w:val="30"/>
                    <w:szCs w:val="30"/>
                  </w:rPr>
                  <w:t>.1</w:t>
                </w:r>
                <w:proofErr w:type="gramEnd"/>
              </w:p>
            </w:tc>
          </w:sdtContent>
        </w:sdt>
        <w:sdt>
          <w:sdtPr>
            <w:rPr>
              <w:color w:val="000000" w:themeColor="text1"/>
              <w:sz w:val="16"/>
            </w:rPr>
            <w:alias w:val="Verze"/>
            <w:tag w:val="Ver"/>
            <w:id w:val="787498127"/>
            <w:placeholder>
              <w:docPart w:val="182ECDBA034742C2AEE89D1E899ADA5E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343936" w:rsidP="00343936">
                <w:pPr>
                  <w:jc w:val="center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1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5554BE" w:rsidRPr="005554BE" w:rsidRDefault="005554BE" w:rsidP="005554BE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5554BE" w:rsidRPr="005554BE" w:rsidRDefault="005554BE" w:rsidP="005554BE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554BE" w:rsidRPr="005554BE" w:rsidRDefault="005554BE" w:rsidP="005554BE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color w:val="000000" w:themeColor="text1"/>
              <w:sz w:val="16"/>
            </w:rPr>
            <w:alias w:val="Revize"/>
            <w:tag w:val="Rev"/>
            <w:id w:val="787498129"/>
            <w:placeholder>
              <w:docPart w:val="B7C72DB48C534B0490BAD94EBDD09DB7"/>
            </w:placeholder>
            <w:text/>
          </w:sdtPr>
          <w:sdtEndPr/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:rsidR="005554BE" w:rsidRPr="005554BE" w:rsidRDefault="00343936" w:rsidP="00343936">
                <w:pPr>
                  <w:jc w:val="center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</w:rPr>
                  <w:t>0</w:t>
                </w:r>
              </w:p>
            </w:tc>
          </w:sdtContent>
        </w:sdt>
      </w:tr>
      <w:tr w:rsidR="005554BE" w:rsidRPr="005554BE" w:rsidTr="002007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D76A2" w:rsidRDefault="00FD76A2" w:rsidP="005554BE">
            <w:pPr>
              <w:ind w:left="-32" w:right="-52"/>
              <w:rPr>
                <w:color w:val="000000" w:themeColor="text1"/>
                <w:sz w:val="14"/>
              </w:rPr>
            </w:pPr>
          </w:p>
          <w:p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 xml:space="preserve">Tato dokumentace včetně všech příloh (s výjimkou dat poskytnutých objednatelem) je duševním vlastnictvím akciové společnosti Sweco Hydroprojekt a.s.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957D6E">
              <w:rPr>
                <w:color w:val="000000" w:themeColor="text1"/>
                <w:sz w:val="14"/>
              </w:rPr>
              <w:t>nebo zpřístupnit dalším osobám.</w:t>
            </w:r>
          </w:p>
          <w:p w:rsidR="005554BE" w:rsidRPr="005554BE" w:rsidRDefault="005554BE" w:rsidP="005554BE">
            <w:pPr>
              <w:ind w:left="-32" w:right="-52"/>
              <w:rPr>
                <w:color w:val="000000" w:themeColor="text1"/>
                <w:sz w:val="14"/>
              </w:rPr>
            </w:pPr>
            <w:r w:rsidRPr="005554BE">
              <w:rPr>
                <w:color w:val="000000" w:themeColor="text1"/>
                <w:sz w:val="14"/>
              </w:rPr>
              <w:t>Poznámka: Podpisy zpracovatelů jsou připojeny pouze k výtisku číslo 01 nebo originálu přílohy (matrici).</w:t>
            </w:r>
          </w:p>
        </w:tc>
      </w:tr>
    </w:tbl>
    <w:p w:rsidR="00F73E58" w:rsidRDefault="00F73E58" w:rsidP="00F73E58">
      <w:pPr>
        <w:tabs>
          <w:tab w:val="left" w:pos="5790"/>
        </w:tabs>
        <w:sectPr w:rsidR="00F73E58" w:rsidSect="005554B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type w:val="continuous"/>
          <w:pgSz w:w="11906" w:h="16838" w:code="9"/>
          <w:pgMar w:top="1134" w:right="1701" w:bottom="567" w:left="1701" w:header="709" w:footer="709" w:gutter="0"/>
          <w:cols w:space="708"/>
          <w:titlePg/>
          <w:docGrid w:linePitch="360"/>
        </w:sectPr>
      </w:pPr>
    </w:p>
    <w:p w:rsidR="00F73E58" w:rsidRDefault="00F73E58" w:rsidP="006B06FE"/>
    <w:sectPr w:rsidR="00F73E58" w:rsidSect="007E461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809" w:right="1701" w:bottom="1758" w:left="1701" w:header="1134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C10" w:rsidRDefault="00A83C10" w:rsidP="00207A11">
      <w:r>
        <w:separator/>
      </w:r>
    </w:p>
  </w:endnote>
  <w:endnote w:type="continuationSeparator" w:id="0">
    <w:p w:rsidR="00A83C10" w:rsidRDefault="00A83C10" w:rsidP="00207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83C10" w:rsidTr="00200757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A83C10" w:rsidRDefault="00A83C10" w:rsidP="00200757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83C10" w:rsidRPr="00B40E75" w:rsidRDefault="00F10675" w:rsidP="00200757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73E58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2629F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A83C10" w:rsidTr="00200757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A83C10" w:rsidRDefault="00A83C10" w:rsidP="00200757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Kmenové číslo smlouvy"/>
              <w:tag w:val="SmlKmC"/>
              <w:id w:val="-76366260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Pr="00B40E75">
            <w:rPr>
              <w:cap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Typ zakázky"/>
              <w:tag w:val="SmlT"/>
              <w:id w:val="-990409312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Pr="00B40E75">
            <w:rPr>
              <w:cap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Koncové číslo"/>
              <w:tag w:val="SmlKC"/>
              <w:id w:val="-1900199488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  <w:r w:rsidRPr="00B40E75">
            <w:rPr>
              <w:caps/>
              <w:color w:val="000000" w:themeColor="text1"/>
              <w:sz w:val="12"/>
              <w:szCs w:val="12"/>
            </w:rPr>
            <w:t>/</w:t>
          </w:r>
          <w:r>
            <w:rPr>
              <w:cap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Pořadové číslo"/>
              <w:tag w:val="SmlPC"/>
              <w:id w:val="-1461250541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A83C10" w:rsidRDefault="00A83C10" w:rsidP="00D146D8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53932927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83C10" w:rsidTr="00200757">
      <w:trPr>
        <w:trHeight w:val="170"/>
        <w:jc w:val="center"/>
      </w:trPr>
      <w:tc>
        <w:tcPr>
          <w:tcW w:w="425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A83C10" w:rsidRDefault="00A83C10" w:rsidP="00200757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954711075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A83C10" w:rsidRPr="00B40E75" w:rsidRDefault="00A83C10" w:rsidP="00200757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-830758529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83C10" w:rsidRPr="00F81B53" w:rsidRDefault="00A83C10" w:rsidP="00A20560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83C10" w:rsidTr="0066347D">
      <w:trPr>
        <w:trHeight w:val="227"/>
        <w:jc w:val="center"/>
      </w:trPr>
      <w:tc>
        <w:tcPr>
          <w:tcW w:w="425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A83C10" w:rsidRDefault="00A83C10" w:rsidP="0066347D">
          <w:pPr>
            <w:pStyle w:val="Zpat"/>
            <w:spacing w:line="100" w:lineRule="exact"/>
            <w:ind w:right="142"/>
            <w:jc w:val="left"/>
            <w:rPr>
              <w:color w:val="000000" w:themeColor="text1"/>
              <w:sz w:val="12"/>
              <w:szCs w:val="12"/>
            </w:rPr>
          </w:pPr>
        </w:p>
      </w:tc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83C10" w:rsidRPr="00B40E75" w:rsidRDefault="00F10675" w:rsidP="0066347D">
          <w:pPr>
            <w:pStyle w:val="Zpat"/>
            <w:spacing w:line="100" w:lineRule="exac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A83C10">
            <w:rPr>
              <w:noProof/>
              <w:color w:val="000000" w:themeColor="text1"/>
              <w:sz w:val="16"/>
              <w:szCs w:val="16"/>
            </w:rPr>
            <w:t>5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2629F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A83C10" w:rsidTr="0066347D">
      <w:trPr>
        <w:trHeight w:val="227"/>
        <w:jc w:val="center"/>
      </w:trPr>
      <w:tc>
        <w:tcPr>
          <w:tcW w:w="425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A83C10" w:rsidRDefault="0092629F" w:rsidP="0066347D">
          <w:pPr>
            <w:pStyle w:val="Zpat"/>
            <w:spacing w:line="100" w:lineRule="exact"/>
            <w:ind w:right="142"/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740404774"/>
              <w:text/>
            </w:sdtPr>
            <w:sdtEndPr/>
            <w:sdtContent>
              <w:r w:rsidR="00A83C10" w:rsidRPr="00B40E75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83C10" w:rsidRPr="00B40E75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739120272"/>
              <w:text/>
            </w:sdtPr>
            <w:sdtEndPr/>
            <w:sdtContent>
              <w:r w:rsidR="00A83C10" w:rsidRPr="00B40E75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Borders>
            <w:left w:val="nil"/>
            <w:bottom w:val="nil"/>
            <w:right w:val="nil"/>
          </w:tcBorders>
          <w:vAlign w:val="bottom"/>
        </w:tcPr>
        <w:p w:rsidR="00A83C10" w:rsidRDefault="00A83C10" w:rsidP="0066347D">
          <w:pPr>
            <w:pStyle w:val="Zpat"/>
            <w:spacing w:line="100" w:lineRule="exact"/>
            <w:jc w:val="right"/>
            <w:rPr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234615876"/>
              <w:showingPlcHdr/>
              <w:text/>
            </w:sdtPr>
            <w:sdtEndPr/>
            <w:sdtContent>
              <w:r w:rsidRPr="00B40E75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83C10" w:rsidRPr="00F81B53" w:rsidRDefault="00A83C10" w:rsidP="000A3C59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83C10" w:rsidTr="00343936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A83C10" w:rsidRDefault="00A83C10" w:rsidP="00200757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83C10" w:rsidRPr="00B40E75" w:rsidRDefault="00F10675" w:rsidP="00200757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3F545C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2629F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4D1C74" w:rsidTr="00343936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4D1C74" w:rsidRDefault="004D1C74" w:rsidP="005C3D3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31 3006 01 01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4D1C74" w:rsidRDefault="004D1C74" w:rsidP="005C3D3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-22699383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  <w:tr w:rsidR="004D1C74" w:rsidTr="00343936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4D1C74" w:rsidRDefault="004D1C74" w:rsidP="005C3D3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-1075357785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0609/13/3</w:t>
              </w:r>
            </w:sdtContent>
          </w:sdt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4D1C74" w:rsidRPr="00B40E75" w:rsidRDefault="004D1C74" w:rsidP="005C3D3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9815242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A83C10" w:rsidRPr="00F81B53" w:rsidRDefault="00A83C10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505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83C10" w:rsidTr="00343936">
      <w:trPr>
        <w:trHeight w:val="227"/>
        <w:jc w:val="center"/>
      </w:trPr>
      <w:tc>
        <w:tcPr>
          <w:tcW w:w="5103" w:type="dxa"/>
          <w:tcBorders>
            <w:top w:val="nil"/>
            <w:left w:val="nil"/>
            <w:bottom w:val="single" w:sz="4" w:space="0" w:color="auto"/>
            <w:right w:val="nil"/>
          </w:tcBorders>
          <w:tcMar>
            <w:left w:w="113" w:type="dxa"/>
          </w:tcMar>
          <w:vAlign w:val="bottom"/>
        </w:tcPr>
        <w:p w:rsidR="00A83C10" w:rsidRDefault="00A83C10" w:rsidP="00200757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3B378D">
            <w:rPr>
              <w:b/>
              <w:noProof/>
              <w:color w:val="000000" w:themeColor="text1"/>
            </w:rPr>
            <w:t>Sweco Hydroprojekt a.s.</w:t>
          </w:r>
        </w:p>
      </w:tc>
      <w:tc>
        <w:tcPr>
          <w:tcW w:w="340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A83C10" w:rsidRPr="00B40E75" w:rsidRDefault="00F10675" w:rsidP="00200757">
          <w:pPr>
            <w:pStyle w:val="Zpat"/>
            <w:jc w:val="right"/>
            <w:rPr>
              <w:color w:val="000000" w:themeColor="text1"/>
              <w:sz w:val="16"/>
              <w:szCs w:val="16"/>
            </w:rPr>
          </w:pP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PAGE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F73E58">
            <w:rPr>
              <w:noProof/>
              <w:color w:val="000000" w:themeColor="text1"/>
              <w:sz w:val="16"/>
              <w:szCs w:val="16"/>
            </w:rPr>
            <w:t>3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 xml:space="preserve"> (</w:t>
          </w:r>
          <w:r w:rsidRPr="00B40E75">
            <w:rPr>
              <w:color w:val="000000" w:themeColor="text1"/>
              <w:sz w:val="16"/>
              <w:szCs w:val="16"/>
            </w:rPr>
            <w:fldChar w:fldCharType="begin"/>
          </w:r>
          <w:r w:rsidR="00A83C10" w:rsidRPr="00B40E75">
            <w:rPr>
              <w:color w:val="000000" w:themeColor="text1"/>
              <w:sz w:val="16"/>
              <w:szCs w:val="16"/>
            </w:rPr>
            <w:instrText xml:space="preserve"> NUMPAGES </w:instrText>
          </w:r>
          <w:r w:rsidRPr="00B40E75">
            <w:rPr>
              <w:color w:val="000000" w:themeColor="text1"/>
              <w:sz w:val="16"/>
              <w:szCs w:val="16"/>
            </w:rPr>
            <w:fldChar w:fldCharType="separate"/>
          </w:r>
          <w:r w:rsidR="0092629F">
            <w:rPr>
              <w:noProof/>
              <w:color w:val="000000" w:themeColor="text1"/>
              <w:sz w:val="16"/>
              <w:szCs w:val="16"/>
            </w:rPr>
            <w:t>2</w:t>
          </w:r>
          <w:r w:rsidRPr="00B40E75">
            <w:rPr>
              <w:color w:val="000000" w:themeColor="text1"/>
              <w:sz w:val="16"/>
              <w:szCs w:val="16"/>
            </w:rPr>
            <w:fldChar w:fldCharType="end"/>
          </w:r>
          <w:r w:rsidR="00A83C10" w:rsidRPr="00B40E75">
            <w:rPr>
              <w:color w:val="000000" w:themeColor="text1"/>
              <w:sz w:val="16"/>
              <w:szCs w:val="16"/>
            </w:rPr>
            <w:t>)</w:t>
          </w:r>
        </w:p>
      </w:tc>
    </w:tr>
    <w:tr w:rsidR="004D1C74" w:rsidTr="00343936">
      <w:trPr>
        <w:trHeight w:val="227"/>
        <w:jc w:val="center"/>
      </w:trPr>
      <w:tc>
        <w:tcPr>
          <w:tcW w:w="5103" w:type="dxa"/>
          <w:tcBorders>
            <w:bottom w:val="nil"/>
            <w:right w:val="nil"/>
          </w:tcBorders>
          <w:tcMar>
            <w:left w:w="113" w:type="dxa"/>
          </w:tcMar>
          <w:vAlign w:val="bottom"/>
        </w:tcPr>
        <w:p w:rsidR="004D1C74" w:rsidRDefault="004D1C74" w:rsidP="005C3D33">
          <w:pPr>
            <w:pStyle w:val="Zpat"/>
            <w:ind w:right="142"/>
            <w:jc w:val="left"/>
            <w:rPr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r>
            <w:rPr>
              <w:caps/>
              <w:color w:val="000000" w:themeColor="text1"/>
              <w:sz w:val="12"/>
              <w:szCs w:val="12"/>
            </w:rPr>
            <w:t>31 3006 01 01</w:t>
          </w:r>
        </w:p>
      </w:tc>
      <w:tc>
        <w:tcPr>
          <w:tcW w:w="3402" w:type="dxa"/>
          <w:tcBorders>
            <w:left w:val="nil"/>
            <w:bottom w:val="nil"/>
            <w:right w:val="nil"/>
          </w:tcBorders>
          <w:vAlign w:val="bottom"/>
        </w:tcPr>
        <w:p w:rsidR="004D1C74" w:rsidRDefault="004D1C74" w:rsidP="005C3D3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Verze</w:t>
          </w:r>
          <w:r>
            <w:rPr>
              <w:color w:val="000000" w:themeColor="text1"/>
              <w:sz w:val="12"/>
              <w:szCs w:val="12"/>
            </w:rPr>
            <w:t>:</w:t>
          </w:r>
          <w:r w:rsidRPr="00CB573C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Verze"/>
              <w:tag w:val="Ver"/>
              <w:id w:val="160902182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1</w:t>
              </w:r>
            </w:sdtContent>
          </w:sdt>
        </w:p>
      </w:tc>
    </w:tr>
    <w:tr w:rsidR="004D1C74" w:rsidTr="00343936">
      <w:trPr>
        <w:trHeight w:val="170"/>
        <w:jc w:val="center"/>
      </w:trPr>
      <w:tc>
        <w:tcPr>
          <w:tcW w:w="5103" w:type="dxa"/>
          <w:tcBorders>
            <w:top w:val="nil"/>
            <w:left w:val="nil"/>
            <w:bottom w:val="nil"/>
            <w:right w:val="nil"/>
          </w:tcBorders>
          <w:tcMar>
            <w:left w:w="113" w:type="dxa"/>
          </w:tcMar>
          <w:vAlign w:val="bottom"/>
        </w:tcPr>
        <w:p w:rsidR="004D1C74" w:rsidRDefault="004D1C74" w:rsidP="005C3D33">
          <w:pPr>
            <w:pStyle w:val="Zpat"/>
            <w:ind w:right="142"/>
            <w:jc w:val="left"/>
            <w:rPr>
              <w:bCs/>
              <w:color w:val="000000" w:themeColor="text1"/>
              <w:sz w:val="12"/>
              <w:szCs w:val="12"/>
            </w:rPr>
          </w:pPr>
          <w:r w:rsidRPr="00B40E75">
            <w:rPr>
              <w:color w:val="000000" w:themeColor="text1"/>
              <w:sz w:val="12"/>
              <w:szCs w:val="12"/>
            </w:rPr>
            <w:t xml:space="preserve">ARCHIVNÍ ČÍSLO: </w:t>
          </w:r>
          <w:sdt>
            <w:sdtPr>
              <w:rPr>
                <w:color w:val="000000" w:themeColor="text1"/>
                <w:sz w:val="12"/>
                <w:szCs w:val="12"/>
              </w:rPr>
              <w:alias w:val="Archivní číslo"/>
              <w:tag w:val="Poc"/>
              <w:id w:val="113951394"/>
              <w:text/>
            </w:sdtPr>
            <w:sdtEndPr/>
            <w:sdtContent>
              <w:r>
                <w:rPr>
                  <w:color w:val="000000" w:themeColor="text1"/>
                  <w:sz w:val="12"/>
                  <w:szCs w:val="12"/>
                </w:rPr>
                <w:t>0609/13/3</w:t>
              </w:r>
            </w:sdtContent>
          </w:sdt>
        </w:p>
      </w:tc>
      <w:tc>
        <w:tcPr>
          <w:tcW w:w="3402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4D1C74" w:rsidRPr="00B40E75" w:rsidRDefault="004D1C74" w:rsidP="005C3D33">
          <w:pPr>
            <w:pStyle w:val="Zpat"/>
            <w:jc w:val="right"/>
            <w:rPr>
              <w:color w:val="000000" w:themeColor="text1"/>
              <w:sz w:val="12"/>
              <w:szCs w:val="12"/>
            </w:rPr>
          </w:pPr>
          <w:r w:rsidRPr="00CB573C">
            <w:rPr>
              <w:caps/>
              <w:color w:val="000000" w:themeColor="text1"/>
              <w:sz w:val="12"/>
              <w:szCs w:val="12"/>
            </w:rPr>
            <w:t>Revize</w:t>
          </w:r>
          <w:r>
            <w:rPr>
              <w:color w:val="000000" w:themeColor="text1"/>
              <w:sz w:val="12"/>
              <w:szCs w:val="12"/>
            </w:rPr>
            <w:t xml:space="preserve">: </w:t>
          </w:r>
          <w:sdt>
            <w:sdtPr>
              <w:rPr>
                <w:color w:val="000000" w:themeColor="text1"/>
                <w:sz w:val="12"/>
                <w:szCs w:val="12"/>
              </w:rPr>
              <w:alias w:val="Revize"/>
              <w:tag w:val="Rev"/>
              <w:id w:val="785309263"/>
              <w:text/>
            </w:sdtPr>
            <w:sdtEndPr/>
            <w:sdtContent>
              <w:r w:rsidRPr="00CB573C">
                <w:rPr>
                  <w:color w:val="000000" w:themeColor="text1"/>
                  <w:sz w:val="12"/>
                  <w:szCs w:val="12"/>
                </w:rPr>
                <w:t xml:space="preserve"> </w:t>
              </w:r>
              <w:r>
                <w:rPr>
                  <w:color w:val="000000" w:themeColor="text1"/>
                  <w:sz w:val="12"/>
                  <w:szCs w:val="12"/>
                </w:rPr>
                <w:t>0</w:t>
              </w:r>
            </w:sdtContent>
          </w:sdt>
        </w:p>
      </w:tc>
    </w:tr>
  </w:tbl>
  <w:p w:rsidR="00A83C10" w:rsidRPr="00F81B53" w:rsidRDefault="00A83C10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0" w:rsidRPr="00F81B53" w:rsidRDefault="00A83C10" w:rsidP="00CA337C">
    <w:pPr>
      <w:pStyle w:val="Zpat"/>
      <w:spacing w:line="100" w:lineRule="exact"/>
      <w:ind w:right="142"/>
      <w:jc w:val="left"/>
      <w:rPr>
        <w:color w:val="000000" w:themeColor="text1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C10" w:rsidRDefault="00A83C10" w:rsidP="00207A11">
      <w:r>
        <w:separator/>
      </w:r>
    </w:p>
  </w:footnote>
  <w:footnote w:type="continuationSeparator" w:id="0">
    <w:p w:rsidR="00A83C10" w:rsidRDefault="00A83C10" w:rsidP="00207A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0" w:rsidRPr="00AE3921" w:rsidRDefault="00A83C10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DA4523">
      <w:rPr>
        <w:noProof/>
        <w:color w:val="000000" w:themeColor="text1"/>
      </w:rPr>
      <mc:AlternateContent>
        <mc:Choice Requires="wpc">
          <w:drawing>
            <wp:inline distT="0" distB="0" distL="0" distR="0" wp14:anchorId="05DE2853" wp14:editId="36BDB7D8">
              <wp:extent cx="683895" cy="199390"/>
              <wp:effectExtent l="0" t="9525" r="1905" b="635"/>
              <wp:docPr id="66" name="Plátno 2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4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23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WfHMQA&#10;AADbAAAADwAAAGRycy9kb3ducmV2LnhtbESPQWvCQBSE7wX/w/KE3urGkIpEVwlCwVNLYwseH9ln&#10;Es2+TXfXJP333UKhx2FmvmG2+8l0YiDnW8sKlosEBHFldcu1go/Ty9MahA/IGjvLpOCbPOx3s4ct&#10;5tqO/E5DGWoRIexzVNCE0OdS+qohg35he+LoXawzGKJ0tdQOxwg3nUyTZCUNthwXGuzp0FB1K+9G&#10;wbD+ym5UtL5YvZ2S8OnM+fqaKvU4n4oNiEBT+A//tY9awXMG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lnxzEAAAA2wAAAA8AAAAAAAAAAAAAAAAAmAIAAGRycy9k&#10;b3ducmV2LnhtbFBLBQYAAAAABAAEAPUAAACJ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C6MMA&#10;AADbAAAADwAAAGRycy9kb3ducmV2LnhtbESPT4vCMBTE78J+h/AWvGm6QkWqUcRFEMSDfy7eHs3b&#10;NmvzUprYVj+9WVjwOMzMb5jFqreVaKnxxrGCr3ECgjh32nCh4HLejmYgfEDWWDkmBQ/ysFp+DBaY&#10;adfxkdpTKESEsM9QQRlCnUnp85Is+rGriaP34xqLIcqmkLrBLsJtJSdJMpUWDceFEmvalJTfTner&#10;wHTne3p94u/GXA+u3beH7yLRSg0/+/UcRKA+vMP/7Z1WkKbw9yX+A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vC6MMAAADb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jfMQA&#10;AADbAAAADwAAAGRycy9kb3ducmV2LnhtbESP0WrCQBRE34X+w3IF33RjRSnRVWpR1BelaT/gmr1N&#10;gtm7aXZN4t+7guDjMDNnmMWqM6VoqHaFZQXjUQSCOLW64EzB7892+AHCeWSNpWVScCMHq+Vbb4Gx&#10;ti1/U5P4TAQIuxgV5N5XsZQuzcmgG9mKOHh/tjbog6wzqWtsA9yU8j2KZtJgwWEhx4q+ckovydUo&#10;2GWX6/rYJOUhOtvN/9rvbu1potSg333OQXjq/Cv8bO+1gukMHl/CD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bo3zEAAAA2wAAAA8AAAAAAAAAAAAAAAAAmAIAAGRycy9k&#10;b3ducmV2LnhtbFBLBQYAAAAABAAEAPUAAACJAwAAAAA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4NsQA&#10;AADbAAAADwAAAGRycy9kb3ducmV2LnhtbESPQWvCQBSE7wX/w/IEb3VjS2tJXUVEwZPQGBBvj+wz&#10;G82+DdlVE399t1DwOMzMN8xs0dla3Kj1lWMFk3ECgrhwuuJSQb7fvH6B8AFZY+2YFPTkYTEfvMww&#10;1e7OP3TLQikihH2KCkwITSqlLwxZ9GPXEEfv5FqLIcq2lLrFe4TbWr4lyae0WHFcMNjQylBxya5W&#10;wabK63X/vjufj1cyB7fOTtNHr9Ro2C2/QQTqwjP8395qBR9T+PsSf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o+Db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snsEA&#10;AADbAAAADwAAAGRycy9kb3ducmV2LnhtbERPz2vCMBS+D/wfwhN2m6miMqpRRFHmZTAd7Ppsnk23&#10;5qUksa3+9cthsOPH93u57m0tWvKhcqxgPMpAEBdOV1wq+DzvX15BhIissXZMCu4UYL0aPC0x167j&#10;D2pPsRQphEOOCkyMTS5lKAxZDCPXECfu6rzFmKAvpfbYpXBby0mWzaXFilODwYa2hoqf080q+Or6&#10;d3/U7e5xOH7Pt2d7mT7MRannYb9ZgIjUx3/xn/tNK5ilselL+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FK7J7BAAAA2wAAAA8AAAAAAAAAAAAAAAAAmAIAAGRycy9kb3du&#10;cmV2LnhtbFBLBQYAAAAABAAEAPUAAACG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5C+8UA&#10;AADbAAAADwAAAGRycy9kb3ducmV2LnhtbESPQWvCQBSE7wX/w/KE3pqNLS2auoqIosWTaUG8PbKv&#10;SUz2bZpdk/Tfd4WCx2FmvmHmy8HUoqPWlZYVTKIYBHFmdcm5gq/P7dMUhPPIGmvLpOCXHCwXo4c5&#10;Jtr2fKQu9bkIEHYJKii8bxIpXVaQQRfZhjh437Y16INsc6lb7APc1PI5jt+kwZLDQoENrQvKqvRq&#10;FOwuP8afzvmL3J0/6irtq25ziJV6HA+rdxCeBn8P/7f3WsHrDG5fw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nkL7xQAAANsAAAAPAAAAAAAAAAAAAAAAAJgCAABkcnMv&#10;ZG93bnJldi54bWxQSwUGAAAAAAQABAD1AAAAig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egwcEA&#10;AADbAAAADwAAAGRycy9kb3ducmV2LnhtbERPTYvCMBC9C/sfwix4EU1VKEs1yq6giKBgVzwPzdiW&#10;NpOSRO3++81B8Ph438t1b1rxIOdrywqmkwQEcWF1zaWCy+92/AXCB2SNrWVS8Ece1quPwRIzbZ98&#10;pkceShFD2GeooAqhy6T0RUUG/cR2xJG7WWcwROhKqR0+Y7hp5SxJUmmw5thQYUebioomvxsFx9Ml&#10;3c2bQ7q79qPQbN19dvwZKTX87L8XIAL14S1+ufdaQRrXxy/xB8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3oMHBAAAA2wAAAA8AAAAAAAAAAAAAAAAAmAIAAGRycy9kb3du&#10;cmV2LnhtbFBLBQYAAAAABAAEAPUAAACG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5qMQA&#10;AADbAAAADwAAAGRycy9kb3ducmV2LnhtbESPQWvCQBSE74L/YXmCN90oVkp0FVEU6aFgGvD6yL5m&#10;U7NvQ3aNaX99t1DwOMzMN8x629tadNT6yrGC2TQBQVw4XXGpIP84Tl5B+ICssXZMCr7Jw3YzHKwx&#10;1e7BF+qyUIoIYZ+iAhNCk0rpC0MW/dQ1xNH7dK3FEGVbSt3iI8JtLedJspQWK44LBhvaGypu2d0q&#10;OO1Nvbhecv45nN65eTt0Xy9Zp9R41O9WIAL14Rn+b5+1guUM/r7EH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X+aj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dGIcIA&#10;AADbAAAADwAAAGRycy9kb3ducmV2LnhtbESPzarCMBSE9xd8h3AENxdNFfyhGkWEggs3Vy24PDbH&#10;tticlCbV+vY3guBymJlvmNWmM5V4UONKywrGowgEcWZ1ybmC8ykZLkA4j6yxskwKXuRgs+79rDDW&#10;9sl/9Dj6XAQIuxgVFN7XsZQuK8igG9maOHg32xj0QTa51A0+A9xUchJFM2mw5LBQYE27grL7sTUK&#10;Dlyj2WF7+U3aeTqNrun2hIlSg363XYLw1Plv+NPeawWzCby/hB8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B0YhwgAAANsAAAAPAAAAAAAAAAAAAAAAAJgCAABkcnMvZG93&#10;bnJldi54bWxQSwUGAAAAAAQABAD1AAAAhwMAAAAA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TpnMUA&#10;AADbAAAADwAAAGRycy9kb3ducmV2LnhtbESPUWvCQBCE3wX/w7EFX6ReakVK6im1VGophUalz0tu&#10;mwRzeyG3avTXewWhj8PMfMPMFp2r1ZHaUHk28DBKQBHn3lZcGNhtV/dPoIIgW6w9k4EzBVjM+70Z&#10;ptafOKPjRgoVIRxSNFCKNKnWIS/JYRj5hjh6v751KFG2hbYtniLc1XqcJFPtsOK4UGJDryXl+83B&#10;GXg7X7KP78vw5zOR9+yLlkstk86YwV338gxKqJP/8K29tgamj/D3Jf4AP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5Omc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BnMMA&#10;AADbAAAADwAAAGRycy9kb3ducmV2LnhtbESPQWvCQBSE74X+h+UVvNVNg6YSXaUIpcWDoFXw+Mg+&#10;s9Hs25jdavz3riB4HGbmG2Yy62wtztT6yrGCj34CgrhwuuJSwebv+30EwgdkjbVjUnAlD7Pp68sE&#10;c+0uvKLzOpQiQtjnqMCE0ORS+sKQRd93DXH09q61GKJsS6lbvES4rWWaJJm0WHFcMNjQ3FBxXP9b&#10;BSnJw8YOfz6zhLrtTqanw9IslOq9dV9jEIG68Aw/2r9aQTaA+5f4A+T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aBnM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BZTcIA&#10;AADbAAAADwAAAGRycy9kb3ducmV2LnhtbESPQYvCMBSE74L/ITzBi2iqoEg1isoueNytXrw9m2db&#10;bF5KE9vqr98ICx6HmfmGWW87U4qGaldYVjCdRCCIU6sLzhScT9/jJQjnkTWWlknBkxxsN/3eGmNt&#10;W/6lJvGZCBB2MSrIva9iKV2ak0E3sRVx8G62NuiDrDOpa2wD3JRyFkULabDgsJBjRYec0nvyMAoe&#10;I5ccrvpndOmaVH+99m1bvHZKDQfdbgXCU+c/4f/2UStYzOH9Jfw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FlNwgAAANsAAAAPAAAAAAAAAAAAAAAAAJgCAABkcnMvZG93&#10;bnJldi54bWxQSwUGAAAAAAQABAD1AAAAhwMAAAAA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83C10" w:rsidRPr="00AE3921" w:rsidTr="00200757">
      <w:trPr>
        <w:trHeight w:val="227"/>
        <w:jc w:val="center"/>
      </w:trPr>
      <w:tc>
        <w:tcPr>
          <w:tcW w:w="5103" w:type="dxa"/>
          <w:vAlign w:val="center"/>
        </w:tcPr>
        <w:p w:rsidR="00A83C10" w:rsidRPr="00AE3921" w:rsidRDefault="0092629F" w:rsidP="00200757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1547487733"/>
              <w:placeholder>
                <w:docPart w:val="CF9143DA2E544E9D85C5D58ACD1CA69B"/>
              </w:placeholder>
              <w:showingPlcHdr/>
              <w:text/>
            </w:sdtPr>
            <w:sdtEndPr/>
            <w:sdtContent>
              <w:r w:rsidR="00A83C1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83C1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485985386"/>
              <w:placeholder>
                <w:docPart w:val="56EA73E00556456B81707832DB3E9A8E"/>
              </w:placeholder>
              <w:showingPlcHdr/>
              <w:text/>
            </w:sdtPr>
            <w:sdtEndPr/>
            <w:sdtContent>
              <w:r w:rsidR="00A83C1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83C10"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207459613"/>
              <w:placeholder>
                <w:docPart w:val="241B8BCC6B454BF5B794DABA32AC03C9"/>
              </w:placeholder>
              <w:showingPlcHdr/>
              <w:text/>
            </w:sdtPr>
            <w:sdtEndPr/>
            <w:sdtContent>
              <w:r w:rsidR="00A83C1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83C10" w:rsidRPr="00AE3921" w:rsidRDefault="0092629F" w:rsidP="0020075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812100522"/>
              <w:text/>
            </w:sdtPr>
            <w:sdtEndPr/>
            <w:sdtContent>
              <w:r w:rsidR="00A83C1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83C10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019552112"/>
              <w:text/>
            </w:sdtPr>
            <w:sdtEndPr/>
            <w:sdtContent>
              <w:r w:rsidR="00A83C10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83C10" w:rsidRPr="00AE3921" w:rsidTr="00200757">
      <w:trPr>
        <w:trHeight w:val="227"/>
        <w:jc w:val="center"/>
      </w:trPr>
      <w:tc>
        <w:tcPr>
          <w:tcW w:w="5103" w:type="dxa"/>
          <w:vAlign w:val="center"/>
        </w:tcPr>
        <w:p w:rsidR="00A83C10" w:rsidRPr="00AE3921" w:rsidRDefault="0092629F" w:rsidP="00200757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562236976"/>
              <w:showingPlcHdr/>
              <w:text/>
            </w:sdtPr>
            <w:sdtEndPr/>
            <w:sdtContent>
              <w:r w:rsidR="00A83C1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A83C10" w:rsidRPr="00AE3921" w:rsidRDefault="0092629F" w:rsidP="00200757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1597622910"/>
              <w:showingPlcHdr/>
              <w:text/>
            </w:sdtPr>
            <w:sdtEndPr/>
            <w:sdtContent>
              <w:r w:rsidR="00A83C10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83C10" w:rsidRDefault="0092629F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44227786"/>
        <w:showingPlcHdr/>
        <w:text/>
      </w:sdtPr>
      <w:sdtEndPr/>
      <w:sdtContent>
        <w:r w:rsidR="00A83C1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A83C1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410968572"/>
        <w:text/>
      </w:sdtPr>
      <w:sdtEndPr/>
      <w:sdtContent>
        <w:r w:rsidR="00A83C1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A83C10" w:rsidRPr="00AE3921" w:rsidRDefault="00A83C10" w:rsidP="00CA337C">
    <w:pPr>
      <w:pStyle w:val="Zhlav"/>
      <w:rPr>
        <w:color w:val="000000" w:themeColor="text1"/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0" w:rsidRDefault="00A83C10" w:rsidP="000A3C59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3B378D">
      <w:rPr>
        <w:b/>
        <w:noProof/>
        <w:color w:val="000000" w:themeColor="text1"/>
      </w:rPr>
      <w:t>Sweco Hydroprojekt a.s.</w:t>
    </w:r>
    <w:r w:rsidRPr="003C40DA">
      <w:rPr>
        <w:noProof/>
        <w:color w:val="000000" w:themeColor="text1"/>
      </w:rPr>
      <w:tab/>
    </w:r>
    <w:r w:rsidR="00DA4523">
      <w:rPr>
        <w:noProof/>
        <w:color w:val="000000" w:themeColor="text1"/>
      </w:rPr>
      <mc:AlternateContent>
        <mc:Choice Requires="wpc">
          <w:drawing>
            <wp:inline distT="0" distB="0" distL="0" distR="0" wp14:anchorId="27429C15" wp14:editId="416A9776">
              <wp:extent cx="683895" cy="199390"/>
              <wp:effectExtent l="0" t="9525" r="1905" b="635"/>
              <wp:docPr id="53" name="Plátno 2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1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273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uqWcIA&#10;AADbAAAADwAAAGRycy9kb3ducmV2LnhtbESPT4vCMBTE7wt+h/CEva2pIiLVKEUQPCn+Wdjjo3m2&#10;1ealJrF2v70RBI/DzPyGmS87U4uWnK8sKxgOEhDEudUVFwpOx/XPFIQPyBpry6TgnzwsF72vOaba&#10;PnhP7SEUIkLYp6igDKFJpfR5SQb9wDbE0TtbZzBE6QqpHT4i3NRylCQTabDiuFBiQ6uS8uvhbhS0&#10;09v4Slnls8numIRfZ/4u25FS3/0um4EI1IVP+N3eaAXjIby+xB8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S6pZwgAAANsAAAAPAAAAAAAAAAAAAAAAAJgCAABkcnMvZG93&#10;bnJldi54bWxQSwUGAAAAAAQABAD1AAAAhwMAAAAA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vMQcMA&#10;AADbAAAADwAAAGRycy9kb3ducmV2LnhtbESPT4vCMBTE78J+h/CEvWmqrLJ0jSIugrB48M/F26N5&#10;ttHmpTSx7frpjSB4HGbmN8xs0dlSNFR741jBaJiAIM6cNpwrOB7Wg28QPiBrLB2Tgn/ysJh/9GaY&#10;atfyjpp9yEWEsE9RQRFClUrps4Is+qGriKN3drXFEGWdS11jG+G2lOMkmUqLhuNCgRWtCsqu+5tV&#10;YNrDbXK642VlTlvX/DXb3zzRSn32u+UPiEBdeIdf7Y1W8DWG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vMQcMAAADb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WWOcUA&#10;AADbAAAADwAAAGRycy9kb3ducmV2LnhtbESP0WrCQBRE34X+w3ILvplNtUiJrqGWFu2L0rQfcM3e&#10;JiHZuzG7JvHvuwXBx2FmzjDrdDSN6KlzlWUFT1EMgji3uuJCwc/3x+wFhPPIGhvLpOBKDtLNw2SN&#10;ibYDf1Gf+UIECLsEFZTet4mULi/JoItsSxy8X9sZ9EF2hdQdDgFuGjmP46U0WHFYKLGlt5LyOrsY&#10;BbuivmwPfdZ8xif7ft763XU4LpSaPo6vKxCeRn8P39p7reB5Af9fwg+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ZY5xQAAANsAAAAPAAAAAAAAAAAAAAAAAJgCAABkcnMv&#10;ZG93bnJldi54bWxQSwUGAAAAAAQABAD1AAAAig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wnMQA&#10;AADbAAAADwAAAGRycy9kb3ducmV2LnhtbESPQWvCQBSE70L/w/IKvemmrWhJXaUUhZ4EY0C8PbLP&#10;bGz2bciumvjrXUHwOMzMN8xs0dlanKn1lWMF76MEBHHhdMWlgny7Gn6B8AFZY+2YFPTkYTF/Gcww&#10;1e7CGzpnoRQRwj5FBSaEJpXSF4Ys+pFriKN3cK3FEGVbSt3iJcJtLT+SZCItVhwXDDb0a6j4z05W&#10;warK62X/uT4e9ycyO7fMDtNrr9Tba/fzDSJQF57hR/tPKxiP4f4l/g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j8Jz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LV3cQA&#10;AADbAAAADwAAAGRycy9kb3ducmV2LnhtbESPQWsCMRSE7wX/Q3hCbzVbsSJboxTFUi+CWuj1uXnd&#10;bLt5WZK4u/XXN4LgcZiZb5j5sre1aMmHyrGC51EGgrhwuuJSwedx8zQDESKyxtoxKfijAMvF4GGO&#10;uXYd76k9xFIkCIccFZgYm1zKUBiyGEauIU7et/MWY5K+lNpjl+C2luMsm0qLFacFgw2tDBW/h7NV&#10;8NX1O7/V7fryvv2Zro72NLmYk1KPw/7tFUSkPt7Dt/aHVjB5geuX9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S1d3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AVMQA&#10;AADbAAAADwAAAGRycy9kb3ducmV2LnhtbESPQWvCQBSE74X+h+UVequbWpESXUWKRcWTqSDeHtln&#10;EpN9m2bXJP57VxA8DjPzDTOd96YSLTWusKzgcxCBIE6tLjhTsP/7/fgG4TyyxsoyKbiSg/ns9WWK&#10;sbYd76hNfCYChF2MCnLv61hKl+Zk0A1sTRy8k20M+iCbTOoGuwA3lRxG0VgaLDgs5FjTT05pmVyM&#10;gtX53/jDMfuSq+OmKpOubJfbSKn3t34xAeGp98/wo73WCkZjuH8JP0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YQFTEAAAA2w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tk1cUA&#10;AADbAAAADwAAAGRycy9kb3ducmV2LnhtbESP3WrCQBSE7wt9h+UUeiO60ZYo0VVsQSmCgj94fcge&#10;k5Ds2bC7avr23YLg5TAz3zCzRWcacSPnK8sKhoMEBHFudcWFgtNx1Z+A8AFZY2OZFPySh8X89WWG&#10;mbZ33tPtEAoRIewzVFCG0GZS+rwkg35gW+LoXawzGKJ0hdQO7xFuGjlKklQarDgulNjSd0l5fbga&#10;BdvdKV1/1Jt0fe56oV6562j71VPq/a1bTkEE6sIz/Gj/aAWfY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2TVxQAAANsAAAAPAAAAAAAAAAAAAAAAAJgCAABkcnMv&#10;ZG93bnJldi54bWxQSwUGAAAAAAQABAD1AAAAigMAAAAA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gMVcAA&#10;AADbAAAADwAAAGRycy9kb3ducmV2LnhtbERPTYvCMBC9C/sfwix409RFZalGEWVl8SBYhb0OzdhU&#10;m0lpYu36681B8Ph43/NlZyvRUuNLxwpGwwQEce50yYWC0/Fn8A3CB2SNlWNS8E8elouP3hxT7e58&#10;oDYLhYgh7FNUYEKoUyl9bsiiH7qaOHJn11gMETaF1A3eY7it5FeSTKXFkmODwZrWhvJrdrMKtmtT&#10;jf8OJ35stnuud5v2Mslapfqf3WoGIlAX3uKX+1crGMex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9gMVcAAAADbAAAADwAAAAAAAAAAAAAAAACYAgAAZHJzL2Rvd25y&#10;ZXYueG1sUEsFBgAAAAAEAAQA9QAAAIUDAAAAAA=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IMMMA&#10;AADbAAAADwAAAGRycy9kb3ducmV2LnhtbESPT4vCMBTE7wt+h/AEL4umirtqNYoIBQ9e1j/g8dk8&#10;22LzUppU67c3grDHYWZ+wyxWrSnFnWpXWFYwHEQgiFOrC84UHA9JfwrCeWSNpWVS8CQHq2Xna4Gx&#10;tg/+o/veZyJA2MWoIPe+iqV0aU4G3cBWxMG72tqgD7LOpK7xEeCmlKMo+pUGCw4LOVa0ySm97Ruj&#10;YMcVmg025++kmZx+ostpfcBEqV63Xc9BeGr9f/jT3moF4xm8v4Qf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aIMMMAAADbAAAADwAAAAAAAAAAAAAAAACYAgAAZHJzL2Rv&#10;d25yZXYueG1sUEsFBgAAAAAEAAQA9QAAAIgDAAAAAA==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q9VsIA&#10;AADbAAAADwAAAGRycy9kb3ducmV2LnhtbERPTWvCQBC9F/wPyxR6kbpp0VJSV6miqIjQ2NLzkJ0m&#10;wexsyI4a/fXuQejx8b7H087V6kRtqDwbeBkkoIhzbysuDPx8L5/fQQVBtlh7JgMXCjCd9B7GmFp/&#10;5oxOeylUDOGQooFSpEm1DnlJDsPAN8SR+/OtQ4mwLbRt8RzDXa1fk+RNO6w4NpTY0Lyk/LA/OgOL&#10;yzXbfF37v9tEVtmOZjMtw86Yp8fu8wOUUCf/4rt7bQ2M4vr4Jf4AP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Wr1WwgAAANsAAAAPAAAAAAAAAAAAAAAAAJgCAABkcnMvZG93&#10;bnJldi54bWxQSwUGAAAAAAQABAD1AAAAhwM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3oucMA&#10;AADbAAAADwAAAGRycy9kb3ducmV2LnhtbESPT4vCMBTE7wt+h/AEb2tqQVe6RlkEUTwI/gOPj+Zt&#10;U7d5qU3U+u2NIOxxmJnfMJNZaytxo8aXjhUM+gkI4tzpkgsFh/3icwzCB2SNlWNS8CAPs2nnY4KZ&#10;dnfe0m0XChEh7DNUYEKoMyl9bsii77uaOHq/rrEYomwKqRu8R7itZJokI2mx5LhgsKa5ofxvd7UK&#10;UpLngx0uv0YJtceTTC/njVkr1eu2P98gArXhP/xur7SC4QBeX+IP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3ouc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LhMQA&#10;AADbAAAADwAAAGRycy9kb3ducmV2LnhtbESPQWuDQBSE74X8h+UFegl1jdBSrGtIQgI9NqaX3l7d&#10;V5W6b8XdqPXXdwOBHIeZ+YbJNpNpxUC9aywrWEcxCOLS6oYrBZ/n49MrCOeRNbaWScEfOdjki4cM&#10;U21HPtFQ+EoECLsUFdTed6mUrqzJoItsRxy8H9sb9EH2ldQ9jgFuWpnE8Ys02HBYqLGjfU3lb3Ex&#10;Ci4rV+y/9cfqaxpKfZh349jMW6Uel9P2DYSnyd/Dt/a7VvCcwPVL+AE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FC4T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A83C10" w:rsidRPr="000F6FC0" w:rsidTr="0066347D">
      <w:trPr>
        <w:trHeight w:val="227"/>
        <w:jc w:val="center"/>
      </w:trPr>
      <w:tc>
        <w:tcPr>
          <w:tcW w:w="4252" w:type="dxa"/>
          <w:vAlign w:val="center"/>
        </w:tcPr>
        <w:p w:rsidR="00A83C10" w:rsidRPr="000F6FC0" w:rsidRDefault="0092629F" w:rsidP="0066347D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aps/>
                <w:color w:val="000000" w:themeColor="text1"/>
                <w:sz w:val="12"/>
                <w:szCs w:val="12"/>
              </w:rPr>
              <w:alias w:val="Název dokumentace 1"/>
              <w:tag w:val="NazevDok"/>
              <w:id w:val="-461660877"/>
              <w:showingPlcHdr/>
              <w:text/>
            </w:sdtPr>
            <w:sdtEndPr/>
            <w:sdtContent>
              <w:r w:rsidR="00A83C10" w:rsidRPr="000F6FC0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83C10" w:rsidRPr="000F6FC0">
            <w:rPr>
              <w:cap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Název dokumentace 2"/>
              <w:tag w:val="NazevDok2_"/>
              <w:id w:val="318391559"/>
              <w:showingPlcHdr/>
              <w:text/>
            </w:sdtPr>
            <w:sdtEndPr/>
            <w:sdtContent>
              <w:r w:rsidR="00A83C10" w:rsidRPr="000F6FC0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A83C10" w:rsidRPr="000F6FC0">
            <w:rPr>
              <w:cap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919361939"/>
              <w:showingPlcHdr/>
              <w:text/>
            </w:sdtPr>
            <w:sdtEndPr>
              <w:rPr>
                <w:caps w:val="0"/>
              </w:rPr>
            </w:sdtEndPr>
            <w:sdtContent>
              <w:r w:rsidR="00A83C10" w:rsidRPr="000F6FC0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Mar>
            <w:left w:w="113" w:type="dxa"/>
          </w:tcMar>
          <w:vAlign w:val="center"/>
        </w:tcPr>
        <w:p w:rsidR="00A83C10" w:rsidRPr="00B40E75" w:rsidRDefault="00A83C10" w:rsidP="0066347D">
          <w:pPr>
            <w:tabs>
              <w:tab w:val="right" w:pos="8505"/>
            </w:tabs>
            <w:jc w:val="left"/>
            <w:rPr>
              <w:caps/>
              <w:color w:val="000000" w:themeColor="text1"/>
              <w:sz w:val="12"/>
              <w:szCs w:val="12"/>
            </w:rPr>
          </w:pPr>
          <w:r w:rsidRPr="00B40E75">
            <w:rPr>
              <w:caps/>
              <w:color w:val="000000" w:themeColor="text1"/>
              <w:sz w:val="12"/>
              <w:szCs w:val="12"/>
            </w:rPr>
            <w:t xml:space="preserve">Číslo zakázky: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Kmenové číslo smlouvy"/>
              <w:tag w:val="SmlKmC"/>
              <w:id w:val="23604754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Pr="00B40E75">
            <w:rPr>
              <w:cap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Typ zakázky"/>
              <w:tag w:val="SmlT"/>
              <w:id w:val="-970743987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Pr="00B40E75">
            <w:rPr>
              <w:cap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Koncové číslo"/>
              <w:tag w:val="SmlKC"/>
              <w:id w:val="-1094782289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Pr="00B40E75">
            <w:rPr>
              <w:caps/>
              <w:color w:val="000000" w:themeColor="text1"/>
              <w:sz w:val="12"/>
              <w:szCs w:val="12"/>
            </w:rPr>
            <w:t>/</w:t>
          </w:r>
          <w:sdt>
            <w:sdtPr>
              <w:rPr>
                <w:caps/>
                <w:color w:val="000000" w:themeColor="text1"/>
                <w:sz w:val="12"/>
                <w:szCs w:val="12"/>
              </w:rPr>
              <w:alias w:val="Pořadové číslo"/>
              <w:tag w:val="SmlPC"/>
              <w:id w:val="-1582133074"/>
              <w:showingPlcHdr/>
              <w:text/>
            </w:sdtPr>
            <w:sdtEndPr/>
            <w:sdtContent>
              <w:r w:rsidRPr="00B40E75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  <w:tr w:rsidR="00A83C10" w:rsidRPr="000F6FC0" w:rsidTr="0066347D">
      <w:trPr>
        <w:trHeight w:val="227"/>
        <w:jc w:val="center"/>
      </w:trPr>
      <w:tc>
        <w:tcPr>
          <w:tcW w:w="4252" w:type="dxa"/>
          <w:vAlign w:val="center"/>
        </w:tcPr>
        <w:p w:rsidR="00A83C10" w:rsidRPr="000F6FC0" w:rsidRDefault="0092629F" w:rsidP="0066347D">
          <w:pPr>
            <w:tabs>
              <w:tab w:val="right" w:pos="8505"/>
            </w:tabs>
            <w:jc w:val="left"/>
            <w:rPr>
              <w:caps/>
              <w:color w:val="000000" w:themeColor="text1"/>
              <w:sz w:val="12"/>
              <w:szCs w:val="12"/>
            </w:rPr>
          </w:pPr>
          <w:sdt>
            <w:sdtPr>
              <w:rPr>
                <w:caps/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854107563"/>
              <w:showingPlcHdr/>
              <w:text/>
            </w:sdtPr>
            <w:sdtEndPr/>
            <w:sdtContent>
              <w:r w:rsidR="00A83C10" w:rsidRPr="000F6FC0">
                <w:rPr>
                  <w:cap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2835" w:type="dxa"/>
          <w:tcMar>
            <w:left w:w="113" w:type="dxa"/>
          </w:tcMar>
          <w:vAlign w:val="center"/>
        </w:tcPr>
        <w:p w:rsidR="00A83C10" w:rsidRPr="000F6FC0" w:rsidRDefault="0092629F" w:rsidP="0066347D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658999583"/>
              <w:showingPlcHdr/>
              <w:text/>
            </w:sdtPr>
            <w:sdtEndPr/>
            <w:sdtContent>
              <w:r w:rsidR="00A83C10" w:rsidRPr="000F6FC0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</w:tr>
  </w:tbl>
  <w:p w:rsidR="00A83C10" w:rsidRPr="003C40DA" w:rsidRDefault="00A83C10" w:rsidP="000A3C59">
    <w:pPr>
      <w:pStyle w:val="Zhlav"/>
      <w:rPr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0" w:rsidRDefault="00A83C10" w:rsidP="0093354C">
    <w:pPr>
      <w:pStyle w:val="Zhlav"/>
      <w:tabs>
        <w:tab w:val="clear" w:pos="4536"/>
        <w:tab w:val="clear" w:pos="9072"/>
      </w:tabs>
    </w:pPr>
  </w:p>
  <w:p w:rsidR="00A83C10" w:rsidRPr="0093354C" w:rsidRDefault="00A83C10" w:rsidP="0093354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0" w:rsidRPr="00AE3921" w:rsidRDefault="00A83C10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DA4523">
      <w:rPr>
        <w:noProof/>
        <w:color w:val="000000" w:themeColor="text1"/>
      </w:rPr>
      <mc:AlternateContent>
        <mc:Choice Requires="wpc">
          <w:drawing>
            <wp:inline distT="0" distB="0" distL="0" distR="0" wp14:anchorId="7302CF5F" wp14:editId="4DDA75B5">
              <wp:extent cx="683895" cy="199390"/>
              <wp:effectExtent l="0" t="9525" r="1905" b="635"/>
              <wp:docPr id="68" name="Plátno 3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8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372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7mZL4A&#10;AADbAAAADwAAAGRycy9kb3ducmV2LnhtbERPTYvCMBC9L/gfwgje1tQiItUoRRA8KeoKHodmbKvN&#10;pCax1n+/OSzs8fG+l+veNKIj52vLCibjBARxYXXNpYKf8/Z7DsIHZI2NZVLwIQ/r1eBriZm2bz5S&#10;dwqliCHsM1RQhdBmUvqiIoN+bFviyN2sMxgidKXUDt8x3DQyTZKZNFhzbKiwpU1FxeP0Mgq6+XP6&#10;oLz2+exwTsLFmet9nyo1Gvb5AkSgPvyL/9w7rSCNY+OX+APk6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u5mS+AAAA2wAAAA8AAAAAAAAAAAAAAAAAmAIAAGRycy9kb3ducmV2&#10;LnhtbFBLBQYAAAAABAAEAPUAAACDAwAAAAA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7kMMA&#10;AADbAAAADwAAAGRycy9kb3ducmV2LnhtbESPT4vCMBTE78J+h/CEvWmqsOJ2jSIugrB48M/F26N5&#10;ttHmpTSx7frpjSB4HGbmN8xs0dlSNFR741jBaJiAIM6cNpwrOB7WgykIH5A1lo5JwT95WMw/ejNM&#10;tWt5R80+5CJC2KeooAihSqX0WUEW/dBVxNE7u9piiLLOpa6xjXBbynGSTKRFw3GhwIpWBWXX/c0q&#10;MO3h9nW642VlTlvX/DXb3zzRSn32u+UPiEBdeIdf7Y1WMP6G55f4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C7kMMAAADbAAAADwAAAAAAAAAAAAAAAACYAgAAZHJzL2Rv&#10;d25yZXYueG1sUEsFBgAAAAAEAAQA9QAAAIg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7M8AA&#10;AADbAAAADwAAAGRycy9kb3ducmV2LnhtbERPzYrCMBC+C75DGMGbTV1hka5RVnHRvShWH2C2mW2L&#10;zaQ2sa1vbw6Cx4/vf7HqTSVaalxpWcE0ikEQZ1aXnCu4nH8mcxDOI2usLJOCBzlYLYeDBSbadnyi&#10;NvW5CCHsElRQeF8nUrqsIIMusjVx4P5tY9AH2ORSN9iFcFPJjzj+lAZLDg0F1rQpKLumd6Ngl1/v&#10;60ObVr/xn93e1n736I4zpcaj/vsLhKfev8Uv914rmIX14Uv4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WF7M8AAAADbAAAADwAAAAAAAAAAAAAAAACYAgAAZHJzL2Rvd25y&#10;ZXYueG1sUEsFBgAAAAAEAAQA9QAAAIUDAAAAAA==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IgecMA&#10;AADbAAAADwAAAGRycy9kb3ducmV2LnhtbESPQYvCMBSE78L+h/AWvGnqCrpUo8ii4GnBKizeHs2z&#10;qTYvpYna7q83guBxmJlvmPmytZW4UeNLxwpGwwQEce50yYWCw34z+AbhA7LGyjEp6MjDcvHRm2Oq&#10;3Z13dMtCISKEfYoKTAh1KqXPDVn0Q1cTR+/kGoshyqaQusF7hNtKfiXJRFosOS4YrOnHUH7JrlbB&#10;pjxU6278ez4fr2T+3Do7Tf87pfqf7WoGIlAb3uFXe6sVjEfw/BJ/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IgecMAAADbAAAADwAAAAAAAAAAAAAAAACYAgAAZHJzL2Rv&#10;d25yZXYueG1sUEsFBgAAAAAEAAQA9QAAAIgDAAAAAA=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0+1MQA&#10;AADbAAAADwAAAGRycy9kb3ducmV2LnhtbESPQWsCMRSE7wX/Q3iCt5qtFimrUYpiqRehWuj1uXlu&#10;VjcvS5Lubv31jVDocZiZb5jFqre1aMmHyrGCp3EGgrhwuuJSwedx+/gCIkRkjbVjUvBDAVbLwcMC&#10;c+06/qD2EEuRIBxyVGBibHIpQ2HIYhi7hjh5Z+ctxiR9KbXHLsFtLSdZNpMWK04LBhtaGyquh2+r&#10;4Kvr936n283tbXeZrY/29HwzJ6VGw/51DiJSH//Df+13rWA6gfu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9PtTEAAAA2wAAAA8AAAAAAAAAAAAAAAAAmAIAAGRycy9k&#10;b3ducmV2LnhtbFBLBQYAAAAABAAEAPUAAACJAwAAAAA=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mQscQA&#10;AADbAAAADwAAAGRycy9kb3ducmV2LnhtbESPQWvCQBSE7wX/w/IEb3WjgVKiaxCxxNJT04J4e2Sf&#10;SUz2bZpdk/TfdwuFHoeZ+YbZppNpxUC9qy0rWC0jEMSF1TWXCj4/Xh6fQTiPrLG1TAq+yUG6mz1s&#10;MdF25Hcacl+KAGGXoILK+y6R0hUVGXRL2xEH72p7gz7IvpS6xzHATSvXUfQkDdYcFirs6FBR0eR3&#10;oyC7fRl/vpSxzC6vbZOPzXB8i5RazKf9BoSnyf+H/9onrSCO4fdL+AF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pkLHEAAAA2wAAAA8AAAAAAAAAAAAAAAAAmAIAAGRycy9k&#10;b3ducmV2LnhtbFBLBQYAAAAABAAEAPUAAACJAwAAAAA=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+J38QA&#10;AADbAAAADwAAAGRycy9kb3ducmV2LnhtbESPQWvCQBSE7wX/w/IEL6KbagkSXUULihQsVMXzI/tM&#10;QrJvw+6q8d+7hUKPw8x8wyxWnWnEnZyvLCt4HycgiHOrKy4UnE/b0QyED8gaG8uk4EkeVsve2wIz&#10;bR/8Q/djKESEsM9QQRlCm0np85IM+rFtiaN3tc5giNIVUjt8RLhp5CRJUmmw4rhQYkufJeX18WYU&#10;HL7P6W5af6W7SzcM9dbdJofNUKlBv1vPQQTqwn/4r73XCqYf8Psl/gC5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/id/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/QtsQA&#10;AADbAAAADwAAAGRycy9kb3ducmV2LnhtbESPQWvCQBSE7wX/w/IEb3Wj1VJSVxGlIj0IpkKvj+xr&#10;Npp9G7JrjP56tyB4HGbmG2a26GwlWmp86VjBaJiAIM6dLrlQcPj5ev0A4QOyxsoxKbiSh8W89zLD&#10;VLsL76nNQiEihH2KCkwIdSqlzw1Z9ENXE0fvzzUWQ5RNIXWDlwi3lRwnybu0WHJcMFjTylB+ys5W&#10;wWZlqsnv/sC39WbH9fe6PU6zVqlBv1t+ggjUhWf40d5qBW9T+P8Sf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f0Lb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vP8MA&#10;AADbAAAADwAAAGRycy9kb3ducmV2LnhtbESPT4vCMBTE74LfITxhL6KpK/6hNhURCh72srrCHp/N&#10;sy02L6VJtX77jbDgcZiZ3zDJtje1uFPrKssKZtMIBHFudcWFgp9TNlmDcB5ZY22ZFDzJwTYdDhKM&#10;tX3wN92PvhABwi5GBaX3TSyly0sy6Ka2IQ7e1bYGfZBtIXWLjwA3tfyMoqU0WHFYKLGhfUn57dgZ&#10;BV/coNlj9zvOutV5EV3OuxNmSn2M+t0GhKfev8P/7YNWMF/C60v4AT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9vP8MAAADbAAAADwAAAAAAAAAAAAAAAACYAgAAZHJzL2Rv&#10;d25yZXYueG1sUEsFBgAAAAAEAAQA9QAAAIgDAAAAAA==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AgsYA&#10;AADbAAAADwAAAGRycy9kb3ducmV2LnhtbESPUWvCQBCE3wX/w7FCX4peaqWV1FOqtGgphcaWPi+5&#10;NQnm9kJuq9Ff3xMKPg4z8w0zW3SuVgdqQ+XZwN0oAUWce1txYeD763U4BRUE2WLtmQycKMBi3u/N&#10;MLX+yBkdtlKoCOGQooFSpEm1DnlJDsPIN8TR2/nWoUTZFtq2eIxwV+txkjxohxXHhRIbWpWU77e/&#10;zsDL6Zy9fZ5vf94TWWcftFxqmXTG3Ay65ydQQp1cw//tjTVw/wiXL/EH6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zAgsYAAADbAAAADwAAAAAAAAAAAAAAAACYAgAAZHJz&#10;L2Rvd25yZXYueG1sUEsFBgAAAAAEAAQA9QAAAIsDAAAAAA==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khMEA&#10;AADbAAAADwAAAGRycy9kb3ducmV2LnhtbERPz2vCMBS+D/wfwhN2m6mVValGEWE4dhisU/D4aJ5N&#10;tXnpmqzt/vvlMNjx4/u92Y22ET11vnasYD5LQBCXTtdcKTh9vjytQPiArLFxTAp+yMNuO3nYYK7d&#10;wB/UF6ESMYR9jgpMCG0upS8NWfQz1xJH7uo6iyHCrpK6wyGG20amSZJJizXHBoMtHQyV9+LbKkhJ&#10;3k72+bjMEhrPF5l+3d7Nm1KP03G/BhFoDP/iP/erVrCIY+OX+AP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4opITBAAAA2wAAAA8AAAAAAAAAAAAAAAAAmAIAAGRycy9kb3du&#10;cmV2LnhtbFBLBQYAAAAABAAEAPUAAACG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58VcMA&#10;AADbAAAADwAAAGRycy9kb3ducmV2LnhtbESPQYvCMBSE7wv+h/AEL7KmKixuNYqKwh7d6sXbs3m2&#10;xealNLHt+uuNsOBxmJlvmMWqM6VoqHaFZQXjUQSCOLW64EzB6bj/nIFwHlljaZkU/JGD1bL3scBY&#10;25Z/qUl8JgKEXYwKcu+rWEqX5mTQjWxFHLyrrQ36IOtM6hrbADelnETRlzRYcFjIsaJtTuktuRsF&#10;96FLthd9GJ67JtW7x6Zti8daqUG/W89BeOr8O/zf/tEKpt/w+hJ+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58VcMAAADbAAAADwAAAAAAAAAAAAAAAACYAgAAZHJzL2Rv&#10;d25yZXYueG1sUEsFBgAAAAAEAAQA9QAAAIgDAAAAAA=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4D1C74" w:rsidRPr="00AE3921" w:rsidTr="00200757">
      <w:trPr>
        <w:trHeight w:val="227"/>
        <w:jc w:val="center"/>
      </w:trPr>
      <w:tc>
        <w:tcPr>
          <w:tcW w:w="5103" w:type="dxa"/>
          <w:vAlign w:val="center"/>
        </w:tcPr>
        <w:p w:rsidR="004D1C74" w:rsidRPr="00AE3921" w:rsidRDefault="004D1C74" w:rsidP="005C3D3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DOKLADY</w:t>
          </w:r>
          <w:r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619409811"/>
              <w:showingPlcHdr/>
              <w:text/>
            </w:sdtPr>
            <w:sdtEndPr/>
            <w:sdtContent>
              <w:r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4D1C74" w:rsidRPr="00AE3921" w:rsidRDefault="0092629F" w:rsidP="005C3D3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-1217281072"/>
              <w:text/>
            </w:sdtPr>
            <w:sdtEndPr/>
            <w:sdtContent>
              <w:proofErr w:type="gramStart"/>
              <w:r w:rsidR="004D1C74">
                <w:rPr>
                  <w:bCs/>
                  <w:color w:val="000000" w:themeColor="text1"/>
                  <w:sz w:val="12"/>
                  <w:szCs w:val="12"/>
                </w:rPr>
                <w:t>E.1</w:t>
              </w:r>
              <w:r w:rsidR="004D1C74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4D1C74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1809433255"/>
              <w:text/>
            </w:sdtPr>
            <w:sdtEndPr/>
            <w:sdtContent>
              <w:r w:rsidR="004D1C74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proofErr w:type="gramEnd"/>
        </w:p>
      </w:tc>
    </w:tr>
    <w:tr w:rsidR="004D1C74" w:rsidRPr="00AE3921" w:rsidTr="00200757">
      <w:trPr>
        <w:trHeight w:val="227"/>
        <w:jc w:val="center"/>
      </w:trPr>
      <w:tc>
        <w:tcPr>
          <w:tcW w:w="5103" w:type="dxa"/>
          <w:vAlign w:val="center"/>
        </w:tcPr>
        <w:p w:rsidR="004D1C74" w:rsidRPr="00AE3921" w:rsidRDefault="0092629F" w:rsidP="005C3D3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-149369060"/>
              <w:showingPlcHdr/>
              <w:text/>
            </w:sdtPr>
            <w:sdtEndPr/>
            <w:sdtContent>
              <w:r w:rsidR="004D1C74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4D1C74" w:rsidRPr="00AE3921" w:rsidRDefault="0092629F" w:rsidP="005C3D3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-632326699"/>
              <w:text/>
            </w:sdtPr>
            <w:sdtEndPr/>
            <w:sdtContent>
              <w:r w:rsidR="004D1C74">
                <w:rPr>
                  <w:color w:val="000000" w:themeColor="text1"/>
                  <w:sz w:val="12"/>
                  <w:szCs w:val="12"/>
                </w:rPr>
                <w:t>DSP+RDS</w:t>
              </w:r>
            </w:sdtContent>
          </w:sdt>
        </w:p>
      </w:tc>
    </w:tr>
  </w:tbl>
  <w:p w:rsidR="00A83C10" w:rsidRDefault="0092629F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-1969433778"/>
        <w:showingPlcHdr/>
        <w:text/>
      </w:sdtPr>
      <w:sdtEndPr/>
      <w:sdtContent>
        <w:r w:rsidR="00A83C1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A83C1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-1014847418"/>
        <w:text/>
      </w:sdtPr>
      <w:sdtEndPr/>
      <w:sdtContent>
        <w:r w:rsidR="00A83C1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A83C10" w:rsidRPr="00AE3921" w:rsidRDefault="00A83C10" w:rsidP="00CA337C">
    <w:pPr>
      <w:pStyle w:val="Zhlav"/>
      <w:rPr>
        <w:color w:val="000000" w:themeColor="text1"/>
        <w:sz w:val="12"/>
        <w:szCs w:val="1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0" w:rsidRPr="00AE3921" w:rsidRDefault="00A83C10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  <w:r w:rsidR="00DA4523">
      <w:rPr>
        <w:noProof/>
        <w:color w:val="000000" w:themeColor="text1"/>
      </w:rPr>
      <mc:AlternateContent>
        <mc:Choice Requires="wpc">
          <w:drawing>
            <wp:inline distT="0" distB="0" distL="0" distR="0" wp14:anchorId="50E286E1" wp14:editId="1D5D55AF">
              <wp:extent cx="683895" cy="199390"/>
              <wp:effectExtent l="0" t="9525" r="1905" b="635"/>
              <wp:docPr id="69" name="Plátno 3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14" name="Freeform 195"/>
                      <wps:cNvSpPr>
                        <a:spLocks noEditPoints="1"/>
                      </wps:cNvSpPr>
                      <wps:spPr bwMode="auto">
                        <a:xfrm>
                          <a:off x="507370" y="26612"/>
                          <a:ext cx="176525" cy="172178"/>
                        </a:xfrm>
                        <a:custGeom>
                          <a:avLst/>
                          <a:gdLst>
                            <a:gd name="T0" fmla="*/ 140970 w 556"/>
                            <a:gd name="T1" fmla="*/ 134055 h 543"/>
                            <a:gd name="T2" fmla="*/ 140970 w 556"/>
                            <a:gd name="T3" fmla="*/ 151169 h 543"/>
                            <a:gd name="T4" fmla="*/ 35560 w 556"/>
                            <a:gd name="T5" fmla="*/ 151169 h 543"/>
                            <a:gd name="T6" fmla="*/ 35560 w 556"/>
                            <a:gd name="T7" fmla="*/ 134055 h 543"/>
                            <a:gd name="T8" fmla="*/ 87630 w 556"/>
                            <a:gd name="T9" fmla="*/ 81130 h 543"/>
                            <a:gd name="T10" fmla="*/ 140970 w 556"/>
                            <a:gd name="T11" fmla="*/ 134055 h 543"/>
                            <a:gd name="T12" fmla="*/ 176530 w 556"/>
                            <a:gd name="T13" fmla="*/ 57362 h 543"/>
                            <a:gd name="T14" fmla="*/ 112078 w 556"/>
                            <a:gd name="T15" fmla="*/ 57362 h 543"/>
                            <a:gd name="T16" fmla="*/ 153988 w 556"/>
                            <a:gd name="T17" fmla="*/ 15529 h 543"/>
                            <a:gd name="T18" fmla="*/ 138430 w 556"/>
                            <a:gd name="T19" fmla="*/ 1268 h 543"/>
                            <a:gd name="T20" fmla="*/ 87630 w 556"/>
                            <a:gd name="T21" fmla="*/ 52291 h 543"/>
                            <a:gd name="T22" fmla="*/ 36195 w 556"/>
                            <a:gd name="T23" fmla="*/ 0 h 543"/>
                            <a:gd name="T24" fmla="*/ 21908 w 556"/>
                            <a:gd name="T25" fmla="*/ 14895 h 543"/>
                            <a:gd name="T26" fmla="*/ 63818 w 556"/>
                            <a:gd name="T27" fmla="*/ 57362 h 543"/>
                            <a:gd name="T28" fmla="*/ 0 w 556"/>
                            <a:gd name="T29" fmla="*/ 57362 h 543"/>
                            <a:gd name="T30" fmla="*/ 0 w 556"/>
                            <a:gd name="T31" fmla="*/ 77010 h 543"/>
                            <a:gd name="T32" fmla="*/ 63818 w 556"/>
                            <a:gd name="T33" fmla="*/ 77010 h 543"/>
                            <a:gd name="T34" fmla="*/ 14605 w 556"/>
                            <a:gd name="T35" fmla="*/ 125498 h 543"/>
                            <a:gd name="T36" fmla="*/ 14605 w 556"/>
                            <a:gd name="T37" fmla="*/ 172085 h 543"/>
                            <a:gd name="T38" fmla="*/ 161290 w 556"/>
                            <a:gd name="T39" fmla="*/ 172085 h 543"/>
                            <a:gd name="T40" fmla="*/ 161290 w 556"/>
                            <a:gd name="T41" fmla="*/ 125498 h 543"/>
                            <a:gd name="T42" fmla="*/ 112078 w 556"/>
                            <a:gd name="T43" fmla="*/ 77010 h 543"/>
                            <a:gd name="T44" fmla="*/ 176530 w 556"/>
                            <a:gd name="T45" fmla="*/ 77010 h 543"/>
                            <a:gd name="T46" fmla="*/ 176530 w 556"/>
                            <a:gd name="T47" fmla="*/ 57362 h 543"/>
                            <a:gd name="T48" fmla="*/ 0 60000 65536"/>
                            <a:gd name="T49" fmla="*/ 0 60000 65536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</a:gdLst>
                          <a:ahLst/>
                          <a:cxnLst>
                            <a:cxn ang="T48">
                              <a:pos x="T0" y="T1"/>
                            </a:cxn>
                            <a:cxn ang="T49">
                              <a:pos x="T2" y="T3"/>
                            </a:cxn>
                            <a:cxn ang="T50">
                              <a:pos x="T4" y="T5"/>
                            </a:cxn>
                            <a:cxn ang="T51">
                              <a:pos x="T6" y="T7"/>
                            </a:cxn>
                            <a:cxn ang="T52">
                              <a:pos x="T8" y="T9"/>
                            </a:cxn>
                            <a:cxn ang="T53">
                              <a:pos x="T10" y="T11"/>
                            </a:cxn>
                            <a:cxn ang="T54">
                              <a:pos x="T12" y="T13"/>
                            </a:cxn>
                            <a:cxn ang="T55">
                              <a:pos x="T14" y="T15"/>
                            </a:cxn>
                            <a:cxn ang="T56">
                              <a:pos x="T16" y="T17"/>
                            </a:cxn>
                            <a:cxn ang="T57">
                              <a:pos x="T18" y="T19"/>
                            </a:cxn>
                            <a:cxn ang="T58">
                              <a:pos x="T20" y="T21"/>
                            </a:cxn>
                            <a:cxn ang="T59">
                              <a:pos x="T22" y="T23"/>
                            </a:cxn>
                            <a:cxn ang="T60">
                              <a:pos x="T24" y="T25"/>
                            </a:cxn>
                            <a:cxn ang="T61">
                              <a:pos x="T26" y="T27"/>
                            </a:cxn>
                            <a:cxn ang="T62">
                              <a:pos x="T28" y="T29"/>
                            </a:cxn>
                            <a:cxn ang="T63">
                              <a:pos x="T30" y="T31"/>
                            </a:cxn>
                            <a:cxn ang="T64">
                              <a:pos x="T32" y="T33"/>
                            </a:cxn>
                            <a:cxn ang="T65">
                              <a:pos x="T34" y="T35"/>
                            </a:cxn>
                            <a:cxn ang="T66">
                              <a:pos x="T36" y="T37"/>
                            </a:cxn>
                            <a:cxn ang="T67">
                              <a:pos x="T38" y="T39"/>
                            </a:cxn>
                            <a:cxn ang="T68">
                              <a:pos x="T40" y="T41"/>
                            </a:cxn>
                            <a:cxn ang="T69">
                              <a:pos x="T42" y="T43"/>
                            </a:cxn>
                            <a:cxn ang="T70">
                              <a:pos x="T44" y="T45"/>
                            </a:cxn>
                            <a:cxn ang="T71">
                              <a:pos x="T46" y="T47"/>
                            </a:cxn>
                          </a:cxnLst>
                          <a:rect l="0" t="0" r="r" b="b"/>
                          <a:pathLst>
                            <a:path w="556" h="543">
                              <a:moveTo>
                                <a:pt x="444" y="423"/>
                              </a:moveTo>
                              <a:lnTo>
                                <a:pt x="444" y="477"/>
                              </a:lnTo>
                              <a:lnTo>
                                <a:pt x="112" y="477"/>
                              </a:lnTo>
                              <a:lnTo>
                                <a:pt x="112" y="423"/>
                              </a:lnTo>
                              <a:lnTo>
                                <a:pt x="276" y="256"/>
                              </a:lnTo>
                              <a:lnTo>
                                <a:pt x="444" y="423"/>
                              </a:lnTo>
                              <a:close/>
                              <a:moveTo>
                                <a:pt x="556" y="181"/>
                              </a:moveTo>
                              <a:lnTo>
                                <a:pt x="353" y="181"/>
                              </a:lnTo>
                              <a:lnTo>
                                <a:pt x="485" y="49"/>
                              </a:lnTo>
                              <a:lnTo>
                                <a:pt x="436" y="4"/>
                              </a:lnTo>
                              <a:lnTo>
                                <a:pt x="276" y="165"/>
                              </a:lnTo>
                              <a:lnTo>
                                <a:pt x="114" y="0"/>
                              </a:lnTo>
                              <a:lnTo>
                                <a:pt x="69" y="47"/>
                              </a:lnTo>
                              <a:lnTo>
                                <a:pt x="201" y="181"/>
                              </a:lnTo>
                              <a:lnTo>
                                <a:pt x="0" y="181"/>
                              </a:lnTo>
                              <a:lnTo>
                                <a:pt x="0" y="243"/>
                              </a:lnTo>
                              <a:lnTo>
                                <a:pt x="201" y="243"/>
                              </a:lnTo>
                              <a:lnTo>
                                <a:pt x="46" y="396"/>
                              </a:lnTo>
                              <a:lnTo>
                                <a:pt x="46" y="543"/>
                              </a:lnTo>
                              <a:lnTo>
                                <a:pt x="508" y="543"/>
                              </a:lnTo>
                              <a:lnTo>
                                <a:pt x="508" y="396"/>
                              </a:lnTo>
                              <a:lnTo>
                                <a:pt x="353" y="243"/>
                              </a:lnTo>
                              <a:lnTo>
                                <a:pt x="556" y="243"/>
                              </a:lnTo>
                              <a:lnTo>
                                <a:pt x="556" y="18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6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C002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97"/>
                      <wps:cNvSpPr>
                        <a:spLocks/>
                      </wps:cNvSpPr>
                      <wps:spPr bwMode="auto">
                        <a:xfrm>
                          <a:off x="574680" y="0"/>
                          <a:ext cx="41906" cy="41919"/>
                        </a:xfrm>
                        <a:custGeom>
                          <a:avLst/>
                          <a:gdLst>
                            <a:gd name="T0" fmla="*/ 41910 w 131"/>
                            <a:gd name="T1" fmla="*/ 20955 h 132"/>
                            <a:gd name="T2" fmla="*/ 41910 w 131"/>
                            <a:gd name="T3" fmla="*/ 20955 h 132"/>
                            <a:gd name="T4" fmla="*/ 41590 w 131"/>
                            <a:gd name="T5" fmla="*/ 25083 h 132"/>
                            <a:gd name="T6" fmla="*/ 40310 w 131"/>
                            <a:gd name="T7" fmla="*/ 29528 h 132"/>
                            <a:gd name="T8" fmla="*/ 38391 w 131"/>
                            <a:gd name="T9" fmla="*/ 32703 h 132"/>
                            <a:gd name="T10" fmla="*/ 35831 w 131"/>
                            <a:gd name="T11" fmla="*/ 35560 h 132"/>
                            <a:gd name="T12" fmla="*/ 32952 w 131"/>
                            <a:gd name="T13" fmla="*/ 38100 h 132"/>
                            <a:gd name="T14" fmla="*/ 29113 w 131"/>
                            <a:gd name="T15" fmla="*/ 40640 h 132"/>
                            <a:gd name="T16" fmla="*/ 25274 w 131"/>
                            <a:gd name="T17" fmla="*/ 41910 h 132"/>
                            <a:gd name="T18" fmla="*/ 21115 w 131"/>
                            <a:gd name="T19" fmla="*/ 41910 h 132"/>
                            <a:gd name="T20" fmla="*/ 21115 w 131"/>
                            <a:gd name="T21" fmla="*/ 41910 h 132"/>
                            <a:gd name="T22" fmla="*/ 16636 w 131"/>
                            <a:gd name="T23" fmla="*/ 41910 h 132"/>
                            <a:gd name="T24" fmla="*/ 13117 w 131"/>
                            <a:gd name="T25" fmla="*/ 40640 h 132"/>
                            <a:gd name="T26" fmla="*/ 9278 w 131"/>
                            <a:gd name="T27" fmla="*/ 38100 h 132"/>
                            <a:gd name="T28" fmla="*/ 6079 w 131"/>
                            <a:gd name="T29" fmla="*/ 35560 h 132"/>
                            <a:gd name="T30" fmla="*/ 3839 w 131"/>
                            <a:gd name="T31" fmla="*/ 32703 h 132"/>
                            <a:gd name="T32" fmla="*/ 1920 w 131"/>
                            <a:gd name="T33" fmla="*/ 29528 h 132"/>
                            <a:gd name="T34" fmla="*/ 640 w 131"/>
                            <a:gd name="T35" fmla="*/ 25083 h 132"/>
                            <a:gd name="T36" fmla="*/ 0 w 131"/>
                            <a:gd name="T37" fmla="*/ 20955 h 132"/>
                            <a:gd name="T38" fmla="*/ 0 w 131"/>
                            <a:gd name="T39" fmla="*/ 20955 h 132"/>
                            <a:gd name="T40" fmla="*/ 640 w 131"/>
                            <a:gd name="T41" fmla="*/ 16510 h 132"/>
                            <a:gd name="T42" fmla="*/ 1920 w 131"/>
                            <a:gd name="T43" fmla="*/ 13018 h 132"/>
                            <a:gd name="T44" fmla="*/ 3839 w 131"/>
                            <a:gd name="T45" fmla="*/ 9208 h 132"/>
                            <a:gd name="T46" fmla="*/ 6079 w 131"/>
                            <a:gd name="T47" fmla="*/ 6033 h 132"/>
                            <a:gd name="T48" fmla="*/ 9278 w 131"/>
                            <a:gd name="T49" fmla="*/ 3810 h 132"/>
                            <a:gd name="T50" fmla="*/ 13117 w 131"/>
                            <a:gd name="T51" fmla="*/ 1905 h 132"/>
                            <a:gd name="T52" fmla="*/ 16636 w 131"/>
                            <a:gd name="T53" fmla="*/ 635 h 132"/>
                            <a:gd name="T54" fmla="*/ 21115 w 131"/>
                            <a:gd name="T55" fmla="*/ 0 h 132"/>
                            <a:gd name="T56" fmla="*/ 21115 w 131"/>
                            <a:gd name="T57" fmla="*/ 0 h 132"/>
                            <a:gd name="T58" fmla="*/ 25274 w 131"/>
                            <a:gd name="T59" fmla="*/ 635 h 132"/>
                            <a:gd name="T60" fmla="*/ 29113 w 131"/>
                            <a:gd name="T61" fmla="*/ 1905 h 132"/>
                            <a:gd name="T62" fmla="*/ 32952 w 131"/>
                            <a:gd name="T63" fmla="*/ 3810 h 132"/>
                            <a:gd name="T64" fmla="*/ 35831 w 131"/>
                            <a:gd name="T65" fmla="*/ 6033 h 132"/>
                            <a:gd name="T66" fmla="*/ 38391 w 131"/>
                            <a:gd name="T67" fmla="*/ 9208 h 132"/>
                            <a:gd name="T68" fmla="*/ 40310 w 131"/>
                            <a:gd name="T69" fmla="*/ 13018 h 132"/>
                            <a:gd name="T70" fmla="*/ 41590 w 131"/>
                            <a:gd name="T71" fmla="*/ 16510 h 132"/>
                            <a:gd name="T72" fmla="*/ 41910 w 131"/>
                            <a:gd name="T73" fmla="*/ 20955 h 132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31" h="132">
                              <a:moveTo>
                                <a:pt x="131" y="66"/>
                              </a:moveTo>
                              <a:lnTo>
                                <a:pt x="131" y="66"/>
                              </a:lnTo>
                              <a:lnTo>
                                <a:pt x="130" y="79"/>
                              </a:lnTo>
                              <a:lnTo>
                                <a:pt x="126" y="93"/>
                              </a:lnTo>
                              <a:lnTo>
                                <a:pt x="120" y="103"/>
                              </a:lnTo>
                              <a:lnTo>
                                <a:pt x="112" y="112"/>
                              </a:lnTo>
                              <a:lnTo>
                                <a:pt x="103" y="120"/>
                              </a:lnTo>
                              <a:lnTo>
                                <a:pt x="91" y="128"/>
                              </a:lnTo>
                              <a:lnTo>
                                <a:pt x="79" y="132"/>
                              </a:lnTo>
                              <a:lnTo>
                                <a:pt x="66" y="132"/>
                              </a:lnTo>
                              <a:lnTo>
                                <a:pt x="52" y="132"/>
                              </a:lnTo>
                              <a:lnTo>
                                <a:pt x="41" y="128"/>
                              </a:lnTo>
                              <a:lnTo>
                                <a:pt x="29" y="120"/>
                              </a:lnTo>
                              <a:lnTo>
                                <a:pt x="19" y="112"/>
                              </a:lnTo>
                              <a:lnTo>
                                <a:pt x="12" y="103"/>
                              </a:lnTo>
                              <a:lnTo>
                                <a:pt x="6" y="93"/>
                              </a:lnTo>
                              <a:lnTo>
                                <a:pt x="2" y="79"/>
                              </a:lnTo>
                              <a:lnTo>
                                <a:pt x="0" y="66"/>
                              </a:lnTo>
                              <a:lnTo>
                                <a:pt x="2" y="52"/>
                              </a:lnTo>
                              <a:lnTo>
                                <a:pt x="6" y="41"/>
                              </a:lnTo>
                              <a:lnTo>
                                <a:pt x="12" y="29"/>
                              </a:lnTo>
                              <a:lnTo>
                                <a:pt x="19" y="19"/>
                              </a:lnTo>
                              <a:lnTo>
                                <a:pt x="29" y="12"/>
                              </a:lnTo>
                              <a:lnTo>
                                <a:pt x="41" y="6"/>
                              </a:lnTo>
                              <a:lnTo>
                                <a:pt x="52" y="2"/>
                              </a:lnTo>
                              <a:lnTo>
                                <a:pt x="66" y="0"/>
                              </a:lnTo>
                              <a:lnTo>
                                <a:pt x="79" y="2"/>
                              </a:lnTo>
                              <a:lnTo>
                                <a:pt x="91" y="6"/>
                              </a:lnTo>
                              <a:lnTo>
                                <a:pt x="103" y="12"/>
                              </a:lnTo>
                              <a:lnTo>
                                <a:pt x="112" y="19"/>
                              </a:lnTo>
                              <a:lnTo>
                                <a:pt x="120" y="29"/>
                              </a:lnTo>
                              <a:lnTo>
                                <a:pt x="126" y="41"/>
                              </a:lnTo>
                              <a:lnTo>
                                <a:pt x="130" y="52"/>
                              </a:lnTo>
                              <a:lnTo>
                                <a:pt x="131" y="66"/>
                              </a:lnTo>
                            </a:path>
                          </a:pathLst>
                        </a:cu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8"/>
                      <wps:cNvSpPr>
                        <a:spLocks noEditPoints="1"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42228 w 266"/>
                            <a:gd name="T65" fmla="*/ 69789 h 271"/>
                            <a:gd name="T66" fmla="*/ 46355 w 266"/>
                            <a:gd name="T67" fmla="*/ 69789 h 271"/>
                            <a:gd name="T68" fmla="*/ 53975 w 266"/>
                            <a:gd name="T69" fmla="*/ 65328 h 271"/>
                            <a:gd name="T70" fmla="*/ 58103 w 266"/>
                            <a:gd name="T71" fmla="*/ 57998 h 271"/>
                            <a:gd name="T72" fmla="*/ 60008 w 266"/>
                            <a:gd name="T73" fmla="*/ 48119 h 271"/>
                            <a:gd name="T74" fmla="*/ 60643 w 266"/>
                            <a:gd name="T75" fmla="*/ 43021 h 271"/>
                            <a:gd name="T76" fmla="*/ 59373 w 266"/>
                            <a:gd name="T77" fmla="*/ 32505 h 271"/>
                            <a:gd name="T78" fmla="*/ 56198 w 266"/>
                            <a:gd name="T79" fmla="*/ 23900 h 271"/>
                            <a:gd name="T80" fmla="*/ 50800 w 266"/>
                            <a:gd name="T81" fmla="*/ 18483 h 271"/>
                            <a:gd name="T82" fmla="*/ 42228 w 266"/>
                            <a:gd name="T83" fmla="*/ 16571 h 271"/>
                            <a:gd name="T84" fmla="*/ 37465 w 266"/>
                            <a:gd name="T85" fmla="*/ 16571 h 271"/>
                            <a:gd name="T86" fmla="*/ 29845 w 266"/>
                            <a:gd name="T87" fmla="*/ 21032 h 271"/>
                            <a:gd name="T88" fmla="*/ 25083 w 266"/>
                            <a:gd name="T89" fmla="*/ 28362 h 271"/>
                            <a:gd name="T90" fmla="*/ 23178 w 266"/>
                            <a:gd name="T91" fmla="*/ 37603 h 271"/>
                            <a:gd name="T92" fmla="*/ 22543 w 266"/>
                            <a:gd name="T93" fmla="*/ 43021 h 271"/>
                            <a:gd name="T94" fmla="*/ 23813 w 266"/>
                            <a:gd name="T95" fmla="*/ 52899 h 271"/>
                            <a:gd name="T96" fmla="*/ 26988 w 266"/>
                            <a:gd name="T97" fmla="*/ 61504 h 271"/>
                            <a:gd name="T98" fmla="*/ 33020 w 266"/>
                            <a:gd name="T99" fmla="*/ 67877 h 271"/>
                            <a:gd name="T100" fmla="*/ 42228 w 266"/>
                            <a:gd name="T101" fmla="*/ 69789 h 271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  <a:close/>
                              <a:moveTo>
                                <a:pt x="133" y="219"/>
                              </a:moveTo>
                              <a:lnTo>
                                <a:pt x="133" y="219"/>
                              </a:lnTo>
                              <a:lnTo>
                                <a:pt x="146" y="219"/>
                              </a:lnTo>
                              <a:lnTo>
                                <a:pt x="160" y="213"/>
                              </a:lnTo>
                              <a:lnTo>
                                <a:pt x="170" y="205"/>
                              </a:lnTo>
                              <a:lnTo>
                                <a:pt x="177" y="193"/>
                              </a:lnTo>
                              <a:lnTo>
                                <a:pt x="183" y="182"/>
                              </a:lnTo>
                              <a:lnTo>
                                <a:pt x="187" y="166"/>
                              </a:lnTo>
                              <a:lnTo>
                                <a:pt x="189" y="151"/>
                              </a:lnTo>
                              <a:lnTo>
                                <a:pt x="191" y="135"/>
                              </a:lnTo>
                              <a:lnTo>
                                <a:pt x="189" y="118"/>
                              </a:lnTo>
                              <a:lnTo>
                                <a:pt x="187" y="102"/>
                              </a:lnTo>
                              <a:lnTo>
                                <a:pt x="183" y="89"/>
                              </a:lnTo>
                              <a:lnTo>
                                <a:pt x="177" y="75"/>
                              </a:lnTo>
                              <a:lnTo>
                                <a:pt x="170" y="66"/>
                              </a:lnTo>
                              <a:lnTo>
                                <a:pt x="160" y="58"/>
                              </a:lnTo>
                              <a:lnTo>
                                <a:pt x="146" y="52"/>
                              </a:lnTo>
                              <a:lnTo>
                                <a:pt x="133" y="52"/>
                              </a:lnTo>
                              <a:lnTo>
                                <a:pt x="118" y="52"/>
                              </a:lnTo>
                              <a:lnTo>
                                <a:pt x="104" y="58"/>
                              </a:lnTo>
                              <a:lnTo>
                                <a:pt x="94" y="66"/>
                              </a:lnTo>
                              <a:lnTo>
                                <a:pt x="85" y="75"/>
                              </a:lnTo>
                              <a:lnTo>
                                <a:pt x="79" y="89"/>
                              </a:lnTo>
                              <a:lnTo>
                                <a:pt x="75" y="102"/>
                              </a:lnTo>
                              <a:lnTo>
                                <a:pt x="73" y="118"/>
                              </a:lnTo>
                              <a:lnTo>
                                <a:pt x="71" y="135"/>
                              </a:lnTo>
                              <a:lnTo>
                                <a:pt x="73" y="151"/>
                              </a:lnTo>
                              <a:lnTo>
                                <a:pt x="75" y="166"/>
                              </a:lnTo>
                              <a:lnTo>
                                <a:pt x="79" y="182"/>
                              </a:lnTo>
                              <a:lnTo>
                                <a:pt x="85" y="193"/>
                              </a:lnTo>
                              <a:lnTo>
                                <a:pt x="94" y="205"/>
                              </a:lnTo>
                              <a:lnTo>
                                <a:pt x="104" y="213"/>
                              </a:lnTo>
                              <a:lnTo>
                                <a:pt x="118" y="219"/>
                              </a:lnTo>
                              <a:lnTo>
                                <a:pt x="133" y="2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99"/>
                      <wps:cNvSpPr>
                        <a:spLocks/>
                      </wps:cNvSpPr>
                      <wps:spPr bwMode="auto">
                        <a:xfrm>
                          <a:off x="381053" y="113051"/>
                          <a:ext cx="84412" cy="86339"/>
                        </a:xfrm>
                        <a:custGeom>
                          <a:avLst/>
                          <a:gdLst>
                            <a:gd name="T0" fmla="*/ 42228 w 266"/>
                            <a:gd name="T1" fmla="*/ 0 h 271"/>
                            <a:gd name="T2" fmla="*/ 51435 w 266"/>
                            <a:gd name="T3" fmla="*/ 637 h 271"/>
                            <a:gd name="T4" fmla="*/ 60008 w 266"/>
                            <a:gd name="T5" fmla="*/ 2231 h 271"/>
                            <a:gd name="T6" fmla="*/ 67310 w 266"/>
                            <a:gd name="T7" fmla="*/ 6055 h 271"/>
                            <a:gd name="T8" fmla="*/ 73343 w 266"/>
                            <a:gd name="T9" fmla="*/ 11154 h 271"/>
                            <a:gd name="T10" fmla="*/ 78423 w 266"/>
                            <a:gd name="T11" fmla="*/ 17208 h 271"/>
                            <a:gd name="T12" fmla="*/ 81598 w 266"/>
                            <a:gd name="T13" fmla="*/ 24538 h 271"/>
                            <a:gd name="T14" fmla="*/ 83185 w 266"/>
                            <a:gd name="T15" fmla="*/ 33142 h 271"/>
                            <a:gd name="T16" fmla="*/ 84455 w 266"/>
                            <a:gd name="T17" fmla="*/ 43021 h 271"/>
                            <a:gd name="T18" fmla="*/ 82550 w 266"/>
                            <a:gd name="T19" fmla="*/ 57361 h 271"/>
                            <a:gd name="T20" fmla="*/ 80328 w 266"/>
                            <a:gd name="T21" fmla="*/ 65328 h 271"/>
                            <a:gd name="T22" fmla="*/ 75883 w 266"/>
                            <a:gd name="T23" fmla="*/ 72020 h 271"/>
                            <a:gd name="T24" fmla="*/ 70485 w 266"/>
                            <a:gd name="T25" fmla="*/ 77756 h 271"/>
                            <a:gd name="T26" fmla="*/ 64453 w 266"/>
                            <a:gd name="T27" fmla="*/ 81899 h 271"/>
                            <a:gd name="T28" fmla="*/ 56198 w 266"/>
                            <a:gd name="T29" fmla="*/ 85085 h 271"/>
                            <a:gd name="T30" fmla="*/ 46990 w 266"/>
                            <a:gd name="T31" fmla="*/ 86360 h 271"/>
                            <a:gd name="T32" fmla="*/ 42228 w 266"/>
                            <a:gd name="T33" fmla="*/ 86360 h 271"/>
                            <a:gd name="T34" fmla="*/ 32385 w 266"/>
                            <a:gd name="T35" fmla="*/ 85723 h 271"/>
                            <a:gd name="T36" fmla="*/ 23813 w 266"/>
                            <a:gd name="T37" fmla="*/ 83811 h 271"/>
                            <a:gd name="T38" fmla="*/ 16510 w 266"/>
                            <a:gd name="T39" fmla="*/ 80305 h 271"/>
                            <a:gd name="T40" fmla="*/ 10478 w 266"/>
                            <a:gd name="T41" fmla="*/ 75206 h 271"/>
                            <a:gd name="T42" fmla="*/ 6033 w 266"/>
                            <a:gd name="T43" fmla="*/ 68514 h 271"/>
                            <a:gd name="T44" fmla="*/ 2223 w 266"/>
                            <a:gd name="T45" fmla="*/ 61185 h 271"/>
                            <a:gd name="T46" fmla="*/ 635 w 266"/>
                            <a:gd name="T47" fmla="*/ 52899 h 271"/>
                            <a:gd name="T48" fmla="*/ 0 w 266"/>
                            <a:gd name="T49" fmla="*/ 43021 h 271"/>
                            <a:gd name="T50" fmla="*/ 1270 w 266"/>
                            <a:gd name="T51" fmla="*/ 28999 h 271"/>
                            <a:gd name="T52" fmla="*/ 4128 w 266"/>
                            <a:gd name="T53" fmla="*/ 21032 h 271"/>
                            <a:gd name="T54" fmla="*/ 7938 w 266"/>
                            <a:gd name="T55" fmla="*/ 14022 h 271"/>
                            <a:gd name="T56" fmla="*/ 13335 w 266"/>
                            <a:gd name="T57" fmla="*/ 8604 h 271"/>
                            <a:gd name="T58" fmla="*/ 20003 w 266"/>
                            <a:gd name="T59" fmla="*/ 4143 h 271"/>
                            <a:gd name="T60" fmla="*/ 28258 w 266"/>
                            <a:gd name="T61" fmla="*/ 1275 h 271"/>
                            <a:gd name="T62" fmla="*/ 36830 w 266"/>
                            <a:gd name="T63" fmla="*/ 0 h 271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</a:gdLst>
                          <a:ahLst/>
                          <a:cxnLst>
                            <a:cxn ang="T64">
                              <a:pos x="T0" y="T1"/>
                            </a:cxn>
                            <a:cxn ang="T65">
                              <a:pos x="T2" y="T3"/>
                            </a:cxn>
                            <a:cxn ang="T66">
                              <a:pos x="T4" y="T5"/>
                            </a:cxn>
                            <a:cxn ang="T67">
                              <a:pos x="T6" y="T7"/>
                            </a:cxn>
                            <a:cxn ang="T68">
                              <a:pos x="T8" y="T9"/>
                            </a:cxn>
                            <a:cxn ang="T69">
                              <a:pos x="T10" y="T11"/>
                            </a:cxn>
                            <a:cxn ang="T70">
                              <a:pos x="T12" y="T13"/>
                            </a:cxn>
                            <a:cxn ang="T71">
                              <a:pos x="T14" y="T15"/>
                            </a:cxn>
                            <a:cxn ang="T72">
                              <a:pos x="T16" y="T17"/>
                            </a:cxn>
                            <a:cxn ang="T73">
                              <a:pos x="T18" y="T19"/>
                            </a:cxn>
                            <a:cxn ang="T74">
                              <a:pos x="T20" y="T21"/>
                            </a:cxn>
                            <a:cxn ang="T75">
                              <a:pos x="T22" y="T23"/>
                            </a:cxn>
                            <a:cxn ang="T76">
                              <a:pos x="T24" y="T25"/>
                            </a:cxn>
                            <a:cxn ang="T77">
                              <a:pos x="T26" y="T27"/>
                            </a:cxn>
                            <a:cxn ang="T78">
                              <a:pos x="T28" y="T29"/>
                            </a:cxn>
                            <a:cxn ang="T79">
                              <a:pos x="T30" y="T31"/>
                            </a:cxn>
                            <a:cxn ang="T80">
                              <a:pos x="T32" y="T33"/>
                            </a:cxn>
                            <a:cxn ang="T81">
                              <a:pos x="T34" y="T35"/>
                            </a:cxn>
                            <a:cxn ang="T82">
                              <a:pos x="T36" y="T37"/>
                            </a:cxn>
                            <a:cxn ang="T83">
                              <a:pos x="T38" y="T39"/>
                            </a:cxn>
                            <a:cxn ang="T84">
                              <a:pos x="T40" y="T41"/>
                            </a:cxn>
                            <a:cxn ang="T85">
                              <a:pos x="T42" y="T43"/>
                            </a:cxn>
                            <a:cxn ang="T86">
                              <a:pos x="T44" y="T45"/>
                            </a:cxn>
                            <a:cxn ang="T87">
                              <a:pos x="T46" y="T47"/>
                            </a:cxn>
                            <a:cxn ang="T88">
                              <a:pos x="T48" y="T49"/>
                            </a:cxn>
                            <a:cxn ang="T89">
                              <a:pos x="T50" y="T51"/>
                            </a:cxn>
                            <a:cxn ang="T90">
                              <a:pos x="T52" y="T53"/>
                            </a:cxn>
                            <a:cxn ang="T91">
                              <a:pos x="T54" y="T55"/>
                            </a:cxn>
                            <a:cxn ang="T92">
                              <a:pos x="T56" y="T57"/>
                            </a:cxn>
                            <a:cxn ang="T93">
                              <a:pos x="T58" y="T59"/>
                            </a:cxn>
                            <a:cxn ang="T94">
                              <a:pos x="T60" y="T61"/>
                            </a:cxn>
                            <a:cxn ang="T95">
                              <a:pos x="T62" y="T63"/>
                            </a:cxn>
                          </a:cxnLst>
                          <a:rect l="0" t="0" r="r" b="b"/>
                          <a:pathLst>
                            <a:path w="266" h="271">
                              <a:moveTo>
                                <a:pt x="133" y="0"/>
                              </a:moveTo>
                              <a:lnTo>
                                <a:pt x="133" y="0"/>
                              </a:lnTo>
                              <a:lnTo>
                                <a:pt x="148" y="0"/>
                              </a:lnTo>
                              <a:lnTo>
                                <a:pt x="162" y="2"/>
                              </a:lnTo>
                              <a:lnTo>
                                <a:pt x="177" y="4"/>
                              </a:lnTo>
                              <a:lnTo>
                                <a:pt x="189" y="7"/>
                              </a:lnTo>
                              <a:lnTo>
                                <a:pt x="203" y="13"/>
                              </a:lnTo>
                              <a:lnTo>
                                <a:pt x="212" y="19"/>
                              </a:lnTo>
                              <a:lnTo>
                                <a:pt x="222" y="27"/>
                              </a:lnTo>
                              <a:lnTo>
                                <a:pt x="231" y="35"/>
                              </a:lnTo>
                              <a:lnTo>
                                <a:pt x="239" y="44"/>
                              </a:lnTo>
                              <a:lnTo>
                                <a:pt x="247" y="54"/>
                              </a:lnTo>
                              <a:lnTo>
                                <a:pt x="253" y="66"/>
                              </a:lnTo>
                              <a:lnTo>
                                <a:pt x="257" y="77"/>
                              </a:lnTo>
                              <a:lnTo>
                                <a:pt x="260" y="91"/>
                              </a:lnTo>
                              <a:lnTo>
                                <a:pt x="262" y="104"/>
                              </a:lnTo>
                              <a:lnTo>
                                <a:pt x="266" y="135"/>
                              </a:lnTo>
                              <a:lnTo>
                                <a:pt x="262" y="166"/>
                              </a:lnTo>
                              <a:lnTo>
                                <a:pt x="260" y="180"/>
                              </a:lnTo>
                              <a:lnTo>
                                <a:pt x="257" y="192"/>
                              </a:lnTo>
                              <a:lnTo>
                                <a:pt x="253" y="205"/>
                              </a:lnTo>
                              <a:lnTo>
                                <a:pt x="247" y="215"/>
                              </a:lnTo>
                              <a:lnTo>
                                <a:pt x="239" y="226"/>
                              </a:lnTo>
                              <a:lnTo>
                                <a:pt x="231" y="236"/>
                              </a:lnTo>
                              <a:lnTo>
                                <a:pt x="222" y="244"/>
                              </a:lnTo>
                              <a:lnTo>
                                <a:pt x="212" y="252"/>
                              </a:lnTo>
                              <a:lnTo>
                                <a:pt x="203" y="257"/>
                              </a:lnTo>
                              <a:lnTo>
                                <a:pt x="189" y="263"/>
                              </a:lnTo>
                              <a:lnTo>
                                <a:pt x="177" y="267"/>
                              </a:lnTo>
                              <a:lnTo>
                                <a:pt x="162" y="269"/>
                              </a:lnTo>
                              <a:lnTo>
                                <a:pt x="148" y="271"/>
                              </a:lnTo>
                              <a:lnTo>
                                <a:pt x="133" y="271"/>
                              </a:lnTo>
                              <a:lnTo>
                                <a:pt x="116" y="271"/>
                              </a:lnTo>
                              <a:lnTo>
                                <a:pt x="102" y="269"/>
                              </a:lnTo>
                              <a:lnTo>
                                <a:pt x="89" y="267"/>
                              </a:lnTo>
                              <a:lnTo>
                                <a:pt x="75" y="263"/>
                              </a:lnTo>
                              <a:lnTo>
                                <a:pt x="63" y="257"/>
                              </a:lnTo>
                              <a:lnTo>
                                <a:pt x="52" y="252"/>
                              </a:lnTo>
                              <a:lnTo>
                                <a:pt x="42" y="244"/>
                              </a:lnTo>
                              <a:lnTo>
                                <a:pt x="33" y="236"/>
                              </a:lnTo>
                              <a:lnTo>
                                <a:pt x="25" y="226"/>
                              </a:lnTo>
                              <a:lnTo>
                                <a:pt x="19" y="215"/>
                              </a:lnTo>
                              <a:lnTo>
                                <a:pt x="13" y="205"/>
                              </a:lnTo>
                              <a:lnTo>
                                <a:pt x="7" y="192"/>
                              </a:lnTo>
                              <a:lnTo>
                                <a:pt x="4" y="180"/>
                              </a:lnTo>
                              <a:lnTo>
                                <a:pt x="2" y="166"/>
                              </a:lnTo>
                              <a:lnTo>
                                <a:pt x="0" y="135"/>
                              </a:lnTo>
                              <a:lnTo>
                                <a:pt x="2" y="104"/>
                              </a:lnTo>
                              <a:lnTo>
                                <a:pt x="4" y="91"/>
                              </a:lnTo>
                              <a:lnTo>
                                <a:pt x="7" y="77"/>
                              </a:lnTo>
                              <a:lnTo>
                                <a:pt x="13" y="66"/>
                              </a:lnTo>
                              <a:lnTo>
                                <a:pt x="19" y="54"/>
                              </a:lnTo>
                              <a:lnTo>
                                <a:pt x="25" y="44"/>
                              </a:lnTo>
                              <a:lnTo>
                                <a:pt x="33" y="35"/>
                              </a:lnTo>
                              <a:lnTo>
                                <a:pt x="42" y="27"/>
                              </a:lnTo>
                              <a:lnTo>
                                <a:pt x="52" y="19"/>
                              </a:lnTo>
                              <a:lnTo>
                                <a:pt x="63" y="13"/>
                              </a:lnTo>
                              <a:lnTo>
                                <a:pt x="75" y="7"/>
                              </a:lnTo>
                              <a:lnTo>
                                <a:pt x="89" y="4"/>
                              </a:lnTo>
                              <a:lnTo>
                                <a:pt x="102" y="2"/>
                              </a:lnTo>
                              <a:lnTo>
                                <a:pt x="116" y="0"/>
                              </a:lnTo>
                              <a:lnTo>
                                <a:pt x="133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0"/>
                      <wps:cNvSpPr>
                        <a:spLocks/>
                      </wps:cNvSpPr>
                      <wps:spPr bwMode="auto">
                        <a:xfrm>
                          <a:off x="403856" y="129558"/>
                          <a:ext cx="37505" cy="53324"/>
                        </a:xfrm>
                        <a:custGeom>
                          <a:avLst/>
                          <a:gdLst>
                            <a:gd name="T0" fmla="*/ 19357 w 120"/>
                            <a:gd name="T1" fmla="*/ 53340 h 167"/>
                            <a:gd name="T2" fmla="*/ 19357 w 120"/>
                            <a:gd name="T3" fmla="*/ 53340 h 167"/>
                            <a:gd name="T4" fmla="*/ 23416 w 120"/>
                            <a:gd name="T5" fmla="*/ 53340 h 167"/>
                            <a:gd name="T6" fmla="*/ 27787 w 120"/>
                            <a:gd name="T7" fmla="*/ 51424 h 167"/>
                            <a:gd name="T8" fmla="*/ 30909 w 120"/>
                            <a:gd name="T9" fmla="*/ 48868 h 167"/>
                            <a:gd name="T10" fmla="*/ 33094 w 120"/>
                            <a:gd name="T11" fmla="*/ 45036 h 167"/>
                            <a:gd name="T12" fmla="*/ 34967 w 120"/>
                            <a:gd name="T13" fmla="*/ 41522 h 167"/>
                            <a:gd name="T14" fmla="*/ 36216 w 120"/>
                            <a:gd name="T15" fmla="*/ 36412 h 167"/>
                            <a:gd name="T16" fmla="*/ 36841 w 120"/>
                            <a:gd name="T17" fmla="*/ 31621 h 167"/>
                            <a:gd name="T18" fmla="*/ 37465 w 120"/>
                            <a:gd name="T19" fmla="*/ 26510 h 167"/>
                            <a:gd name="T20" fmla="*/ 37465 w 120"/>
                            <a:gd name="T21" fmla="*/ 26510 h 167"/>
                            <a:gd name="T22" fmla="*/ 36841 w 120"/>
                            <a:gd name="T23" fmla="*/ 21080 h 167"/>
                            <a:gd name="T24" fmla="*/ 36216 w 120"/>
                            <a:gd name="T25" fmla="*/ 15970 h 167"/>
                            <a:gd name="T26" fmla="*/ 34967 w 120"/>
                            <a:gd name="T27" fmla="*/ 11818 h 167"/>
                            <a:gd name="T28" fmla="*/ 33094 w 120"/>
                            <a:gd name="T29" fmla="*/ 7346 h 167"/>
                            <a:gd name="T30" fmla="*/ 30909 w 120"/>
                            <a:gd name="T31" fmla="*/ 4472 h 167"/>
                            <a:gd name="T32" fmla="*/ 27787 w 120"/>
                            <a:gd name="T33" fmla="*/ 1916 h 167"/>
                            <a:gd name="T34" fmla="*/ 23416 w 120"/>
                            <a:gd name="T35" fmla="*/ 0 h 167"/>
                            <a:gd name="T36" fmla="*/ 19357 w 120"/>
                            <a:gd name="T37" fmla="*/ 0 h 167"/>
                            <a:gd name="T38" fmla="*/ 19357 w 120"/>
                            <a:gd name="T39" fmla="*/ 0 h 167"/>
                            <a:gd name="T40" fmla="*/ 14674 w 120"/>
                            <a:gd name="T41" fmla="*/ 0 h 167"/>
                            <a:gd name="T42" fmla="*/ 10303 w 120"/>
                            <a:gd name="T43" fmla="*/ 1916 h 167"/>
                            <a:gd name="T44" fmla="*/ 7181 w 120"/>
                            <a:gd name="T45" fmla="*/ 4472 h 167"/>
                            <a:gd name="T46" fmla="*/ 4371 w 120"/>
                            <a:gd name="T47" fmla="*/ 7346 h 167"/>
                            <a:gd name="T48" fmla="*/ 2498 w 120"/>
                            <a:gd name="T49" fmla="*/ 11818 h 167"/>
                            <a:gd name="T50" fmla="*/ 1249 w 120"/>
                            <a:gd name="T51" fmla="*/ 15970 h 167"/>
                            <a:gd name="T52" fmla="*/ 624 w 120"/>
                            <a:gd name="T53" fmla="*/ 21080 h 167"/>
                            <a:gd name="T54" fmla="*/ 0 w 120"/>
                            <a:gd name="T55" fmla="*/ 26510 h 167"/>
                            <a:gd name="T56" fmla="*/ 0 w 120"/>
                            <a:gd name="T57" fmla="*/ 26510 h 167"/>
                            <a:gd name="T58" fmla="*/ 624 w 120"/>
                            <a:gd name="T59" fmla="*/ 31621 h 167"/>
                            <a:gd name="T60" fmla="*/ 1249 w 120"/>
                            <a:gd name="T61" fmla="*/ 36412 h 167"/>
                            <a:gd name="T62" fmla="*/ 2498 w 120"/>
                            <a:gd name="T63" fmla="*/ 41522 h 167"/>
                            <a:gd name="T64" fmla="*/ 4371 w 120"/>
                            <a:gd name="T65" fmla="*/ 45036 h 167"/>
                            <a:gd name="T66" fmla="*/ 7181 w 120"/>
                            <a:gd name="T67" fmla="*/ 48868 h 167"/>
                            <a:gd name="T68" fmla="*/ 10303 w 120"/>
                            <a:gd name="T69" fmla="*/ 51424 h 167"/>
                            <a:gd name="T70" fmla="*/ 14674 w 120"/>
                            <a:gd name="T71" fmla="*/ 53340 h 167"/>
                            <a:gd name="T72" fmla="*/ 19357 w 120"/>
                            <a:gd name="T73" fmla="*/ 53340 h 16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120" h="167">
                              <a:moveTo>
                                <a:pt x="62" y="167"/>
                              </a:moveTo>
                              <a:lnTo>
                                <a:pt x="62" y="167"/>
                              </a:lnTo>
                              <a:lnTo>
                                <a:pt x="75" y="167"/>
                              </a:lnTo>
                              <a:lnTo>
                                <a:pt x="89" y="161"/>
                              </a:lnTo>
                              <a:lnTo>
                                <a:pt x="99" y="153"/>
                              </a:lnTo>
                              <a:lnTo>
                                <a:pt x="106" y="141"/>
                              </a:lnTo>
                              <a:lnTo>
                                <a:pt x="112" y="130"/>
                              </a:lnTo>
                              <a:lnTo>
                                <a:pt x="116" y="114"/>
                              </a:lnTo>
                              <a:lnTo>
                                <a:pt x="118" y="99"/>
                              </a:lnTo>
                              <a:lnTo>
                                <a:pt x="120" y="83"/>
                              </a:lnTo>
                              <a:lnTo>
                                <a:pt x="118" y="66"/>
                              </a:lnTo>
                              <a:lnTo>
                                <a:pt x="116" y="50"/>
                              </a:lnTo>
                              <a:lnTo>
                                <a:pt x="112" y="37"/>
                              </a:lnTo>
                              <a:lnTo>
                                <a:pt x="106" y="23"/>
                              </a:lnTo>
                              <a:lnTo>
                                <a:pt x="99" y="14"/>
                              </a:lnTo>
                              <a:lnTo>
                                <a:pt x="89" y="6"/>
                              </a:lnTo>
                              <a:lnTo>
                                <a:pt x="75" y="0"/>
                              </a:lnTo>
                              <a:lnTo>
                                <a:pt x="62" y="0"/>
                              </a:lnTo>
                              <a:lnTo>
                                <a:pt x="47" y="0"/>
                              </a:lnTo>
                              <a:lnTo>
                                <a:pt x="33" y="6"/>
                              </a:lnTo>
                              <a:lnTo>
                                <a:pt x="23" y="14"/>
                              </a:lnTo>
                              <a:lnTo>
                                <a:pt x="14" y="23"/>
                              </a:lnTo>
                              <a:lnTo>
                                <a:pt x="8" y="37"/>
                              </a:lnTo>
                              <a:lnTo>
                                <a:pt x="4" y="50"/>
                              </a:lnTo>
                              <a:lnTo>
                                <a:pt x="2" y="66"/>
                              </a:lnTo>
                              <a:lnTo>
                                <a:pt x="0" y="83"/>
                              </a:lnTo>
                              <a:lnTo>
                                <a:pt x="2" y="99"/>
                              </a:lnTo>
                              <a:lnTo>
                                <a:pt x="4" y="114"/>
                              </a:lnTo>
                              <a:lnTo>
                                <a:pt x="8" y="130"/>
                              </a:lnTo>
                              <a:lnTo>
                                <a:pt x="14" y="141"/>
                              </a:lnTo>
                              <a:lnTo>
                                <a:pt x="23" y="153"/>
                              </a:lnTo>
                              <a:lnTo>
                                <a:pt x="33" y="161"/>
                              </a:lnTo>
                              <a:lnTo>
                                <a:pt x="47" y="167"/>
                              </a:lnTo>
                              <a:lnTo>
                                <a:pt x="62" y="167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01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02"/>
                      <wps:cNvSpPr>
                        <a:spLocks/>
                      </wps:cNvSpPr>
                      <wps:spPr bwMode="auto">
                        <a:xfrm>
                          <a:off x="291440" y="113051"/>
                          <a:ext cx="73710" cy="86339"/>
                        </a:xfrm>
                        <a:custGeom>
                          <a:avLst/>
                          <a:gdLst>
                            <a:gd name="T0" fmla="*/ 49107 w 231"/>
                            <a:gd name="T1" fmla="*/ 0 h 271"/>
                            <a:gd name="T2" fmla="*/ 61543 w 231"/>
                            <a:gd name="T3" fmla="*/ 637 h 271"/>
                            <a:gd name="T4" fmla="*/ 72066 w 231"/>
                            <a:gd name="T5" fmla="*/ 21988 h 271"/>
                            <a:gd name="T6" fmla="*/ 66326 w 231"/>
                            <a:gd name="T7" fmla="*/ 19758 h 271"/>
                            <a:gd name="T8" fmla="*/ 55165 w 231"/>
                            <a:gd name="T9" fmla="*/ 16571 h 271"/>
                            <a:gd name="T10" fmla="*/ 49744 w 231"/>
                            <a:gd name="T11" fmla="*/ 16571 h 271"/>
                            <a:gd name="T12" fmla="*/ 39222 w 231"/>
                            <a:gd name="T13" fmla="*/ 18483 h 271"/>
                            <a:gd name="T14" fmla="*/ 30612 w 231"/>
                            <a:gd name="T15" fmla="*/ 23900 h 271"/>
                            <a:gd name="T16" fmla="*/ 25191 w 231"/>
                            <a:gd name="T17" fmla="*/ 31867 h 271"/>
                            <a:gd name="T18" fmla="*/ 23278 w 231"/>
                            <a:gd name="T19" fmla="*/ 43021 h 271"/>
                            <a:gd name="T20" fmla="*/ 23916 w 231"/>
                            <a:gd name="T21" fmla="*/ 49394 h 271"/>
                            <a:gd name="T22" fmla="*/ 27742 w 231"/>
                            <a:gd name="T23" fmla="*/ 59273 h 271"/>
                            <a:gd name="T24" fmla="*/ 35714 w 231"/>
                            <a:gd name="T25" fmla="*/ 65965 h 271"/>
                            <a:gd name="T26" fmla="*/ 45599 w 231"/>
                            <a:gd name="T27" fmla="*/ 69789 h 271"/>
                            <a:gd name="T28" fmla="*/ 51658 w 231"/>
                            <a:gd name="T29" fmla="*/ 69789 h 271"/>
                            <a:gd name="T30" fmla="*/ 62818 w 231"/>
                            <a:gd name="T31" fmla="*/ 68514 h 271"/>
                            <a:gd name="T32" fmla="*/ 73341 w 231"/>
                            <a:gd name="T33" fmla="*/ 65328 h 271"/>
                            <a:gd name="T34" fmla="*/ 73660 w 231"/>
                            <a:gd name="T35" fmla="*/ 82536 h 271"/>
                            <a:gd name="T36" fmla="*/ 63456 w 231"/>
                            <a:gd name="T37" fmla="*/ 85723 h 271"/>
                            <a:gd name="T38" fmla="*/ 49107 w 231"/>
                            <a:gd name="T39" fmla="*/ 86360 h 271"/>
                            <a:gd name="T40" fmla="*/ 40497 w 231"/>
                            <a:gd name="T41" fmla="*/ 86360 h 271"/>
                            <a:gd name="T42" fmla="*/ 27742 w 231"/>
                            <a:gd name="T43" fmla="*/ 83173 h 271"/>
                            <a:gd name="T44" fmla="*/ 19451 w 231"/>
                            <a:gd name="T45" fmla="*/ 79668 h 271"/>
                            <a:gd name="T46" fmla="*/ 12755 w 231"/>
                            <a:gd name="T47" fmla="*/ 73932 h 271"/>
                            <a:gd name="T48" fmla="*/ 6696 w 231"/>
                            <a:gd name="T49" fmla="*/ 67877 h 271"/>
                            <a:gd name="T50" fmla="*/ 2232 w 231"/>
                            <a:gd name="T51" fmla="*/ 59273 h 271"/>
                            <a:gd name="T52" fmla="*/ 638 w 231"/>
                            <a:gd name="T53" fmla="*/ 48757 h 271"/>
                            <a:gd name="T54" fmla="*/ 0 w 231"/>
                            <a:gd name="T55" fmla="*/ 43021 h 271"/>
                            <a:gd name="T56" fmla="*/ 957 w 231"/>
                            <a:gd name="T57" fmla="*/ 32505 h 271"/>
                            <a:gd name="T58" fmla="*/ 3508 w 231"/>
                            <a:gd name="T59" fmla="*/ 23900 h 271"/>
                            <a:gd name="T60" fmla="*/ 8610 w 231"/>
                            <a:gd name="T61" fmla="*/ 16571 h 271"/>
                            <a:gd name="T62" fmla="*/ 14030 w 231"/>
                            <a:gd name="T63" fmla="*/ 10516 h 271"/>
                            <a:gd name="T64" fmla="*/ 21365 w 231"/>
                            <a:gd name="T65" fmla="*/ 5417 h 271"/>
                            <a:gd name="T66" fmla="*/ 29336 w 231"/>
                            <a:gd name="T67" fmla="*/ 2231 h 271"/>
                            <a:gd name="T68" fmla="*/ 38584 w 231"/>
                            <a:gd name="T69" fmla="*/ 637 h 271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</a:gdLst>
                          <a:ahLst/>
                          <a:cxnLst>
                            <a:cxn ang="T70">
                              <a:pos x="T0" y="T1"/>
                            </a:cxn>
                            <a:cxn ang="T71">
                              <a:pos x="T2" y="T3"/>
                            </a:cxn>
                            <a:cxn ang="T72">
                              <a:pos x="T4" y="T5"/>
                            </a:cxn>
                            <a:cxn ang="T73">
                              <a:pos x="T6" y="T7"/>
                            </a:cxn>
                            <a:cxn ang="T74">
                              <a:pos x="T8" y="T9"/>
                            </a:cxn>
                            <a:cxn ang="T75">
                              <a:pos x="T10" y="T11"/>
                            </a:cxn>
                            <a:cxn ang="T76">
                              <a:pos x="T12" y="T13"/>
                            </a:cxn>
                            <a:cxn ang="T77">
                              <a:pos x="T14" y="T15"/>
                            </a:cxn>
                            <a:cxn ang="T78">
                              <a:pos x="T16" y="T17"/>
                            </a:cxn>
                            <a:cxn ang="T79">
                              <a:pos x="T18" y="T19"/>
                            </a:cxn>
                            <a:cxn ang="T80">
                              <a:pos x="T20" y="T21"/>
                            </a:cxn>
                            <a:cxn ang="T81">
                              <a:pos x="T22" y="T23"/>
                            </a:cxn>
                            <a:cxn ang="T82">
                              <a:pos x="T24" y="T25"/>
                            </a:cxn>
                            <a:cxn ang="T83">
                              <a:pos x="T26" y="T27"/>
                            </a:cxn>
                            <a:cxn ang="T84">
                              <a:pos x="T28" y="T29"/>
                            </a:cxn>
                            <a:cxn ang="T85">
                              <a:pos x="T30" y="T31"/>
                            </a:cxn>
                            <a:cxn ang="T86">
                              <a:pos x="T32" y="T33"/>
                            </a:cxn>
                            <a:cxn ang="T87">
                              <a:pos x="T34" y="T35"/>
                            </a:cxn>
                            <a:cxn ang="T88">
                              <a:pos x="T36" y="T37"/>
                            </a:cxn>
                            <a:cxn ang="T89">
                              <a:pos x="T38" y="T39"/>
                            </a:cxn>
                            <a:cxn ang="T90">
                              <a:pos x="T40" y="T41"/>
                            </a:cxn>
                            <a:cxn ang="T91">
                              <a:pos x="T42" y="T43"/>
                            </a:cxn>
                            <a:cxn ang="T92">
                              <a:pos x="T44" y="T45"/>
                            </a:cxn>
                            <a:cxn ang="T93">
                              <a:pos x="T46" y="T47"/>
                            </a:cxn>
                            <a:cxn ang="T94">
                              <a:pos x="T48" y="T49"/>
                            </a:cxn>
                            <a:cxn ang="T95">
                              <a:pos x="T50" y="T51"/>
                            </a:cxn>
                            <a:cxn ang="T96">
                              <a:pos x="T52" y="T53"/>
                            </a:cxn>
                            <a:cxn ang="T97">
                              <a:pos x="T54" y="T55"/>
                            </a:cxn>
                            <a:cxn ang="T98">
                              <a:pos x="T56" y="T57"/>
                            </a:cxn>
                            <a:cxn ang="T99">
                              <a:pos x="T58" y="T59"/>
                            </a:cxn>
                            <a:cxn ang="T100">
                              <a:pos x="T60" y="T61"/>
                            </a:cxn>
                            <a:cxn ang="T101">
                              <a:pos x="T62" y="T63"/>
                            </a:cxn>
                            <a:cxn ang="T102">
                              <a:pos x="T64" y="T65"/>
                            </a:cxn>
                            <a:cxn ang="T103">
                              <a:pos x="T66" y="T67"/>
                            </a:cxn>
                            <a:cxn ang="T104">
                              <a:pos x="T68" y="T69"/>
                            </a:cxn>
                          </a:cxnLst>
                          <a:rect l="0" t="0" r="r" b="b"/>
                          <a:pathLst>
                            <a:path w="231" h="271">
                              <a:moveTo>
                                <a:pt x="154" y="0"/>
                              </a:moveTo>
                              <a:lnTo>
                                <a:pt x="154" y="0"/>
                              </a:lnTo>
                              <a:lnTo>
                                <a:pt x="173" y="0"/>
                              </a:lnTo>
                              <a:lnTo>
                                <a:pt x="193" y="2"/>
                              </a:lnTo>
                              <a:lnTo>
                                <a:pt x="231" y="11"/>
                              </a:lnTo>
                              <a:lnTo>
                                <a:pt x="226" y="69"/>
                              </a:lnTo>
                              <a:lnTo>
                                <a:pt x="208" y="62"/>
                              </a:lnTo>
                              <a:lnTo>
                                <a:pt x="191" y="56"/>
                              </a:lnTo>
                              <a:lnTo>
                                <a:pt x="173" y="52"/>
                              </a:lnTo>
                              <a:lnTo>
                                <a:pt x="156" y="52"/>
                              </a:lnTo>
                              <a:lnTo>
                                <a:pt x="139" y="52"/>
                              </a:lnTo>
                              <a:lnTo>
                                <a:pt x="123" y="58"/>
                              </a:lnTo>
                              <a:lnTo>
                                <a:pt x="108" y="66"/>
                              </a:lnTo>
                              <a:lnTo>
                                <a:pt x="96" y="75"/>
                              </a:lnTo>
                              <a:lnTo>
                                <a:pt x="87" y="87"/>
                              </a:lnTo>
                              <a:lnTo>
                                <a:pt x="79" y="100"/>
                              </a:lnTo>
                              <a:lnTo>
                                <a:pt x="75" y="118"/>
                              </a:lnTo>
                              <a:lnTo>
                                <a:pt x="73" y="135"/>
                              </a:lnTo>
                              <a:lnTo>
                                <a:pt x="75" y="155"/>
                              </a:lnTo>
                              <a:lnTo>
                                <a:pt x="79" y="170"/>
                              </a:lnTo>
                              <a:lnTo>
                                <a:pt x="87" y="186"/>
                              </a:lnTo>
                              <a:lnTo>
                                <a:pt x="98" y="197"/>
                              </a:lnTo>
                              <a:lnTo>
                                <a:pt x="112" y="207"/>
                              </a:lnTo>
                              <a:lnTo>
                                <a:pt x="127" y="213"/>
                              </a:lnTo>
                              <a:lnTo>
                                <a:pt x="143" y="219"/>
                              </a:lnTo>
                              <a:lnTo>
                                <a:pt x="162" y="219"/>
                              </a:lnTo>
                              <a:lnTo>
                                <a:pt x="179" y="219"/>
                              </a:lnTo>
                              <a:lnTo>
                                <a:pt x="197" y="215"/>
                              </a:lnTo>
                              <a:lnTo>
                                <a:pt x="214" y="211"/>
                              </a:lnTo>
                              <a:lnTo>
                                <a:pt x="230" y="205"/>
                              </a:lnTo>
                              <a:lnTo>
                                <a:pt x="231" y="259"/>
                              </a:lnTo>
                              <a:lnTo>
                                <a:pt x="216" y="265"/>
                              </a:lnTo>
                              <a:lnTo>
                                <a:pt x="199" y="269"/>
                              </a:lnTo>
                              <a:lnTo>
                                <a:pt x="177" y="271"/>
                              </a:lnTo>
                              <a:lnTo>
                                <a:pt x="154" y="271"/>
                              </a:lnTo>
                              <a:lnTo>
                                <a:pt x="127" y="271"/>
                              </a:lnTo>
                              <a:lnTo>
                                <a:pt x="100" y="265"/>
                              </a:lnTo>
                              <a:lnTo>
                                <a:pt x="87" y="261"/>
                              </a:lnTo>
                              <a:lnTo>
                                <a:pt x="73" y="255"/>
                              </a:lnTo>
                              <a:lnTo>
                                <a:pt x="61" y="250"/>
                              </a:lnTo>
                              <a:lnTo>
                                <a:pt x="50" y="242"/>
                              </a:lnTo>
                              <a:lnTo>
                                <a:pt x="40" y="232"/>
                              </a:lnTo>
                              <a:lnTo>
                                <a:pt x="31" y="223"/>
                              </a:lnTo>
                              <a:lnTo>
                                <a:pt x="21" y="213"/>
                              </a:lnTo>
                              <a:lnTo>
                                <a:pt x="13" y="199"/>
                              </a:lnTo>
                              <a:lnTo>
                                <a:pt x="7" y="186"/>
                              </a:lnTo>
                              <a:lnTo>
                                <a:pt x="3" y="170"/>
                              </a:lnTo>
                              <a:lnTo>
                                <a:pt x="2" y="153"/>
                              </a:lnTo>
                              <a:lnTo>
                                <a:pt x="0" y="135"/>
                              </a:lnTo>
                              <a:lnTo>
                                <a:pt x="2" y="118"/>
                              </a:lnTo>
                              <a:lnTo>
                                <a:pt x="3" y="102"/>
                              </a:lnTo>
                              <a:lnTo>
                                <a:pt x="7" y="89"/>
                              </a:lnTo>
                              <a:lnTo>
                                <a:pt x="11" y="75"/>
                              </a:lnTo>
                              <a:lnTo>
                                <a:pt x="19" y="62"/>
                              </a:lnTo>
                              <a:lnTo>
                                <a:pt x="27" y="52"/>
                              </a:lnTo>
                              <a:lnTo>
                                <a:pt x="34" y="40"/>
                              </a:lnTo>
                              <a:lnTo>
                                <a:pt x="44" y="33"/>
                              </a:lnTo>
                              <a:lnTo>
                                <a:pt x="56" y="25"/>
                              </a:lnTo>
                              <a:lnTo>
                                <a:pt x="67" y="17"/>
                              </a:lnTo>
                              <a:lnTo>
                                <a:pt x="79" y="11"/>
                              </a:lnTo>
                              <a:lnTo>
                                <a:pt x="92" y="7"/>
                              </a:lnTo>
                              <a:lnTo>
                                <a:pt x="108" y="4"/>
                              </a:lnTo>
                              <a:lnTo>
                                <a:pt x="121" y="2"/>
                              </a:lnTo>
                              <a:lnTo>
                                <a:pt x="154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03"/>
                      <wps:cNvSpPr>
                        <a:spLocks/>
                      </wps:cNvSpPr>
                      <wps:spPr bwMode="auto">
                        <a:xfrm>
                          <a:off x="213930" y="113651"/>
                          <a:ext cx="60408" cy="85138"/>
                        </a:xfrm>
                        <a:custGeom>
                          <a:avLst/>
                          <a:gdLst>
                            <a:gd name="T0" fmla="*/ 0 w 190"/>
                            <a:gd name="T1" fmla="*/ 0 h 267"/>
                            <a:gd name="T2" fmla="*/ 59055 w 190"/>
                            <a:gd name="T3" fmla="*/ 0 h 267"/>
                            <a:gd name="T4" fmla="*/ 59055 w 190"/>
                            <a:gd name="T5" fmla="*/ 15934 h 267"/>
                            <a:gd name="T6" fmla="*/ 21590 w 190"/>
                            <a:gd name="T7" fmla="*/ 15934 h 267"/>
                            <a:gd name="T8" fmla="*/ 21590 w 190"/>
                            <a:gd name="T9" fmla="*/ 33144 h 267"/>
                            <a:gd name="T10" fmla="*/ 56515 w 190"/>
                            <a:gd name="T11" fmla="*/ 33144 h 267"/>
                            <a:gd name="T12" fmla="*/ 56515 w 190"/>
                            <a:gd name="T13" fmla="*/ 50034 h 267"/>
                            <a:gd name="T14" fmla="*/ 21590 w 190"/>
                            <a:gd name="T15" fmla="*/ 50034 h 267"/>
                            <a:gd name="T16" fmla="*/ 21590 w 190"/>
                            <a:gd name="T17" fmla="*/ 68518 h 267"/>
                            <a:gd name="T18" fmla="*/ 60325 w 190"/>
                            <a:gd name="T19" fmla="*/ 68518 h 267"/>
                            <a:gd name="T20" fmla="*/ 60325 w 190"/>
                            <a:gd name="T21" fmla="*/ 85090 h 267"/>
                            <a:gd name="T22" fmla="*/ 0 w 190"/>
                            <a:gd name="T23" fmla="*/ 85090 h 267"/>
                            <a:gd name="T24" fmla="*/ 0 w 190"/>
                            <a:gd name="T25" fmla="*/ 0 h 267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</a:gdLst>
                          <a:ahLst/>
                          <a:cxnLst>
                            <a:cxn ang="T26">
                              <a:pos x="T0" y="T1"/>
                            </a:cxn>
                            <a:cxn ang="T27">
                              <a:pos x="T2" y="T3"/>
                            </a:cxn>
                            <a:cxn ang="T28">
                              <a:pos x="T4" y="T5"/>
                            </a:cxn>
                            <a:cxn ang="T29">
                              <a:pos x="T6" y="T7"/>
                            </a:cxn>
                            <a:cxn ang="T30">
                              <a:pos x="T8" y="T9"/>
                            </a:cxn>
                            <a:cxn ang="T31">
                              <a:pos x="T10" y="T11"/>
                            </a:cxn>
                            <a:cxn ang="T32">
                              <a:pos x="T12" y="T13"/>
                            </a:cxn>
                            <a:cxn ang="T33">
                              <a:pos x="T14" y="T15"/>
                            </a:cxn>
                            <a:cxn ang="T34">
                              <a:pos x="T16" y="T17"/>
                            </a:cxn>
                            <a:cxn ang="T35">
                              <a:pos x="T18" y="T19"/>
                            </a:cxn>
                            <a:cxn ang="T36">
                              <a:pos x="T20" y="T21"/>
                            </a:cxn>
                            <a:cxn ang="T37">
                              <a:pos x="T22" y="T23"/>
                            </a:cxn>
                            <a:cxn ang="T38">
                              <a:pos x="T24" y="T25"/>
                            </a:cxn>
                          </a:cxnLst>
                          <a:rect l="0" t="0" r="r" b="b"/>
                          <a:pathLst>
                            <a:path w="190" h="267">
                              <a:moveTo>
                                <a:pt x="0" y="0"/>
                              </a:moveTo>
                              <a:lnTo>
                                <a:pt x="186" y="0"/>
                              </a:lnTo>
                              <a:lnTo>
                                <a:pt x="186" y="50"/>
                              </a:lnTo>
                              <a:lnTo>
                                <a:pt x="68" y="50"/>
                              </a:lnTo>
                              <a:lnTo>
                                <a:pt x="68" y="104"/>
                              </a:lnTo>
                              <a:lnTo>
                                <a:pt x="178" y="104"/>
                              </a:lnTo>
                              <a:lnTo>
                                <a:pt x="178" y="157"/>
                              </a:lnTo>
                              <a:lnTo>
                                <a:pt x="68" y="157"/>
                              </a:lnTo>
                              <a:lnTo>
                                <a:pt x="68" y="215"/>
                              </a:lnTo>
                              <a:lnTo>
                                <a:pt x="190" y="215"/>
                              </a:lnTo>
                              <a:lnTo>
                                <a:pt x="190" y="267"/>
                              </a:lnTo>
                              <a:lnTo>
                                <a:pt x="0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04"/>
                      <wps:cNvSpPr>
                        <a:spLocks/>
                      </wps:cNvSpPr>
                      <wps:spPr bwMode="auto">
                        <a:xfrm>
                          <a:off x="78711" y="113651"/>
                          <a:ext cx="118116" cy="85138"/>
                        </a:xfrm>
                        <a:custGeom>
                          <a:avLst/>
                          <a:gdLst>
                            <a:gd name="T0" fmla="*/ 0 w 373"/>
                            <a:gd name="T1" fmla="*/ 0 h 267"/>
                            <a:gd name="T2" fmla="*/ 22799 w 373"/>
                            <a:gd name="T3" fmla="*/ 0 h 267"/>
                            <a:gd name="T4" fmla="*/ 33248 w 373"/>
                            <a:gd name="T5" fmla="*/ 64694 h 267"/>
                            <a:gd name="T6" fmla="*/ 33881 w 373"/>
                            <a:gd name="T7" fmla="*/ 64694 h 267"/>
                            <a:gd name="T8" fmla="*/ 44647 w 373"/>
                            <a:gd name="T9" fmla="*/ 0 h 267"/>
                            <a:gd name="T10" fmla="*/ 73463 w 373"/>
                            <a:gd name="T11" fmla="*/ 0 h 267"/>
                            <a:gd name="T12" fmla="*/ 85179 w 373"/>
                            <a:gd name="T13" fmla="*/ 64694 h 267"/>
                            <a:gd name="T14" fmla="*/ 96261 w 373"/>
                            <a:gd name="T15" fmla="*/ 0 h 267"/>
                            <a:gd name="T16" fmla="*/ 118110 w 373"/>
                            <a:gd name="T17" fmla="*/ 0 h 267"/>
                            <a:gd name="T18" fmla="*/ 98478 w 373"/>
                            <a:gd name="T19" fmla="*/ 85090 h 267"/>
                            <a:gd name="T20" fmla="*/ 70296 w 373"/>
                            <a:gd name="T21" fmla="*/ 85090 h 267"/>
                            <a:gd name="T22" fmla="*/ 58897 w 373"/>
                            <a:gd name="T23" fmla="*/ 19759 h 267"/>
                            <a:gd name="T24" fmla="*/ 47814 w 373"/>
                            <a:gd name="T25" fmla="*/ 85090 h 267"/>
                            <a:gd name="T26" fmla="*/ 18366 w 373"/>
                            <a:gd name="T27" fmla="*/ 85090 h 267"/>
                            <a:gd name="T28" fmla="*/ 0 w 373"/>
                            <a:gd name="T29" fmla="*/ 0 h 267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373" h="267">
                              <a:moveTo>
                                <a:pt x="0" y="0"/>
                              </a:moveTo>
                              <a:lnTo>
                                <a:pt x="72" y="0"/>
                              </a:lnTo>
                              <a:lnTo>
                                <a:pt x="105" y="203"/>
                              </a:lnTo>
                              <a:lnTo>
                                <a:pt x="107" y="203"/>
                              </a:lnTo>
                              <a:lnTo>
                                <a:pt x="141" y="0"/>
                              </a:lnTo>
                              <a:lnTo>
                                <a:pt x="232" y="0"/>
                              </a:lnTo>
                              <a:lnTo>
                                <a:pt x="269" y="203"/>
                              </a:lnTo>
                              <a:lnTo>
                                <a:pt x="304" y="0"/>
                              </a:lnTo>
                              <a:lnTo>
                                <a:pt x="373" y="0"/>
                              </a:lnTo>
                              <a:lnTo>
                                <a:pt x="311" y="267"/>
                              </a:lnTo>
                              <a:lnTo>
                                <a:pt x="222" y="267"/>
                              </a:lnTo>
                              <a:lnTo>
                                <a:pt x="186" y="62"/>
                              </a:lnTo>
                              <a:lnTo>
                                <a:pt x="151" y="267"/>
                              </a:lnTo>
                              <a:lnTo>
                                <a:pt x="58" y="26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05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06"/>
                      <wps:cNvSpPr>
                        <a:spLocks/>
                      </wps:cNvSpPr>
                      <wps:spPr bwMode="auto">
                        <a:xfrm>
                          <a:off x="0" y="113051"/>
                          <a:ext cx="63509" cy="86339"/>
                        </a:xfrm>
                        <a:custGeom>
                          <a:avLst/>
                          <a:gdLst>
                            <a:gd name="T0" fmla="*/ 36647 w 201"/>
                            <a:gd name="T1" fmla="*/ 0 h 271"/>
                            <a:gd name="T2" fmla="*/ 53706 w 201"/>
                            <a:gd name="T3" fmla="*/ 1275 h 271"/>
                            <a:gd name="T4" fmla="*/ 56866 w 201"/>
                            <a:gd name="T5" fmla="*/ 20395 h 271"/>
                            <a:gd name="T6" fmla="*/ 52443 w 201"/>
                            <a:gd name="T7" fmla="*/ 18483 h 271"/>
                            <a:gd name="T8" fmla="*/ 43281 w 201"/>
                            <a:gd name="T9" fmla="*/ 16571 h 271"/>
                            <a:gd name="T10" fmla="*/ 38542 w 201"/>
                            <a:gd name="T11" fmla="*/ 16571 h 271"/>
                            <a:gd name="T12" fmla="*/ 28749 w 201"/>
                            <a:gd name="T13" fmla="*/ 17208 h 271"/>
                            <a:gd name="T14" fmla="*/ 24326 w 201"/>
                            <a:gd name="T15" fmla="*/ 19758 h 271"/>
                            <a:gd name="T16" fmla="*/ 23062 w 201"/>
                            <a:gd name="T17" fmla="*/ 23900 h 271"/>
                            <a:gd name="T18" fmla="*/ 23062 w 201"/>
                            <a:gd name="T19" fmla="*/ 25812 h 271"/>
                            <a:gd name="T20" fmla="*/ 26853 w 201"/>
                            <a:gd name="T21" fmla="*/ 29636 h 271"/>
                            <a:gd name="T22" fmla="*/ 36015 w 201"/>
                            <a:gd name="T23" fmla="*/ 32505 h 271"/>
                            <a:gd name="T24" fmla="*/ 50547 w 201"/>
                            <a:gd name="T25" fmla="*/ 38241 h 271"/>
                            <a:gd name="T26" fmla="*/ 56866 w 201"/>
                            <a:gd name="T27" fmla="*/ 42383 h 271"/>
                            <a:gd name="T28" fmla="*/ 61604 w 201"/>
                            <a:gd name="T29" fmla="*/ 49394 h 271"/>
                            <a:gd name="T30" fmla="*/ 63500 w 201"/>
                            <a:gd name="T31" fmla="*/ 58636 h 271"/>
                            <a:gd name="T32" fmla="*/ 62868 w 201"/>
                            <a:gd name="T33" fmla="*/ 62778 h 271"/>
                            <a:gd name="T34" fmla="*/ 61604 w 201"/>
                            <a:gd name="T35" fmla="*/ 69789 h 271"/>
                            <a:gd name="T36" fmla="*/ 58445 w 201"/>
                            <a:gd name="T37" fmla="*/ 75206 h 271"/>
                            <a:gd name="T38" fmla="*/ 54338 w 201"/>
                            <a:gd name="T39" fmla="*/ 79668 h 271"/>
                            <a:gd name="T40" fmla="*/ 46440 w 201"/>
                            <a:gd name="T41" fmla="*/ 83811 h 271"/>
                            <a:gd name="T42" fmla="*/ 32856 w 201"/>
                            <a:gd name="T43" fmla="*/ 86360 h 271"/>
                            <a:gd name="T44" fmla="*/ 25590 w 201"/>
                            <a:gd name="T45" fmla="*/ 86360 h 271"/>
                            <a:gd name="T46" fmla="*/ 13585 w 201"/>
                            <a:gd name="T47" fmla="*/ 85723 h 271"/>
                            <a:gd name="T48" fmla="*/ 1264 w 201"/>
                            <a:gd name="T49" fmla="*/ 82536 h 271"/>
                            <a:gd name="T50" fmla="*/ 3159 w 201"/>
                            <a:gd name="T51" fmla="*/ 64053 h 271"/>
                            <a:gd name="T52" fmla="*/ 13585 w 201"/>
                            <a:gd name="T53" fmla="*/ 68514 h 271"/>
                            <a:gd name="T54" fmla="*/ 25590 w 201"/>
                            <a:gd name="T55" fmla="*/ 69789 h 271"/>
                            <a:gd name="T56" fmla="*/ 31276 w 201"/>
                            <a:gd name="T57" fmla="*/ 69789 h 271"/>
                            <a:gd name="T58" fmla="*/ 37279 w 201"/>
                            <a:gd name="T59" fmla="*/ 67240 h 271"/>
                            <a:gd name="T60" fmla="*/ 39174 w 201"/>
                            <a:gd name="T61" fmla="*/ 64053 h 271"/>
                            <a:gd name="T62" fmla="*/ 39806 w 201"/>
                            <a:gd name="T63" fmla="*/ 61504 h 271"/>
                            <a:gd name="T64" fmla="*/ 37910 w 201"/>
                            <a:gd name="T65" fmla="*/ 56724 h 271"/>
                            <a:gd name="T66" fmla="*/ 33488 w 201"/>
                            <a:gd name="T67" fmla="*/ 53537 h 271"/>
                            <a:gd name="T68" fmla="*/ 20219 w 201"/>
                            <a:gd name="T69" fmla="*/ 49394 h 271"/>
                            <a:gd name="T70" fmla="*/ 9162 w 201"/>
                            <a:gd name="T71" fmla="*/ 44295 h 271"/>
                            <a:gd name="T72" fmla="*/ 3791 w 201"/>
                            <a:gd name="T73" fmla="*/ 38878 h 271"/>
                            <a:gd name="T74" fmla="*/ 632 w 201"/>
                            <a:gd name="T75" fmla="*/ 30911 h 271"/>
                            <a:gd name="T76" fmla="*/ 0 w 201"/>
                            <a:gd name="T77" fmla="*/ 25812 h 271"/>
                            <a:gd name="T78" fmla="*/ 1264 w 201"/>
                            <a:gd name="T79" fmla="*/ 18483 h 271"/>
                            <a:gd name="T80" fmla="*/ 3791 w 201"/>
                            <a:gd name="T81" fmla="*/ 12747 h 271"/>
                            <a:gd name="T82" fmla="*/ 7266 w 201"/>
                            <a:gd name="T83" fmla="*/ 8604 h 271"/>
                            <a:gd name="T84" fmla="*/ 17692 w 201"/>
                            <a:gd name="T85" fmla="*/ 2231 h 271"/>
                            <a:gd name="T86" fmla="*/ 30644 w 201"/>
                            <a:gd name="T87" fmla="*/ 0 h 271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201" h="271">
                              <a:moveTo>
                                <a:pt x="116" y="0"/>
                              </a:moveTo>
                              <a:lnTo>
                                <a:pt x="116" y="0"/>
                              </a:lnTo>
                              <a:lnTo>
                                <a:pt x="153" y="2"/>
                              </a:lnTo>
                              <a:lnTo>
                                <a:pt x="170" y="4"/>
                              </a:lnTo>
                              <a:lnTo>
                                <a:pt x="185" y="7"/>
                              </a:lnTo>
                              <a:lnTo>
                                <a:pt x="180" y="64"/>
                              </a:lnTo>
                              <a:lnTo>
                                <a:pt x="166" y="58"/>
                              </a:lnTo>
                              <a:lnTo>
                                <a:pt x="153" y="54"/>
                              </a:lnTo>
                              <a:lnTo>
                                <a:pt x="137" y="52"/>
                              </a:lnTo>
                              <a:lnTo>
                                <a:pt x="122" y="52"/>
                              </a:lnTo>
                              <a:lnTo>
                                <a:pt x="106" y="52"/>
                              </a:lnTo>
                              <a:lnTo>
                                <a:pt x="91" y="54"/>
                              </a:lnTo>
                              <a:lnTo>
                                <a:pt x="83" y="56"/>
                              </a:lnTo>
                              <a:lnTo>
                                <a:pt x="77" y="62"/>
                              </a:lnTo>
                              <a:lnTo>
                                <a:pt x="73" y="67"/>
                              </a:lnTo>
                              <a:lnTo>
                                <a:pt x="73" y="75"/>
                              </a:lnTo>
                              <a:lnTo>
                                <a:pt x="73" y="81"/>
                              </a:lnTo>
                              <a:lnTo>
                                <a:pt x="79" y="87"/>
                              </a:lnTo>
                              <a:lnTo>
                                <a:pt x="85" y="93"/>
                              </a:lnTo>
                              <a:lnTo>
                                <a:pt x="93" y="97"/>
                              </a:lnTo>
                              <a:lnTo>
                                <a:pt x="114" y="102"/>
                              </a:lnTo>
                              <a:lnTo>
                                <a:pt x="137" y="110"/>
                              </a:lnTo>
                              <a:lnTo>
                                <a:pt x="160" y="120"/>
                              </a:lnTo>
                              <a:lnTo>
                                <a:pt x="170" y="126"/>
                              </a:lnTo>
                              <a:lnTo>
                                <a:pt x="180" y="133"/>
                              </a:lnTo>
                              <a:lnTo>
                                <a:pt x="189" y="143"/>
                              </a:lnTo>
                              <a:lnTo>
                                <a:pt x="195" y="155"/>
                              </a:lnTo>
                              <a:lnTo>
                                <a:pt x="199" y="168"/>
                              </a:lnTo>
                              <a:lnTo>
                                <a:pt x="201" y="184"/>
                              </a:lnTo>
                              <a:lnTo>
                                <a:pt x="199" y="197"/>
                              </a:lnTo>
                              <a:lnTo>
                                <a:pt x="197" y="209"/>
                              </a:lnTo>
                              <a:lnTo>
                                <a:pt x="195" y="219"/>
                              </a:lnTo>
                              <a:lnTo>
                                <a:pt x="191" y="228"/>
                              </a:lnTo>
                              <a:lnTo>
                                <a:pt x="185" y="236"/>
                              </a:lnTo>
                              <a:lnTo>
                                <a:pt x="180" y="244"/>
                              </a:lnTo>
                              <a:lnTo>
                                <a:pt x="172" y="250"/>
                              </a:lnTo>
                              <a:lnTo>
                                <a:pt x="164" y="254"/>
                              </a:lnTo>
                              <a:lnTo>
                                <a:pt x="147" y="263"/>
                              </a:lnTo>
                              <a:lnTo>
                                <a:pt x="126" y="267"/>
                              </a:lnTo>
                              <a:lnTo>
                                <a:pt x="104" y="271"/>
                              </a:lnTo>
                              <a:lnTo>
                                <a:pt x="81" y="271"/>
                              </a:lnTo>
                              <a:lnTo>
                                <a:pt x="64" y="271"/>
                              </a:lnTo>
                              <a:lnTo>
                                <a:pt x="43" y="269"/>
                              </a:lnTo>
                              <a:lnTo>
                                <a:pt x="21" y="265"/>
                              </a:lnTo>
                              <a:lnTo>
                                <a:pt x="4" y="259"/>
                              </a:lnTo>
                              <a:lnTo>
                                <a:pt x="10" y="201"/>
                              </a:lnTo>
                              <a:lnTo>
                                <a:pt x="25" y="209"/>
                              </a:lnTo>
                              <a:lnTo>
                                <a:pt x="43" y="215"/>
                              </a:lnTo>
                              <a:lnTo>
                                <a:pt x="62" y="219"/>
                              </a:lnTo>
                              <a:lnTo>
                                <a:pt x="81" y="219"/>
                              </a:lnTo>
                              <a:lnTo>
                                <a:pt x="99" y="219"/>
                              </a:lnTo>
                              <a:lnTo>
                                <a:pt x="112" y="215"/>
                              </a:lnTo>
                              <a:lnTo>
                                <a:pt x="118" y="211"/>
                              </a:lnTo>
                              <a:lnTo>
                                <a:pt x="122" y="205"/>
                              </a:lnTo>
                              <a:lnTo>
                                <a:pt x="124" y="201"/>
                              </a:lnTo>
                              <a:lnTo>
                                <a:pt x="126" y="193"/>
                              </a:lnTo>
                              <a:lnTo>
                                <a:pt x="124" y="186"/>
                              </a:lnTo>
                              <a:lnTo>
                                <a:pt x="120" y="178"/>
                              </a:lnTo>
                              <a:lnTo>
                                <a:pt x="114" y="172"/>
                              </a:lnTo>
                              <a:lnTo>
                                <a:pt x="106" y="168"/>
                              </a:lnTo>
                              <a:lnTo>
                                <a:pt x="85" y="161"/>
                              </a:lnTo>
                              <a:lnTo>
                                <a:pt x="64" y="155"/>
                              </a:lnTo>
                              <a:lnTo>
                                <a:pt x="41" y="145"/>
                              </a:lnTo>
                              <a:lnTo>
                                <a:pt x="29" y="139"/>
                              </a:lnTo>
                              <a:lnTo>
                                <a:pt x="19" y="131"/>
                              </a:lnTo>
                              <a:lnTo>
                                <a:pt x="12" y="122"/>
                              </a:lnTo>
                              <a:lnTo>
                                <a:pt x="6" y="110"/>
                              </a:lnTo>
                              <a:lnTo>
                                <a:pt x="2" y="97"/>
                              </a:lnTo>
                              <a:lnTo>
                                <a:pt x="0" y="81"/>
                              </a:lnTo>
                              <a:lnTo>
                                <a:pt x="2" y="69"/>
                              </a:lnTo>
                              <a:lnTo>
                                <a:pt x="4" y="58"/>
                              </a:lnTo>
                              <a:lnTo>
                                <a:pt x="8" y="48"/>
                              </a:lnTo>
                              <a:lnTo>
                                <a:pt x="12" y="40"/>
                              </a:lnTo>
                              <a:lnTo>
                                <a:pt x="17" y="33"/>
                              </a:lnTo>
                              <a:lnTo>
                                <a:pt x="23" y="27"/>
                              </a:lnTo>
                              <a:lnTo>
                                <a:pt x="39" y="15"/>
                              </a:lnTo>
                              <a:lnTo>
                                <a:pt x="56" y="7"/>
                              </a:lnTo>
                              <a:lnTo>
                                <a:pt x="75" y="4"/>
                              </a:lnTo>
                              <a:lnTo>
                                <a:pt x="97" y="0"/>
                              </a:lnTo>
                              <a:lnTo>
                                <a:pt x="116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Plátno 385" o:spid="_x0000_s1026" editas="canvas" style="width:53.85pt;height:15.7pt;mso-position-horizontal-relative:char;mso-position-vertical-relative:line" coordsize="6838,19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6838;height:1993;visibility:visible;mso-wrap-style:square">
                <v:fill o:detectmouseclick="t"/>
                <v:path o:connecttype="none"/>
              </v:shape>
              <v:shape id="Freeform 195" o:spid="_x0000_s1028" style="position:absolute;left:5073;top:266;width:1765;height:1721;visibility:visible;mso-wrap-style:square;v-text-anchor:top" coordsize="556,5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8m3MAA&#10;AADbAAAADwAAAGRycy9kb3ducmV2LnhtbERPS4vCMBC+C/sfwix4s6kiItUoRVjwtMv6AI9DM7bV&#10;ZtJNYq3/fiMI3ubje85y3ZtGdOR8bVnBOElBEBdW11wqOOy/RnMQPiBrbCyTggd5WK8+BkvMtL3z&#10;L3W7UIoYwj5DBVUIbSalLyoy6BPbEkfubJ3BEKErpXZ4j+GmkZM0nUmDNceGClvaVFRcdzejoJv/&#10;Ta+U1z6f/ezTcHTmdPmeKDX87PMFiEB9eItf7q2O86fw/CUeIF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8m3MAAAADbAAAADwAAAAAAAAAAAAAAAACYAgAAZHJzL2Rvd25y&#10;ZXYueG1sUEsFBgAAAAAEAAQA9QAAAIUDAAAAAA==&#10;" path="m444,423r,54l112,477r,-54l276,256,444,423xm556,181r-203,l485,49,436,4,276,165,114,,69,47,201,181,,181r,62l201,243,46,396r,147l508,543r,-147l353,243r203,l556,181xe" fillcolor="black" stroked="f">
                <v:path arrowok="t" o:connecttype="custom" o:connectlocs="44756707,42507038;44756707,47933658;11289980,47933658;11289980,42507038;27821737,25725232;44756707,42507038;56046688,18188719;35583757,18188719;48889805,4924037;43950280,402066;27821737,16580773;11491587,0;6955593,4723004;20261641,18188719;0,18188719;0,24418836;20261641,24418836;4636956,39793729;4636956,54565840;51208125,54565840;51208125,39793729;35583757,24418836;56046688,24418836;56046688,18188719" o:connectangles="0,0,0,0,0,0,0,0,0,0,0,0,0,0,0,0,0,0,0,0,0,0,0,0"/>
                <o:lock v:ext="edit" verticies="t"/>
              </v:shape>
              <v:shape id="Freeform 196" o:spid="_x0000_s1029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F7KMAA&#10;AADbAAAADwAAAGRycy9kb3ducmV2LnhtbERPTYvCMBC9L/gfwgje1tQFRbpGEWVBEA/qXrwNzdhG&#10;m0lpYlv99UYQvM3jfc5s0dlSNFR741jBaJiAIM6cNpwr+D/+fU9B+ICssXRMCu7kYTHvfc0w1a7l&#10;PTWHkIsYwj5FBUUIVSqlzwqy6IeuIo7c2dUWQ4R1LnWNbQy3pfxJkom0aDg2FFjRqqDserhZBaY9&#10;3sanB15W5rRzzbbZrfNEKzXod8tfEIG68BG/3Rsd54/h9Us8QM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XF7KMAAAADbAAAADwAAAAAAAAAAAAAAAACYAgAAZHJzL2Rvd25y&#10;ZXYueG1sUEsFBgAAAAAEAAQA9QAAAIUDAAAAAA==&#10;" path="m131,66r,l130,79r-4,14l120,103r-8,9l103,120r-12,8l79,132r-13,l52,132,41,128,29,120,19,112r-7,-9l6,93,2,79,,66,2,52,6,41,12,29,19,19,29,12,41,6,52,2,66,,79,2,91,6r12,6l112,19r8,10l126,41r4,11l131,66xe" fillcolor="#dc002e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7" o:spid="_x0000_s1030" style="position:absolute;left:5746;width:419;height:419;visibility:visible;mso-wrap-style:square;v-text-anchor:top" coordsize="131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avMIA&#10;AADbAAAADwAAAGRycy9kb3ducmV2LnhtbERP22rCQBB9L/gPyxR8q5sqBEldpRFFfak07QdMs9Mk&#10;JDsbs2suf98tFPo2h3OdzW40jeipc5VlBc+LCARxbnXFhYLPj+PTGoTzyBoby6RgIge77exhg4m2&#10;A79Tn/lChBB2CSoovW8TKV1ekkG3sC1x4L5tZ9AH2BVSdziEcNPIZRTF0mDFoaHElvYl5XV2NwpO&#10;RX1P3/qsuURf9nBL/Wkariul5o/j6wsIT6P/F/+5zzrMj+H3l3C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Rq8wgAAANsAAAAPAAAAAAAAAAAAAAAAAJgCAABkcnMvZG93&#10;bnJldi54bWxQSwUGAAAAAAQABAD1AAAAhwMAAAAA&#10;" path="m131,66r,l130,79r-4,14l120,103r-8,9l103,120r-12,8l79,132r-13,l52,132,41,128,29,120,19,112r-7,-9l6,93,2,79,,66,2,52,6,41,12,29,19,19,29,12,41,6,52,2,66,,79,2,91,6r12,6l112,19r8,10l126,41r4,11l131,66e" fillcolor="black [3213]" stroked="f">
                <v:path arrowok="t" o:connecttype="custom" o:connectlocs="13406721,6654641;13406721,6654641;13304355,7965563;12894892,9377153;12281017,10385432;11462091,11292725;10541118,12099348;9313049,12905971;8084979,13309283;6754543,13309283;6754543,13309283;5321742,13309283;4196038,12905971;2967968,12099348;1944630,11292725;1228070,10385432;614195,9377153;204732,7965563;0,6654641;0,6654641;204732,5243051;614195,4134103;1228070,2924168;1944630,1915889;2967968,1209935;4196038,604967;5321742,201656;6754543,0;6754543,0;8084979,201656;9313049,604967;10541118,1209935;11462091,1915889;12281017,2924168;12894892,4134103;13304355,5243051;13406721,6654641" o:connectangles="0,0,0,0,0,0,0,0,0,0,0,0,0,0,0,0,0,0,0,0,0,0,0,0,0,0,0,0,0,0,0,0,0,0,0,0,0"/>
              </v:shape>
              <v:shape id="Freeform 198" o:spid="_x0000_s1031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JB9sIA&#10;AADbAAAADwAAAGRycy9kb3ducmV2LnhtbERPTWvCQBC9F/wPywi91U0tVEndhCIJ9FRoKoi3ITtm&#10;Y7OzIbtq4q93C4Xe5vE+Z5OPthMXGnzrWMHzIgFBXDvdcqNg910+rUH4gKyxc0wKJvKQZ7OHDaba&#10;XfmLLlVoRAxhn6ICE0KfSulrQxb9wvXEkTu6wWKIcGikHvAaw20nl0nyKi22HBsM9rQ1VP9UZ6ug&#10;bHddMb18nk6HM5m9K6rj6jYp9Tgf399ABBrDv/jP/aHj/BX8/hIPk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kH2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xm133,219r,l146,219r14,-6l170,205r7,-12l183,182r4,-16l189,151r2,-16l189,118r-2,-16l183,89,177,75r-7,-9l160,58,146,52r-13,l118,52r-14,6l94,66r-9,9l79,89r-4,13l73,118r-2,17l73,151r2,15l79,182r6,11l94,205r10,8l118,219r15,xe" fillcolor="black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;13400564,22234363;14710219,22234363;17128337,20813115;18438310,18477820;19042839,15330429;19244349,13706237;18841330,10355901;17833780,7614399;16120788,5888575;13400564,5279423;11889081,5279423;9470963,6700671;7959798,9035966;7355268,11980094;7153758,13706237;7556778,16853309;8564327,19594811;10478512,21625211;13400564,22234363" o:connectangles="0,0,0,0,0,0,0,0,0,0,0,0,0,0,0,0,0,0,0,0,0,0,0,0,0,0,0,0,0,0,0,0,0,0,0,0,0,0,0,0,0,0,0,0,0,0,0,0,0,0,0"/>
                <o:lock v:ext="edit" verticies="t"/>
              </v:shape>
              <v:shape id="Freeform 199" o:spid="_x0000_s1032" style="position:absolute;left:3810;top:1130;width:844;height:863;visibility:visible;mso-wrap-style:square;v-text-anchor:top" coordsize="266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zwxcIA&#10;AADbAAAADwAAAGRycy9kb3ducmV2LnhtbERPS2sCMRC+C/0PYQreNNsiUlejFEtLvRR8gNdxM27W&#10;biZLku5u/fWNUPA2H99zFqve1qIlHyrHCp7GGQjiwumKSwWH/fvoBUSIyBprx6TglwKslg+DBeba&#10;dbyldhdLkUI45KjAxNjkUobCkMUwdg1x4s7OW4wJ+lJqj10Kt7V8zrKptFhxajDY0NpQ8b37sQqO&#10;Xf/lN7p9u35sLtP13p4mV3NSavjYv85BROrjXfzv/tRp/gxuv6QD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PDFwgAAANsAAAAPAAAAAAAAAAAAAAAAAJgCAABkcnMvZG93&#10;bnJldi54bWxQSwUGAAAAAAQABAD1AAAAhwMAAAAA&#10;" path="m133,r,l148,r14,2l177,4r12,3l203,13r9,6l222,27r9,8l239,44r8,10l253,66r4,11l260,91r2,13l266,135r-4,31l260,180r-3,12l253,205r-6,10l239,226r-8,10l222,244r-10,8l203,257r-14,6l177,267r-15,2l148,271r-15,l116,271r-14,-2l89,267,75,263,63,257,52,252,42,244r-9,-8l25,226,19,215,13,205,7,192,4,180,2,166,,135,2,104,4,91,7,77,13,66,19,54,25,44r8,-9l42,27,52,19,63,13,75,7,89,4,102,2,116,r17,e" filled="f" stroked="f">
                <v:path arrowok="t" o:connecttype="custom" o:connectlocs="13400564,0;16322298,202944;19042839,710783;21360044,1929087;23274546,3553599;24886625,5482367;25894174,7817662;26397790,10558846;26800810,13706237;26196280,18274876;25491155,20813115;24080586,22945147;22367593,24772603;20453408,26092538;17833780,27107579;14911729,27513786;13400564,27513786;10277002,27310842;7556778,26701690;5239256,25584699;3325071,23960188;1914502,21828156;705443,19493180;201510,16853309;0,13706237;403020,9238910;1309973,6700671;2519032,4467326;4231707,2741184;6347719,1319935;8967347,406207;11687571,0" o:connectangles="0,0,0,0,0,0,0,0,0,0,0,0,0,0,0,0,0,0,0,0,0,0,0,0,0,0,0,0,0,0,0,0"/>
              </v:shape>
              <v:shape id="Freeform 200" o:spid="_x0000_s1033" style="position:absolute;left:4038;top:1295;width:375;height:533;visibility:visible;mso-wrap-style:square;v-text-anchor:top" coordsize="120,1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KYG8IA&#10;AADbAAAADwAAAGRycy9kb3ducmV2LnhtbERPz2vCMBS+D/Y/hDfYbU10IKMzypCJG56sgvT2aN7a&#10;rs1L18S2/vfmIOz48f1erifbioF6XzvWMEsUCOLCmZpLDafj9uUNhA/IBlvHpOFKHtarx4clpsaN&#10;fKAhC6WIIexT1FCF0KVS+qIiiz5xHXHkflxvMUTYl9L0OMZw28q5UgtpsebYUGFHm4qKJrtYDbvf&#10;PxvOefkqd/l322RjM3zuldbPT9PHO4hAU/gX391fRsM8ro9f4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opgbwgAAANsAAAAPAAAAAAAAAAAAAAAAAJgCAABkcnMvZG93&#10;bnJldi54bWxQSwUGAAAAAAQABAD1AAAAhwMAAAAA&#10;" path="m62,167r,l75,167r14,-6l99,153r7,-12l112,130r4,-16l118,99r2,-16l118,66,116,50,112,37,106,23,99,14,89,6,75,,62,,47,,33,6,23,14r-9,9l8,37,4,50,2,66,,83,2,99r2,15l8,130r6,11l23,153r10,8l47,167r15,e" filled="f" stroked="f">
                <v:path arrowok="t" o:connecttype="custom" o:connectlocs="6049869,17031749;6049869,17031749;7318476,17031749;8684595,16419960;9660350,15603816;10343254,14380238;10928644,13258198;11319009,11626548;11514348,10096756;11709374,8464786;11709374,8464786;11514348,6730958;11319009,5099307;10928644,3773551;10343254,2345617;9660350,1427934;8684595,611789;7318476,0;6049869,0;6049869,0;4586236,0;3220117,611789;2244362,1427934;1366120,2345617;780729,3773551;390365,5099307;195026,6730958;0,8464786;0,8464786;195026,10096756;390365,11626548;780729,13258198;1366120,14380238;2244362,15603816;3220117,16419960;4586236,17031749;6049869,17031749" o:connectangles="0,0,0,0,0,0,0,0,0,0,0,0,0,0,0,0,0,0,0,0,0,0,0,0,0,0,0,0,0,0,0,0,0,0,0,0,0"/>
              </v:shape>
              <v:shape id="Freeform 201" o:spid="_x0000_s1034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8msQA&#10;AADbAAAADwAAAGRycy9kb3ducmV2LnhtbESPQWvCQBSE70L/w/IKXqRuTCFI6iqtoIigYJSeH9nX&#10;JCT7NuyuGv+9Wyj0OMzMN8xiNZhO3Mj5xrKC2TQBQVxa3XCl4HLevM1B+ICssbNMCh7kYbV8GS0w&#10;1/bOJ7oVoRIRwj5HBXUIfS6lL2sy6Ke2J47ej3UGQ5SuktrhPcJNJ9MkyaTBhuNCjT2tayrb4moU&#10;HI6XbPve7rPt9zAJ7cZd08PXRKnx6/D5ASLQEP7Df+2dVpDO4PdL/AF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RvJr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xe" fillcolor="black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2" o:spid="_x0000_s1035" style="position:absolute;left:2914;top:1130;width:737;height:863;visibility:visible;mso-wrap-style:square;v-text-anchor:top" coordsize="23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/eH8QA&#10;AADbAAAADwAAAGRycy9kb3ducmV2LnhtbESPQWvCQBSE70L/w/IKvemmoZUSXUOJVIqHglHo9ZF9&#10;ZqPZtyG7jam/vlsQPA4z8w2zzEfbioF63zhW8DxLQBBXTjdcKzjsP6ZvIHxA1tg6JgW/5CFfPUyW&#10;mGl34R0NZahFhLDPUIEJocuk9JUhi37mOuLoHV1vMUTZ11L3eIlw28o0SebSYsNxwWBHhaHqXP5Y&#10;BZvCtC/fuwNf15sv7rbr4fRaDko9PY7vCxCBxnAP39qfWkGawv+X+AP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v3h/EAAAA2wAAAA8AAAAAAAAAAAAAAAAAmAIAAGRycy9k&#10;b3ducmV2LnhtbFBLBQYAAAAABAAEAPUAAACJAwAAAAA=&#10;" path="m154,r,l173,r20,2l231,11r-5,58l208,62,191,56,173,52r-17,l139,52r-16,6l108,66,96,75,87,87r-8,13l75,118r-2,17l75,155r4,15l87,186r11,11l112,207r15,6l143,219r19,l179,219r18,-4l214,211r16,-6l231,259r-15,6l199,269r-22,2l154,271r-27,l100,265,87,261,73,255,61,250,50,242,40,232r-9,-9l21,213,13,199,7,186,3,170,2,153,,135,2,118,3,102,7,89,11,75,19,62,27,52,34,40,44,33,56,25,67,17,79,11,92,7,108,4,121,2,154,e" filled="f" stroked="f">
                <v:path arrowok="t" o:connecttype="custom" o:connectlocs="15669597,0;19637812,202944;22995605,7005247;21164024,6294782;17602650,5279423;15872858,5279423;12515384,5888575;9768011,7614399;8038219,10152638;7427798,13706237;7631378,15736637;8852220,18884028;11396013,21016060;14550226,22234363;16483598,22234363;20044653,21828156;23402446,20813115;23504236,26295482;20248233,27310842;15669597,27513786;12922225,27513786;8852220,26498427;6206637,25381754;4070005,23554299;2136633,21625211;712211,18884028;203580,15533692;0,13706237;305370,10355901;1119371,7614399;2747373,5279423;4476845,3350336;6817377,1725824;9360851,710783;12311804,202944" o:connectangles="0,0,0,0,0,0,0,0,0,0,0,0,0,0,0,0,0,0,0,0,0,0,0,0,0,0,0,0,0,0,0,0,0,0,0"/>
              </v:shape>
              <v:shape id="Freeform 203" o:spid="_x0000_s1036" style="position:absolute;left:2139;top:1136;width:604;height:851;visibility:visible;mso-wrap-style:square;v-text-anchor:top" coordsize="190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FaesIA&#10;AADbAAAADwAAAGRycy9kb3ducmV2LnhtbESPS6vCMBSE94L/IRzBjWiqFx9Uo4hQcOHm+gCXx+bY&#10;FpuT0qRa/725cMHlMDPfMKtNa0rxpNoVlhWMRxEI4tTqgjMF51MyXIBwHlljaZkUvMnBZt3trDDW&#10;9sW/9Dz6TAQIuxgV5N5XsZQuzcmgG9mKOHh3Wxv0QdaZ1DW+AtyUchJFM2mw4LCQY0W7nNLHsTEK&#10;Dlyh2WFzHSTN/DKNbpftCROl+r12uwThqfXf8H97rxVMfuDvS/gBc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IVp6wgAAANsAAAAPAAAAAAAAAAAAAAAAAJgCAABkcnMvZG93&#10;bnJldi54bWxQSwUGAAAAAAQABAD1AAAAhwMAAAAA&#10;" path="m,l186,r,50l68,50r,54l178,104r,53l68,157r,58l190,215r,52l,267,,xe" fillcolor="black" stroked="f">
                <v:path arrowok="t" o:connecttype="custom" o:connectlocs="0,0;18775760,0;18775760,5080857;6864256,5080857;6864256,10568591;17968201,10568591;17968201,15954287;6864256,15954287;6864256,21848260;19179540,21848260;19179540,27132556;0,27132556;0,0" o:connectangles="0,0,0,0,0,0,0,0,0,0,0,0,0"/>
              </v:shape>
              <v:shape id="Freeform 204" o:spid="_x0000_s1037" style="position:absolute;left:787;top:1136;width:1181;height:851;visibility:visible;mso-wrap-style:square;v-text-anchor:top" coordsize="373,26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fIKMUA&#10;AADbAAAADwAAAGRycy9kb3ducmV2LnhtbESPUWvCQBCE3wv9D8cW+lL0UpEi0VNqaakiglHxecmt&#10;STC3F3Jbjf56r1Do4zAz3zCTWedqdaY2VJ4NvPYTUMS5txUXBva7r94IVBBki7VnMnClALPp48ME&#10;U+svnNF5K4WKEA4pGihFmlTrkJfkMPR9Qxy9o28dSpRtoW2Llwh3tR4kyZt2WHFcKLGhj5Ly0/bH&#10;Gfi83rLl5vZyWCXyna1pPtcy7Ix5furex6CEOvkP/7UX1sBgCL9f4g/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8goxQAAANsAAAAPAAAAAAAAAAAAAAAAAJgCAABkcnMv&#10;ZG93bnJldi54bWxQSwUGAAAAAAQABAD1AAAAigMAAAAA&#10;" path="m,l72,r33,203l107,203,141,r91,l269,203,304,r69,l311,267r-89,l186,62,151,267r-93,l,xe" fillcolor="black" stroked="f">
                <v:path arrowok="t" o:connecttype="custom" o:connectlocs="0,0;7219643,0;10528474,20628906;10728923,20628906;14138137,0;23263152,0;26973198,20628906;30482478,0;37401289,0;31184524,27132556;22260274,27132556;18650611,6300531;15141015,27132556;5815867,27132556;0,0" o:connectangles="0,0,0,0,0,0,0,0,0,0,0,0,0,0,0"/>
              </v:shape>
              <v:shape id="Freeform 205" o:spid="_x0000_s1038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Cdx8QA&#10;AADbAAAADwAAAGRycy9kb3ducmV2LnhtbESPQWvCQBSE74L/YXlCb3VjQFtiNkGE0tJDoWrB4yP7&#10;zCZm38bsVtN/3y0UPA4z3wyTl6PtxJUG3zhWsJgnIIgrpxuuFRz2L4/PIHxA1tg5JgU/5KEsppMc&#10;M+1u/EnXXahFLGGfoQITQp9J6StDFv3c9cTRO7nBYohyqKUe8BbLbSfTJFlJiw3HBYM9bQ1V5923&#10;VZCSbA92+fq0Smj8Osr00n6Yd6UeZuNmDSLQGO7hf/pNR24Jf1/iD5D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wncf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xe" fillcolor="black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v:shape id="Freeform 206" o:spid="_x0000_s1039" style="position:absolute;top:1130;width:635;height:863;visibility:visible;mso-wrap-style:square;v-text-anchor:top" coordsize="201,2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++sQA&#10;AADbAAAADwAAAGRycy9kb3ducmV2LnhtbESPT2vCQBTE7wW/w/IKXsRszEFKzCpWFDy20Yu3Z/Y1&#10;Cc2+DdnNn/rpu4WCx2FmfsNku8k0YqDO1ZYVrKIYBHFhdc2lguvltHwD4TyyxsYyKfghB7vt7CXD&#10;VNuRP2nIfSkChF2KCirv21RKV1Rk0EW2JQ7el+0M+iC7UuoOxwA3jUzieC0N1hwWKmzpUFHxnfdG&#10;Qb9w+eGuPxa3aSj08fE+jvVjr9T8ddpvQHia/DP83z5rBcka/r6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4fvrEAAAA2wAAAA8AAAAAAAAAAAAAAAAAmAIAAGRycy9k&#10;b3ducmV2LnhtbFBLBQYAAAAABAAEAPUAAACJAwAAAAA=&#10;" path="m116,r,l153,2r17,2l185,7r-5,57l166,58,153,54,137,52r-15,l106,52,91,54r-8,2l77,62r-4,5l73,75r,6l79,87r6,6l93,97r21,5l137,110r23,10l170,126r10,7l189,143r6,12l199,168r2,16l199,197r-2,12l195,219r-4,9l185,236r-5,8l172,250r-8,4l147,263r-21,4l104,271r-23,l64,271,43,269,21,265,4,259r6,-58l25,209r18,6l62,219r19,l99,219r13,-4l118,211r4,-6l124,201r2,-8l124,186r-4,-8l114,172r-8,-4l85,161,64,155,41,145,29,139,19,131r-7,-9l6,110,2,97,,81,2,69,4,58,8,48r4,-8l17,33r6,-6l39,15,56,7,75,4,97,r19,e" filled="f" stroked="f">
                <v:path arrowok="t" o:connecttype="custom" o:connectlocs="11579176,0;16969226,406207;17967676,6497727;16570162,5888575;13675289,5279423;12177930,5279423;9083683,5482367;7686169,6294782;7286789,7614399;7286789,8223551;8484613,9441855;11379486,10355901;15971092,12183357;17967676,13502974;19464719,15736637;20063789,18681083;19864099,20000700;19464719,22234363;18466585,23960188;17168916,25381754;14673423,26701690;10381352,27513786;8085549,27513786;4292387,27310842;399380,26295482;998134,20406908;4292387,21828156;8085549,22234363;9882127,22234363;11778866,21422267;12377620,20406908;12577310,19594811;11978240,18071931;10581042,17056572;6388500,15736637;2894873,14112125;1197824,12386301;199690,9848062;0,8223551;399380,5888575;1197824,4061119;2295803,2741184;5590056,710783;9682437,0" o:connectangles="0,0,0,0,0,0,0,0,0,0,0,0,0,0,0,0,0,0,0,0,0,0,0,0,0,0,0,0,0,0,0,0,0,0,0,0,0,0,0,0,0,0,0,0"/>
              </v:shape>
              <w10:anchorlock/>
            </v:group>
          </w:pict>
        </mc:Fallback>
      </mc:AlternateContent>
    </w:r>
  </w:p>
  <w:tbl>
    <w:tblPr>
      <w:tblStyle w:val="Mkatabulky"/>
      <w:tblW w:w="8505" w:type="dxa"/>
      <w:jc w:val="center"/>
      <w:tblBorders>
        <w:left w:val="none" w:sz="0" w:space="0" w:color="auto"/>
        <w:right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3"/>
      <w:gridCol w:w="3402"/>
    </w:tblGrid>
    <w:tr w:rsidR="004D1C74" w:rsidRPr="00AE3921" w:rsidTr="00200757">
      <w:trPr>
        <w:trHeight w:val="227"/>
        <w:jc w:val="center"/>
      </w:trPr>
      <w:tc>
        <w:tcPr>
          <w:tcW w:w="5103" w:type="dxa"/>
          <w:vAlign w:val="center"/>
        </w:tcPr>
        <w:p w:rsidR="004D1C74" w:rsidRPr="00AE3921" w:rsidRDefault="004D1C74" w:rsidP="005C3D3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r>
            <w:rPr>
              <w:color w:val="000000" w:themeColor="text1"/>
              <w:sz w:val="12"/>
              <w:szCs w:val="12"/>
            </w:rPr>
            <w:t>DOKLADY</w:t>
          </w:r>
          <w:r w:rsidRPr="00AE3921">
            <w:rPr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color w:val="000000" w:themeColor="text1"/>
                <w:sz w:val="12"/>
                <w:szCs w:val="12"/>
              </w:rPr>
              <w:alias w:val="Název dokumentace 3"/>
              <w:tag w:val="NazevDok3_"/>
              <w:id w:val="1192876382"/>
              <w:showingPlcHdr/>
              <w:text/>
            </w:sdtPr>
            <w:sdtEndPr/>
            <w:sdtContent>
              <w:r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4D1C74" w:rsidRPr="00AE3921" w:rsidRDefault="0092629F" w:rsidP="005C3D3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bCs/>
                <w:color w:val="000000" w:themeColor="text1"/>
                <w:sz w:val="12"/>
                <w:szCs w:val="12"/>
              </w:rPr>
              <w:alias w:val="Číslo přílohy"/>
              <w:tag w:val="PrilCislo"/>
              <w:id w:val="1207144821"/>
              <w:text/>
            </w:sdtPr>
            <w:sdtEndPr/>
            <w:sdtContent>
              <w:proofErr w:type="gramStart"/>
              <w:r w:rsidR="004D1C74">
                <w:rPr>
                  <w:bCs/>
                  <w:color w:val="000000" w:themeColor="text1"/>
                  <w:sz w:val="12"/>
                  <w:szCs w:val="12"/>
                </w:rPr>
                <w:t>E.1</w:t>
              </w:r>
              <w:r w:rsidR="004D1C74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r w:rsidR="004D1C74" w:rsidRPr="00AE3921">
            <w:rPr>
              <w:bCs/>
              <w:color w:val="000000" w:themeColor="text1"/>
              <w:sz w:val="12"/>
              <w:szCs w:val="12"/>
            </w:rPr>
            <w:t xml:space="preserve"> </w:t>
          </w:r>
          <w:sdt>
            <w:sdtPr>
              <w:rPr>
                <w:bCs/>
                <w:color w:val="000000" w:themeColor="text1"/>
                <w:sz w:val="12"/>
                <w:szCs w:val="12"/>
              </w:rPr>
              <w:alias w:val="Název přílohy"/>
              <w:tag w:val="PrilNaz"/>
              <w:id w:val="-1635778153"/>
              <w:text/>
            </w:sdtPr>
            <w:sdtEndPr/>
            <w:sdtContent>
              <w:r w:rsidR="004D1C74" w:rsidRPr="00AE3921">
                <w:rPr>
                  <w:bCs/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  <w:proofErr w:type="gramEnd"/>
        </w:p>
      </w:tc>
    </w:tr>
    <w:tr w:rsidR="004D1C74" w:rsidRPr="00AE3921" w:rsidTr="00200757">
      <w:trPr>
        <w:trHeight w:val="227"/>
        <w:jc w:val="center"/>
      </w:trPr>
      <w:tc>
        <w:tcPr>
          <w:tcW w:w="5103" w:type="dxa"/>
          <w:vAlign w:val="center"/>
        </w:tcPr>
        <w:p w:rsidR="004D1C74" w:rsidRPr="00AE3921" w:rsidRDefault="0092629F" w:rsidP="005C3D33">
          <w:pPr>
            <w:tabs>
              <w:tab w:val="right" w:pos="8505"/>
            </w:tabs>
            <w:jc w:val="lef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Upřesňující podnázev zakázky"/>
              <w:tag w:val="Podnazev"/>
              <w:id w:val="1199126191"/>
              <w:showingPlcHdr/>
              <w:text/>
            </w:sdtPr>
            <w:sdtEndPr/>
            <w:sdtContent>
              <w:r w:rsidR="004D1C74" w:rsidRPr="00AE3921">
                <w:rPr>
                  <w:color w:val="000000" w:themeColor="text1"/>
                  <w:sz w:val="12"/>
                  <w:szCs w:val="12"/>
                </w:rPr>
                <w:t xml:space="preserve"> </w:t>
              </w:r>
            </w:sdtContent>
          </w:sdt>
        </w:p>
      </w:tc>
      <w:tc>
        <w:tcPr>
          <w:tcW w:w="3402" w:type="dxa"/>
          <w:tcMar>
            <w:left w:w="113" w:type="dxa"/>
          </w:tcMar>
          <w:vAlign w:val="center"/>
        </w:tcPr>
        <w:p w:rsidR="004D1C74" w:rsidRPr="00AE3921" w:rsidRDefault="0092629F" w:rsidP="005C3D33">
          <w:pPr>
            <w:tabs>
              <w:tab w:val="right" w:pos="8505"/>
            </w:tabs>
            <w:jc w:val="right"/>
            <w:rPr>
              <w:color w:val="000000" w:themeColor="text1"/>
              <w:sz w:val="12"/>
              <w:szCs w:val="12"/>
            </w:rPr>
          </w:pPr>
          <w:sdt>
            <w:sdtPr>
              <w:rPr>
                <w:color w:val="000000" w:themeColor="text1"/>
                <w:sz w:val="12"/>
                <w:szCs w:val="12"/>
              </w:rPr>
              <w:alias w:val="Stupeň"/>
              <w:tag w:val="StupenZ"/>
              <w:id w:val="564225903"/>
              <w:text/>
            </w:sdtPr>
            <w:sdtEndPr/>
            <w:sdtContent>
              <w:r w:rsidR="004D1C74">
                <w:rPr>
                  <w:color w:val="000000" w:themeColor="text1"/>
                  <w:sz w:val="12"/>
                  <w:szCs w:val="12"/>
                </w:rPr>
                <w:t>DSP+RDS</w:t>
              </w:r>
            </w:sdtContent>
          </w:sdt>
        </w:p>
      </w:tc>
    </w:tr>
  </w:tbl>
  <w:p w:rsidR="00A83C10" w:rsidRDefault="0092629F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20911704"/>
        <w:showingPlcHdr/>
        <w:text/>
      </w:sdtPr>
      <w:sdtEndPr/>
      <w:sdtContent>
        <w:r w:rsidR="00A83C1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A83C1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783299762"/>
        <w:text/>
      </w:sdtPr>
      <w:sdtEndPr/>
      <w:sdtContent>
        <w:r w:rsidR="00A83C1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A83C10" w:rsidRPr="00AE3921" w:rsidRDefault="00A83C10" w:rsidP="00CA337C">
    <w:pPr>
      <w:pStyle w:val="Zhlav"/>
      <w:rPr>
        <w:color w:val="000000" w:themeColor="text1"/>
        <w:sz w:val="12"/>
        <w:szCs w:val="1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C10" w:rsidRPr="00AE3921" w:rsidRDefault="00A83C10" w:rsidP="00CA337C">
    <w:pPr>
      <w:tabs>
        <w:tab w:val="right" w:pos="8505"/>
      </w:tabs>
      <w:spacing w:after="60"/>
      <w:jc w:val="left"/>
      <w:rPr>
        <w:noProof/>
        <w:color w:val="000000" w:themeColor="text1"/>
      </w:rPr>
    </w:pPr>
    <w:r w:rsidRPr="00AE3921">
      <w:rPr>
        <w:noProof/>
        <w:color w:val="000000" w:themeColor="text1"/>
      </w:rPr>
      <w:tab/>
    </w:r>
  </w:p>
  <w:p w:rsidR="00A83C10" w:rsidRDefault="0092629F" w:rsidP="00CA337C">
    <w:pPr>
      <w:pStyle w:val="Zhlav"/>
      <w:spacing w:before="60"/>
      <w:rPr>
        <w:bCs/>
        <w:color w:val="000000" w:themeColor="text1"/>
        <w:sz w:val="12"/>
        <w:szCs w:val="12"/>
      </w:rPr>
    </w:pPr>
    <w:sdt>
      <w:sdtPr>
        <w:rPr>
          <w:bCs/>
          <w:color w:val="000000" w:themeColor="text1"/>
          <w:sz w:val="12"/>
          <w:szCs w:val="12"/>
        </w:rPr>
        <w:alias w:val="Část stavby"/>
        <w:tag w:val="CastSt"/>
        <w:id w:val="686485643"/>
        <w:showingPlcHdr/>
        <w:text/>
      </w:sdtPr>
      <w:sdtEndPr/>
      <w:sdtContent>
        <w:r w:rsidR="00A83C10" w:rsidRPr="00CA337C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  <w:r w:rsidR="00A83C10" w:rsidRPr="00CA337C">
      <w:rPr>
        <w:bCs/>
        <w:color w:val="000000" w:themeColor="text1"/>
        <w:sz w:val="12"/>
        <w:szCs w:val="12"/>
      </w:rPr>
      <w:t xml:space="preserve">  </w:t>
    </w:r>
    <w:sdt>
      <w:sdtPr>
        <w:rPr>
          <w:bCs/>
          <w:color w:val="000000" w:themeColor="text1"/>
          <w:sz w:val="12"/>
          <w:szCs w:val="12"/>
        </w:rPr>
        <w:alias w:val="SO/PS"/>
        <w:tag w:val="SOPS"/>
        <w:id w:val="1961753900"/>
        <w:text/>
      </w:sdtPr>
      <w:sdtEndPr/>
      <w:sdtContent>
        <w:r w:rsidR="00A83C10">
          <w:rPr>
            <w:bCs/>
            <w:color w:val="000000" w:themeColor="text1"/>
            <w:sz w:val="12"/>
            <w:szCs w:val="12"/>
          </w:rPr>
          <w:t xml:space="preserve"> </w:t>
        </w:r>
      </w:sdtContent>
    </w:sdt>
  </w:p>
  <w:p w:rsidR="00A83C10" w:rsidRPr="00AE3921" w:rsidRDefault="00A83C10" w:rsidP="00CA337C">
    <w:pPr>
      <w:pStyle w:val="Zhlav"/>
      <w:rPr>
        <w:color w:val="000000" w:themeColor="text1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43266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DF28E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D667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E6DA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A0024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C1695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5929C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44635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EEE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2FCF7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0C5B7F"/>
    <w:multiLevelType w:val="hybridMultilevel"/>
    <w:tmpl w:val="8B96838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C3223B"/>
    <w:multiLevelType w:val="hybridMultilevel"/>
    <w:tmpl w:val="9DF89D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D4880"/>
    <w:multiLevelType w:val="multilevel"/>
    <w:tmpl w:val="CD5CB986"/>
    <w:lvl w:ilvl="0">
      <w:start w:val="1"/>
      <w:numFmt w:val="decimal"/>
      <w:lvlText w:val="D.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D.1.%1.%2"/>
      <w:lvlJc w:val="left"/>
      <w:pPr>
        <w:tabs>
          <w:tab w:val="num" w:pos="576"/>
        </w:tabs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dpis3"/>
      <w:lvlText w:val="D.1.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D.1.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440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2160"/>
        </w:tabs>
        <w:ind w:left="1584" w:hanging="158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</w:abstractNum>
  <w:abstractNum w:abstractNumId="13">
    <w:nsid w:val="497F41D8"/>
    <w:multiLevelType w:val="hybridMultilevel"/>
    <w:tmpl w:val="4BECEC2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67262C1"/>
    <w:multiLevelType w:val="hybridMultilevel"/>
    <w:tmpl w:val="100E289A"/>
    <w:lvl w:ilvl="0" w:tplc="F0688D94">
      <w:start w:val="1"/>
      <w:numFmt w:val="bullet"/>
      <w:pStyle w:val="Odrky1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5">
    <w:nsid w:val="70A707AE"/>
    <w:multiLevelType w:val="hybridMultilevel"/>
    <w:tmpl w:val="7FC668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BE15F6"/>
    <w:multiLevelType w:val="hybridMultilevel"/>
    <w:tmpl w:val="B62C6CC6"/>
    <w:lvl w:ilvl="0" w:tplc="CBF89626">
      <w:start w:val="7"/>
      <w:numFmt w:val="decimal"/>
      <w:lvlText w:val="%1"/>
      <w:lvlJc w:val="left"/>
      <w:pPr>
        <w:ind w:left="720" w:hanging="360"/>
      </w:pPr>
      <w:rPr>
        <w:rFonts w:ascii="Arial" w:eastAsia="Times New Roman" w:hAnsi="Arial" w:cs="Times New Roman" w:hint="default"/>
        <w:b/>
        <w:color w:val="0000FF"/>
        <w:sz w:val="20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9A17AC"/>
    <w:multiLevelType w:val="hybridMultilevel"/>
    <w:tmpl w:val="9788C80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4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5"/>
  </w:num>
  <w:num w:numId="32">
    <w:abstractNumId w:val="13"/>
  </w:num>
  <w:num w:numId="33">
    <w:abstractNumId w:val="17"/>
  </w:num>
  <w:num w:numId="34">
    <w:abstractNumId w:val="10"/>
  </w:num>
  <w:num w:numId="35">
    <w:abstractNumId w:val="11"/>
  </w:num>
  <w:num w:numId="36">
    <w:abstractNumId w:val="16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121"/>
    <w:rsid w:val="00003015"/>
    <w:rsid w:val="00005F0B"/>
    <w:rsid w:val="00006DA2"/>
    <w:rsid w:val="0002044B"/>
    <w:rsid w:val="00033F1B"/>
    <w:rsid w:val="00044C4B"/>
    <w:rsid w:val="00060F5A"/>
    <w:rsid w:val="00072B7C"/>
    <w:rsid w:val="00077945"/>
    <w:rsid w:val="00080905"/>
    <w:rsid w:val="00080C04"/>
    <w:rsid w:val="00082C47"/>
    <w:rsid w:val="00083A5C"/>
    <w:rsid w:val="00083CDD"/>
    <w:rsid w:val="000A0E02"/>
    <w:rsid w:val="000A3C59"/>
    <w:rsid w:val="000B1C39"/>
    <w:rsid w:val="000B469B"/>
    <w:rsid w:val="000C6A0F"/>
    <w:rsid w:val="000D304B"/>
    <w:rsid w:val="000D46B6"/>
    <w:rsid w:val="000E6247"/>
    <w:rsid w:val="000E7168"/>
    <w:rsid w:val="000F414C"/>
    <w:rsid w:val="000F6FC0"/>
    <w:rsid w:val="000F75BA"/>
    <w:rsid w:val="00100BEC"/>
    <w:rsid w:val="00102C76"/>
    <w:rsid w:val="00105FEA"/>
    <w:rsid w:val="0010737E"/>
    <w:rsid w:val="00111921"/>
    <w:rsid w:val="00112E60"/>
    <w:rsid w:val="00113C96"/>
    <w:rsid w:val="00120D4A"/>
    <w:rsid w:val="001217DD"/>
    <w:rsid w:val="001234BA"/>
    <w:rsid w:val="00124396"/>
    <w:rsid w:val="0012487F"/>
    <w:rsid w:val="00125FE1"/>
    <w:rsid w:val="0013143A"/>
    <w:rsid w:val="00132D02"/>
    <w:rsid w:val="00136526"/>
    <w:rsid w:val="00137D5F"/>
    <w:rsid w:val="00141863"/>
    <w:rsid w:val="00141F34"/>
    <w:rsid w:val="00143261"/>
    <w:rsid w:val="00145473"/>
    <w:rsid w:val="00150676"/>
    <w:rsid w:val="00163321"/>
    <w:rsid w:val="00170241"/>
    <w:rsid w:val="001709FF"/>
    <w:rsid w:val="001746F2"/>
    <w:rsid w:val="00174A45"/>
    <w:rsid w:val="0017502D"/>
    <w:rsid w:val="0018623B"/>
    <w:rsid w:val="00186466"/>
    <w:rsid w:val="001964FD"/>
    <w:rsid w:val="001B0384"/>
    <w:rsid w:val="001B5626"/>
    <w:rsid w:val="001B640D"/>
    <w:rsid w:val="001C4D2E"/>
    <w:rsid w:val="001D557C"/>
    <w:rsid w:val="001E4567"/>
    <w:rsid w:val="001E5F0B"/>
    <w:rsid w:val="001F3E7C"/>
    <w:rsid w:val="00200757"/>
    <w:rsid w:val="00200EB0"/>
    <w:rsid w:val="002056D0"/>
    <w:rsid w:val="00205FD5"/>
    <w:rsid w:val="00207A11"/>
    <w:rsid w:val="0021565A"/>
    <w:rsid w:val="002243E1"/>
    <w:rsid w:val="00224400"/>
    <w:rsid w:val="00226929"/>
    <w:rsid w:val="002350FC"/>
    <w:rsid w:val="00237538"/>
    <w:rsid w:val="00243A96"/>
    <w:rsid w:val="00245F81"/>
    <w:rsid w:val="002478AA"/>
    <w:rsid w:val="002512A5"/>
    <w:rsid w:val="00253489"/>
    <w:rsid w:val="002545BC"/>
    <w:rsid w:val="00254DE7"/>
    <w:rsid w:val="00256CEA"/>
    <w:rsid w:val="00257E66"/>
    <w:rsid w:val="00261B2D"/>
    <w:rsid w:val="00267541"/>
    <w:rsid w:val="00271646"/>
    <w:rsid w:val="00285F45"/>
    <w:rsid w:val="002A0787"/>
    <w:rsid w:val="002A130B"/>
    <w:rsid w:val="002A52DF"/>
    <w:rsid w:val="002A7915"/>
    <w:rsid w:val="002B4B0A"/>
    <w:rsid w:val="002B4CC7"/>
    <w:rsid w:val="002B6F55"/>
    <w:rsid w:val="002C1E82"/>
    <w:rsid w:val="002C42E8"/>
    <w:rsid w:val="002E58D1"/>
    <w:rsid w:val="002F59AF"/>
    <w:rsid w:val="00302BC8"/>
    <w:rsid w:val="00304B67"/>
    <w:rsid w:val="00315528"/>
    <w:rsid w:val="00326DBF"/>
    <w:rsid w:val="00333D7B"/>
    <w:rsid w:val="0033555D"/>
    <w:rsid w:val="00340F3B"/>
    <w:rsid w:val="00342C24"/>
    <w:rsid w:val="00343936"/>
    <w:rsid w:val="00344B0E"/>
    <w:rsid w:val="00345DCB"/>
    <w:rsid w:val="00347A6A"/>
    <w:rsid w:val="003564E8"/>
    <w:rsid w:val="00356A53"/>
    <w:rsid w:val="00361121"/>
    <w:rsid w:val="0037186F"/>
    <w:rsid w:val="00372D67"/>
    <w:rsid w:val="00391957"/>
    <w:rsid w:val="0039201A"/>
    <w:rsid w:val="003934CC"/>
    <w:rsid w:val="003A2229"/>
    <w:rsid w:val="003A56E8"/>
    <w:rsid w:val="003B0BB3"/>
    <w:rsid w:val="003B112F"/>
    <w:rsid w:val="003B378D"/>
    <w:rsid w:val="003B3C02"/>
    <w:rsid w:val="003B5B1D"/>
    <w:rsid w:val="003B6D19"/>
    <w:rsid w:val="003C1C31"/>
    <w:rsid w:val="003C342E"/>
    <w:rsid w:val="003C40DA"/>
    <w:rsid w:val="003C64B9"/>
    <w:rsid w:val="003D3734"/>
    <w:rsid w:val="003D404F"/>
    <w:rsid w:val="003D57E9"/>
    <w:rsid w:val="003F5245"/>
    <w:rsid w:val="003F545C"/>
    <w:rsid w:val="003F714B"/>
    <w:rsid w:val="00403619"/>
    <w:rsid w:val="00403EFE"/>
    <w:rsid w:val="0040628D"/>
    <w:rsid w:val="0041251B"/>
    <w:rsid w:val="00414BF2"/>
    <w:rsid w:val="00425E6E"/>
    <w:rsid w:val="004311DB"/>
    <w:rsid w:val="00432C3E"/>
    <w:rsid w:val="00437E07"/>
    <w:rsid w:val="00440438"/>
    <w:rsid w:val="00440B9B"/>
    <w:rsid w:val="0044351B"/>
    <w:rsid w:val="00451CEA"/>
    <w:rsid w:val="00461F2F"/>
    <w:rsid w:val="004656C2"/>
    <w:rsid w:val="00472D5D"/>
    <w:rsid w:val="00472DFF"/>
    <w:rsid w:val="0047496D"/>
    <w:rsid w:val="0047581E"/>
    <w:rsid w:val="00477E8A"/>
    <w:rsid w:val="004851EA"/>
    <w:rsid w:val="004A0419"/>
    <w:rsid w:val="004B2FCB"/>
    <w:rsid w:val="004B3F22"/>
    <w:rsid w:val="004B61E0"/>
    <w:rsid w:val="004C1301"/>
    <w:rsid w:val="004C3CA6"/>
    <w:rsid w:val="004C4EFA"/>
    <w:rsid w:val="004D0495"/>
    <w:rsid w:val="004D1C74"/>
    <w:rsid w:val="004D2987"/>
    <w:rsid w:val="004E3E19"/>
    <w:rsid w:val="004F3824"/>
    <w:rsid w:val="004F71B0"/>
    <w:rsid w:val="00500C31"/>
    <w:rsid w:val="005016CA"/>
    <w:rsid w:val="005055FF"/>
    <w:rsid w:val="00505DA0"/>
    <w:rsid w:val="00514EAF"/>
    <w:rsid w:val="00517E24"/>
    <w:rsid w:val="005275A9"/>
    <w:rsid w:val="0053245D"/>
    <w:rsid w:val="00532923"/>
    <w:rsid w:val="00533B32"/>
    <w:rsid w:val="00535CB0"/>
    <w:rsid w:val="00537349"/>
    <w:rsid w:val="00540576"/>
    <w:rsid w:val="00543D66"/>
    <w:rsid w:val="00545A26"/>
    <w:rsid w:val="00550C7E"/>
    <w:rsid w:val="005550F0"/>
    <w:rsid w:val="005554BE"/>
    <w:rsid w:val="00555C85"/>
    <w:rsid w:val="00560EE0"/>
    <w:rsid w:val="00565268"/>
    <w:rsid w:val="00572868"/>
    <w:rsid w:val="0057432B"/>
    <w:rsid w:val="0058005B"/>
    <w:rsid w:val="00583344"/>
    <w:rsid w:val="005A6BC0"/>
    <w:rsid w:val="005C4991"/>
    <w:rsid w:val="005C4E4A"/>
    <w:rsid w:val="005D0C04"/>
    <w:rsid w:val="005D62CE"/>
    <w:rsid w:val="005E1A93"/>
    <w:rsid w:val="005E584A"/>
    <w:rsid w:val="005E7073"/>
    <w:rsid w:val="005F495A"/>
    <w:rsid w:val="00613C92"/>
    <w:rsid w:val="00615153"/>
    <w:rsid w:val="00620476"/>
    <w:rsid w:val="00622B6B"/>
    <w:rsid w:val="0062614B"/>
    <w:rsid w:val="00632578"/>
    <w:rsid w:val="006368ED"/>
    <w:rsid w:val="00646440"/>
    <w:rsid w:val="00646D7F"/>
    <w:rsid w:val="00651F5E"/>
    <w:rsid w:val="0066347D"/>
    <w:rsid w:val="006744BF"/>
    <w:rsid w:val="006817D2"/>
    <w:rsid w:val="00687329"/>
    <w:rsid w:val="00690593"/>
    <w:rsid w:val="00693245"/>
    <w:rsid w:val="006970C1"/>
    <w:rsid w:val="006A44F1"/>
    <w:rsid w:val="006B05F3"/>
    <w:rsid w:val="006B06FE"/>
    <w:rsid w:val="006B0C28"/>
    <w:rsid w:val="006B3223"/>
    <w:rsid w:val="006B6C2B"/>
    <w:rsid w:val="006C1E87"/>
    <w:rsid w:val="006C3044"/>
    <w:rsid w:val="006C3B09"/>
    <w:rsid w:val="006D3A70"/>
    <w:rsid w:val="006D4B5D"/>
    <w:rsid w:val="006E39B2"/>
    <w:rsid w:val="007066C2"/>
    <w:rsid w:val="007072FF"/>
    <w:rsid w:val="00721573"/>
    <w:rsid w:val="00724038"/>
    <w:rsid w:val="00727CE4"/>
    <w:rsid w:val="00735764"/>
    <w:rsid w:val="007415D0"/>
    <w:rsid w:val="0075039B"/>
    <w:rsid w:val="007538BF"/>
    <w:rsid w:val="00771CE3"/>
    <w:rsid w:val="00773380"/>
    <w:rsid w:val="00773A8D"/>
    <w:rsid w:val="0077490E"/>
    <w:rsid w:val="00790963"/>
    <w:rsid w:val="00795018"/>
    <w:rsid w:val="007B68CB"/>
    <w:rsid w:val="007C3CD9"/>
    <w:rsid w:val="007C488A"/>
    <w:rsid w:val="007E461D"/>
    <w:rsid w:val="007F030A"/>
    <w:rsid w:val="007F6B75"/>
    <w:rsid w:val="008061F7"/>
    <w:rsid w:val="00814282"/>
    <w:rsid w:val="008266CC"/>
    <w:rsid w:val="00830ADE"/>
    <w:rsid w:val="00831C67"/>
    <w:rsid w:val="00834D54"/>
    <w:rsid w:val="00834E34"/>
    <w:rsid w:val="00835D3E"/>
    <w:rsid w:val="00841247"/>
    <w:rsid w:val="00856F6B"/>
    <w:rsid w:val="00875478"/>
    <w:rsid w:val="008776FE"/>
    <w:rsid w:val="00881618"/>
    <w:rsid w:val="00882A04"/>
    <w:rsid w:val="0088743C"/>
    <w:rsid w:val="008A0D4C"/>
    <w:rsid w:val="008A4C22"/>
    <w:rsid w:val="008A758D"/>
    <w:rsid w:val="008A76CB"/>
    <w:rsid w:val="008B1388"/>
    <w:rsid w:val="008B7984"/>
    <w:rsid w:val="008C6F49"/>
    <w:rsid w:val="008D62C0"/>
    <w:rsid w:val="008F08BE"/>
    <w:rsid w:val="008F1679"/>
    <w:rsid w:val="00900EC1"/>
    <w:rsid w:val="00903D83"/>
    <w:rsid w:val="00911309"/>
    <w:rsid w:val="0091164B"/>
    <w:rsid w:val="00912E45"/>
    <w:rsid w:val="00920A53"/>
    <w:rsid w:val="0092629F"/>
    <w:rsid w:val="00931D9B"/>
    <w:rsid w:val="0093354C"/>
    <w:rsid w:val="00933F50"/>
    <w:rsid w:val="00937E27"/>
    <w:rsid w:val="009441D2"/>
    <w:rsid w:val="00952B1F"/>
    <w:rsid w:val="00954D2C"/>
    <w:rsid w:val="00957046"/>
    <w:rsid w:val="00957D6E"/>
    <w:rsid w:val="00971A92"/>
    <w:rsid w:val="00972CA9"/>
    <w:rsid w:val="00973AD3"/>
    <w:rsid w:val="00973CDC"/>
    <w:rsid w:val="00973D2A"/>
    <w:rsid w:val="009805BC"/>
    <w:rsid w:val="009857E8"/>
    <w:rsid w:val="00990327"/>
    <w:rsid w:val="00993369"/>
    <w:rsid w:val="0099605E"/>
    <w:rsid w:val="009A30BE"/>
    <w:rsid w:val="009A3BA7"/>
    <w:rsid w:val="009A7005"/>
    <w:rsid w:val="009B1E4A"/>
    <w:rsid w:val="009B3BA2"/>
    <w:rsid w:val="009B4AEA"/>
    <w:rsid w:val="009B5966"/>
    <w:rsid w:val="009C613E"/>
    <w:rsid w:val="009C691C"/>
    <w:rsid w:val="009C7B62"/>
    <w:rsid w:val="009E6840"/>
    <w:rsid w:val="009F5485"/>
    <w:rsid w:val="009F7F91"/>
    <w:rsid w:val="00A123C1"/>
    <w:rsid w:val="00A174D6"/>
    <w:rsid w:val="00A20560"/>
    <w:rsid w:val="00A20A66"/>
    <w:rsid w:val="00A20F00"/>
    <w:rsid w:val="00A260E4"/>
    <w:rsid w:val="00A27A83"/>
    <w:rsid w:val="00A3074D"/>
    <w:rsid w:val="00A35A69"/>
    <w:rsid w:val="00A37332"/>
    <w:rsid w:val="00A41E02"/>
    <w:rsid w:val="00A44251"/>
    <w:rsid w:val="00A45DEE"/>
    <w:rsid w:val="00A50AAA"/>
    <w:rsid w:val="00A66758"/>
    <w:rsid w:val="00A71ABB"/>
    <w:rsid w:val="00A73567"/>
    <w:rsid w:val="00A73AAA"/>
    <w:rsid w:val="00A73F6A"/>
    <w:rsid w:val="00A823FF"/>
    <w:rsid w:val="00A83C10"/>
    <w:rsid w:val="00AA14F6"/>
    <w:rsid w:val="00AA2AD6"/>
    <w:rsid w:val="00AA41CD"/>
    <w:rsid w:val="00AB7158"/>
    <w:rsid w:val="00AD3521"/>
    <w:rsid w:val="00AD6F32"/>
    <w:rsid w:val="00AD79A7"/>
    <w:rsid w:val="00AD7BF6"/>
    <w:rsid w:val="00AE3921"/>
    <w:rsid w:val="00AF35D0"/>
    <w:rsid w:val="00AF5A12"/>
    <w:rsid w:val="00B03295"/>
    <w:rsid w:val="00B038F4"/>
    <w:rsid w:val="00B05189"/>
    <w:rsid w:val="00B05538"/>
    <w:rsid w:val="00B06484"/>
    <w:rsid w:val="00B06AF2"/>
    <w:rsid w:val="00B10125"/>
    <w:rsid w:val="00B11911"/>
    <w:rsid w:val="00B13869"/>
    <w:rsid w:val="00B172E8"/>
    <w:rsid w:val="00B259D6"/>
    <w:rsid w:val="00B25B04"/>
    <w:rsid w:val="00B306D7"/>
    <w:rsid w:val="00B31406"/>
    <w:rsid w:val="00B32672"/>
    <w:rsid w:val="00B40E75"/>
    <w:rsid w:val="00B452B3"/>
    <w:rsid w:val="00B476CB"/>
    <w:rsid w:val="00B67EFE"/>
    <w:rsid w:val="00B7081F"/>
    <w:rsid w:val="00B739C6"/>
    <w:rsid w:val="00B76C19"/>
    <w:rsid w:val="00B83B6F"/>
    <w:rsid w:val="00B90DBA"/>
    <w:rsid w:val="00B91FAA"/>
    <w:rsid w:val="00BA3351"/>
    <w:rsid w:val="00BA3443"/>
    <w:rsid w:val="00BA4690"/>
    <w:rsid w:val="00BA57F2"/>
    <w:rsid w:val="00BA5A01"/>
    <w:rsid w:val="00BB4429"/>
    <w:rsid w:val="00BC1C44"/>
    <w:rsid w:val="00BD0E8E"/>
    <w:rsid w:val="00BE1715"/>
    <w:rsid w:val="00BF0AF6"/>
    <w:rsid w:val="00BF338E"/>
    <w:rsid w:val="00C276B3"/>
    <w:rsid w:val="00C33679"/>
    <w:rsid w:val="00C34BE1"/>
    <w:rsid w:val="00C36853"/>
    <w:rsid w:val="00C42684"/>
    <w:rsid w:val="00C52A75"/>
    <w:rsid w:val="00C52EC1"/>
    <w:rsid w:val="00C5414E"/>
    <w:rsid w:val="00C54CD6"/>
    <w:rsid w:val="00C5703F"/>
    <w:rsid w:val="00C642FC"/>
    <w:rsid w:val="00C65A71"/>
    <w:rsid w:val="00C65CAA"/>
    <w:rsid w:val="00CA021E"/>
    <w:rsid w:val="00CA1682"/>
    <w:rsid w:val="00CA337C"/>
    <w:rsid w:val="00CA3391"/>
    <w:rsid w:val="00CB42E4"/>
    <w:rsid w:val="00CB573C"/>
    <w:rsid w:val="00CC0616"/>
    <w:rsid w:val="00CC0FCF"/>
    <w:rsid w:val="00CC22F9"/>
    <w:rsid w:val="00CC2ABF"/>
    <w:rsid w:val="00CC2FB1"/>
    <w:rsid w:val="00CC36C9"/>
    <w:rsid w:val="00CD0899"/>
    <w:rsid w:val="00CD0A42"/>
    <w:rsid w:val="00CD3A75"/>
    <w:rsid w:val="00CD4DDB"/>
    <w:rsid w:val="00CE29BF"/>
    <w:rsid w:val="00CE3E9F"/>
    <w:rsid w:val="00CE58D9"/>
    <w:rsid w:val="00CE5A92"/>
    <w:rsid w:val="00CF2D10"/>
    <w:rsid w:val="00D005BD"/>
    <w:rsid w:val="00D03184"/>
    <w:rsid w:val="00D07C35"/>
    <w:rsid w:val="00D13C63"/>
    <w:rsid w:val="00D146D8"/>
    <w:rsid w:val="00D40DAA"/>
    <w:rsid w:val="00D544E1"/>
    <w:rsid w:val="00D55CA5"/>
    <w:rsid w:val="00D61B52"/>
    <w:rsid w:val="00D80FF2"/>
    <w:rsid w:val="00D85F13"/>
    <w:rsid w:val="00D867B7"/>
    <w:rsid w:val="00D95B8E"/>
    <w:rsid w:val="00DA20BB"/>
    <w:rsid w:val="00DA4523"/>
    <w:rsid w:val="00DB078F"/>
    <w:rsid w:val="00DB44D2"/>
    <w:rsid w:val="00DB7356"/>
    <w:rsid w:val="00DC7C6F"/>
    <w:rsid w:val="00DD3884"/>
    <w:rsid w:val="00DD3907"/>
    <w:rsid w:val="00DD3CDA"/>
    <w:rsid w:val="00DD633F"/>
    <w:rsid w:val="00DD6B80"/>
    <w:rsid w:val="00DE398D"/>
    <w:rsid w:val="00DE7199"/>
    <w:rsid w:val="00DF0841"/>
    <w:rsid w:val="00DF4EED"/>
    <w:rsid w:val="00DF68C2"/>
    <w:rsid w:val="00E00192"/>
    <w:rsid w:val="00E01E6E"/>
    <w:rsid w:val="00E04E4F"/>
    <w:rsid w:val="00E07972"/>
    <w:rsid w:val="00E146B1"/>
    <w:rsid w:val="00E25F14"/>
    <w:rsid w:val="00E26D9C"/>
    <w:rsid w:val="00E27037"/>
    <w:rsid w:val="00E272AA"/>
    <w:rsid w:val="00E27980"/>
    <w:rsid w:val="00E4044C"/>
    <w:rsid w:val="00E461E9"/>
    <w:rsid w:val="00E4630C"/>
    <w:rsid w:val="00E51EAD"/>
    <w:rsid w:val="00E62088"/>
    <w:rsid w:val="00EA5D40"/>
    <w:rsid w:val="00EB0FF7"/>
    <w:rsid w:val="00EB5717"/>
    <w:rsid w:val="00EC6B10"/>
    <w:rsid w:val="00EC7219"/>
    <w:rsid w:val="00ED3ACD"/>
    <w:rsid w:val="00ED44E9"/>
    <w:rsid w:val="00ED46E2"/>
    <w:rsid w:val="00EF0509"/>
    <w:rsid w:val="00EF2A45"/>
    <w:rsid w:val="00F0689B"/>
    <w:rsid w:val="00F10675"/>
    <w:rsid w:val="00F17ADE"/>
    <w:rsid w:val="00F17E32"/>
    <w:rsid w:val="00F2199C"/>
    <w:rsid w:val="00F23654"/>
    <w:rsid w:val="00F40B3F"/>
    <w:rsid w:val="00F40DF2"/>
    <w:rsid w:val="00F423B4"/>
    <w:rsid w:val="00F4264B"/>
    <w:rsid w:val="00F6635F"/>
    <w:rsid w:val="00F72E00"/>
    <w:rsid w:val="00F73E58"/>
    <w:rsid w:val="00F73FDD"/>
    <w:rsid w:val="00F774AF"/>
    <w:rsid w:val="00F81B53"/>
    <w:rsid w:val="00F85F5F"/>
    <w:rsid w:val="00F87889"/>
    <w:rsid w:val="00F935F0"/>
    <w:rsid w:val="00FB5259"/>
    <w:rsid w:val="00FC2C4E"/>
    <w:rsid w:val="00FC78F8"/>
    <w:rsid w:val="00FD3AB8"/>
    <w:rsid w:val="00FD3AF7"/>
    <w:rsid w:val="00FD4253"/>
    <w:rsid w:val="00FD76A2"/>
    <w:rsid w:val="00FE031B"/>
    <w:rsid w:val="00FF19D9"/>
    <w:rsid w:val="00FF5336"/>
    <w:rsid w:val="00FF7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A01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link w:val="Nadpis2Char"/>
    <w:qFormat/>
    <w:rsid w:val="000D304B"/>
    <w:pPr>
      <w:keepNext/>
      <w:numPr>
        <w:ilvl w:val="1"/>
        <w:numId w:val="1"/>
      </w:numPr>
      <w:spacing w:before="240" w:line="288" w:lineRule="auto"/>
      <w:outlineLvl w:val="1"/>
    </w:pPr>
    <w:rPr>
      <w:rFonts w:cs="Arial"/>
      <w:b/>
      <w:bCs/>
      <w:iCs/>
      <w:caps/>
    </w:rPr>
  </w:style>
  <w:style w:type="paragraph" w:styleId="Nadpis3">
    <w:name w:val="heading 3"/>
    <w:basedOn w:val="Normln"/>
    <w:next w:val="Normln"/>
    <w:qFormat/>
    <w:rsid w:val="009C613E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145473"/>
    <w:pPr>
      <w:ind w:left="720"/>
      <w:contextualSpacing/>
    </w:pPr>
  </w:style>
  <w:style w:type="paragraph" w:customStyle="1" w:styleId="mk8-textsodstavcem">
    <w:name w:val="mk 8 - text s odstavcem"/>
    <w:basedOn w:val="Normln"/>
    <w:link w:val="mk8-textsodstavcemChar"/>
    <w:rsid w:val="00145473"/>
    <w:pPr>
      <w:spacing w:before="120" w:after="120"/>
      <w:ind w:firstLine="578"/>
    </w:pPr>
    <w:rPr>
      <w:rFonts w:ascii="Calibri" w:hAnsi="Calibri"/>
      <w:sz w:val="24"/>
    </w:rPr>
  </w:style>
  <w:style w:type="character" w:customStyle="1" w:styleId="mk8-textsodstavcemChar">
    <w:name w:val="mk 8 - text s odstavcem Char"/>
    <w:basedOn w:val="Standardnpsmoodstavce"/>
    <w:link w:val="mk8-textsodstavcem"/>
    <w:rsid w:val="00145473"/>
    <w:rPr>
      <w:rFonts w:ascii="Calibri" w:hAnsi="Calibri"/>
      <w:sz w:val="24"/>
    </w:rPr>
  </w:style>
  <w:style w:type="character" w:customStyle="1" w:styleId="Nadpis2Char">
    <w:name w:val="Nadpis 2 Char"/>
    <w:basedOn w:val="Standardnpsmoodstavce"/>
    <w:link w:val="Nadpis2"/>
    <w:rsid w:val="00BA5A01"/>
    <w:rPr>
      <w:rFonts w:cs="Arial"/>
      <w:b/>
      <w:bCs/>
      <w:i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5A01"/>
    <w:pPr>
      <w:jc w:val="both"/>
    </w:pPr>
  </w:style>
  <w:style w:type="paragraph" w:styleId="Nadpis1">
    <w:name w:val="heading 1"/>
    <w:basedOn w:val="Normln"/>
    <w:next w:val="Normln"/>
    <w:qFormat/>
    <w:rsid w:val="00AE3921"/>
    <w:pPr>
      <w:keepNext/>
      <w:spacing w:before="240" w:after="240"/>
      <w:outlineLvl w:val="0"/>
    </w:pPr>
    <w:rPr>
      <w:b/>
      <w:bCs/>
      <w:caps/>
      <w:sz w:val="26"/>
    </w:rPr>
  </w:style>
  <w:style w:type="paragraph" w:styleId="Nadpis2">
    <w:name w:val="heading 2"/>
    <w:basedOn w:val="Normln"/>
    <w:next w:val="Normln"/>
    <w:link w:val="Nadpis2Char"/>
    <w:qFormat/>
    <w:rsid w:val="000D304B"/>
    <w:pPr>
      <w:keepNext/>
      <w:numPr>
        <w:ilvl w:val="1"/>
        <w:numId w:val="1"/>
      </w:numPr>
      <w:spacing w:before="240" w:line="288" w:lineRule="auto"/>
      <w:outlineLvl w:val="1"/>
    </w:pPr>
    <w:rPr>
      <w:rFonts w:cs="Arial"/>
      <w:b/>
      <w:bCs/>
      <w:iCs/>
      <w:caps/>
    </w:rPr>
  </w:style>
  <w:style w:type="paragraph" w:styleId="Nadpis3">
    <w:name w:val="heading 3"/>
    <w:basedOn w:val="Normln"/>
    <w:next w:val="Normln"/>
    <w:qFormat/>
    <w:rsid w:val="009C613E"/>
    <w:pPr>
      <w:keepNext/>
      <w:numPr>
        <w:ilvl w:val="2"/>
        <w:numId w:val="1"/>
      </w:numPr>
      <w:spacing w:before="200" w:after="200" w:line="288" w:lineRule="auto"/>
      <w:outlineLvl w:val="2"/>
    </w:pPr>
    <w:rPr>
      <w:rFonts w:cs="Arial"/>
      <w:b/>
      <w:bCs/>
      <w:caps/>
      <w:szCs w:val="26"/>
    </w:rPr>
  </w:style>
  <w:style w:type="paragraph" w:styleId="Nadpis4">
    <w:name w:val="heading 4"/>
    <w:basedOn w:val="Normln"/>
    <w:next w:val="Normln"/>
    <w:qFormat/>
    <w:rsid w:val="009C613E"/>
    <w:pPr>
      <w:keepNext/>
      <w:numPr>
        <w:ilvl w:val="3"/>
        <w:numId w:val="1"/>
      </w:numPr>
      <w:spacing w:before="200" w:after="200" w:line="288" w:lineRule="auto"/>
      <w:outlineLvl w:val="3"/>
    </w:pPr>
    <w:rPr>
      <w:b/>
      <w:bCs/>
      <w:caps/>
      <w:szCs w:val="28"/>
    </w:rPr>
  </w:style>
  <w:style w:type="paragraph" w:styleId="Nadpis5">
    <w:name w:val="heading 5"/>
    <w:basedOn w:val="Normln"/>
    <w:next w:val="Normln"/>
    <w:qFormat/>
    <w:rsid w:val="00CE29BF"/>
    <w:pPr>
      <w:keepNext/>
      <w:numPr>
        <w:ilvl w:val="4"/>
        <w:numId w:val="1"/>
      </w:numPr>
      <w:tabs>
        <w:tab w:val="left" w:pos="1004"/>
      </w:tabs>
      <w:spacing w:before="120" w:after="120" w:line="288" w:lineRule="auto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rsid w:val="00CE29BF"/>
    <w:pPr>
      <w:keepNext/>
      <w:numPr>
        <w:ilvl w:val="5"/>
        <w:numId w:val="1"/>
      </w:numPr>
      <w:tabs>
        <w:tab w:val="left" w:pos="1145"/>
      </w:tabs>
      <w:spacing w:before="120" w:after="120" w:line="288" w:lineRule="auto"/>
      <w:jc w:val="left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9C691C"/>
    <w:pPr>
      <w:keepNext/>
      <w:numPr>
        <w:ilvl w:val="6"/>
        <w:numId w:val="1"/>
      </w:numPr>
      <w:tabs>
        <w:tab w:val="left" w:pos="1287"/>
      </w:tabs>
      <w:spacing w:before="60" w:after="60" w:line="288" w:lineRule="auto"/>
      <w:outlineLvl w:val="6"/>
    </w:pPr>
    <w:rPr>
      <w:b/>
      <w:bCs/>
    </w:rPr>
  </w:style>
  <w:style w:type="paragraph" w:styleId="Nadpis8">
    <w:name w:val="heading 8"/>
    <w:basedOn w:val="Normln"/>
    <w:next w:val="Normln"/>
    <w:semiHidden/>
    <w:qFormat/>
    <w:rsid w:val="009C691C"/>
    <w:pPr>
      <w:keepNext/>
      <w:numPr>
        <w:ilvl w:val="7"/>
        <w:numId w:val="1"/>
      </w:numPr>
      <w:tabs>
        <w:tab w:val="left" w:pos="1429"/>
      </w:tabs>
      <w:spacing w:line="288" w:lineRule="auto"/>
      <w:outlineLvl w:val="7"/>
    </w:pPr>
    <w:rPr>
      <w:b/>
      <w:bCs/>
    </w:rPr>
  </w:style>
  <w:style w:type="paragraph" w:styleId="Nadpis9">
    <w:name w:val="heading 9"/>
    <w:basedOn w:val="Normln"/>
    <w:next w:val="Normln"/>
    <w:semiHidden/>
    <w:qFormat/>
    <w:rsid w:val="009C691C"/>
    <w:pPr>
      <w:keepNext/>
      <w:numPr>
        <w:ilvl w:val="8"/>
        <w:numId w:val="1"/>
      </w:numPr>
      <w:tabs>
        <w:tab w:val="left" w:pos="1571"/>
      </w:tabs>
      <w:spacing w:line="288" w:lineRule="auto"/>
      <w:outlineLvl w:val="8"/>
    </w:pPr>
    <w:rPr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spacing w:before="240"/>
      <w:ind w:left="1276" w:right="397" w:hanging="1276"/>
      <w:outlineLvl w:val="0"/>
    </w:pPr>
    <w:rPr>
      <w:b/>
    </w:rPr>
  </w:style>
  <w:style w:type="paragraph" w:styleId="Obsah2">
    <w:name w:val="toc 2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3">
    <w:name w:val="toc 3"/>
    <w:basedOn w:val="Normln"/>
    <w:next w:val="Normln"/>
    <w:autoRedefine/>
    <w:uiPriority w:val="39"/>
    <w:qFormat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4">
    <w:name w:val="toc 4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5">
    <w:name w:val="toc 5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6">
    <w:name w:val="toc 6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7">
    <w:name w:val="toc 7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8">
    <w:name w:val="toc 8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</w:style>
  <w:style w:type="paragraph" w:styleId="Obsah9">
    <w:name w:val="toc 9"/>
    <w:basedOn w:val="Normln"/>
    <w:next w:val="Normln"/>
    <w:autoRedefine/>
    <w:uiPriority w:val="39"/>
    <w:rsid w:val="00344B0E"/>
    <w:pPr>
      <w:tabs>
        <w:tab w:val="left" w:pos="1276"/>
        <w:tab w:val="right" w:leader="dot" w:pos="8505"/>
      </w:tabs>
      <w:ind w:left="1276" w:right="397" w:hanging="1276"/>
    </w:pPr>
    <w:rPr>
      <w:noProof/>
    </w:rPr>
  </w:style>
  <w:style w:type="paragraph" w:customStyle="1" w:styleId="Odrky1">
    <w:name w:val="Odrážky 1"/>
    <w:basedOn w:val="Normlnodsazen"/>
    <w:semiHidden/>
    <w:rsid w:val="00033F1B"/>
    <w:pPr>
      <w:numPr>
        <w:numId w:val="10"/>
      </w:numPr>
      <w:tabs>
        <w:tab w:val="clear" w:pos="2160"/>
      </w:tabs>
      <w:ind w:left="0" w:firstLine="0"/>
    </w:pPr>
  </w:style>
  <w:style w:type="paragraph" w:styleId="Normlnodsazen">
    <w:name w:val="Normal Indent"/>
    <w:basedOn w:val="Normln"/>
    <w:semiHidden/>
    <w:rsid w:val="00033F1B"/>
    <w:pPr>
      <w:ind w:left="708"/>
    </w:pPr>
  </w:style>
  <w:style w:type="paragraph" w:styleId="Zkladntextodsazen">
    <w:name w:val="Body Text Indent"/>
    <w:basedOn w:val="Normln"/>
    <w:link w:val="ZkladntextodsazenChar"/>
    <w:semiHidden/>
    <w:rsid w:val="00033F1B"/>
    <w:pPr>
      <w:ind w:left="340"/>
    </w:pPr>
  </w:style>
  <w:style w:type="paragraph" w:styleId="Zkladntextodsazen2">
    <w:name w:val="Body Text Indent 2"/>
    <w:basedOn w:val="Normln"/>
    <w:rsid w:val="00033F1B"/>
    <w:pPr>
      <w:ind w:left="680"/>
    </w:pPr>
  </w:style>
  <w:style w:type="paragraph" w:styleId="Zkladntextodsazen3">
    <w:name w:val="Body Text Indent 3"/>
    <w:basedOn w:val="Normln"/>
    <w:semiHidden/>
    <w:rsid w:val="00033F1B"/>
    <w:pPr>
      <w:ind w:left="14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123C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3C1"/>
    <w:rPr>
      <w:rFonts w:ascii="Tahoma" w:hAnsi="Tahoma" w:cs="Tahoma"/>
      <w:sz w:val="16"/>
      <w:szCs w:val="16"/>
    </w:rPr>
  </w:style>
  <w:style w:type="paragraph" w:styleId="Seznam">
    <w:name w:val="List"/>
    <w:basedOn w:val="Normln"/>
    <w:semiHidden/>
    <w:rsid w:val="00207A11"/>
    <w:pPr>
      <w:keepLines/>
      <w:tabs>
        <w:tab w:val="left" w:pos="284"/>
        <w:tab w:val="left" w:pos="567"/>
        <w:tab w:val="left" w:pos="851"/>
        <w:tab w:val="left" w:pos="1134"/>
        <w:tab w:val="right" w:leader="dot" w:pos="9639"/>
      </w:tabs>
      <w:suppressAutoHyphens/>
      <w:spacing w:after="60" w:line="300" w:lineRule="auto"/>
    </w:pPr>
    <w:rPr>
      <w:spacing w:val="4"/>
    </w:rPr>
  </w:style>
  <w:style w:type="paragraph" w:customStyle="1" w:styleId="popis">
    <w:name w:val="popis"/>
    <w:basedOn w:val="Normln"/>
    <w:semiHidden/>
    <w:rsid w:val="00207A11"/>
    <w:pPr>
      <w:keepLines/>
      <w:suppressAutoHyphens/>
      <w:spacing w:before="160" w:line="300" w:lineRule="auto"/>
      <w:jc w:val="center"/>
    </w:pPr>
    <w:rPr>
      <w:caps/>
      <w:spacing w:val="4"/>
      <w:sz w:val="16"/>
    </w:rPr>
  </w:style>
  <w:style w:type="paragraph" w:customStyle="1" w:styleId="volndek">
    <w:name w:val="volný řádek"/>
    <w:basedOn w:val="Normln"/>
    <w:semiHidden/>
    <w:rsid w:val="00207A11"/>
    <w:pPr>
      <w:keepLines/>
      <w:tabs>
        <w:tab w:val="left" w:pos="3402"/>
        <w:tab w:val="left" w:pos="5387"/>
        <w:tab w:val="left" w:pos="7939"/>
      </w:tabs>
      <w:suppressAutoHyphens/>
    </w:pPr>
    <w:rPr>
      <w:spacing w:val="4"/>
      <w:sz w:val="8"/>
    </w:rPr>
  </w:style>
  <w:style w:type="paragraph" w:styleId="Zhlav">
    <w:name w:val="header"/>
    <w:basedOn w:val="Normln"/>
    <w:link w:val="ZhlavChar"/>
    <w:uiPriority w:val="99"/>
    <w:rsid w:val="00207A1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37D5F"/>
    <w:rPr>
      <w:rFonts w:ascii="Arial" w:hAnsi="Arial"/>
    </w:rPr>
  </w:style>
  <w:style w:type="paragraph" w:styleId="Zpat">
    <w:name w:val="footer"/>
    <w:basedOn w:val="Normln"/>
    <w:link w:val="ZpatChar"/>
    <w:semiHidden/>
    <w:rsid w:val="00207A1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137D5F"/>
    <w:rPr>
      <w:rFonts w:ascii="Arial" w:hAnsi="Arial"/>
    </w:rPr>
  </w:style>
  <w:style w:type="paragraph" w:customStyle="1" w:styleId="pata">
    <w:name w:val="pata"/>
    <w:basedOn w:val="Normln"/>
    <w:semiHidden/>
    <w:rsid w:val="00207A11"/>
    <w:pPr>
      <w:keepLines/>
      <w:tabs>
        <w:tab w:val="left" w:pos="2268"/>
        <w:tab w:val="left" w:pos="3544"/>
        <w:tab w:val="left" w:pos="5387"/>
        <w:tab w:val="left" w:pos="7088"/>
        <w:tab w:val="left" w:pos="8448"/>
        <w:tab w:val="right" w:pos="9639"/>
      </w:tabs>
      <w:suppressAutoHyphens/>
      <w:spacing w:line="300" w:lineRule="auto"/>
    </w:pPr>
    <w:rPr>
      <w:spacing w:val="4"/>
      <w:sz w:val="12"/>
    </w:rPr>
  </w:style>
  <w:style w:type="character" w:styleId="slostrnky">
    <w:name w:val="page number"/>
    <w:basedOn w:val="Standardnpsmoodstavce"/>
    <w:semiHidden/>
    <w:rsid w:val="00207A11"/>
    <w:rPr>
      <w:rFonts w:ascii="Arial Black" w:hAnsi="Arial Black"/>
      <w:sz w:val="16"/>
    </w:rPr>
  </w:style>
  <w:style w:type="paragraph" w:customStyle="1" w:styleId="zSidfotAdress1">
    <w:name w:val="zSidfotAdress1"/>
    <w:basedOn w:val="Zpat"/>
    <w:next w:val="zSidfotAdress2"/>
    <w:semiHidden/>
    <w:rsid w:val="00120D4A"/>
    <w:pPr>
      <w:spacing w:line="160" w:lineRule="atLeast"/>
      <w:jc w:val="left"/>
    </w:pPr>
    <w:rPr>
      <w:noProof/>
      <w:spacing w:val="16"/>
      <w:sz w:val="12"/>
      <w:lang w:val="en-GB" w:eastAsia="sv-SE"/>
    </w:rPr>
  </w:style>
  <w:style w:type="paragraph" w:customStyle="1" w:styleId="zSidfotAdress2">
    <w:name w:val="zSidfotAdress2"/>
    <w:basedOn w:val="Zpat"/>
    <w:link w:val="zSidfotAdress2Char"/>
    <w:semiHidden/>
    <w:rsid w:val="00120D4A"/>
    <w:pPr>
      <w:spacing w:line="160" w:lineRule="atLeast"/>
      <w:jc w:val="left"/>
    </w:pPr>
    <w:rPr>
      <w:noProof/>
      <w:spacing w:val="8"/>
      <w:sz w:val="12"/>
      <w:lang w:val="en-GB" w:eastAsia="sv-SE"/>
    </w:rPr>
  </w:style>
  <w:style w:type="paragraph" w:customStyle="1" w:styleId="zSidfotSkvg">
    <w:name w:val="zSidfotSökväg"/>
    <w:basedOn w:val="zSidfotAdress2"/>
    <w:semiHidden/>
    <w:rsid w:val="00120D4A"/>
    <w:pPr>
      <w:jc w:val="right"/>
    </w:pPr>
  </w:style>
  <w:style w:type="paragraph" w:customStyle="1" w:styleId="zSidfotAdress1fet">
    <w:name w:val="zSidfotAdress1 fet"/>
    <w:basedOn w:val="zSidfotAdress1"/>
    <w:next w:val="zSidfotAdress2"/>
    <w:semiHidden/>
    <w:rsid w:val="00120D4A"/>
    <w:rPr>
      <w:b/>
    </w:rPr>
  </w:style>
  <w:style w:type="character" w:customStyle="1" w:styleId="zSidfotBOLAG">
    <w:name w:val="zSidfotBOLAG"/>
    <w:basedOn w:val="Standardnpsmoodstavce"/>
    <w:semiHidden/>
    <w:rsid w:val="00120D4A"/>
    <w:rPr>
      <w:noProof/>
      <w:spacing w:val="8"/>
      <w:sz w:val="14"/>
    </w:rPr>
  </w:style>
  <w:style w:type="paragraph" w:customStyle="1" w:styleId="zDokBet">
    <w:name w:val="zDokBet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right"/>
    </w:pPr>
    <w:rPr>
      <w:noProof/>
      <w:sz w:val="10"/>
      <w:lang w:val="en-GB" w:eastAsia="sv-SE"/>
    </w:rPr>
  </w:style>
  <w:style w:type="character" w:customStyle="1" w:styleId="zSidfotAdress2Char">
    <w:name w:val="zSidfotAdress2 Char"/>
    <w:basedOn w:val="ZpatChar"/>
    <w:link w:val="zSidfotAdress2"/>
    <w:semiHidden/>
    <w:rsid w:val="00120D4A"/>
    <w:rPr>
      <w:rFonts w:ascii="Arial" w:hAnsi="Arial"/>
      <w:noProof/>
      <w:spacing w:val="8"/>
      <w:sz w:val="12"/>
      <w:lang w:val="en-GB" w:eastAsia="sv-SE"/>
    </w:rPr>
  </w:style>
  <w:style w:type="paragraph" w:customStyle="1" w:styleId="zSidnummerH">
    <w:name w:val="zSidnummerH"/>
    <w:basedOn w:val="Normln"/>
    <w:semiHidden/>
    <w:rsid w:val="00120D4A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160" w:lineRule="exact"/>
      <w:jc w:val="right"/>
    </w:pPr>
    <w:rPr>
      <w:sz w:val="16"/>
      <w:lang w:val="sv-SE" w:eastAsia="sv-SE"/>
    </w:rPr>
  </w:style>
  <w:style w:type="character" w:styleId="Hypertextovodkaz">
    <w:name w:val="Hyperlink"/>
    <w:basedOn w:val="Standardnpsmoodstavce"/>
    <w:uiPriority w:val="99"/>
    <w:unhideWhenUsed/>
    <w:rsid w:val="00372D67"/>
    <w:rPr>
      <w:color w:val="0000FF"/>
      <w:u w:val="single"/>
    </w:rPr>
  </w:style>
  <w:style w:type="paragraph" w:styleId="Zkladntext">
    <w:name w:val="Body Text"/>
    <w:basedOn w:val="Normln"/>
    <w:link w:val="ZkladntextChar"/>
    <w:rsid w:val="00952B1F"/>
    <w:pPr>
      <w:spacing w:after="130"/>
      <w:jc w:val="left"/>
    </w:pPr>
    <w:rPr>
      <w:lang w:eastAsia="sv-SE"/>
    </w:rPr>
  </w:style>
  <w:style w:type="character" w:customStyle="1" w:styleId="ZkladntextChar">
    <w:name w:val="Základní text Char"/>
    <w:basedOn w:val="Standardnpsmoodstavce"/>
    <w:link w:val="Zkladntext"/>
    <w:rsid w:val="00952B1F"/>
    <w:rPr>
      <w:lang w:eastAsia="sv-SE"/>
    </w:rPr>
  </w:style>
  <w:style w:type="paragraph" w:customStyle="1" w:styleId="Normal-extraradavstnd">
    <w:name w:val="Normal - extra radavstånd"/>
    <w:basedOn w:val="Normln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lang w:val="en-GB" w:eastAsia="sv-SE"/>
    </w:rPr>
  </w:style>
  <w:style w:type="paragraph" w:customStyle="1" w:styleId="zDatum">
    <w:name w:val="zDatum"/>
    <w:basedOn w:val="Normln"/>
    <w:link w:val="zDatum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6"/>
      <w:lang w:val="en-GB" w:eastAsia="sv-S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52B1F"/>
  </w:style>
  <w:style w:type="table" w:styleId="Mkatabulky">
    <w:name w:val="Table Grid"/>
    <w:basedOn w:val="Normlntabulka"/>
    <w:uiPriority w:val="59"/>
    <w:rsid w:val="006B3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text">
    <w:name w:val="Tabelltext"/>
    <w:basedOn w:val="Normln"/>
    <w:link w:val="TabelltextChar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jc w:val="left"/>
    </w:pPr>
    <w:rPr>
      <w:sz w:val="18"/>
      <w:lang w:val="en-GB" w:eastAsia="sv-SE"/>
    </w:rPr>
  </w:style>
  <w:style w:type="paragraph" w:customStyle="1" w:styleId="zLedtext">
    <w:name w:val="zLedtext"/>
    <w:basedOn w:val="zDatum"/>
    <w:link w:val="zLedtextChar"/>
    <w:semiHidden/>
    <w:rsid w:val="00304B67"/>
    <w:pPr>
      <w:spacing w:line="250" w:lineRule="atLeast"/>
    </w:pPr>
    <w:rPr>
      <w:caps/>
      <w:sz w:val="12"/>
    </w:rPr>
  </w:style>
  <w:style w:type="paragraph" w:customStyle="1" w:styleId="zDokumenttyp">
    <w:name w:val="zDokumenttyp"/>
    <w:basedOn w:val="Normln"/>
    <w:next w:val="Zkladntext"/>
    <w:semiHidden/>
    <w:rsid w:val="00304B67"/>
    <w:pPr>
      <w:tabs>
        <w:tab w:val="left" w:pos="0"/>
        <w:tab w:val="left" w:pos="567"/>
        <w:tab w:val="left" w:pos="1276"/>
        <w:tab w:val="left" w:pos="2552"/>
        <w:tab w:val="left" w:pos="3828"/>
        <w:tab w:val="left" w:pos="5103"/>
        <w:tab w:val="left" w:pos="6379"/>
        <w:tab w:val="right" w:pos="8364"/>
      </w:tabs>
      <w:spacing w:line="360" w:lineRule="exact"/>
      <w:jc w:val="left"/>
    </w:pPr>
    <w:rPr>
      <w:caps/>
      <w:spacing w:val="20"/>
      <w:kern w:val="30"/>
      <w:sz w:val="30"/>
      <w:lang w:val="en-GB" w:eastAsia="sv-SE"/>
    </w:rPr>
  </w:style>
  <w:style w:type="paragraph" w:customStyle="1" w:styleId="zUppdragsbenmning">
    <w:name w:val="zUppdragsbenämning"/>
    <w:basedOn w:val="Normal-extraradavstnd"/>
    <w:semiHidden/>
    <w:rsid w:val="00304B67"/>
    <w:rPr>
      <w:sz w:val="18"/>
    </w:rPr>
  </w:style>
  <w:style w:type="character" w:customStyle="1" w:styleId="TabelltextChar">
    <w:name w:val="Tabelltext Char"/>
    <w:basedOn w:val="Standardnpsmoodstavce"/>
    <w:link w:val="Tabelltext"/>
    <w:rsid w:val="00304B67"/>
    <w:rPr>
      <w:rFonts w:ascii="Arial" w:hAnsi="Arial"/>
      <w:sz w:val="18"/>
      <w:lang w:val="en-GB" w:eastAsia="sv-SE"/>
    </w:rPr>
  </w:style>
  <w:style w:type="character" w:customStyle="1" w:styleId="zDatumChar">
    <w:name w:val="zDatum Char"/>
    <w:basedOn w:val="Standardnpsmoodstavce"/>
    <w:link w:val="zDatum"/>
    <w:rsid w:val="00304B67"/>
    <w:rPr>
      <w:rFonts w:ascii="Arial" w:hAnsi="Arial"/>
      <w:sz w:val="16"/>
      <w:lang w:val="en-GB" w:eastAsia="sv-SE"/>
    </w:rPr>
  </w:style>
  <w:style w:type="character" w:customStyle="1" w:styleId="zLedtextChar">
    <w:name w:val="zLedtext Char"/>
    <w:basedOn w:val="zDatumChar"/>
    <w:link w:val="zLedtext"/>
    <w:rsid w:val="00304B67"/>
    <w:rPr>
      <w:rFonts w:ascii="Arial" w:hAnsi="Arial"/>
      <w:caps/>
      <w:sz w:val="12"/>
      <w:lang w:val="en-GB" w:eastAsia="sv-SE"/>
    </w:rPr>
  </w:style>
  <w:style w:type="paragraph" w:customStyle="1" w:styleId="Siffra">
    <w:name w:val="Siffra"/>
    <w:basedOn w:val="Zkladntext"/>
    <w:semiHidden/>
    <w:rsid w:val="00304B67"/>
    <w:rPr>
      <w:b/>
    </w:rPr>
  </w:style>
  <w:style w:type="paragraph" w:customStyle="1" w:styleId="Tabelltextsiffror">
    <w:name w:val="Tabelltext siffror"/>
    <w:basedOn w:val="Tabelltext"/>
    <w:semiHidden/>
    <w:rsid w:val="00304B67"/>
    <w:rPr>
      <w:sz w:val="16"/>
    </w:rPr>
  </w:style>
  <w:style w:type="paragraph" w:customStyle="1" w:styleId="Sidfotfastradavst">
    <w:name w:val="Sidfot fast radavst"/>
    <w:basedOn w:val="Zpat"/>
    <w:semiHidden/>
    <w:rsid w:val="003D404F"/>
    <w:pPr>
      <w:spacing w:line="160" w:lineRule="atLeast"/>
      <w:jc w:val="left"/>
    </w:pPr>
    <w:rPr>
      <w:noProof/>
      <w:sz w:val="18"/>
      <w:lang w:val="en-GB" w:eastAsia="sv-S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C488A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C488A"/>
    <w:rPr>
      <w:rFonts w:ascii="Arial" w:hAnsi="Arial"/>
      <w:sz w:val="22"/>
      <w:szCs w:val="24"/>
    </w:rPr>
  </w:style>
  <w:style w:type="character" w:styleId="Siln">
    <w:name w:val="Strong"/>
    <w:basedOn w:val="Standardnpsmoodstavce"/>
    <w:semiHidden/>
    <w:qFormat/>
    <w:rsid w:val="007C488A"/>
    <w:rPr>
      <w:b/>
      <w:bCs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73AAA"/>
    <w:pPr>
      <w:keepLines/>
      <w:spacing w:before="480" w:after="0" w:line="276" w:lineRule="auto"/>
      <w:jc w:val="left"/>
      <w:outlineLvl w:val="9"/>
    </w:pPr>
    <w:rPr>
      <w:rFonts w:ascii="Cambria" w:hAnsi="Cambria"/>
      <w:caps w:val="0"/>
      <w:color w:val="365F91"/>
      <w:sz w:val="28"/>
      <w:szCs w:val="28"/>
      <w:lang w:eastAsia="en-US"/>
    </w:rPr>
  </w:style>
  <w:style w:type="character" w:styleId="Zstupntext">
    <w:name w:val="Placeholder Text"/>
    <w:basedOn w:val="Standardnpsmoodstavce"/>
    <w:uiPriority w:val="99"/>
    <w:semiHidden/>
    <w:rsid w:val="00FD3AF7"/>
    <w:rPr>
      <w:color w:val="808080"/>
    </w:rPr>
  </w:style>
  <w:style w:type="paragraph" w:styleId="Nzev">
    <w:name w:val="Title"/>
    <w:basedOn w:val="Normln"/>
    <w:next w:val="Normln"/>
    <w:link w:val="NzevChar"/>
    <w:uiPriority w:val="10"/>
    <w:qFormat/>
    <w:rsid w:val="00083CD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83C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sky1">
    <w:name w:val="Desky1"/>
    <w:basedOn w:val="Normln"/>
    <w:qFormat/>
    <w:rsid w:val="00080C04"/>
    <w:pPr>
      <w:spacing w:line="360" w:lineRule="auto"/>
      <w:ind w:left="567" w:right="567"/>
      <w:jc w:val="center"/>
    </w:pPr>
    <w:rPr>
      <w:sz w:val="40"/>
    </w:rPr>
  </w:style>
  <w:style w:type="paragraph" w:customStyle="1" w:styleId="Desky2">
    <w:name w:val="Desky2"/>
    <w:basedOn w:val="Desky1"/>
    <w:qFormat/>
    <w:rsid w:val="00FB5259"/>
    <w:rPr>
      <w:sz w:val="32"/>
    </w:rPr>
  </w:style>
  <w:style w:type="paragraph" w:styleId="Odstavecseseznamem">
    <w:name w:val="List Paragraph"/>
    <w:basedOn w:val="Normln"/>
    <w:uiPriority w:val="34"/>
    <w:qFormat/>
    <w:rsid w:val="00145473"/>
    <w:pPr>
      <w:ind w:left="720"/>
      <w:contextualSpacing/>
    </w:pPr>
  </w:style>
  <w:style w:type="paragraph" w:customStyle="1" w:styleId="mk8-textsodstavcem">
    <w:name w:val="mk 8 - text s odstavcem"/>
    <w:basedOn w:val="Normln"/>
    <w:link w:val="mk8-textsodstavcemChar"/>
    <w:rsid w:val="00145473"/>
    <w:pPr>
      <w:spacing w:before="120" w:after="120"/>
      <w:ind w:firstLine="578"/>
    </w:pPr>
    <w:rPr>
      <w:rFonts w:ascii="Calibri" w:hAnsi="Calibri"/>
      <w:sz w:val="24"/>
    </w:rPr>
  </w:style>
  <w:style w:type="character" w:customStyle="1" w:styleId="mk8-textsodstavcemChar">
    <w:name w:val="mk 8 - text s odstavcem Char"/>
    <w:basedOn w:val="Standardnpsmoodstavce"/>
    <w:link w:val="mk8-textsodstavcem"/>
    <w:rsid w:val="00145473"/>
    <w:rPr>
      <w:rFonts w:ascii="Calibri" w:hAnsi="Calibri"/>
      <w:sz w:val="24"/>
    </w:rPr>
  </w:style>
  <w:style w:type="character" w:customStyle="1" w:styleId="Nadpis2Char">
    <w:name w:val="Nadpis 2 Char"/>
    <w:basedOn w:val="Standardnpsmoodstavce"/>
    <w:link w:val="Nadpis2"/>
    <w:rsid w:val="00BA5A01"/>
    <w:rPr>
      <w:rFonts w:cs="Arial"/>
      <w:b/>
      <w:bCs/>
      <w:i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ablony\Hot\Minutes%20en%20x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9143DA2E544E9D85C5D58ACD1CA6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BBAAF8-B001-4B56-9BFA-9B5A75E7AC7D}"/>
      </w:docPartPr>
      <w:docPartBody>
        <w:p w:rsidR="003915D8" w:rsidRDefault="00216FF3" w:rsidP="00216FF3">
          <w:pPr>
            <w:pStyle w:val="CF9143DA2E544E9D85C5D58ACD1CA69B"/>
          </w:pPr>
          <w:r w:rsidRPr="000F6FC0">
            <w:rPr>
              <w:caps/>
              <w:color w:val="000000" w:themeColor="text1"/>
              <w:sz w:val="12"/>
              <w:szCs w:val="12"/>
            </w:rPr>
            <w:t xml:space="preserve"> </w:t>
          </w:r>
        </w:p>
      </w:docPartBody>
    </w:docPart>
    <w:docPart>
      <w:docPartPr>
        <w:name w:val="56EA73E00556456B81707832DB3E9A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02C9DD-5445-4611-A8C6-5729F69CB60A}"/>
      </w:docPartPr>
      <w:docPartBody>
        <w:p w:rsidR="003915D8" w:rsidRDefault="00216FF3" w:rsidP="00216FF3">
          <w:pPr>
            <w:pStyle w:val="56EA73E00556456B81707832DB3E9A8E"/>
          </w:pPr>
          <w:r w:rsidRPr="000F6FC0">
            <w:rPr>
              <w:caps/>
              <w:color w:val="000000" w:themeColor="text1"/>
              <w:sz w:val="12"/>
              <w:szCs w:val="12"/>
            </w:rPr>
            <w:t xml:space="preserve"> </w:t>
          </w:r>
        </w:p>
      </w:docPartBody>
    </w:docPart>
    <w:docPart>
      <w:docPartPr>
        <w:name w:val="241B8BCC6B454BF5B794DABA32AC03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435886-60FB-4084-9378-8ABE6E9FB65B}"/>
      </w:docPartPr>
      <w:docPartBody>
        <w:p w:rsidR="003915D8" w:rsidRDefault="00216FF3" w:rsidP="00216FF3">
          <w:pPr>
            <w:pStyle w:val="241B8BCC6B454BF5B794DABA32AC03C9"/>
          </w:pPr>
          <w:r w:rsidRPr="000F6FC0">
            <w:rPr>
              <w:caps/>
              <w:color w:val="000000" w:themeColor="text1"/>
              <w:sz w:val="12"/>
              <w:szCs w:val="12"/>
            </w:rPr>
            <w:t xml:space="preserve"> </w:t>
          </w:r>
        </w:p>
      </w:docPartBody>
    </w:docPart>
    <w:docPart>
      <w:docPartPr>
        <w:name w:val="D86FB1FD1B6A4447B8D835C6CA67D1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42444-FC7E-4105-8444-E0AE142341D9}"/>
      </w:docPartPr>
      <w:docPartBody>
        <w:p w:rsidR="00D13942" w:rsidRDefault="00C15348" w:rsidP="00C15348">
          <w:pPr>
            <w:pStyle w:val="D86FB1FD1B6A4447B8D835C6CA67D1AF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ADEDC169C042E58045EEBBC7B648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0C8F2-4DD1-45B3-97D6-612974105798}"/>
      </w:docPartPr>
      <w:docPartBody>
        <w:p w:rsidR="00D13942" w:rsidRDefault="00C15348" w:rsidP="00C15348">
          <w:pPr>
            <w:pStyle w:val="C5ADEDC169C042E58045EEBBC7B64888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CF8D92AFC1D4C658603E21C732313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8D9402-DB86-47D1-BCCB-23CB3BDB04FD}"/>
      </w:docPartPr>
      <w:docPartBody>
        <w:p w:rsidR="00D13942" w:rsidRDefault="00C15348" w:rsidP="00C15348">
          <w:pPr>
            <w:pStyle w:val="4CF8D92AFC1D4C658603E21C7323139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0071A5BD86421684A6380C9CE26B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0FA962-A7B3-4448-8880-93E9EF52D58E}"/>
      </w:docPartPr>
      <w:docPartBody>
        <w:p w:rsidR="00D13942" w:rsidRDefault="00C15348" w:rsidP="00C15348">
          <w:pPr>
            <w:pStyle w:val="6F0071A5BD86421684A6380C9CE26BC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8CFFE72291D4B6085A4D554CCE3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DB5E8C-D5E1-4DC0-8035-C015B8F426AB}"/>
      </w:docPartPr>
      <w:docPartBody>
        <w:p w:rsidR="00D13942" w:rsidRDefault="00C15348" w:rsidP="00C15348">
          <w:pPr>
            <w:pStyle w:val="A8CFFE72291D4B6085A4D554CCE3797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80FD3CCD2DD446FBB1C0923F02C12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9E194C-5787-467C-AF4E-4DF49F17C8B7}"/>
      </w:docPartPr>
      <w:docPartBody>
        <w:p w:rsidR="00D13942" w:rsidRDefault="00C15348" w:rsidP="00C15348">
          <w:pPr>
            <w:pStyle w:val="680FD3CCD2DD446FBB1C0923F02C12C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B31CFBF72D0433A9687AA8F38FF2D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6CFDE3-ECA0-4446-B099-36ACD805EFFB}"/>
      </w:docPartPr>
      <w:docPartBody>
        <w:p w:rsidR="00D13942" w:rsidRDefault="00C15348" w:rsidP="00C15348">
          <w:pPr>
            <w:pStyle w:val="9B31CFBF72D0433A9687AA8F38FF2D1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E767A543FB49ECB116B02362C08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433A8C-154E-4B5D-A3AE-90647A8151E5}"/>
      </w:docPartPr>
      <w:docPartBody>
        <w:p w:rsidR="00D13942" w:rsidRDefault="00C15348" w:rsidP="00C15348">
          <w:pPr>
            <w:pStyle w:val="D7E767A543FB49ECB116B02362C08A4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A2EDAF59F2B44689D1C4569A81DA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E9E95-811D-48AE-918A-0E5078F47964}"/>
      </w:docPartPr>
      <w:docPartBody>
        <w:p w:rsidR="00D13942" w:rsidRDefault="00C15348" w:rsidP="00C15348">
          <w:pPr>
            <w:pStyle w:val="FA2EDAF59F2B44689D1C4569A81DAFD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80E9193088F4781A8919098822434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E6024-A93A-46B8-8792-6C8163B6A105}"/>
      </w:docPartPr>
      <w:docPartBody>
        <w:p w:rsidR="00D13942" w:rsidRDefault="00C15348" w:rsidP="00C15348">
          <w:pPr>
            <w:pStyle w:val="E80E9193088F4781A891909882243402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16EF84CFD745F8B83C9414896860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4C06EA-336B-4DAF-8980-E1FEE2EC7678}"/>
      </w:docPartPr>
      <w:docPartBody>
        <w:p w:rsidR="00D13942" w:rsidRDefault="00C15348" w:rsidP="00C15348">
          <w:pPr>
            <w:pStyle w:val="1F16EF84CFD745F8B83C9414896860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8EBF5CA0044D03B4AA2235CEB81A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810A63-DC8D-4277-9521-8DE1DEBE88F5}"/>
      </w:docPartPr>
      <w:docPartBody>
        <w:p w:rsidR="00D13942" w:rsidRDefault="00C15348" w:rsidP="00C15348">
          <w:pPr>
            <w:pStyle w:val="778EBF5CA0044D03B4AA2235CEB81A4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551B125A0AB4E45988684B1CCB230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08692-B0C3-42E2-8C92-52A67EC3858F}"/>
      </w:docPartPr>
      <w:docPartBody>
        <w:p w:rsidR="00D13942" w:rsidRDefault="00C15348" w:rsidP="00C15348">
          <w:pPr>
            <w:pStyle w:val="C551B125A0AB4E45988684B1CCB2306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0F88486065F4C78833A88EC9572F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0FDA66-E586-4C93-9604-16DC75A42BBD}"/>
      </w:docPartPr>
      <w:docPartBody>
        <w:p w:rsidR="00D13942" w:rsidRDefault="00C15348" w:rsidP="00C15348">
          <w:pPr>
            <w:pStyle w:val="B0F88486065F4C78833A88EC9572FEBB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2413C6E8A564A21B3AD39BEECD889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F2B88E-5F67-4D0B-94A0-EACF6FC1CD28}"/>
      </w:docPartPr>
      <w:docPartBody>
        <w:p w:rsidR="00D13942" w:rsidRDefault="00C15348" w:rsidP="00C15348">
          <w:pPr>
            <w:pStyle w:val="52413C6E8A564A21B3AD39BEECD8898C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F3E8C238E4D4C25AEC16594179475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C616E-7677-4914-942C-08A76D8F3642}"/>
      </w:docPartPr>
      <w:docPartBody>
        <w:p w:rsidR="00D13942" w:rsidRDefault="00C15348" w:rsidP="00C15348">
          <w:pPr>
            <w:pStyle w:val="EF3E8C238E4D4C25AEC165941794756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8F184D89D314C6A89B5FC6C0ABB3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121FE3-0350-41F8-AB11-964F4EBED84C}"/>
      </w:docPartPr>
      <w:docPartBody>
        <w:p w:rsidR="00D13942" w:rsidRDefault="00C15348" w:rsidP="00C15348">
          <w:pPr>
            <w:pStyle w:val="C8F184D89D314C6A89B5FC6C0ABB3DB0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E7B71BE9AF4D0C9D999552E636C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829667-AE48-4093-A6D2-471B76B09BC9}"/>
      </w:docPartPr>
      <w:docPartBody>
        <w:p w:rsidR="00D13942" w:rsidRDefault="00C15348" w:rsidP="00C15348">
          <w:pPr>
            <w:pStyle w:val="58E7B71BE9AF4D0C9D999552E636CE9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7529019E2A642A990A622591BA2FA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197B7F-53AB-4670-95A2-1370A24D7DDC}"/>
      </w:docPartPr>
      <w:docPartBody>
        <w:p w:rsidR="00D13942" w:rsidRDefault="00C15348" w:rsidP="00C15348">
          <w:pPr>
            <w:pStyle w:val="77529019E2A642A990A622591BA2FA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2C4041A107D45C197C66720C0B47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F0E63-19F3-4904-9FDA-8E67753210C6}"/>
      </w:docPartPr>
      <w:docPartBody>
        <w:p w:rsidR="00D13942" w:rsidRDefault="00C15348" w:rsidP="00C15348">
          <w:pPr>
            <w:pStyle w:val="72C4041A107D45C197C66720C0B47045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0865045EBF848C3A76EB5738EF19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74E90-93AC-471C-B4B9-23D797DB1DD6}"/>
      </w:docPartPr>
      <w:docPartBody>
        <w:p w:rsidR="00D13942" w:rsidRDefault="00C15348" w:rsidP="00C15348">
          <w:pPr>
            <w:pStyle w:val="40865045EBF848C3A76EB5738EF19A05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C523795870949DC872D4704BC3EF3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80B93-C5A2-41BB-9F06-4502B4D56EF9}"/>
      </w:docPartPr>
      <w:docPartBody>
        <w:p w:rsidR="00D13942" w:rsidRDefault="00C15348" w:rsidP="00C15348">
          <w:pPr>
            <w:pStyle w:val="EC523795870949DC872D4704BC3EF38A"/>
          </w:pPr>
          <w:r w:rsidRPr="006660DF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AD43DCB01E492EAE38DD2CD8AC6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DEEB7D-9418-42CE-85CB-1E5D3923CAFE}"/>
      </w:docPartPr>
      <w:docPartBody>
        <w:p w:rsidR="00D13942" w:rsidRDefault="00C15348" w:rsidP="00C15348">
          <w:pPr>
            <w:pStyle w:val="45AD43DCB01E492EAE38DD2CD8AC6EFD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82ECDBA034742C2AEE89D1E899ADA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7D5AF-1258-403A-B2BB-43B3F3274F24}"/>
      </w:docPartPr>
      <w:docPartBody>
        <w:p w:rsidR="00D13942" w:rsidRDefault="00C15348" w:rsidP="00C15348">
          <w:pPr>
            <w:pStyle w:val="182ECDBA034742C2AEE89D1E899ADA5E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7C72DB48C534B0490BAD94EBDD09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E3D7E-F878-45E1-A917-2199C88FF489}"/>
      </w:docPartPr>
      <w:docPartBody>
        <w:p w:rsidR="00D13942" w:rsidRDefault="00C15348" w:rsidP="00C15348">
          <w:pPr>
            <w:pStyle w:val="B7C72DB48C534B0490BAD94EBDD09DB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1211A3593D465BA7A73AB7DF11F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DEA079-DEAE-4CB8-8C08-99D66678C438}"/>
      </w:docPartPr>
      <w:docPartBody>
        <w:p w:rsidR="00EE4480" w:rsidRDefault="00027669" w:rsidP="00027669">
          <w:pPr>
            <w:pStyle w:val="D71211A3593D465BA7A73AB7DF11F697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6771FD321514B439598292048949B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212446-2D79-4737-B2F9-8C7C6BC7EDD7}"/>
      </w:docPartPr>
      <w:docPartBody>
        <w:p w:rsidR="00D2606A" w:rsidRDefault="00617330" w:rsidP="00617330">
          <w:pPr>
            <w:pStyle w:val="E6771FD321514B439598292048949B74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9604C"/>
    <w:rsid w:val="00027669"/>
    <w:rsid w:val="00072B14"/>
    <w:rsid w:val="00095F5B"/>
    <w:rsid w:val="000A08CA"/>
    <w:rsid w:val="000F5151"/>
    <w:rsid w:val="001227DF"/>
    <w:rsid w:val="001571A9"/>
    <w:rsid w:val="001D24E5"/>
    <w:rsid w:val="00205F9C"/>
    <w:rsid w:val="00216FF3"/>
    <w:rsid w:val="002615C8"/>
    <w:rsid w:val="00263771"/>
    <w:rsid w:val="00274F63"/>
    <w:rsid w:val="00283236"/>
    <w:rsid w:val="00285C53"/>
    <w:rsid w:val="0029444C"/>
    <w:rsid w:val="002A1B07"/>
    <w:rsid w:val="002B60F4"/>
    <w:rsid w:val="00301397"/>
    <w:rsid w:val="00336B4A"/>
    <w:rsid w:val="003915D8"/>
    <w:rsid w:val="003E1285"/>
    <w:rsid w:val="00414C35"/>
    <w:rsid w:val="00415E84"/>
    <w:rsid w:val="004D2C47"/>
    <w:rsid w:val="004F4720"/>
    <w:rsid w:val="004F65DA"/>
    <w:rsid w:val="005C1787"/>
    <w:rsid w:val="005F0742"/>
    <w:rsid w:val="00617330"/>
    <w:rsid w:val="00624961"/>
    <w:rsid w:val="006274C6"/>
    <w:rsid w:val="00634106"/>
    <w:rsid w:val="0071171D"/>
    <w:rsid w:val="00716480"/>
    <w:rsid w:val="007231B2"/>
    <w:rsid w:val="00797942"/>
    <w:rsid w:val="007F5AEA"/>
    <w:rsid w:val="00833ADC"/>
    <w:rsid w:val="008B6E63"/>
    <w:rsid w:val="009068F1"/>
    <w:rsid w:val="00930776"/>
    <w:rsid w:val="00930D8E"/>
    <w:rsid w:val="00933783"/>
    <w:rsid w:val="009548A0"/>
    <w:rsid w:val="00992DC5"/>
    <w:rsid w:val="009B45BF"/>
    <w:rsid w:val="009C601C"/>
    <w:rsid w:val="009D5B11"/>
    <w:rsid w:val="009E2784"/>
    <w:rsid w:val="00A2046A"/>
    <w:rsid w:val="00A97ACE"/>
    <w:rsid w:val="00AA5B36"/>
    <w:rsid w:val="00B227C6"/>
    <w:rsid w:val="00BD4F13"/>
    <w:rsid w:val="00BF6C21"/>
    <w:rsid w:val="00C02180"/>
    <w:rsid w:val="00C10AD9"/>
    <w:rsid w:val="00C15348"/>
    <w:rsid w:val="00C22723"/>
    <w:rsid w:val="00C37CD9"/>
    <w:rsid w:val="00C60556"/>
    <w:rsid w:val="00C849EC"/>
    <w:rsid w:val="00CD4DC2"/>
    <w:rsid w:val="00D13942"/>
    <w:rsid w:val="00D2606A"/>
    <w:rsid w:val="00D86D84"/>
    <w:rsid w:val="00D912AC"/>
    <w:rsid w:val="00E32A7D"/>
    <w:rsid w:val="00E364A5"/>
    <w:rsid w:val="00E603DD"/>
    <w:rsid w:val="00E9604C"/>
    <w:rsid w:val="00EE4480"/>
    <w:rsid w:val="00EF174F"/>
    <w:rsid w:val="00F34712"/>
    <w:rsid w:val="00FA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D5B1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7330"/>
    <w:rPr>
      <w:color w:val="808080"/>
    </w:rPr>
  </w:style>
  <w:style w:type="paragraph" w:customStyle="1" w:styleId="75A90713AAA444A0848E4A0B1CF8C9D8">
    <w:name w:val="75A90713AAA444A0848E4A0B1CF8C9D8"/>
    <w:rsid w:val="00E9604C"/>
  </w:style>
  <w:style w:type="paragraph" w:customStyle="1" w:styleId="75243D18E93B41CA860C53D8EF5ABFAB">
    <w:name w:val="75243D18E93B41CA860C53D8EF5ABFAB"/>
    <w:rsid w:val="00E9604C"/>
  </w:style>
  <w:style w:type="paragraph" w:customStyle="1" w:styleId="2342F6B1BDB6429DB0EDAFF8701EF81C">
    <w:name w:val="2342F6B1BDB6429DB0EDAFF8701EF81C"/>
    <w:rsid w:val="00E9604C"/>
  </w:style>
  <w:style w:type="paragraph" w:customStyle="1" w:styleId="A1EB1837619843CBADDC9E2A06C45B61">
    <w:name w:val="A1EB1837619843CBADDC9E2A06C45B61"/>
    <w:rsid w:val="00E9604C"/>
  </w:style>
  <w:style w:type="paragraph" w:customStyle="1" w:styleId="5D9D9CF80B624FFBB9F2CE5B86D7CB59">
    <w:name w:val="5D9D9CF80B624FFBB9F2CE5B86D7CB59"/>
    <w:rsid w:val="00E9604C"/>
  </w:style>
  <w:style w:type="paragraph" w:customStyle="1" w:styleId="938DE67C67F849AE812186C35EDFB8EB">
    <w:name w:val="938DE67C67F849AE812186C35EDFB8EB"/>
    <w:rsid w:val="00E9604C"/>
  </w:style>
  <w:style w:type="paragraph" w:customStyle="1" w:styleId="B4B0868F2F0D43618BBE93C94F7E4B23">
    <w:name w:val="B4B0868F2F0D43618BBE93C94F7E4B23"/>
    <w:rsid w:val="00E9604C"/>
  </w:style>
  <w:style w:type="paragraph" w:customStyle="1" w:styleId="F757293C258646D0BF8AFF85859E49F9">
    <w:name w:val="F757293C258646D0BF8AFF85859E49F9"/>
    <w:rsid w:val="00E9604C"/>
  </w:style>
  <w:style w:type="paragraph" w:customStyle="1" w:styleId="A9CB144751D6478EBDA6D9E29419C06A">
    <w:name w:val="A9CB144751D6478EBDA6D9E29419C06A"/>
    <w:rsid w:val="00E9604C"/>
  </w:style>
  <w:style w:type="paragraph" w:customStyle="1" w:styleId="7EC2BA0E4D97492C8B58CCC8499D3045">
    <w:name w:val="7EC2BA0E4D97492C8B58CCC8499D3045"/>
    <w:rsid w:val="00E9604C"/>
  </w:style>
  <w:style w:type="paragraph" w:customStyle="1" w:styleId="57EAE4AC7C0640C7B6187A01F778AE7E">
    <w:name w:val="57EAE4AC7C0640C7B6187A01F778AE7E"/>
    <w:rsid w:val="00E9604C"/>
  </w:style>
  <w:style w:type="paragraph" w:customStyle="1" w:styleId="9A42661CEA42406ABF91B2C6EE0A7BB1">
    <w:name w:val="9A42661CEA42406ABF91B2C6EE0A7BB1"/>
    <w:rsid w:val="00E9604C"/>
  </w:style>
  <w:style w:type="paragraph" w:customStyle="1" w:styleId="F0596E7F2F824DBB87DF5561757295B4">
    <w:name w:val="F0596E7F2F824DBB87DF5561757295B4"/>
    <w:rsid w:val="00E9604C"/>
  </w:style>
  <w:style w:type="paragraph" w:customStyle="1" w:styleId="9DF5FB4C977A406A9042035A015D1199">
    <w:name w:val="9DF5FB4C977A406A9042035A015D1199"/>
    <w:rsid w:val="00E9604C"/>
  </w:style>
  <w:style w:type="paragraph" w:customStyle="1" w:styleId="AED8C692EE3D441E86CB4B85405AE57E">
    <w:name w:val="AED8C692EE3D441E86CB4B85405AE57E"/>
    <w:rsid w:val="00E9604C"/>
  </w:style>
  <w:style w:type="paragraph" w:customStyle="1" w:styleId="30D6C044B43A420C8F3C098131575724">
    <w:name w:val="30D6C044B43A420C8F3C098131575724"/>
    <w:rsid w:val="00E9604C"/>
  </w:style>
  <w:style w:type="paragraph" w:customStyle="1" w:styleId="8A24D9250384498B9356B49C7ABB7AE6">
    <w:name w:val="8A24D9250384498B9356B49C7ABB7AE6"/>
    <w:rsid w:val="00E9604C"/>
  </w:style>
  <w:style w:type="paragraph" w:customStyle="1" w:styleId="2DDEB623C4D44D849F97BB1B6F1A99C9">
    <w:name w:val="2DDEB623C4D44D849F97BB1B6F1A99C9"/>
    <w:rsid w:val="00E9604C"/>
  </w:style>
  <w:style w:type="paragraph" w:customStyle="1" w:styleId="326FB2B06959462C8BC5C9AE693EEE2C">
    <w:name w:val="326FB2B06959462C8BC5C9AE693EEE2C"/>
    <w:rsid w:val="00E9604C"/>
  </w:style>
  <w:style w:type="paragraph" w:customStyle="1" w:styleId="962E1BFED5D7495C85919124A1D397AE">
    <w:name w:val="962E1BFED5D7495C85919124A1D397AE"/>
    <w:rsid w:val="00E9604C"/>
  </w:style>
  <w:style w:type="paragraph" w:customStyle="1" w:styleId="3EC9144ED68A4B3295718FC2535E6227">
    <w:name w:val="3EC9144ED68A4B3295718FC2535E6227"/>
    <w:rsid w:val="00E9604C"/>
  </w:style>
  <w:style w:type="paragraph" w:customStyle="1" w:styleId="DB5720A577C84807BB8E3061B02C823B">
    <w:name w:val="DB5720A577C84807BB8E3061B02C823B"/>
    <w:rsid w:val="00E9604C"/>
  </w:style>
  <w:style w:type="paragraph" w:customStyle="1" w:styleId="82DA6F9416B24C9A88190E8411647BB7">
    <w:name w:val="82DA6F9416B24C9A88190E8411647BB7"/>
    <w:rsid w:val="00E9604C"/>
  </w:style>
  <w:style w:type="paragraph" w:customStyle="1" w:styleId="7B5E4A0659C24CCEA75CD2DB7BE3F42A">
    <w:name w:val="7B5E4A0659C24CCEA75CD2DB7BE3F42A"/>
    <w:rsid w:val="00E9604C"/>
  </w:style>
  <w:style w:type="paragraph" w:customStyle="1" w:styleId="84C10B8C708D4D0CAE41230549E882EB">
    <w:name w:val="84C10B8C708D4D0CAE41230549E882EB"/>
    <w:rsid w:val="00E9604C"/>
  </w:style>
  <w:style w:type="paragraph" w:customStyle="1" w:styleId="761516C4B0FE4A44ADF7B97593C491EC">
    <w:name w:val="761516C4B0FE4A44ADF7B97593C491EC"/>
    <w:rsid w:val="00E9604C"/>
  </w:style>
  <w:style w:type="paragraph" w:customStyle="1" w:styleId="96C246E6445C458FBC4CF04A8D8FC444">
    <w:name w:val="96C246E6445C458FBC4CF04A8D8FC444"/>
    <w:rsid w:val="00E9604C"/>
  </w:style>
  <w:style w:type="paragraph" w:customStyle="1" w:styleId="E71B35863BC448CA9102EFA03CC54069">
    <w:name w:val="E71B35863BC448CA9102EFA03CC54069"/>
    <w:rsid w:val="00E9604C"/>
  </w:style>
  <w:style w:type="paragraph" w:customStyle="1" w:styleId="B4439C76BC814CEFAF7B6240A160EA82">
    <w:name w:val="B4439C76BC814CEFAF7B6240A160EA82"/>
    <w:rsid w:val="00E9604C"/>
  </w:style>
  <w:style w:type="paragraph" w:customStyle="1" w:styleId="25081AAE17A4460EAC76C30E9037A53B">
    <w:name w:val="25081AAE17A4460EAC76C30E9037A53B"/>
    <w:rsid w:val="00E9604C"/>
  </w:style>
  <w:style w:type="paragraph" w:customStyle="1" w:styleId="D72C35A8A82346E4A8A1EB169006BFB1">
    <w:name w:val="D72C35A8A82346E4A8A1EB169006BFB1"/>
    <w:rsid w:val="00E9604C"/>
  </w:style>
  <w:style w:type="paragraph" w:customStyle="1" w:styleId="11A99A238EED43FCA64CB3F7A505E23C">
    <w:name w:val="11A99A238EED43FCA64CB3F7A505E23C"/>
    <w:rsid w:val="00E9604C"/>
  </w:style>
  <w:style w:type="paragraph" w:customStyle="1" w:styleId="4537D621A60342FF87E210BB0DB95BB5">
    <w:name w:val="4537D621A60342FF87E210BB0DB95BB5"/>
    <w:rsid w:val="00E9604C"/>
  </w:style>
  <w:style w:type="paragraph" w:customStyle="1" w:styleId="562691E012CC4B56A9F121D7DF69C0F7">
    <w:name w:val="562691E012CC4B56A9F121D7DF69C0F7"/>
    <w:rsid w:val="00E9604C"/>
  </w:style>
  <w:style w:type="paragraph" w:customStyle="1" w:styleId="488CAE8C84C14FCD827F828007869BCA">
    <w:name w:val="488CAE8C84C14FCD827F828007869BCA"/>
    <w:rsid w:val="00E9604C"/>
  </w:style>
  <w:style w:type="paragraph" w:customStyle="1" w:styleId="3914BCA258324709B32F687456E2FF5A">
    <w:name w:val="3914BCA258324709B32F687456E2FF5A"/>
    <w:rsid w:val="00E9604C"/>
  </w:style>
  <w:style w:type="paragraph" w:customStyle="1" w:styleId="15B553FDB2BC4FB7A30683300CEEBA49">
    <w:name w:val="15B553FDB2BC4FB7A30683300CEEBA49"/>
    <w:rsid w:val="00E9604C"/>
  </w:style>
  <w:style w:type="paragraph" w:customStyle="1" w:styleId="6C9A32874AAA4F9D88FC6CC9EF7544B5">
    <w:name w:val="6C9A32874AAA4F9D88FC6CC9EF7544B5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1">
    <w:name w:val="9A42661CEA42406ABF91B2C6EE0A7BB1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">
    <w:name w:val="F0596E7F2F824DBB87DF5561757295B4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">
    <w:name w:val="9DF5FB4C977A406A9042035A015D1199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">
    <w:name w:val="30D6C044B43A420C8F3C098131575724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">
    <w:name w:val="AED8C692EE3D441E86CB4B85405AE57E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">
    <w:name w:val="8A24D9250384498B9356B49C7ABB7AE6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">
    <w:name w:val="11A99A238EED43FCA64CB3F7A505E23C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">
    <w:name w:val="4537D621A60342FF87E210BB0DB95BB5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">
    <w:name w:val="562691E012CC4B56A9F121D7DF69C0F7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">
    <w:name w:val="488CAE8C84C14FCD827F828007869BCA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">
    <w:name w:val="3914BCA258324709B32F687456E2FF5A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">
    <w:name w:val="15B553FDB2BC4FB7A30683300CEEBA49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">
    <w:name w:val="2DDEB623C4D44D849F97BB1B6F1A99C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">
    <w:name w:val="326FB2B06959462C8BC5C9AE693EEE2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">
    <w:name w:val="962E1BFED5D7495C85919124A1D397AE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">
    <w:name w:val="3EC9144ED68A4B3295718FC2535E6227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">
    <w:name w:val="82DA6F9416B24C9A88190E8411647BB7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">
    <w:name w:val="84C10B8C708D4D0CAE41230549E882E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">
    <w:name w:val="761516C4B0FE4A44ADF7B97593C491E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">
    <w:name w:val="96C246E6445C458FBC4CF04A8D8FC444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">
    <w:name w:val="E71B35863BC448CA9102EFA03CC5406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">
    <w:name w:val="25081AAE17A4460EAC76C30E9037A53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1">
    <w:name w:val="2342F6B1BDB6429DB0EDAFF8701EF81C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1">
    <w:name w:val="A1EB1837619843CBADDC9E2A06C45B61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1">
    <w:name w:val="5D9D9CF80B624FFBB9F2CE5B86D7CB59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1">
    <w:name w:val="938DE67C67F849AE812186C35EDFB8EB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1">
    <w:name w:val="57EAE4AC7C0640C7B6187A01F778AE7E1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1">
    <w:name w:val="6C9A32874AAA4F9D88FC6CC9EF7544B51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">
    <w:name w:val="B25E12CC50204EE3955D1AC7F2B266FB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2">
    <w:name w:val="9A42661CEA42406ABF91B2C6EE0A7BB1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2">
    <w:name w:val="F0596E7F2F824DBB87DF5561757295B4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2">
    <w:name w:val="9DF5FB4C977A406A9042035A015D1199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2">
    <w:name w:val="30D6C044B43A420C8F3C098131575724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2">
    <w:name w:val="AED8C692EE3D441E86CB4B85405AE57E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2">
    <w:name w:val="8A24D9250384498B9356B49C7ABB7AE6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2">
    <w:name w:val="11A99A238EED43FCA64CB3F7A505E23C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2">
    <w:name w:val="4537D621A60342FF87E210BB0DB95BB5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2">
    <w:name w:val="562691E012CC4B56A9F121D7DF69C0F7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2">
    <w:name w:val="488CAE8C84C14FCD827F828007869BCA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2">
    <w:name w:val="3914BCA258324709B32F687456E2FF5A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2">
    <w:name w:val="15B553FDB2BC4FB7A30683300CEEBA492"/>
    <w:rsid w:val="009D5B11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2">
    <w:name w:val="2DDEB623C4D44D849F97BB1B6F1A99C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2">
    <w:name w:val="326FB2B06959462C8BC5C9AE693EEE2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2">
    <w:name w:val="962E1BFED5D7495C85919124A1D397AE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2">
    <w:name w:val="3EC9144ED68A4B3295718FC2535E6227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2">
    <w:name w:val="82DA6F9416B24C9A88190E8411647BB7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2">
    <w:name w:val="84C10B8C708D4D0CAE41230549E882E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2">
    <w:name w:val="761516C4B0FE4A44ADF7B97593C491E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2">
    <w:name w:val="96C246E6445C458FBC4CF04A8D8FC444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2">
    <w:name w:val="E71B35863BC448CA9102EFA03CC5406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2">
    <w:name w:val="25081AAE17A4460EAC76C30E9037A53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2">
    <w:name w:val="2342F6B1BDB6429DB0EDAFF8701EF81C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2">
    <w:name w:val="A1EB1837619843CBADDC9E2A06C45B61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2">
    <w:name w:val="5D9D9CF80B624FFBB9F2CE5B86D7CB59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2">
    <w:name w:val="938DE67C67F849AE812186C35EDFB8EB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2">
    <w:name w:val="57EAE4AC7C0640C7B6187A01F778AE7E2"/>
    <w:rsid w:val="009D5B11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">
    <w:name w:val="2BA5B03DA626405084075CAAEEFE7C4B"/>
    <w:rsid w:val="009D5B11"/>
  </w:style>
  <w:style w:type="paragraph" w:customStyle="1" w:styleId="757C57ABBA8148DAA69AFEA6FFBDA2FE">
    <w:name w:val="757C57ABBA8148DAA69AFEA6FFBDA2FE"/>
    <w:rsid w:val="009D5B11"/>
  </w:style>
  <w:style w:type="paragraph" w:customStyle="1" w:styleId="034B30FEEDF74F87A0AA4DC46CF6E01E">
    <w:name w:val="034B30FEEDF74F87A0AA4DC46CF6E01E"/>
    <w:rsid w:val="009D5B11"/>
  </w:style>
  <w:style w:type="paragraph" w:customStyle="1" w:styleId="799AD3AFFB8D46629242EAEB1DA862C6">
    <w:name w:val="799AD3AFFB8D46629242EAEB1DA862C6"/>
    <w:rsid w:val="009D5B11"/>
  </w:style>
  <w:style w:type="paragraph" w:customStyle="1" w:styleId="A2CC454BAA0447C58BD0D1C297739180">
    <w:name w:val="A2CC454BAA0447C58BD0D1C297739180"/>
    <w:rsid w:val="00E364A5"/>
  </w:style>
  <w:style w:type="paragraph" w:customStyle="1" w:styleId="A37B474BB6CE45AFBCD09DF6747BA424">
    <w:name w:val="A37B474BB6CE45AFBCD09DF6747BA424"/>
    <w:rsid w:val="00E364A5"/>
  </w:style>
  <w:style w:type="paragraph" w:customStyle="1" w:styleId="6C9A32874AAA4F9D88FC6CC9EF7544B52">
    <w:name w:val="6C9A32874AAA4F9D88FC6CC9EF7544B5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1">
    <w:name w:val="B25E12CC50204EE3955D1AC7F2B266FB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1">
    <w:name w:val="2BA5B03DA626405084075CAAEEFE7C4B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1">
    <w:name w:val="757C57ABBA8148DAA69AFEA6FFBDA2FE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1">
    <w:name w:val="799AD3AFFB8D46629242EAEB1DA862C6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3">
    <w:name w:val="9A42661CEA42406ABF91B2C6EE0A7BB1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3">
    <w:name w:val="F0596E7F2F824DBB87DF5561757295B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3">
    <w:name w:val="9DF5FB4C977A406A9042035A015D1199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3">
    <w:name w:val="30D6C044B43A420C8F3C09813157572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3">
    <w:name w:val="AED8C692EE3D441E86CB4B85405AE57E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3">
    <w:name w:val="8A24D9250384498B9356B49C7ABB7AE6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3">
    <w:name w:val="11A99A238EED43FCA64CB3F7A505E23C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3">
    <w:name w:val="4537D621A60342FF87E210BB0DB95BB5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3">
    <w:name w:val="562691E012CC4B56A9F121D7DF69C0F7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3">
    <w:name w:val="488CAE8C84C14FCD827F828007869BC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3">
    <w:name w:val="3914BCA258324709B32F687456E2FF5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3">
    <w:name w:val="15B553FDB2BC4FB7A30683300CEEBA49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3">
    <w:name w:val="2DDEB623C4D44D849F97BB1B6F1A99C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3">
    <w:name w:val="326FB2B06959462C8BC5C9AE693EEE2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3">
    <w:name w:val="962E1BFED5D7495C85919124A1D397AE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3">
    <w:name w:val="3EC9144ED68A4B3295718FC2535E6227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3">
    <w:name w:val="82DA6F9416B24C9A88190E8411647BB7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3">
    <w:name w:val="84C10B8C708D4D0CAE41230549E882E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3">
    <w:name w:val="761516C4B0FE4A44ADF7B97593C491E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3">
    <w:name w:val="96C246E6445C458FBC4CF04A8D8FC444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3">
    <w:name w:val="E71B35863BC448CA9102EFA03CC5406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3">
    <w:name w:val="25081AAE17A4460EAC76C30E9037A53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3">
    <w:name w:val="2342F6B1BDB6429DB0EDAFF8701EF81C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3">
    <w:name w:val="A1EB1837619843CBADDC9E2A06C45B61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3">
    <w:name w:val="5D9D9CF80B624FFBB9F2CE5B86D7CB59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3">
    <w:name w:val="938DE67C67F849AE812186C35EDFB8EB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3">
    <w:name w:val="57EAE4AC7C0640C7B6187A01F778AE7E3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">
    <w:name w:val="17C5803909FF43CC811BB052BA298103"/>
    <w:rsid w:val="00E364A5"/>
  </w:style>
  <w:style w:type="paragraph" w:customStyle="1" w:styleId="CB96B46A26F8498693197420B7DA6E65">
    <w:name w:val="CB96B46A26F8498693197420B7DA6E65"/>
    <w:rsid w:val="00E364A5"/>
  </w:style>
  <w:style w:type="paragraph" w:customStyle="1" w:styleId="0893FF39259F4E09AA92456DDC9DA4E7">
    <w:name w:val="0893FF39259F4E09AA92456DDC9DA4E7"/>
    <w:rsid w:val="00E364A5"/>
  </w:style>
  <w:style w:type="paragraph" w:customStyle="1" w:styleId="B752C9F178094B1FBB25C08CCAA76E0A">
    <w:name w:val="B752C9F178094B1FBB25C08CCAA76E0A"/>
    <w:rsid w:val="00E364A5"/>
  </w:style>
  <w:style w:type="paragraph" w:customStyle="1" w:styleId="AC74664DE2054B1787EADD54FD67B9EF">
    <w:name w:val="AC74664DE2054B1787EADD54FD67B9EF"/>
    <w:rsid w:val="00E364A5"/>
  </w:style>
  <w:style w:type="paragraph" w:customStyle="1" w:styleId="C9133DE7BE254369A3C4917415E81FCA">
    <w:name w:val="C9133DE7BE254369A3C4917415E81FCA"/>
    <w:rsid w:val="00E364A5"/>
  </w:style>
  <w:style w:type="paragraph" w:customStyle="1" w:styleId="1602CA1FA03240FF9EDD2C7D6636520C">
    <w:name w:val="1602CA1FA03240FF9EDD2C7D6636520C"/>
    <w:rsid w:val="00E364A5"/>
  </w:style>
  <w:style w:type="paragraph" w:customStyle="1" w:styleId="DCA6BED40FAC4A67877E022C761E16A4">
    <w:name w:val="DCA6BED40FAC4A67877E022C761E16A4"/>
    <w:rsid w:val="00E364A5"/>
  </w:style>
  <w:style w:type="paragraph" w:customStyle="1" w:styleId="78D8B9FC74934964990826F4E4A393A5">
    <w:name w:val="78D8B9FC74934964990826F4E4A393A5"/>
    <w:rsid w:val="00E364A5"/>
  </w:style>
  <w:style w:type="paragraph" w:customStyle="1" w:styleId="D0A57232D01346F4AA83377C94776457">
    <w:name w:val="D0A57232D01346F4AA83377C94776457"/>
    <w:rsid w:val="00E364A5"/>
  </w:style>
  <w:style w:type="paragraph" w:customStyle="1" w:styleId="C75E40CD30BA41899C4F678ED7D5A797">
    <w:name w:val="C75E40CD30BA41899C4F678ED7D5A797"/>
    <w:rsid w:val="00E364A5"/>
  </w:style>
  <w:style w:type="paragraph" w:customStyle="1" w:styleId="E9AF160B40DA462589824370E0490AB1">
    <w:name w:val="E9AF160B40DA462589824370E0490AB1"/>
    <w:rsid w:val="00E364A5"/>
  </w:style>
  <w:style w:type="paragraph" w:customStyle="1" w:styleId="20E1035DA1304B3A8DCB034BEF0F8D93">
    <w:name w:val="20E1035DA1304B3A8DCB034BEF0F8D93"/>
    <w:rsid w:val="00E364A5"/>
  </w:style>
  <w:style w:type="paragraph" w:customStyle="1" w:styleId="627BDC0D507241478638B1F0FF6E270E">
    <w:name w:val="627BDC0D507241478638B1F0FF6E270E"/>
    <w:rsid w:val="00E364A5"/>
  </w:style>
  <w:style w:type="paragraph" w:customStyle="1" w:styleId="90C64D10A6F64D5A987FC97E56B4EE37">
    <w:name w:val="90C64D10A6F64D5A987FC97E56B4EE37"/>
    <w:rsid w:val="00E364A5"/>
  </w:style>
  <w:style w:type="paragraph" w:customStyle="1" w:styleId="E99B3E9601674407AF6948345F03123C">
    <w:name w:val="E99B3E9601674407AF6948345F03123C"/>
    <w:rsid w:val="00E364A5"/>
  </w:style>
  <w:style w:type="paragraph" w:customStyle="1" w:styleId="8B5B81114F3548798A13201990C9A19D">
    <w:name w:val="8B5B81114F3548798A13201990C9A19D"/>
    <w:rsid w:val="00E364A5"/>
  </w:style>
  <w:style w:type="paragraph" w:customStyle="1" w:styleId="DC75537EA705454B81BE86FEA9358858">
    <w:name w:val="DC75537EA705454B81BE86FEA9358858"/>
    <w:rsid w:val="00E364A5"/>
  </w:style>
  <w:style w:type="paragraph" w:customStyle="1" w:styleId="A5526C9FE97542E6B9A009039E3A064E">
    <w:name w:val="A5526C9FE97542E6B9A009039E3A064E"/>
    <w:rsid w:val="00E364A5"/>
  </w:style>
  <w:style w:type="paragraph" w:customStyle="1" w:styleId="9215083040954ACE85FA8D6DD5D580BD">
    <w:name w:val="9215083040954ACE85FA8D6DD5D580BD"/>
    <w:rsid w:val="00E364A5"/>
  </w:style>
  <w:style w:type="paragraph" w:customStyle="1" w:styleId="AAF663617AE3407DB8E83E7A98E11D94">
    <w:name w:val="AAF663617AE3407DB8E83E7A98E11D94"/>
    <w:rsid w:val="00E364A5"/>
  </w:style>
  <w:style w:type="paragraph" w:customStyle="1" w:styleId="23CA761B19D44DF59D21AAB8F4444C71">
    <w:name w:val="23CA761B19D44DF59D21AAB8F4444C71"/>
    <w:rsid w:val="00E364A5"/>
  </w:style>
  <w:style w:type="paragraph" w:customStyle="1" w:styleId="09EB25B1E4C346339874714EFEC20288">
    <w:name w:val="09EB25B1E4C346339874714EFEC20288"/>
    <w:rsid w:val="00E364A5"/>
  </w:style>
  <w:style w:type="paragraph" w:customStyle="1" w:styleId="9E58ACCCCEA34432B1F11855C1EFC3AC">
    <w:name w:val="9E58ACCCCEA34432B1F11855C1EFC3AC"/>
    <w:rsid w:val="00E364A5"/>
  </w:style>
  <w:style w:type="paragraph" w:customStyle="1" w:styleId="2DAACF515514417CA8B6B4B8A6179173">
    <w:name w:val="2DAACF515514417CA8B6B4B8A6179173"/>
    <w:rsid w:val="00E364A5"/>
  </w:style>
  <w:style w:type="paragraph" w:customStyle="1" w:styleId="ADC91F02BE94418EB5A6299902AEDF8C">
    <w:name w:val="ADC91F02BE94418EB5A6299902AEDF8C"/>
    <w:rsid w:val="00E364A5"/>
  </w:style>
  <w:style w:type="paragraph" w:customStyle="1" w:styleId="E30D9199932B4EC9BA10BDE2C563FFD4">
    <w:name w:val="E30D9199932B4EC9BA10BDE2C563FFD4"/>
    <w:rsid w:val="00E364A5"/>
  </w:style>
  <w:style w:type="paragraph" w:customStyle="1" w:styleId="B546F36287DD46A09AFA9D4CC36360CF">
    <w:name w:val="B546F36287DD46A09AFA9D4CC36360CF"/>
    <w:rsid w:val="00E364A5"/>
  </w:style>
  <w:style w:type="paragraph" w:customStyle="1" w:styleId="6B744BE7014D477CB2F32F9CA1AB5615">
    <w:name w:val="6B744BE7014D477CB2F32F9CA1AB5615"/>
    <w:rsid w:val="00E364A5"/>
  </w:style>
  <w:style w:type="paragraph" w:customStyle="1" w:styleId="F81ACEE16DE347A095C8D2A2BB17E89D">
    <w:name w:val="F81ACEE16DE347A095C8D2A2BB17E89D"/>
    <w:rsid w:val="00E364A5"/>
  </w:style>
  <w:style w:type="paragraph" w:customStyle="1" w:styleId="D1B4C2AB36A34AC2A7248B79F19A3991">
    <w:name w:val="D1B4C2AB36A34AC2A7248B79F19A3991"/>
    <w:rsid w:val="00E364A5"/>
  </w:style>
  <w:style w:type="paragraph" w:customStyle="1" w:styleId="A9B2677F927743F898BACBE6747A806A">
    <w:name w:val="A9B2677F927743F898BACBE6747A806A"/>
    <w:rsid w:val="00E364A5"/>
  </w:style>
  <w:style w:type="paragraph" w:customStyle="1" w:styleId="6C9A32874AAA4F9D88FC6CC9EF7544B53">
    <w:name w:val="6C9A32874AAA4F9D88FC6CC9EF7544B5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2">
    <w:name w:val="B25E12CC50204EE3955D1AC7F2B266FB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2">
    <w:name w:val="2BA5B03DA626405084075CAAEEFE7C4B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2">
    <w:name w:val="757C57ABBA8148DAA69AFEA6FFBDA2FE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2">
    <w:name w:val="799AD3AFFB8D46629242EAEB1DA862C6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1">
    <w:name w:val="A37B474BB6CE45AFBCD09DF6747BA424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1">
    <w:name w:val="C9133DE7BE254369A3C4917415E81FCA1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4">
    <w:name w:val="9A42661CEA42406ABF91B2C6EE0A7BB1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4">
    <w:name w:val="F0596E7F2F824DBB87DF5561757295B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4">
    <w:name w:val="9DF5FB4C977A406A9042035A015D1199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4">
    <w:name w:val="30D6C044B43A420C8F3C09813157572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4">
    <w:name w:val="AED8C692EE3D441E86CB4B85405AE57E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4">
    <w:name w:val="8A24D9250384498B9356B49C7ABB7AE6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4">
    <w:name w:val="11A99A238EED43FCA64CB3F7A505E23C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4">
    <w:name w:val="4537D621A60342FF87E210BB0DB95BB5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4">
    <w:name w:val="562691E012CC4B56A9F121D7DF69C0F7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4">
    <w:name w:val="488CAE8C84C14FCD827F828007869BC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4">
    <w:name w:val="3914BCA258324709B32F687456E2FF5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4">
    <w:name w:val="15B553FDB2BC4FB7A30683300CEEBA49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4">
    <w:name w:val="2DDEB623C4D44D849F97BB1B6F1A99C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4">
    <w:name w:val="326FB2B06959462C8BC5C9AE693EEE2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4">
    <w:name w:val="962E1BFED5D7495C85919124A1D397AE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4">
    <w:name w:val="3EC9144ED68A4B3295718FC2535E6227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4">
    <w:name w:val="82DA6F9416B24C9A88190E8411647BB7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4">
    <w:name w:val="84C10B8C708D4D0CAE41230549E882E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4">
    <w:name w:val="761516C4B0FE4A44ADF7B97593C491E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4">
    <w:name w:val="96C246E6445C458FBC4CF04A8D8FC444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4">
    <w:name w:val="E71B35863BC448CA9102EFA03CC5406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4">
    <w:name w:val="25081AAE17A4460EAC76C30E9037A53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4">
    <w:name w:val="2342F6B1BDB6429DB0EDAFF8701EF81C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4">
    <w:name w:val="A1EB1837619843CBADDC9E2A06C45B61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4">
    <w:name w:val="5D9D9CF80B624FFBB9F2CE5B86D7CB59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4">
    <w:name w:val="938DE67C67F849AE812186C35EDFB8EB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4">
    <w:name w:val="57EAE4AC7C0640C7B6187A01F778AE7E4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">
    <w:name w:val="3D44A16445A64DC2983A481E8088D628"/>
    <w:rsid w:val="00E364A5"/>
  </w:style>
  <w:style w:type="paragraph" w:customStyle="1" w:styleId="385E246CE5714547A2F0E8ACB7CB8F07">
    <w:name w:val="385E246CE5714547A2F0E8ACB7CB8F07"/>
    <w:rsid w:val="00E364A5"/>
  </w:style>
  <w:style w:type="paragraph" w:customStyle="1" w:styleId="12E407B13CA04DFAAD94DA36A9A72202">
    <w:name w:val="12E407B13CA04DFAAD94DA36A9A72202"/>
    <w:rsid w:val="00E364A5"/>
  </w:style>
  <w:style w:type="paragraph" w:customStyle="1" w:styleId="26BF98DE256248F18A0BBF622A398F63">
    <w:name w:val="26BF98DE256248F18A0BBF622A398F63"/>
    <w:rsid w:val="00E364A5"/>
  </w:style>
  <w:style w:type="paragraph" w:customStyle="1" w:styleId="C10B2298129844C288ACDC552C27F948">
    <w:name w:val="C10B2298129844C288ACDC552C27F948"/>
    <w:rsid w:val="00E364A5"/>
  </w:style>
  <w:style w:type="paragraph" w:customStyle="1" w:styleId="A2E56A06FB1240E2972F1773EB8BB4E5">
    <w:name w:val="A2E56A06FB1240E2972F1773EB8BB4E5"/>
    <w:rsid w:val="00E364A5"/>
  </w:style>
  <w:style w:type="paragraph" w:customStyle="1" w:styleId="AE6CA903ED94432BAB5F6F1F0AFCEFB1">
    <w:name w:val="AE6CA903ED94432BAB5F6F1F0AFCEFB1"/>
    <w:rsid w:val="00E364A5"/>
  </w:style>
  <w:style w:type="paragraph" w:customStyle="1" w:styleId="9BFB36B66D454907874DB0E039EA8344">
    <w:name w:val="9BFB36B66D454907874DB0E039EA8344"/>
    <w:rsid w:val="00E364A5"/>
  </w:style>
  <w:style w:type="paragraph" w:customStyle="1" w:styleId="53F45EDFDFD243CCB67CC658A2480226">
    <w:name w:val="53F45EDFDFD243CCB67CC658A2480226"/>
    <w:rsid w:val="00E364A5"/>
  </w:style>
  <w:style w:type="paragraph" w:customStyle="1" w:styleId="CBB32FBCC9184224B4592BE8FDC41F4A">
    <w:name w:val="CBB32FBCC9184224B4592BE8FDC41F4A"/>
    <w:rsid w:val="00E364A5"/>
  </w:style>
  <w:style w:type="paragraph" w:customStyle="1" w:styleId="6C9A32874AAA4F9D88FC6CC9EF7544B54">
    <w:name w:val="6C9A32874AAA4F9D88FC6CC9EF7544B5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3">
    <w:name w:val="B25E12CC50204EE3955D1AC7F2B266FB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3">
    <w:name w:val="2BA5B03DA626405084075CAAEEFE7C4B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3">
    <w:name w:val="757C57ABBA8148DAA69AFEA6FFBDA2FE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3">
    <w:name w:val="799AD3AFFB8D46629242EAEB1DA862C6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2">
    <w:name w:val="A37B474BB6CE45AFBCD09DF6747BA424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2">
    <w:name w:val="C9133DE7BE254369A3C4917415E81FCA2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5">
    <w:name w:val="9A42661CEA42406ABF91B2C6EE0A7BB1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5">
    <w:name w:val="F0596E7F2F824DBB87DF5561757295B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5">
    <w:name w:val="9DF5FB4C977A406A9042035A015D1199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5">
    <w:name w:val="30D6C044B43A420C8F3C09813157572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5">
    <w:name w:val="AED8C692EE3D441E86CB4B85405AE57E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5">
    <w:name w:val="8A24D9250384498B9356B49C7ABB7AE6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5">
    <w:name w:val="11A99A238EED43FCA64CB3F7A505E23C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5">
    <w:name w:val="4537D621A60342FF87E210BB0DB95BB5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5">
    <w:name w:val="562691E012CC4B56A9F121D7DF69C0F7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5">
    <w:name w:val="488CAE8C84C14FCD827F828007869BC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5">
    <w:name w:val="3914BCA258324709B32F687456E2FF5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5">
    <w:name w:val="15B553FDB2BC4FB7A30683300CEEBA49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5">
    <w:name w:val="2DDEB623C4D44D849F97BB1B6F1A99C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5">
    <w:name w:val="326FB2B06959462C8BC5C9AE693EEE2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5">
    <w:name w:val="962E1BFED5D7495C85919124A1D397AE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5">
    <w:name w:val="3EC9144ED68A4B3295718FC2535E6227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5">
    <w:name w:val="82DA6F9416B24C9A88190E8411647BB7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5">
    <w:name w:val="84C10B8C708D4D0CAE41230549E882E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5">
    <w:name w:val="761516C4B0FE4A44ADF7B97593C491E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5">
    <w:name w:val="96C246E6445C458FBC4CF04A8D8FC444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5">
    <w:name w:val="E71B35863BC448CA9102EFA03CC5406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5">
    <w:name w:val="25081AAE17A4460EAC76C30E9037A53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5">
    <w:name w:val="2342F6B1BDB6429DB0EDAFF8701EF81C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5">
    <w:name w:val="A1EB1837619843CBADDC9E2A06C45B61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5">
    <w:name w:val="5D9D9CF80B624FFBB9F2CE5B86D7CB59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5">
    <w:name w:val="938DE67C67F849AE812186C35EDFB8EB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5">
    <w:name w:val="57EAE4AC7C0640C7B6187A01F778AE7E5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">
    <w:name w:val="7C5C25260AA2409F96C92567DCA8B259"/>
    <w:rsid w:val="00E364A5"/>
  </w:style>
  <w:style w:type="paragraph" w:customStyle="1" w:styleId="11D220DC17C245D5A7FE1B3C0BCC113A">
    <w:name w:val="11D220DC17C245D5A7FE1B3C0BCC113A"/>
    <w:rsid w:val="00E364A5"/>
  </w:style>
  <w:style w:type="paragraph" w:customStyle="1" w:styleId="D8CED89D2A5A43B286C3792452F654FE">
    <w:name w:val="D8CED89D2A5A43B286C3792452F654FE"/>
    <w:rsid w:val="00E364A5"/>
  </w:style>
  <w:style w:type="paragraph" w:customStyle="1" w:styleId="9129171924384BFABED99FF1C2CDD467">
    <w:name w:val="9129171924384BFABED99FF1C2CDD467"/>
    <w:rsid w:val="00E364A5"/>
  </w:style>
  <w:style w:type="paragraph" w:customStyle="1" w:styleId="0581CDD65EAA430EBF643818C6C72714">
    <w:name w:val="0581CDD65EAA430EBF643818C6C72714"/>
    <w:rsid w:val="00E364A5"/>
  </w:style>
  <w:style w:type="paragraph" w:customStyle="1" w:styleId="5FFB2F68C05449A3A951AF08DB58AD47">
    <w:name w:val="5FFB2F68C05449A3A951AF08DB58AD47"/>
    <w:rsid w:val="00E364A5"/>
  </w:style>
  <w:style w:type="paragraph" w:customStyle="1" w:styleId="853D6245CB2B4149AFC02B13A88B9A46">
    <w:name w:val="853D6245CB2B4149AFC02B13A88B9A46"/>
    <w:rsid w:val="00E364A5"/>
  </w:style>
  <w:style w:type="paragraph" w:customStyle="1" w:styleId="BA11C9EC726248E396EC45A60E804797">
    <w:name w:val="BA11C9EC726248E396EC45A60E804797"/>
    <w:rsid w:val="00E364A5"/>
  </w:style>
  <w:style w:type="paragraph" w:customStyle="1" w:styleId="69C9E5D69DE44DD18BC4C93FA8F4C274">
    <w:name w:val="69C9E5D69DE44DD18BC4C93FA8F4C274"/>
    <w:rsid w:val="00E364A5"/>
  </w:style>
  <w:style w:type="paragraph" w:customStyle="1" w:styleId="49EDDCCAB5B24819883480826A9AD750">
    <w:name w:val="49EDDCCAB5B24819883480826A9AD750"/>
    <w:rsid w:val="00E364A5"/>
  </w:style>
  <w:style w:type="paragraph" w:customStyle="1" w:styleId="F812693D93C246AAB15CBA89A39AE87F">
    <w:name w:val="F812693D93C246AAB15CBA89A39AE87F"/>
    <w:rsid w:val="00E364A5"/>
  </w:style>
  <w:style w:type="paragraph" w:customStyle="1" w:styleId="7D276FC2EDB74063BA0F7E8D6077482B">
    <w:name w:val="7D276FC2EDB74063BA0F7E8D6077482B"/>
    <w:rsid w:val="00E364A5"/>
  </w:style>
  <w:style w:type="paragraph" w:customStyle="1" w:styleId="83AC26AA9C12427B87ABC82883D22824">
    <w:name w:val="83AC26AA9C12427B87ABC82883D22824"/>
    <w:rsid w:val="00E364A5"/>
  </w:style>
  <w:style w:type="paragraph" w:customStyle="1" w:styleId="61C1575ABFA34C4CAA9D4B49F11AD03A">
    <w:name w:val="61C1575ABFA34C4CAA9D4B49F11AD03A"/>
    <w:rsid w:val="00E364A5"/>
  </w:style>
  <w:style w:type="paragraph" w:customStyle="1" w:styleId="4487BFB9EAE443E3A8431CE3D9403CA4">
    <w:name w:val="4487BFB9EAE443E3A8431CE3D9403CA4"/>
    <w:rsid w:val="00E364A5"/>
  </w:style>
  <w:style w:type="paragraph" w:customStyle="1" w:styleId="9A7C14453E68459299B9AEF3D7F96DD0">
    <w:name w:val="9A7C14453E68459299B9AEF3D7F96DD0"/>
    <w:rsid w:val="00E364A5"/>
  </w:style>
  <w:style w:type="paragraph" w:customStyle="1" w:styleId="CDEE7F4B70A54CABAA96EBCB18A99FE7">
    <w:name w:val="CDEE7F4B70A54CABAA96EBCB18A99FE7"/>
    <w:rsid w:val="00E364A5"/>
  </w:style>
  <w:style w:type="paragraph" w:customStyle="1" w:styleId="77BDB02C66DF48119A15409DF6FB4EC3">
    <w:name w:val="77BDB02C66DF48119A15409DF6FB4EC3"/>
    <w:rsid w:val="00E364A5"/>
  </w:style>
  <w:style w:type="paragraph" w:customStyle="1" w:styleId="1B02C6BB5CE04F76A605FBCEAE0A9CE5">
    <w:name w:val="1B02C6BB5CE04F76A605FBCEAE0A9CE5"/>
    <w:rsid w:val="00E364A5"/>
  </w:style>
  <w:style w:type="paragraph" w:customStyle="1" w:styleId="EF11B0C09E534F37A81763EA7B156538">
    <w:name w:val="EF11B0C09E534F37A81763EA7B156538"/>
    <w:rsid w:val="00E364A5"/>
  </w:style>
  <w:style w:type="paragraph" w:customStyle="1" w:styleId="F6FACB413ACA46EFAA3D718A48BCD788">
    <w:name w:val="F6FACB413ACA46EFAA3D718A48BCD788"/>
    <w:rsid w:val="00E364A5"/>
  </w:style>
  <w:style w:type="paragraph" w:customStyle="1" w:styleId="CF85ABF70C7E4767A144425F8E56065B">
    <w:name w:val="CF85ABF70C7E4767A144425F8E56065B"/>
    <w:rsid w:val="00E364A5"/>
  </w:style>
  <w:style w:type="paragraph" w:customStyle="1" w:styleId="DB50E0E15D174C7C8680AC36D2BF68BB">
    <w:name w:val="DB50E0E15D174C7C8680AC36D2BF68BB"/>
    <w:rsid w:val="00E364A5"/>
  </w:style>
  <w:style w:type="paragraph" w:customStyle="1" w:styleId="3F392553B4034A8EB90C73A0864161C8">
    <w:name w:val="3F392553B4034A8EB90C73A0864161C8"/>
    <w:rsid w:val="00E364A5"/>
  </w:style>
  <w:style w:type="paragraph" w:customStyle="1" w:styleId="B4CDFB48B99E40F6ACAAD766400EE981">
    <w:name w:val="B4CDFB48B99E40F6ACAAD766400EE981"/>
    <w:rsid w:val="00E364A5"/>
  </w:style>
  <w:style w:type="paragraph" w:customStyle="1" w:styleId="91C29670DBAC4D9BAE8774A501418200">
    <w:name w:val="91C29670DBAC4D9BAE8774A501418200"/>
    <w:rsid w:val="00E364A5"/>
  </w:style>
  <w:style w:type="paragraph" w:customStyle="1" w:styleId="870888347BDB428CA3216BBCB2B47257">
    <w:name w:val="870888347BDB428CA3216BBCB2B47257"/>
    <w:rsid w:val="00E364A5"/>
  </w:style>
  <w:style w:type="paragraph" w:customStyle="1" w:styleId="DEA56ADCC43B473B85D0D3156228B537">
    <w:name w:val="DEA56ADCC43B473B85D0D3156228B537"/>
    <w:rsid w:val="00E364A5"/>
  </w:style>
  <w:style w:type="paragraph" w:customStyle="1" w:styleId="4DA6582A6FE74418BDC7BC8C35A79936">
    <w:name w:val="4DA6582A6FE74418BDC7BC8C35A79936"/>
    <w:rsid w:val="00E364A5"/>
  </w:style>
  <w:style w:type="paragraph" w:customStyle="1" w:styleId="77FF516A994B4158B4E2808DCFDA3F55">
    <w:name w:val="77FF516A994B4158B4E2808DCFDA3F55"/>
    <w:rsid w:val="00E364A5"/>
  </w:style>
  <w:style w:type="paragraph" w:customStyle="1" w:styleId="971B88EB00F1408BA96A6A873EED980F">
    <w:name w:val="971B88EB00F1408BA96A6A873EED980F"/>
    <w:rsid w:val="00E364A5"/>
  </w:style>
  <w:style w:type="paragraph" w:customStyle="1" w:styleId="9C2D7B99BC0647628AD3D69A525ACC30">
    <w:name w:val="9C2D7B99BC0647628AD3D69A525ACC30"/>
    <w:rsid w:val="00E364A5"/>
  </w:style>
  <w:style w:type="paragraph" w:customStyle="1" w:styleId="9C90E9D9104F44F2AA91830CB9682029">
    <w:name w:val="9C90E9D9104F44F2AA91830CB9682029"/>
    <w:rsid w:val="00E364A5"/>
  </w:style>
  <w:style w:type="paragraph" w:customStyle="1" w:styleId="691F0F2BC25A4DC09BEE412905F6CB00">
    <w:name w:val="691F0F2BC25A4DC09BEE412905F6CB00"/>
    <w:rsid w:val="00E364A5"/>
  </w:style>
  <w:style w:type="paragraph" w:customStyle="1" w:styleId="E5A8CD25490642E496437809A1629470">
    <w:name w:val="E5A8CD25490642E496437809A1629470"/>
    <w:rsid w:val="00E364A5"/>
  </w:style>
  <w:style w:type="paragraph" w:customStyle="1" w:styleId="A9FE3335937847408AC6603DD3C96A8E">
    <w:name w:val="A9FE3335937847408AC6603DD3C96A8E"/>
    <w:rsid w:val="00E364A5"/>
  </w:style>
  <w:style w:type="paragraph" w:customStyle="1" w:styleId="B13F8168992E4F2AA94B6A81E27BDCE7">
    <w:name w:val="B13F8168992E4F2AA94B6A81E27BDCE7"/>
    <w:rsid w:val="00E364A5"/>
  </w:style>
  <w:style w:type="paragraph" w:customStyle="1" w:styleId="B64913A67FF64468A931F2D084B7C4BC">
    <w:name w:val="B64913A67FF64468A931F2D084B7C4BC"/>
    <w:rsid w:val="00E364A5"/>
  </w:style>
  <w:style w:type="paragraph" w:customStyle="1" w:styleId="005ADB5043164EC8B265354559BDC119">
    <w:name w:val="005ADB5043164EC8B265354559BDC119"/>
    <w:rsid w:val="00E364A5"/>
  </w:style>
  <w:style w:type="paragraph" w:customStyle="1" w:styleId="02B61C8263FC4D73890145910DD4EFFC">
    <w:name w:val="02B61C8263FC4D73890145910DD4EFFC"/>
    <w:rsid w:val="00E364A5"/>
  </w:style>
  <w:style w:type="paragraph" w:customStyle="1" w:styleId="06F8DC43C6D2432EBF50677CA3F014F5">
    <w:name w:val="06F8DC43C6D2432EBF50677CA3F014F5"/>
    <w:rsid w:val="00E364A5"/>
  </w:style>
  <w:style w:type="paragraph" w:customStyle="1" w:styleId="332EA0131316400FBCF5E5985B464D61">
    <w:name w:val="332EA0131316400FBCF5E5985B464D61"/>
    <w:rsid w:val="00E364A5"/>
  </w:style>
  <w:style w:type="paragraph" w:customStyle="1" w:styleId="267956EEBBB54B7686DC39ED786D4E67">
    <w:name w:val="267956EEBBB54B7686DC39ED786D4E67"/>
    <w:rsid w:val="00E364A5"/>
  </w:style>
  <w:style w:type="paragraph" w:customStyle="1" w:styleId="F36C37462B7641A49EC5CB131750797F">
    <w:name w:val="F36C37462B7641A49EC5CB131750797F"/>
    <w:rsid w:val="00E364A5"/>
  </w:style>
  <w:style w:type="paragraph" w:customStyle="1" w:styleId="6C9A32874AAA4F9D88FC6CC9EF7544B55">
    <w:name w:val="6C9A32874AAA4F9D88FC6CC9EF7544B5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4">
    <w:name w:val="B25E12CC50204EE3955D1AC7F2B266FB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4">
    <w:name w:val="2BA5B03DA626405084075CAAEEFE7C4B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4">
    <w:name w:val="757C57ABBA8148DAA69AFEA6FFBDA2FE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4">
    <w:name w:val="799AD3AFFB8D46629242EAEB1DA862C6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3">
    <w:name w:val="A37B474BB6CE45AFBCD09DF6747BA424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3">
    <w:name w:val="C9133DE7BE254369A3C4917415E81FCA3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6">
    <w:name w:val="9A42661CEA42406ABF91B2C6EE0A7BB1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6">
    <w:name w:val="F0596E7F2F824DBB87DF5561757295B4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6">
    <w:name w:val="9DF5FB4C977A406A9042035A015D1199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6">
    <w:name w:val="30D6C044B43A420C8F3C098131575724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6">
    <w:name w:val="AED8C692EE3D441E86CB4B85405AE57E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6">
    <w:name w:val="8A24D9250384498B9356B49C7ABB7AE6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6">
    <w:name w:val="11A99A238EED43FCA64CB3F7A505E23C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6">
    <w:name w:val="4537D621A60342FF87E210BB0DB95BB5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6">
    <w:name w:val="562691E012CC4B56A9F121D7DF69C0F7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6">
    <w:name w:val="488CAE8C84C14FCD827F828007869BCA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6">
    <w:name w:val="3914BCA258324709B32F687456E2FF5A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6">
    <w:name w:val="15B553FDB2BC4FB7A30683300CEEBA49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6">
    <w:name w:val="2DDEB623C4D44D849F97BB1B6F1A99C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6">
    <w:name w:val="326FB2B06959462C8BC5C9AE693EEE2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6">
    <w:name w:val="962E1BFED5D7495C85919124A1D397AE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6">
    <w:name w:val="3EC9144ED68A4B3295718FC2535E6227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6">
    <w:name w:val="82DA6F9416B24C9A88190E8411647BB7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6">
    <w:name w:val="84C10B8C708D4D0CAE41230549E882E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6">
    <w:name w:val="761516C4B0FE4A44ADF7B97593C491E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6">
    <w:name w:val="96C246E6445C458FBC4CF04A8D8FC444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6">
    <w:name w:val="E71B35863BC448CA9102EFA03CC5406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6">
    <w:name w:val="25081AAE17A4460EAC76C30E9037A53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6">
    <w:name w:val="2342F6B1BDB6429DB0EDAFF8701EF81C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6">
    <w:name w:val="A1EB1837619843CBADDC9E2A06C45B61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6">
    <w:name w:val="5D9D9CF80B624FFBB9F2CE5B86D7CB59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6">
    <w:name w:val="938DE67C67F849AE812186C35EDFB8EB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6">
    <w:name w:val="57EAE4AC7C0640C7B6187A01F778AE7E6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6">
    <w:name w:val="6C9A32874AAA4F9D88FC6CC9EF7544B5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5">
    <w:name w:val="B25E12CC50204EE3955D1AC7F2B266FB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5">
    <w:name w:val="2BA5B03DA626405084075CAAEEFE7C4B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5">
    <w:name w:val="757C57ABBA8148DAA69AFEA6FFBDA2FE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5">
    <w:name w:val="799AD3AFFB8D46629242EAEB1DA862C6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4">
    <w:name w:val="A37B474BB6CE45AFBCD09DF6747BA424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4">
    <w:name w:val="C9133DE7BE254369A3C4917415E81FCA4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7">
    <w:name w:val="9A42661CEA42406ABF91B2C6EE0A7BB1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7">
    <w:name w:val="F0596E7F2F824DBB87DF5561757295B4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7">
    <w:name w:val="9DF5FB4C977A406A9042035A015D1199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7">
    <w:name w:val="30D6C044B43A420C8F3C098131575724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7">
    <w:name w:val="AED8C692EE3D441E86CB4B85405AE57E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7">
    <w:name w:val="8A24D9250384498B9356B49C7ABB7AE6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7">
    <w:name w:val="11A99A238EED43FCA64CB3F7A505E23C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7">
    <w:name w:val="4537D621A60342FF87E210BB0DB95BB5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7">
    <w:name w:val="562691E012CC4B56A9F121D7DF69C0F7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7">
    <w:name w:val="488CAE8C84C14FCD827F828007869BCA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7">
    <w:name w:val="3914BCA258324709B32F687456E2FF5A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7">
    <w:name w:val="15B553FDB2BC4FB7A30683300CEEBA49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7">
    <w:name w:val="2DDEB623C4D44D849F97BB1B6F1A99C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7">
    <w:name w:val="326FB2B06959462C8BC5C9AE693EEE2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7">
    <w:name w:val="962E1BFED5D7495C85919124A1D397AE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7">
    <w:name w:val="3EC9144ED68A4B3295718FC2535E6227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7">
    <w:name w:val="82DA6F9416B24C9A88190E8411647BB7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7">
    <w:name w:val="84C10B8C708D4D0CAE41230549E882E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7">
    <w:name w:val="761516C4B0FE4A44ADF7B97593C491E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7">
    <w:name w:val="96C246E6445C458FBC4CF04A8D8FC444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7">
    <w:name w:val="E71B35863BC448CA9102EFA03CC5406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7">
    <w:name w:val="25081AAE17A4460EAC76C30E9037A53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7">
    <w:name w:val="2342F6B1BDB6429DB0EDAFF8701EF81C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7">
    <w:name w:val="A1EB1837619843CBADDC9E2A06C45B61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7">
    <w:name w:val="5D9D9CF80B624FFBB9F2CE5B86D7CB59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7">
    <w:name w:val="938DE67C67F849AE812186C35EDFB8EB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7">
    <w:name w:val="57EAE4AC7C0640C7B6187A01F778AE7E7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C9A32874AAA4F9D88FC6CC9EF7544B57">
    <w:name w:val="6C9A32874AAA4F9D88FC6CC9EF7544B57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6">
    <w:name w:val="B25E12CC50204EE3955D1AC7F2B266FB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6">
    <w:name w:val="2BA5B03DA626405084075CAAEEFE7C4B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6">
    <w:name w:val="757C57ABBA8148DAA69AFEA6FFBDA2FE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6">
    <w:name w:val="799AD3AFFB8D46629242EAEB1DA862C66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5">
    <w:name w:val="A37B474BB6CE45AFBCD09DF6747BA424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5">
    <w:name w:val="C9133DE7BE254369A3C4917415E81FCA5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42661CEA42406ABF91B2C6EE0A7BB18">
    <w:name w:val="9A42661CEA42406ABF91B2C6EE0A7BB1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8">
    <w:name w:val="F0596E7F2F824DBB87DF5561757295B4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8">
    <w:name w:val="9DF5FB4C977A406A9042035A015D1199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8">
    <w:name w:val="30D6C044B43A420C8F3C098131575724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8">
    <w:name w:val="AED8C692EE3D441E86CB4B85405AE57E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8">
    <w:name w:val="8A24D9250384498B9356B49C7ABB7AE6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8">
    <w:name w:val="11A99A238EED43FCA64CB3F7A505E23C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8">
    <w:name w:val="4537D621A60342FF87E210BB0DB95BB5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8">
    <w:name w:val="562691E012CC4B56A9F121D7DF69C0F7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8">
    <w:name w:val="488CAE8C84C14FCD827F828007869BCA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8">
    <w:name w:val="3914BCA258324709B32F687456E2FF5A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8">
    <w:name w:val="15B553FDB2BC4FB7A30683300CEEBA498"/>
    <w:rsid w:val="00E364A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8">
    <w:name w:val="2DDEB623C4D44D849F97BB1B6F1A99C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8">
    <w:name w:val="326FB2B06959462C8BC5C9AE693EEE2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8">
    <w:name w:val="962E1BFED5D7495C85919124A1D397AE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8">
    <w:name w:val="3EC9144ED68A4B3295718FC2535E6227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8">
    <w:name w:val="82DA6F9416B24C9A88190E8411647BB7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8">
    <w:name w:val="84C10B8C708D4D0CAE41230549E882E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8">
    <w:name w:val="761516C4B0FE4A44ADF7B97593C491E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8">
    <w:name w:val="96C246E6445C458FBC4CF04A8D8FC444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8">
    <w:name w:val="E71B35863BC448CA9102EFA03CC5406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8">
    <w:name w:val="25081AAE17A4460EAC76C30E9037A53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42F6B1BDB6429DB0EDAFF8701EF81C8">
    <w:name w:val="2342F6B1BDB6429DB0EDAFF8701EF81C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1EB1837619843CBADDC9E2A06C45B618">
    <w:name w:val="A1EB1837619843CBADDC9E2A06C45B61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9D9CF80B624FFBB9F2CE5B86D7CB598">
    <w:name w:val="5D9D9CF80B624FFBB9F2CE5B86D7CB59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38DE67C67F849AE812186C35EDFB8EB8">
    <w:name w:val="938DE67C67F849AE812186C35EDFB8EB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EAE4AC7C0640C7B6187A01F778AE7E8">
    <w:name w:val="57EAE4AC7C0640C7B6187A01F778AE7E8"/>
    <w:rsid w:val="00E364A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128630D144148A386D411B67872EBB9">
    <w:name w:val="0128630D144148A386D411B67872EBB9"/>
    <w:rsid w:val="002615C8"/>
  </w:style>
  <w:style w:type="paragraph" w:customStyle="1" w:styleId="90599B3DFDD94E5F9C908700D584848F">
    <w:name w:val="90599B3DFDD94E5F9C908700D584848F"/>
    <w:rsid w:val="002615C8"/>
  </w:style>
  <w:style w:type="paragraph" w:customStyle="1" w:styleId="ED58AC562D73451AB2D76E441B406140">
    <w:name w:val="ED58AC562D73451AB2D76E441B406140"/>
    <w:rsid w:val="002615C8"/>
  </w:style>
  <w:style w:type="paragraph" w:customStyle="1" w:styleId="54843687C5924089B629C21AE9CF300B">
    <w:name w:val="54843687C5924089B629C21AE9CF300B"/>
    <w:rsid w:val="00AA5B36"/>
  </w:style>
  <w:style w:type="paragraph" w:customStyle="1" w:styleId="2883F16DEC3F4CE1A785CEC6FF96FA84">
    <w:name w:val="2883F16DEC3F4CE1A785CEC6FF96FA84"/>
    <w:rsid w:val="00AA5B36"/>
  </w:style>
  <w:style w:type="paragraph" w:customStyle="1" w:styleId="5688AACB46634ED282DA65072308A874">
    <w:name w:val="5688AACB46634ED282DA65072308A874"/>
    <w:rsid w:val="00AA5B36"/>
  </w:style>
  <w:style w:type="paragraph" w:customStyle="1" w:styleId="81ED8F902938417C831A44353BDB0125">
    <w:name w:val="81ED8F902938417C831A44353BDB0125"/>
    <w:rsid w:val="00AA5B36"/>
  </w:style>
  <w:style w:type="paragraph" w:customStyle="1" w:styleId="B3575D24E33441A88E6269B97E6EC253">
    <w:name w:val="B3575D24E33441A88E6269B97E6EC253"/>
    <w:rsid w:val="00AA5B36"/>
  </w:style>
  <w:style w:type="paragraph" w:customStyle="1" w:styleId="8CCA156F2E3445BA95ED4D0FEC19F7F1">
    <w:name w:val="8CCA156F2E3445BA95ED4D0FEC19F7F1"/>
    <w:rsid w:val="00AA5B36"/>
  </w:style>
  <w:style w:type="paragraph" w:customStyle="1" w:styleId="D379F7F68DF845A281435AE47F7EE8C6">
    <w:name w:val="D379F7F68DF845A281435AE47F7EE8C6"/>
    <w:rsid w:val="00AA5B36"/>
  </w:style>
  <w:style w:type="paragraph" w:customStyle="1" w:styleId="6332E4C85D04481E8B7B62717502E900">
    <w:name w:val="6332E4C85D04481E8B7B62717502E900"/>
    <w:rsid w:val="002B60F4"/>
  </w:style>
  <w:style w:type="paragraph" w:customStyle="1" w:styleId="8D6B318666174B0C9E51489DC4518E2A">
    <w:name w:val="8D6B318666174B0C9E51489DC4518E2A"/>
    <w:rsid w:val="002B60F4"/>
  </w:style>
  <w:style w:type="paragraph" w:customStyle="1" w:styleId="6591AEA6196C41A18336454A93493682">
    <w:name w:val="6591AEA6196C41A18336454A93493682"/>
    <w:rsid w:val="002B60F4"/>
  </w:style>
  <w:style w:type="paragraph" w:customStyle="1" w:styleId="8C8657A4966941EDA8205A2E195F7039">
    <w:name w:val="8C8657A4966941EDA8205A2E195F7039"/>
    <w:rsid w:val="002B60F4"/>
  </w:style>
  <w:style w:type="paragraph" w:customStyle="1" w:styleId="8B5DA2F9C7604F62A8B50905547A3E23">
    <w:name w:val="8B5DA2F9C7604F62A8B50905547A3E23"/>
    <w:rsid w:val="002B60F4"/>
  </w:style>
  <w:style w:type="paragraph" w:customStyle="1" w:styleId="4C7C9414D1A241F3AD521F9973C43D03">
    <w:name w:val="4C7C9414D1A241F3AD521F9973C43D03"/>
    <w:rsid w:val="003E1285"/>
  </w:style>
  <w:style w:type="paragraph" w:customStyle="1" w:styleId="8D6B318666174B0C9E51489DC4518E2A1">
    <w:name w:val="8D6B318666174B0C9E51489DC4518E2A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1">
    <w:name w:val="6591AEA6196C41A18336454A93493682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1">
    <w:name w:val="8C8657A4966941EDA8205A2E195F7039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1">
    <w:name w:val="4C7C9414D1A241F3AD521F9973C43D03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8">
    <w:name w:val="6C9A32874AAA4F9D88FC6CC9EF7544B5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7">
    <w:name w:val="B25E12CC50204EE3955D1AC7F2B266FB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7">
    <w:name w:val="2BA5B03DA626405084075CAAEEFE7C4B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7">
    <w:name w:val="757C57ABBA8148DAA69AFEA6FFBDA2FE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1">
    <w:name w:val="034B30FEEDF74F87A0AA4DC46CF6E01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7">
    <w:name w:val="799AD3AFFB8D46629242EAEB1DA862C6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1">
    <w:name w:val="A2CC454BAA0447C58BD0D1C29773918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6">
    <w:name w:val="A37B474BB6CE45AFBCD09DF6747BA4246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1">
    <w:name w:val="17C5803909FF43CC811BB052BA29810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1">
    <w:name w:val="CB96B46A26F8498693197420B7DA6E6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1">
    <w:name w:val="0893FF39259F4E09AA92456DDC9DA4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1">
    <w:name w:val="B752C9F178094B1FBB25C08CCAA76E0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1">
    <w:name w:val="AC74664DE2054B1787EADD54FD67B9E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6">
    <w:name w:val="C9133DE7BE254369A3C4917415E81FCA6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1">
    <w:name w:val="1602CA1FA03240FF9EDD2C7D6636520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1">
    <w:name w:val="DCA6BED40FAC4A67877E022C761E16A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1">
    <w:name w:val="78D8B9FC74934964990826F4E4A393A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1">
    <w:name w:val="D0A57232D01346F4AA83377C9477645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1">
    <w:name w:val="C75E40CD30BA41899C4F678ED7D5A79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1">
    <w:name w:val="E9AF160B40DA462589824370E0490AB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1">
    <w:name w:val="627BDC0D507241478638B1F0FF6E270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1">
    <w:name w:val="9E58ACCCCEA34432B1F11855C1EFC3A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1">
    <w:name w:val="90C64D10A6F64D5A987FC97E56B4EE3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1">
    <w:name w:val="2DAACF515514417CA8B6B4B8A617917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1">
    <w:name w:val="E99B3E9601674407AF6948345F03123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1">
    <w:name w:val="ADC91F02BE94418EB5A6299902AEDF8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1">
    <w:name w:val="8B5B81114F3548798A13201990C9A19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1">
    <w:name w:val="E30D9199932B4EC9BA10BDE2C563FFD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1">
    <w:name w:val="DC75537EA705454B81BE86FEA935885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1">
    <w:name w:val="B546F36287DD46A09AFA9D4CC36360C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1">
    <w:name w:val="A5526C9FE97542E6B9A009039E3A064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1">
    <w:name w:val="6B744BE7014D477CB2F32F9CA1AB561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1">
    <w:name w:val="9215083040954ACE85FA8D6DD5D580B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1">
    <w:name w:val="F81ACEE16DE347A095C8D2A2BB17E89D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1">
    <w:name w:val="AAF663617AE3407DB8E83E7A98E11D9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1">
    <w:name w:val="D1B4C2AB36A34AC2A7248B79F19A399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1">
    <w:name w:val="23CA761B19D44DF59D21AAB8F4444C7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1">
    <w:name w:val="A9B2677F927743F898BACBE6747A806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1">
    <w:name w:val="09EB25B1E4C346339874714EFEC2028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1">
    <w:name w:val="3D44A16445A64DC2983A481E8088D62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1">
    <w:name w:val="385E246CE5714547A2F0E8ACB7CB8F0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1">
    <w:name w:val="12E407B13CA04DFAAD94DA36A9A72202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1">
    <w:name w:val="26BF98DE256248F18A0BBF622A398F6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1">
    <w:name w:val="C10B2298129844C288ACDC552C27F94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1">
    <w:name w:val="A2E56A06FB1240E2972F1773EB8BB4E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1">
    <w:name w:val="AE6CA903ED94432BAB5F6F1F0AFCEFB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1">
    <w:name w:val="9BFB36B66D454907874DB0E039EA834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1">
    <w:name w:val="53F45EDFDFD243CCB67CC658A2480226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1">
    <w:name w:val="CBB32FBCC9184224B4592BE8FDC41F4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1">
    <w:name w:val="CDEE7F4B70A54CABAA96EBCB18A99F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1">
    <w:name w:val="77BDB02C66DF48119A15409DF6FB4EC3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1">
    <w:name w:val="1B02C6BB5CE04F76A605FBCEAE0A9CE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1">
    <w:name w:val="EF11B0C09E534F37A81763EA7B15653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1">
    <w:name w:val="F6FACB413ACA46EFAA3D718A48BCD78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1">
    <w:name w:val="CF85ABF70C7E4767A144425F8E56065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1">
    <w:name w:val="DB50E0E15D174C7C8680AC36D2BF68B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1">
    <w:name w:val="3F392553B4034A8EB90C73A0864161C8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1">
    <w:name w:val="B4CDFB48B99E40F6ACAAD766400EE98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1">
    <w:name w:val="91C29670DBAC4D9BAE8774A50141820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1">
    <w:name w:val="870888347BDB428CA3216BBCB2B4725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1">
    <w:name w:val="DEA56ADCC43B473B85D0D3156228B53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1">
    <w:name w:val="69C9E5D69DE44DD18BC4C93FA8F4C27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1">
    <w:name w:val="49EDDCCAB5B24819883480826A9AD75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1">
    <w:name w:val="F812693D93C246AAB15CBA89A39AE87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1">
    <w:name w:val="7D276FC2EDB74063BA0F7E8D6077482B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1">
    <w:name w:val="83AC26AA9C12427B87ABC82883D2282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1">
    <w:name w:val="61C1575ABFA34C4CAA9D4B49F11AD03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1">
    <w:name w:val="4487BFB9EAE443E3A8431CE3D9403CA4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1">
    <w:name w:val="9A7C14453E68459299B9AEF3D7F96DD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1">
    <w:name w:val="4DA6582A6FE74418BDC7BC8C35A79936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1">
    <w:name w:val="77FF516A994B4158B4E2808DCFDA3F5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1">
    <w:name w:val="971B88EB00F1408BA96A6A873EED980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1">
    <w:name w:val="9C2D7B99BC0647628AD3D69A525ACC3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1">
    <w:name w:val="9C90E9D9104F44F2AA91830CB968202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1">
    <w:name w:val="691F0F2BC25A4DC09BEE412905F6CB0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1">
    <w:name w:val="E5A8CD25490642E496437809A162947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1">
    <w:name w:val="A9FE3335937847408AC6603DD3C96A8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1">
    <w:name w:val="B13F8168992E4F2AA94B6A81E27BDCE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1">
    <w:name w:val="B64913A67FF64468A931F2D084B7C4B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1">
    <w:name w:val="005ADB5043164EC8B265354559BDC11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1">
    <w:name w:val="02B61C8263FC4D73890145910DD4EFFC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1">
    <w:name w:val="06F8DC43C6D2432EBF50677CA3F014F5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1">
    <w:name w:val="332EA0131316400FBCF5E5985B464D61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1">
    <w:name w:val="267956EEBBB54B7686DC39ED786D4E6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1">
    <w:name w:val="F36C37462B7641A49EC5CB131750797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1">
    <w:name w:val="7C5C25260AA2409F96C92567DCA8B259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1">
    <w:name w:val="11D220DC17C245D5A7FE1B3C0BCC113A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1">
    <w:name w:val="D8CED89D2A5A43B286C3792452F654FE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1">
    <w:name w:val="9129171924384BFABED99FF1C2CDD467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1">
    <w:name w:val="8B5DA2F9C7604F62A8B50905547A3E231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9">
    <w:name w:val="9A42661CEA42406ABF91B2C6EE0A7BB1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9">
    <w:name w:val="F0596E7F2F824DBB87DF5561757295B4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9">
    <w:name w:val="9DF5FB4C977A406A9042035A015D1199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9">
    <w:name w:val="30D6C044B43A420C8F3C098131575724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9">
    <w:name w:val="AED8C692EE3D441E86CB4B85405AE57E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1">
    <w:name w:val="90599B3DFDD94E5F9C908700D584848F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9">
    <w:name w:val="8A24D9250384498B9356B49C7ABB7AE6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9">
    <w:name w:val="11A99A238EED43FCA64CB3F7A505E23C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9">
    <w:name w:val="4537D621A60342FF87E210BB0DB95BB5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9">
    <w:name w:val="562691E012CC4B56A9F121D7DF69C0F7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9">
    <w:name w:val="488CAE8C84C14FCD827F828007869BCA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9">
    <w:name w:val="3914BCA258324709B32F687456E2FF5A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1">
    <w:name w:val="ED58AC562D73451AB2D76E441B4061401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9">
    <w:name w:val="15B553FDB2BC4FB7A30683300CEEBA49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9">
    <w:name w:val="2DDEB623C4D44D849F97BB1B6F1A99C9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9">
    <w:name w:val="326FB2B06959462C8BC5C9AE693EEE2C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9">
    <w:name w:val="962E1BFED5D7495C85919124A1D397AE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9">
    <w:name w:val="3EC9144ED68A4B3295718FC2535E6227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9">
    <w:name w:val="82DA6F9416B24C9A88190E8411647BB7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9">
    <w:name w:val="84C10B8C708D4D0CAE41230549E882EB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9">
    <w:name w:val="761516C4B0FE4A44ADF7B97593C491EC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9">
    <w:name w:val="96C246E6445C458FBC4CF04A8D8FC444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9">
    <w:name w:val="E71B35863BC448CA9102EFA03CC54069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9">
    <w:name w:val="25081AAE17A4460EAC76C30E9037A53B9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1">
    <w:name w:val="54843687C5924089B629C21AE9CF300B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1">
    <w:name w:val="2883F16DEC3F4CE1A785CEC6FF96FA84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1">
    <w:name w:val="5688AACB46634ED282DA65072308A874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1">
    <w:name w:val="81ED8F902938417C831A44353BDB0125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1">
    <w:name w:val="8CCA156F2E3445BA95ED4D0FEC19F7F11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6B318666174B0C9E51489DC4518E2A2">
    <w:name w:val="8D6B318666174B0C9E51489DC4518E2A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2">
    <w:name w:val="6591AEA6196C41A18336454A93493682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2">
    <w:name w:val="8C8657A4966941EDA8205A2E195F7039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2">
    <w:name w:val="4C7C9414D1A241F3AD521F9973C43D03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9">
    <w:name w:val="6C9A32874AAA4F9D88FC6CC9EF7544B59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8">
    <w:name w:val="B25E12CC50204EE3955D1AC7F2B266FB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8">
    <w:name w:val="2BA5B03DA626405084075CAAEEFE7C4B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8">
    <w:name w:val="757C57ABBA8148DAA69AFEA6FFBDA2FE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2">
    <w:name w:val="034B30FEEDF74F87A0AA4DC46CF6E01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8">
    <w:name w:val="799AD3AFFB8D46629242EAEB1DA862C68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2">
    <w:name w:val="A2CC454BAA0447C58BD0D1C29773918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7">
    <w:name w:val="A37B474BB6CE45AFBCD09DF6747BA424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2">
    <w:name w:val="17C5803909FF43CC811BB052BA29810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2">
    <w:name w:val="CB96B46A26F8498693197420B7DA6E6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2">
    <w:name w:val="0893FF39259F4E09AA92456DDC9DA4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2">
    <w:name w:val="B752C9F178094B1FBB25C08CCAA76E0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2">
    <w:name w:val="AC74664DE2054B1787EADD54FD67B9E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7">
    <w:name w:val="C9133DE7BE254369A3C4917415E81FCA7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2">
    <w:name w:val="1602CA1FA03240FF9EDD2C7D6636520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2">
    <w:name w:val="DCA6BED40FAC4A67877E022C761E16A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2">
    <w:name w:val="78D8B9FC74934964990826F4E4A393A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2">
    <w:name w:val="D0A57232D01346F4AA83377C9477645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2">
    <w:name w:val="C75E40CD30BA41899C4F678ED7D5A79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2">
    <w:name w:val="E9AF160B40DA462589824370E0490AB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2">
    <w:name w:val="627BDC0D507241478638B1F0FF6E270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2">
    <w:name w:val="9E58ACCCCEA34432B1F11855C1EFC3A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2">
    <w:name w:val="90C64D10A6F64D5A987FC97E56B4EE3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2">
    <w:name w:val="2DAACF515514417CA8B6B4B8A617917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2">
    <w:name w:val="E99B3E9601674407AF6948345F03123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2">
    <w:name w:val="ADC91F02BE94418EB5A6299902AEDF8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2">
    <w:name w:val="8B5B81114F3548798A13201990C9A19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2">
    <w:name w:val="E30D9199932B4EC9BA10BDE2C563FFD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2">
    <w:name w:val="DC75537EA705454B81BE86FEA935885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2">
    <w:name w:val="B546F36287DD46A09AFA9D4CC36360C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2">
    <w:name w:val="A5526C9FE97542E6B9A009039E3A064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2">
    <w:name w:val="6B744BE7014D477CB2F32F9CA1AB561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2">
    <w:name w:val="9215083040954ACE85FA8D6DD5D580B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2">
    <w:name w:val="F81ACEE16DE347A095C8D2A2BB17E89D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2">
    <w:name w:val="AAF663617AE3407DB8E83E7A98E11D9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2">
    <w:name w:val="D1B4C2AB36A34AC2A7248B79F19A399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2">
    <w:name w:val="23CA761B19D44DF59D21AAB8F4444C7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2">
    <w:name w:val="A9B2677F927743F898BACBE6747A806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2">
    <w:name w:val="09EB25B1E4C346339874714EFEC2028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2">
    <w:name w:val="3D44A16445A64DC2983A481E8088D62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2">
    <w:name w:val="385E246CE5714547A2F0E8ACB7CB8F0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2">
    <w:name w:val="12E407B13CA04DFAAD94DA36A9A72202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2">
    <w:name w:val="26BF98DE256248F18A0BBF622A398F6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2">
    <w:name w:val="C10B2298129844C288ACDC552C27F94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2">
    <w:name w:val="A2E56A06FB1240E2972F1773EB8BB4E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2">
    <w:name w:val="AE6CA903ED94432BAB5F6F1F0AFCEFB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2">
    <w:name w:val="9BFB36B66D454907874DB0E039EA834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2">
    <w:name w:val="53F45EDFDFD243CCB67CC658A2480226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2">
    <w:name w:val="CBB32FBCC9184224B4592BE8FDC41F4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2">
    <w:name w:val="CDEE7F4B70A54CABAA96EBCB18A99F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2">
    <w:name w:val="77BDB02C66DF48119A15409DF6FB4EC3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2">
    <w:name w:val="1B02C6BB5CE04F76A605FBCEAE0A9CE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2">
    <w:name w:val="EF11B0C09E534F37A81763EA7B15653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2">
    <w:name w:val="F6FACB413ACA46EFAA3D718A48BCD78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2">
    <w:name w:val="CF85ABF70C7E4767A144425F8E56065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2">
    <w:name w:val="DB50E0E15D174C7C8680AC36D2BF68B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2">
    <w:name w:val="3F392553B4034A8EB90C73A0864161C8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2">
    <w:name w:val="B4CDFB48B99E40F6ACAAD766400EE98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2">
    <w:name w:val="91C29670DBAC4D9BAE8774A50141820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2">
    <w:name w:val="870888347BDB428CA3216BBCB2B4725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2">
    <w:name w:val="DEA56ADCC43B473B85D0D3156228B53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2">
    <w:name w:val="69C9E5D69DE44DD18BC4C93FA8F4C27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2">
    <w:name w:val="49EDDCCAB5B24819883480826A9AD75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2">
    <w:name w:val="F812693D93C246AAB15CBA89A39AE87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2">
    <w:name w:val="7D276FC2EDB74063BA0F7E8D6077482B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2">
    <w:name w:val="83AC26AA9C12427B87ABC82883D2282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2">
    <w:name w:val="61C1575ABFA34C4CAA9D4B49F11AD03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2">
    <w:name w:val="4487BFB9EAE443E3A8431CE3D9403CA4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2">
    <w:name w:val="9A7C14453E68459299B9AEF3D7F96DD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2">
    <w:name w:val="4DA6582A6FE74418BDC7BC8C35A79936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2">
    <w:name w:val="77FF516A994B4158B4E2808DCFDA3F5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2">
    <w:name w:val="971B88EB00F1408BA96A6A873EED980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2">
    <w:name w:val="9C2D7B99BC0647628AD3D69A525ACC3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2">
    <w:name w:val="9C90E9D9104F44F2AA91830CB968202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2">
    <w:name w:val="691F0F2BC25A4DC09BEE412905F6CB0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2">
    <w:name w:val="E5A8CD25490642E496437809A162947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2">
    <w:name w:val="A9FE3335937847408AC6603DD3C96A8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2">
    <w:name w:val="B13F8168992E4F2AA94B6A81E27BDCE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2">
    <w:name w:val="B64913A67FF64468A931F2D084B7C4B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2">
    <w:name w:val="005ADB5043164EC8B265354559BDC11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2">
    <w:name w:val="02B61C8263FC4D73890145910DD4EFFC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2">
    <w:name w:val="06F8DC43C6D2432EBF50677CA3F014F5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2">
    <w:name w:val="332EA0131316400FBCF5E5985B464D61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2">
    <w:name w:val="267956EEBBB54B7686DC39ED786D4E6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2">
    <w:name w:val="F36C37462B7641A49EC5CB131750797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2">
    <w:name w:val="7C5C25260AA2409F96C92567DCA8B259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2">
    <w:name w:val="11D220DC17C245D5A7FE1B3C0BCC113A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2">
    <w:name w:val="D8CED89D2A5A43B286C3792452F654FE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2">
    <w:name w:val="9129171924384BFABED99FF1C2CDD467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2">
    <w:name w:val="8B5DA2F9C7604F62A8B50905547A3E232"/>
    <w:rsid w:val="009B45BF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10">
    <w:name w:val="9A42661CEA42406ABF91B2C6EE0A7BB1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0">
    <w:name w:val="F0596E7F2F824DBB87DF5561757295B4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0">
    <w:name w:val="9DF5FB4C977A406A9042035A015D1199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0">
    <w:name w:val="30D6C044B43A420C8F3C098131575724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0">
    <w:name w:val="AED8C692EE3D441E86CB4B85405AE57E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2">
    <w:name w:val="90599B3DFDD94E5F9C908700D584848F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0">
    <w:name w:val="8A24D9250384498B9356B49C7ABB7AE6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0">
    <w:name w:val="11A99A238EED43FCA64CB3F7A505E23C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0">
    <w:name w:val="4537D621A60342FF87E210BB0DB95BB5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0">
    <w:name w:val="562691E012CC4B56A9F121D7DF69C0F7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0">
    <w:name w:val="488CAE8C84C14FCD827F828007869BCA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0">
    <w:name w:val="3914BCA258324709B32F687456E2FF5A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2">
    <w:name w:val="ED58AC562D73451AB2D76E441B4061402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0">
    <w:name w:val="15B553FDB2BC4FB7A30683300CEEBA4910"/>
    <w:rsid w:val="009B45BF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0">
    <w:name w:val="2DDEB623C4D44D849F97BB1B6F1A99C9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0">
    <w:name w:val="326FB2B06959462C8BC5C9AE693EEE2C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0">
    <w:name w:val="962E1BFED5D7495C85919124A1D397AE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0">
    <w:name w:val="3EC9144ED68A4B3295718FC2535E6227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0">
    <w:name w:val="82DA6F9416B24C9A88190E8411647BB7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0">
    <w:name w:val="84C10B8C708D4D0CAE41230549E882EB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0">
    <w:name w:val="761516C4B0FE4A44ADF7B97593C491EC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0">
    <w:name w:val="96C246E6445C458FBC4CF04A8D8FC444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0">
    <w:name w:val="E71B35863BC448CA9102EFA03CC54069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0">
    <w:name w:val="25081AAE17A4460EAC76C30E9037A53B10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2">
    <w:name w:val="54843687C5924089B629C21AE9CF300B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2">
    <w:name w:val="2883F16DEC3F4CE1A785CEC6FF96FA84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2">
    <w:name w:val="5688AACB46634ED282DA65072308A874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2">
    <w:name w:val="81ED8F902938417C831A44353BDB0125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2">
    <w:name w:val="8CCA156F2E3445BA95ED4D0FEC19F7F12"/>
    <w:rsid w:val="009B45BF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6B318666174B0C9E51489DC4518E2A3">
    <w:name w:val="8D6B318666174B0C9E51489DC4518E2A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6591AEA6196C41A18336454A934936823">
    <w:name w:val="6591AEA6196C41A18336454A93493682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8C8657A4966941EDA8205A2E195F70393">
    <w:name w:val="8C8657A4966941EDA8205A2E195F7039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4C7C9414D1A241F3AD521F9973C43D033">
    <w:name w:val="4C7C9414D1A241F3AD521F9973C43D03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32"/>
      <w:szCs w:val="20"/>
    </w:rPr>
  </w:style>
  <w:style w:type="paragraph" w:customStyle="1" w:styleId="6C9A32874AAA4F9D88FC6CC9EF7544B510">
    <w:name w:val="6C9A32874AAA4F9D88FC6CC9EF7544B510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25E12CC50204EE3955D1AC7F2B266FB9">
    <w:name w:val="B25E12CC50204EE3955D1AC7F2B266FB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BA5B03DA626405084075CAAEEFE7C4B9">
    <w:name w:val="2BA5B03DA626405084075CAAEEFE7C4B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57C57ABBA8148DAA69AFEA6FFBDA2FE9">
    <w:name w:val="757C57ABBA8148DAA69AFEA6FFBDA2FE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B30FEEDF74F87A0AA4DC46CF6E01E3">
    <w:name w:val="034B30FEEDF74F87A0AA4DC46CF6E01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99AD3AFFB8D46629242EAEB1DA862C69">
    <w:name w:val="799AD3AFFB8D46629242EAEB1DA862C69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CC454BAA0447C58BD0D1C2977391803">
    <w:name w:val="A2CC454BAA0447C58BD0D1C29773918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7B474BB6CE45AFBCD09DF6747BA4248">
    <w:name w:val="A37B474BB6CE45AFBCD09DF6747BA4248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C5803909FF43CC811BB052BA2981033">
    <w:name w:val="17C5803909FF43CC811BB052BA29810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96B46A26F8498693197420B7DA6E653">
    <w:name w:val="CB96B46A26F8498693197420B7DA6E6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93FF39259F4E09AA92456DDC9DA4E73">
    <w:name w:val="0893FF39259F4E09AA92456DDC9DA4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752C9F178094B1FBB25C08CCAA76E0A3">
    <w:name w:val="B752C9F178094B1FBB25C08CCAA76E0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C74664DE2054B1787EADD54FD67B9EF3">
    <w:name w:val="AC74664DE2054B1787EADD54FD67B9E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9133DE7BE254369A3C4917415E81FCA8">
    <w:name w:val="C9133DE7BE254369A3C4917415E81FCA8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602CA1FA03240FF9EDD2C7D6636520C3">
    <w:name w:val="1602CA1FA03240FF9EDD2C7D6636520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A6BED40FAC4A67877E022C761E16A43">
    <w:name w:val="DCA6BED40FAC4A67877E022C761E16A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D8B9FC74934964990826F4E4A393A53">
    <w:name w:val="78D8B9FC74934964990826F4E4A393A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0A57232D01346F4AA83377C947764573">
    <w:name w:val="D0A57232D01346F4AA83377C9477645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5E40CD30BA41899C4F678ED7D5A7973">
    <w:name w:val="C75E40CD30BA41899C4F678ED7D5A79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AF160B40DA462589824370E0490AB13">
    <w:name w:val="E9AF160B40DA462589824370E0490AB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27BDC0D507241478638B1F0FF6E270E3">
    <w:name w:val="627BDC0D507241478638B1F0FF6E270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E58ACCCCEA34432B1F11855C1EFC3AC3">
    <w:name w:val="9E58ACCCCEA34432B1F11855C1EFC3A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C64D10A6F64D5A987FC97E56B4EE373">
    <w:name w:val="90C64D10A6F64D5A987FC97E56B4EE3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AACF515514417CA8B6B4B8A61791733">
    <w:name w:val="2DAACF515514417CA8B6B4B8A617917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B3E9601674407AF6948345F03123C3">
    <w:name w:val="E99B3E9601674407AF6948345F03123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DC91F02BE94418EB5A6299902AEDF8C3">
    <w:name w:val="ADC91F02BE94418EB5A6299902AEDF8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B81114F3548798A13201990C9A19D3">
    <w:name w:val="8B5B81114F3548798A13201990C9A19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0D9199932B4EC9BA10BDE2C563FFD43">
    <w:name w:val="E30D9199932B4EC9BA10BDE2C563FFD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C75537EA705454B81BE86FEA93588583">
    <w:name w:val="DC75537EA705454B81BE86FEA935885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546F36287DD46A09AFA9D4CC36360CF3">
    <w:name w:val="B546F36287DD46A09AFA9D4CC36360C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5526C9FE97542E6B9A009039E3A064E3">
    <w:name w:val="A5526C9FE97542E6B9A009039E3A064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744BE7014D477CB2F32F9CA1AB56153">
    <w:name w:val="6B744BE7014D477CB2F32F9CA1AB561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215083040954ACE85FA8D6DD5D580BD3">
    <w:name w:val="9215083040954ACE85FA8D6DD5D580B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ACEE16DE347A095C8D2A2BB17E89D3">
    <w:name w:val="F81ACEE16DE347A095C8D2A2BB17E89D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AF663617AE3407DB8E83E7A98E11D943">
    <w:name w:val="AAF663617AE3407DB8E83E7A98E11D9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1B4C2AB36A34AC2A7248B79F19A39913">
    <w:name w:val="D1B4C2AB36A34AC2A7248B79F19A399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CA761B19D44DF59D21AAB8F4444C713">
    <w:name w:val="23CA761B19D44DF59D21AAB8F4444C7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B2677F927743F898BACBE6747A806A3">
    <w:name w:val="A9B2677F927743F898BACBE6747A806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9EB25B1E4C346339874714EFEC202883">
    <w:name w:val="09EB25B1E4C346339874714EFEC2028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D44A16445A64DC2983A481E8088D6283">
    <w:name w:val="3D44A16445A64DC2983A481E8088D62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85E246CE5714547A2F0E8ACB7CB8F073">
    <w:name w:val="385E246CE5714547A2F0E8ACB7CB8F0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2E407B13CA04DFAAD94DA36A9A722023">
    <w:name w:val="12E407B13CA04DFAAD94DA36A9A72202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BF98DE256248F18A0BBF622A398F633">
    <w:name w:val="26BF98DE256248F18A0BBF622A398F6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10B2298129844C288ACDC552C27F9483">
    <w:name w:val="C10B2298129844C288ACDC552C27F94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2E56A06FB1240E2972F1773EB8BB4E53">
    <w:name w:val="A2E56A06FB1240E2972F1773EB8BB4E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6CA903ED94432BAB5F6F1F0AFCEFB13">
    <w:name w:val="AE6CA903ED94432BAB5F6F1F0AFCEFB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BFB36B66D454907874DB0E039EA83443">
    <w:name w:val="9BFB36B66D454907874DB0E039EA834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3F45EDFDFD243CCB67CC658A24802263">
    <w:name w:val="53F45EDFDFD243CCB67CC658A2480226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BB32FBCC9184224B4592BE8FDC41F4A3">
    <w:name w:val="CBB32FBCC9184224B4592BE8FDC41F4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DEE7F4B70A54CABAA96EBCB18A99FE73">
    <w:name w:val="CDEE7F4B70A54CABAA96EBCB18A99F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BDB02C66DF48119A15409DF6FB4EC33">
    <w:name w:val="77BDB02C66DF48119A15409DF6FB4EC3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B02C6BB5CE04F76A605FBCEAE0A9CE53">
    <w:name w:val="1B02C6BB5CE04F76A605FBCEAE0A9CE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11B0C09E534F37A81763EA7B1565383">
    <w:name w:val="EF11B0C09E534F37A81763EA7B15653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6FACB413ACA46EFAA3D718A48BCD7883">
    <w:name w:val="F6FACB413ACA46EFAA3D718A48BCD78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F85ABF70C7E4767A144425F8E56065B3">
    <w:name w:val="CF85ABF70C7E4767A144425F8E56065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50E0E15D174C7C8680AC36D2BF68BB3">
    <w:name w:val="DB50E0E15D174C7C8680AC36D2BF68B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392553B4034A8EB90C73A0864161C83">
    <w:name w:val="3F392553B4034A8EB90C73A0864161C8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CDFB48B99E40F6ACAAD766400EE9813">
    <w:name w:val="B4CDFB48B99E40F6ACAAD766400EE98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C29670DBAC4D9BAE8774A5014182003">
    <w:name w:val="91C29670DBAC4D9BAE8774A50141820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70888347BDB428CA3216BBCB2B472573">
    <w:name w:val="870888347BDB428CA3216BBCB2B4725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A56ADCC43B473B85D0D3156228B5373">
    <w:name w:val="DEA56ADCC43B473B85D0D3156228B53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C9E5D69DE44DD18BC4C93FA8F4C2743">
    <w:name w:val="69C9E5D69DE44DD18BC4C93FA8F4C27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9EDDCCAB5B24819883480826A9AD7503">
    <w:name w:val="49EDDCCAB5B24819883480826A9AD75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812693D93C246AAB15CBA89A39AE87F3">
    <w:name w:val="F812693D93C246AAB15CBA89A39AE87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276FC2EDB74063BA0F7E8D6077482B3">
    <w:name w:val="7D276FC2EDB74063BA0F7E8D6077482B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AC26AA9C12427B87ABC82883D228243">
    <w:name w:val="83AC26AA9C12427B87ABC82883D2282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1C1575ABFA34C4CAA9D4B49F11AD03A3">
    <w:name w:val="61C1575ABFA34C4CAA9D4B49F11AD03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487BFB9EAE443E3A8431CE3D9403CA43">
    <w:name w:val="4487BFB9EAE443E3A8431CE3D9403CA4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A7C14453E68459299B9AEF3D7F96DD03">
    <w:name w:val="9A7C14453E68459299B9AEF3D7F96DD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DA6582A6FE74418BDC7BC8C35A799363">
    <w:name w:val="4DA6582A6FE74418BDC7BC8C35A79936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FF516A994B4158B4E2808DCFDA3F553">
    <w:name w:val="77FF516A994B4158B4E2808DCFDA3F5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71B88EB00F1408BA96A6A873EED980F3">
    <w:name w:val="971B88EB00F1408BA96A6A873EED980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2D7B99BC0647628AD3D69A525ACC303">
    <w:name w:val="9C2D7B99BC0647628AD3D69A525ACC3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C90E9D9104F44F2AA91830CB96820293">
    <w:name w:val="9C90E9D9104F44F2AA91830CB968202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1F0F2BC25A4DC09BEE412905F6CB003">
    <w:name w:val="691F0F2BC25A4DC09BEE412905F6CB0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A8CD25490642E496437809A16294703">
    <w:name w:val="E5A8CD25490642E496437809A162947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9FE3335937847408AC6603DD3C96A8E3">
    <w:name w:val="A9FE3335937847408AC6603DD3C96A8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3F8168992E4F2AA94B6A81E27BDCE73">
    <w:name w:val="B13F8168992E4F2AA94B6A81E27BDCE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4913A67FF64468A931F2D084B7C4BC3">
    <w:name w:val="B64913A67FF64468A931F2D084B7C4B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5ADB5043164EC8B265354559BDC1193">
    <w:name w:val="005ADB5043164EC8B265354559BDC11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2B61C8263FC4D73890145910DD4EFFC3">
    <w:name w:val="02B61C8263FC4D73890145910DD4EFFC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6F8DC43C6D2432EBF50677CA3F014F53">
    <w:name w:val="06F8DC43C6D2432EBF50677CA3F014F5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32EA0131316400FBCF5E5985B464D613">
    <w:name w:val="332EA0131316400FBCF5E5985B464D61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7956EEBBB54B7686DC39ED786D4E673">
    <w:name w:val="267956EEBBB54B7686DC39ED786D4E6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6C37462B7641A49EC5CB131750797F3">
    <w:name w:val="F36C37462B7641A49EC5CB131750797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C5C25260AA2409F96C92567DCA8B2593">
    <w:name w:val="7C5C25260AA2409F96C92567DCA8B259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20DC17C245D5A7FE1B3C0BCC113A3">
    <w:name w:val="11D220DC17C245D5A7FE1B3C0BCC113A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CED89D2A5A43B286C3792452F654FE3">
    <w:name w:val="D8CED89D2A5A43B286C3792452F654FE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129171924384BFABED99FF1C2CDD4673">
    <w:name w:val="9129171924384BFABED99FF1C2CDD467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B5DA2F9C7604F62A8B50905547A3E233">
    <w:name w:val="8B5DA2F9C7604F62A8B50905547A3E233"/>
    <w:rsid w:val="00930D8E"/>
    <w:pPr>
      <w:spacing w:after="0" w:line="360" w:lineRule="auto"/>
      <w:ind w:left="567" w:right="567"/>
      <w:jc w:val="center"/>
    </w:pPr>
    <w:rPr>
      <w:rFonts w:ascii="Arial" w:eastAsia="Times New Roman" w:hAnsi="Arial" w:cs="Times New Roman"/>
      <w:sz w:val="40"/>
      <w:szCs w:val="20"/>
    </w:rPr>
  </w:style>
  <w:style w:type="paragraph" w:customStyle="1" w:styleId="9A42661CEA42406ABF91B2C6EE0A7BB111">
    <w:name w:val="9A42661CEA42406ABF91B2C6EE0A7BB1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0596E7F2F824DBB87DF5561757295B411">
    <w:name w:val="F0596E7F2F824DBB87DF5561757295B4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5FB4C977A406A9042035A015D119911">
    <w:name w:val="9DF5FB4C977A406A9042035A015D1199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0D6C044B43A420C8F3C09813157572411">
    <w:name w:val="30D6C044B43A420C8F3C098131575724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D8C692EE3D441E86CB4B85405AE57E11">
    <w:name w:val="AED8C692EE3D441E86CB4B85405AE57E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0599B3DFDD94E5F9C908700D584848F3">
    <w:name w:val="90599B3DFDD94E5F9C908700D584848F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A24D9250384498B9356B49C7ABB7AE611">
    <w:name w:val="8A24D9250384498B9356B49C7ABB7AE6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A99A238EED43FCA64CB3F7A505E23C11">
    <w:name w:val="11A99A238EED43FCA64CB3F7A505E23C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37D621A60342FF87E210BB0DB95BB511">
    <w:name w:val="4537D621A60342FF87E210BB0DB95BB5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2691E012CC4B56A9F121D7DF69C0F711">
    <w:name w:val="562691E012CC4B56A9F121D7DF69C0F7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88CAE8C84C14FCD827F828007869BCA11">
    <w:name w:val="488CAE8C84C14FCD827F828007869BCA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914BCA258324709B32F687456E2FF5A11">
    <w:name w:val="3914BCA258324709B32F687456E2FF5A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D58AC562D73451AB2D76E441B4061403">
    <w:name w:val="ED58AC562D73451AB2D76E441B4061403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5B553FDB2BC4FB7A30683300CEEBA4911">
    <w:name w:val="15B553FDB2BC4FB7A30683300CEEBA4911"/>
    <w:rsid w:val="00930D8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DEB623C4D44D849F97BB1B6F1A99C911">
    <w:name w:val="2DDEB623C4D44D849F97BB1B6F1A99C9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26FB2B06959462C8BC5C9AE693EEE2C11">
    <w:name w:val="326FB2B06959462C8BC5C9AE693EEE2C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2E1BFED5D7495C85919124A1D397AE11">
    <w:name w:val="962E1BFED5D7495C85919124A1D397AE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EC9144ED68A4B3295718FC2535E622711">
    <w:name w:val="3EC9144ED68A4B3295718FC2535E6227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2DA6F9416B24C9A88190E8411647BB711">
    <w:name w:val="82DA6F9416B24C9A88190E8411647BB7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4C10B8C708D4D0CAE41230549E882EB11">
    <w:name w:val="84C10B8C708D4D0CAE41230549E882EB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61516C4B0FE4A44ADF7B97593C491EC11">
    <w:name w:val="761516C4B0FE4A44ADF7B97593C491EC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C246E6445C458FBC4CF04A8D8FC44411">
    <w:name w:val="96C246E6445C458FBC4CF04A8D8FC444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71B35863BC448CA9102EFA03CC5406911">
    <w:name w:val="E71B35863BC448CA9102EFA03CC54069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081AAE17A4460EAC76C30E9037A53B11">
    <w:name w:val="25081AAE17A4460EAC76C30E9037A53B11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843687C5924089B629C21AE9CF300B3">
    <w:name w:val="54843687C5924089B629C21AE9CF300B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3F16DEC3F4CE1A785CEC6FF96FA843">
    <w:name w:val="2883F16DEC3F4CE1A785CEC6FF96FA84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688AACB46634ED282DA65072308A8743">
    <w:name w:val="5688AACB46634ED282DA65072308A874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ED8F902938417C831A44353BDB01253">
    <w:name w:val="81ED8F902938417C831A44353BDB0125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CA156F2E3445BA95ED4D0FEC19F7F13">
    <w:name w:val="8CCA156F2E3445BA95ED4D0FEC19F7F13"/>
    <w:rsid w:val="00930D8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6C69D46AC9A441BBADF8B82B13A53D6">
    <w:name w:val="26C69D46AC9A441BBADF8B82B13A53D6"/>
    <w:rsid w:val="000A08CA"/>
  </w:style>
  <w:style w:type="paragraph" w:customStyle="1" w:styleId="B45BC608E5F541B9B2EDB2C53744BFDB">
    <w:name w:val="B45BC608E5F541B9B2EDB2C53744BFDB"/>
    <w:rsid w:val="000A08CA"/>
  </w:style>
  <w:style w:type="paragraph" w:customStyle="1" w:styleId="A18CD7288EDC4848B24B1266F4AB68D2">
    <w:name w:val="A18CD7288EDC4848B24B1266F4AB68D2"/>
    <w:rsid w:val="00930776"/>
  </w:style>
  <w:style w:type="paragraph" w:customStyle="1" w:styleId="BAF7AE03B1574DC383FBD3241E84A4B3">
    <w:name w:val="BAF7AE03B1574DC383FBD3241E84A4B3"/>
    <w:rsid w:val="00930776"/>
  </w:style>
  <w:style w:type="paragraph" w:customStyle="1" w:styleId="42CFA495E41542DFA650CB399202EBF7">
    <w:name w:val="42CFA495E41542DFA650CB399202EBF7"/>
    <w:rsid w:val="00930776"/>
  </w:style>
  <w:style w:type="paragraph" w:customStyle="1" w:styleId="3C2728EBEB2244D087BF3803086F0B15">
    <w:name w:val="3C2728EBEB2244D087BF3803086F0B15"/>
    <w:rsid w:val="00930776"/>
  </w:style>
  <w:style w:type="paragraph" w:customStyle="1" w:styleId="681A1CFDB221471DAE2410784799BBEB">
    <w:name w:val="681A1CFDB221471DAE2410784799BBEB"/>
    <w:rsid w:val="00930776"/>
  </w:style>
  <w:style w:type="paragraph" w:customStyle="1" w:styleId="E38B3E6BEBC7447EA28C5410BB6AD7A8">
    <w:name w:val="E38B3E6BEBC7447EA28C5410BB6AD7A8"/>
    <w:rsid w:val="00930776"/>
  </w:style>
  <w:style w:type="paragraph" w:customStyle="1" w:styleId="14A87A66ABD3493C965641F10FE9C208">
    <w:name w:val="14A87A66ABD3493C965641F10FE9C208"/>
    <w:rsid w:val="00930776"/>
  </w:style>
  <w:style w:type="paragraph" w:customStyle="1" w:styleId="8D92E61A304041CF89548AB3584BF5B6">
    <w:name w:val="8D92E61A304041CF89548AB3584BF5B6"/>
    <w:rsid w:val="00930776"/>
  </w:style>
  <w:style w:type="paragraph" w:customStyle="1" w:styleId="DE741B0572CD42C4AF597DFF9E35D3C5">
    <w:name w:val="DE741B0572CD42C4AF597DFF9E35D3C5"/>
    <w:rsid w:val="00930776"/>
  </w:style>
  <w:style w:type="paragraph" w:customStyle="1" w:styleId="FE124F2E9EFF468E9B9ED442E7F47F2B">
    <w:name w:val="FE124F2E9EFF468E9B9ED442E7F47F2B"/>
    <w:rsid w:val="00930776"/>
  </w:style>
  <w:style w:type="paragraph" w:customStyle="1" w:styleId="DEB8D6A4ABDD46FA8524DA3C334D494A">
    <w:name w:val="DEB8D6A4ABDD46FA8524DA3C334D494A"/>
    <w:rsid w:val="00930776"/>
  </w:style>
  <w:style w:type="paragraph" w:customStyle="1" w:styleId="B5A29AC4B12D4027A35C21DBDB7DCCB5">
    <w:name w:val="B5A29AC4B12D4027A35C21DBDB7DCCB5"/>
    <w:rsid w:val="00930776"/>
  </w:style>
  <w:style w:type="paragraph" w:customStyle="1" w:styleId="E1A13B325FE0435BB7DB5CACD5EA46D3">
    <w:name w:val="E1A13B325FE0435BB7DB5CACD5EA46D3"/>
    <w:rsid w:val="00930776"/>
  </w:style>
  <w:style w:type="paragraph" w:customStyle="1" w:styleId="E25C5F72AC524DB09827A3E2F0A130C4">
    <w:name w:val="E25C5F72AC524DB09827A3E2F0A130C4"/>
    <w:rsid w:val="00930776"/>
  </w:style>
  <w:style w:type="paragraph" w:customStyle="1" w:styleId="D6DFE64BD9B8419E83E9FB9912722357">
    <w:name w:val="D6DFE64BD9B8419E83E9FB9912722357"/>
    <w:rsid w:val="00930776"/>
  </w:style>
  <w:style w:type="paragraph" w:customStyle="1" w:styleId="24FFBC2C5D64421181B2CF3F594D820E">
    <w:name w:val="24FFBC2C5D64421181B2CF3F594D820E"/>
    <w:rsid w:val="00930776"/>
  </w:style>
  <w:style w:type="paragraph" w:customStyle="1" w:styleId="4C77025681C64E2CB37EEFE77630A824">
    <w:name w:val="4C77025681C64E2CB37EEFE77630A824"/>
    <w:rsid w:val="00930776"/>
  </w:style>
  <w:style w:type="paragraph" w:customStyle="1" w:styleId="52CACF6900B144ABA124C5D62724564F">
    <w:name w:val="52CACF6900B144ABA124C5D62724564F"/>
    <w:rsid w:val="00930776"/>
  </w:style>
  <w:style w:type="paragraph" w:customStyle="1" w:styleId="E31D7557826849F185EE2448974A766B">
    <w:name w:val="E31D7557826849F185EE2448974A766B"/>
    <w:rsid w:val="00930776"/>
  </w:style>
  <w:style w:type="paragraph" w:customStyle="1" w:styleId="6E9B6FEED95349A29F3EF3954240C2FE">
    <w:name w:val="6E9B6FEED95349A29F3EF3954240C2FE"/>
    <w:rsid w:val="00930776"/>
  </w:style>
  <w:style w:type="paragraph" w:customStyle="1" w:styleId="70B65C7244B64DA59E673AF39BE2E6A6">
    <w:name w:val="70B65C7244B64DA59E673AF39BE2E6A6"/>
    <w:rsid w:val="00930776"/>
  </w:style>
  <w:style w:type="paragraph" w:customStyle="1" w:styleId="0DA9CF57106645EAB05040205AB5778D">
    <w:name w:val="0DA9CF57106645EAB05040205AB5778D"/>
    <w:rsid w:val="00930776"/>
  </w:style>
  <w:style w:type="paragraph" w:customStyle="1" w:styleId="BD17BDF298ED479CB60D71077CB20E24">
    <w:name w:val="BD17BDF298ED479CB60D71077CB20E24"/>
    <w:rsid w:val="00930776"/>
  </w:style>
  <w:style w:type="paragraph" w:customStyle="1" w:styleId="D58254AB9E46425EBB8828D4BBBC6C64">
    <w:name w:val="D58254AB9E46425EBB8828D4BBBC6C64"/>
    <w:rsid w:val="00930776"/>
  </w:style>
  <w:style w:type="paragraph" w:customStyle="1" w:styleId="F3B4D59AA9424F41A966C6F12B2DF905">
    <w:name w:val="F3B4D59AA9424F41A966C6F12B2DF905"/>
    <w:rsid w:val="00930776"/>
  </w:style>
  <w:style w:type="paragraph" w:customStyle="1" w:styleId="6C65A495F10549C4818BDD706C3BFE4C">
    <w:name w:val="6C65A495F10549C4818BDD706C3BFE4C"/>
    <w:rsid w:val="00930776"/>
  </w:style>
  <w:style w:type="paragraph" w:customStyle="1" w:styleId="9A95F6BFBB1A49E284DDAB4A531BBBCA">
    <w:name w:val="9A95F6BFBB1A49E284DDAB4A531BBBCA"/>
    <w:rsid w:val="00930776"/>
  </w:style>
  <w:style w:type="paragraph" w:customStyle="1" w:styleId="98567149922B442E9D01F5BBB71B3A41">
    <w:name w:val="98567149922B442E9D01F5BBB71B3A41"/>
    <w:rsid w:val="00930776"/>
  </w:style>
  <w:style w:type="paragraph" w:customStyle="1" w:styleId="0321F91166944B808F539255C70E98C2">
    <w:name w:val="0321F91166944B808F539255C70E98C2"/>
    <w:rsid w:val="00930776"/>
  </w:style>
  <w:style w:type="paragraph" w:customStyle="1" w:styleId="3CD244899D3F4F739FA1C9B788141E41">
    <w:name w:val="3CD244899D3F4F739FA1C9B788141E41"/>
    <w:rsid w:val="00930776"/>
  </w:style>
  <w:style w:type="paragraph" w:customStyle="1" w:styleId="1366BC40E6D345CF9AB6EF5B9F32BAAA">
    <w:name w:val="1366BC40E6D345CF9AB6EF5B9F32BAAA"/>
    <w:rsid w:val="00930776"/>
  </w:style>
  <w:style w:type="paragraph" w:customStyle="1" w:styleId="AFD92B16130B4AFAB0F8441994F13782">
    <w:name w:val="AFD92B16130B4AFAB0F8441994F13782"/>
    <w:rsid w:val="00930776"/>
  </w:style>
  <w:style w:type="paragraph" w:customStyle="1" w:styleId="67AFF1C5298747C4B713B64284742E3C">
    <w:name w:val="67AFF1C5298747C4B713B64284742E3C"/>
    <w:rsid w:val="00930776"/>
  </w:style>
  <w:style w:type="paragraph" w:customStyle="1" w:styleId="8525D22869874B8DBEEA04AE3114CD89">
    <w:name w:val="8525D22869874B8DBEEA04AE3114CD89"/>
    <w:rsid w:val="00930776"/>
  </w:style>
  <w:style w:type="paragraph" w:customStyle="1" w:styleId="6CF4E09B85CA48C1A2CB4B6E467BBF99">
    <w:name w:val="6CF4E09B85CA48C1A2CB4B6E467BBF99"/>
    <w:rsid w:val="00930776"/>
  </w:style>
  <w:style w:type="paragraph" w:customStyle="1" w:styleId="A806C53B928049AB9C3C8DB4DBA1BC36">
    <w:name w:val="A806C53B928049AB9C3C8DB4DBA1BC36"/>
    <w:rsid w:val="00930776"/>
  </w:style>
  <w:style w:type="paragraph" w:customStyle="1" w:styleId="B39629EB573642698885DA465904C957">
    <w:name w:val="B39629EB573642698885DA465904C957"/>
    <w:rsid w:val="00930776"/>
  </w:style>
  <w:style w:type="paragraph" w:customStyle="1" w:styleId="AD3CB4F25CED43B5A3A7D981E28FC6E4">
    <w:name w:val="AD3CB4F25CED43B5A3A7D981E28FC6E4"/>
    <w:rsid w:val="00930776"/>
  </w:style>
  <w:style w:type="paragraph" w:customStyle="1" w:styleId="B64B7B6CE2D64ED29BFCAB08576E06F6">
    <w:name w:val="B64B7B6CE2D64ED29BFCAB08576E06F6"/>
    <w:rsid w:val="00930776"/>
  </w:style>
  <w:style w:type="paragraph" w:customStyle="1" w:styleId="DFD143EA98F04053B06B6A49AA2CDFFC">
    <w:name w:val="DFD143EA98F04053B06B6A49AA2CDFFC"/>
    <w:rsid w:val="00930776"/>
  </w:style>
  <w:style w:type="paragraph" w:customStyle="1" w:styleId="96467EEC39484960BE40F8232C5F2588">
    <w:name w:val="96467EEC39484960BE40F8232C5F2588"/>
    <w:rsid w:val="00930776"/>
  </w:style>
  <w:style w:type="paragraph" w:customStyle="1" w:styleId="1857AE60EEC847F0A0155B4F0B15F744">
    <w:name w:val="1857AE60EEC847F0A0155B4F0B15F744"/>
    <w:rsid w:val="00930776"/>
  </w:style>
  <w:style w:type="paragraph" w:customStyle="1" w:styleId="C7F9F9DFAAF945ACA57A46FB0E264ECB">
    <w:name w:val="C7F9F9DFAAF945ACA57A46FB0E264ECB"/>
    <w:rsid w:val="00930776"/>
  </w:style>
  <w:style w:type="paragraph" w:customStyle="1" w:styleId="3CC927D337394A409E47DCAB9D5B871B">
    <w:name w:val="3CC927D337394A409E47DCAB9D5B871B"/>
    <w:rsid w:val="00930776"/>
  </w:style>
  <w:style w:type="paragraph" w:customStyle="1" w:styleId="4654DAAF5A9543A482FF5BAEE3B22E3E">
    <w:name w:val="4654DAAF5A9543A482FF5BAEE3B22E3E"/>
    <w:rsid w:val="00930776"/>
  </w:style>
  <w:style w:type="paragraph" w:customStyle="1" w:styleId="3137E148D8874109A3E6CFE75B7AB2DB">
    <w:name w:val="3137E148D8874109A3E6CFE75B7AB2DB"/>
    <w:rsid w:val="00930776"/>
  </w:style>
  <w:style w:type="paragraph" w:customStyle="1" w:styleId="72062C0729EF47D6ADADDEEFC44290B9">
    <w:name w:val="72062C0729EF47D6ADADDEEFC44290B9"/>
    <w:rsid w:val="00930776"/>
  </w:style>
  <w:style w:type="paragraph" w:customStyle="1" w:styleId="C7565EC74EA44A21989C690F5BF7AE89">
    <w:name w:val="C7565EC74EA44A21989C690F5BF7AE89"/>
    <w:rsid w:val="00930776"/>
  </w:style>
  <w:style w:type="paragraph" w:customStyle="1" w:styleId="4E640B88F5984956B16CD323904FE8B0">
    <w:name w:val="4E640B88F5984956B16CD323904FE8B0"/>
    <w:rsid w:val="00930776"/>
  </w:style>
  <w:style w:type="paragraph" w:customStyle="1" w:styleId="C225BC3CF73342AFB3C869C5FA86DCAD">
    <w:name w:val="C225BC3CF73342AFB3C869C5FA86DCAD"/>
    <w:rsid w:val="00930776"/>
  </w:style>
  <w:style w:type="paragraph" w:customStyle="1" w:styleId="352D2A6898994C30A91CE121933C6AE6">
    <w:name w:val="352D2A6898994C30A91CE121933C6AE6"/>
    <w:rsid w:val="00095F5B"/>
  </w:style>
  <w:style w:type="paragraph" w:customStyle="1" w:styleId="C21B09AE5A484DEEB0951F7DA7516A6E">
    <w:name w:val="C21B09AE5A484DEEB0951F7DA7516A6E"/>
    <w:rsid w:val="00095F5B"/>
  </w:style>
  <w:style w:type="paragraph" w:customStyle="1" w:styleId="4D8E5C321DC144788F9360F172E8E870">
    <w:name w:val="4D8E5C321DC144788F9360F172E8E870"/>
    <w:rsid w:val="00095F5B"/>
  </w:style>
  <w:style w:type="paragraph" w:customStyle="1" w:styleId="42331EF07E594D4483227785A9D7E80A">
    <w:name w:val="42331EF07E594D4483227785A9D7E80A"/>
    <w:rsid w:val="00095F5B"/>
  </w:style>
  <w:style w:type="paragraph" w:customStyle="1" w:styleId="C3797D219AD2411586430958345400CB">
    <w:name w:val="C3797D219AD2411586430958345400CB"/>
    <w:rsid w:val="00095F5B"/>
  </w:style>
  <w:style w:type="paragraph" w:customStyle="1" w:styleId="1E90D8DB4A0B4C1AB3D09784660BB02E">
    <w:name w:val="1E90D8DB4A0B4C1AB3D09784660BB02E"/>
    <w:rsid w:val="00095F5B"/>
  </w:style>
  <w:style w:type="paragraph" w:customStyle="1" w:styleId="468C2614DE664193AB0B7BDD4AA33403">
    <w:name w:val="468C2614DE664193AB0B7BDD4AA33403"/>
    <w:rsid w:val="00095F5B"/>
  </w:style>
  <w:style w:type="paragraph" w:customStyle="1" w:styleId="AD7584733C8C4DB2A7DDC1F49F82E998">
    <w:name w:val="AD7584733C8C4DB2A7DDC1F49F82E998"/>
    <w:rsid w:val="00095F5B"/>
  </w:style>
  <w:style w:type="paragraph" w:customStyle="1" w:styleId="58B30FD91EFC456D8BAD66449EC48807">
    <w:name w:val="58B30FD91EFC456D8BAD66449EC48807"/>
    <w:rsid w:val="00095F5B"/>
  </w:style>
  <w:style w:type="paragraph" w:customStyle="1" w:styleId="4050CD431AF840FB8EF233E409B6DA38">
    <w:name w:val="4050CD431AF840FB8EF233E409B6DA38"/>
    <w:rsid w:val="00095F5B"/>
  </w:style>
  <w:style w:type="paragraph" w:customStyle="1" w:styleId="3971A00C5CC844E8B767942759342335">
    <w:name w:val="3971A00C5CC844E8B767942759342335"/>
    <w:rsid w:val="00095F5B"/>
  </w:style>
  <w:style w:type="paragraph" w:customStyle="1" w:styleId="CF1260E63E214129AA43FE2ACBFE757B">
    <w:name w:val="CF1260E63E214129AA43FE2ACBFE757B"/>
    <w:rsid w:val="00095F5B"/>
  </w:style>
  <w:style w:type="paragraph" w:customStyle="1" w:styleId="BE0430DB7EEA4E54A0D4B482080B4163">
    <w:name w:val="BE0430DB7EEA4E54A0D4B482080B4163"/>
    <w:rsid w:val="00095F5B"/>
  </w:style>
  <w:style w:type="paragraph" w:customStyle="1" w:styleId="B947296B22B04A0FB7861E676853127B">
    <w:name w:val="B947296B22B04A0FB7861E676853127B"/>
    <w:rsid w:val="00095F5B"/>
  </w:style>
  <w:style w:type="paragraph" w:customStyle="1" w:styleId="96766B7EDC47445A97CE85A7309051ED">
    <w:name w:val="96766B7EDC47445A97CE85A7309051ED"/>
    <w:rsid w:val="00095F5B"/>
  </w:style>
  <w:style w:type="paragraph" w:customStyle="1" w:styleId="8E69FCB1B85547EA856DA07C4EBB16F9">
    <w:name w:val="8E69FCB1B85547EA856DA07C4EBB16F9"/>
    <w:rsid w:val="00095F5B"/>
  </w:style>
  <w:style w:type="paragraph" w:customStyle="1" w:styleId="6487717AF4DE40DFA5E90C5BA2B69194">
    <w:name w:val="6487717AF4DE40DFA5E90C5BA2B69194"/>
    <w:rsid w:val="00095F5B"/>
  </w:style>
  <w:style w:type="paragraph" w:customStyle="1" w:styleId="A7D636A1B1854AB6BFC7A99983781461">
    <w:name w:val="A7D636A1B1854AB6BFC7A99983781461"/>
    <w:rsid w:val="00095F5B"/>
  </w:style>
  <w:style w:type="paragraph" w:customStyle="1" w:styleId="CE1D967615CA420F91C4910F4BD05D8E">
    <w:name w:val="CE1D967615CA420F91C4910F4BD05D8E"/>
    <w:rsid w:val="00095F5B"/>
  </w:style>
  <w:style w:type="paragraph" w:customStyle="1" w:styleId="641790BF30C0411E8EE5F32215089095">
    <w:name w:val="641790BF30C0411E8EE5F32215089095"/>
    <w:rsid w:val="00095F5B"/>
  </w:style>
  <w:style w:type="paragraph" w:customStyle="1" w:styleId="89E4688C8A504AD495FAC46BCC93A8C1">
    <w:name w:val="89E4688C8A504AD495FAC46BCC93A8C1"/>
    <w:rsid w:val="00095F5B"/>
  </w:style>
  <w:style w:type="paragraph" w:customStyle="1" w:styleId="AE2EE39ECFD149A3BB7DE9B70FA302F8">
    <w:name w:val="AE2EE39ECFD149A3BB7DE9B70FA302F8"/>
    <w:rsid w:val="00095F5B"/>
  </w:style>
  <w:style w:type="paragraph" w:customStyle="1" w:styleId="1B5066313AF44E9EB4F191BC9C50E77E">
    <w:name w:val="1B5066313AF44E9EB4F191BC9C50E77E"/>
    <w:rsid w:val="00095F5B"/>
  </w:style>
  <w:style w:type="paragraph" w:customStyle="1" w:styleId="022389336DA245739F88F5DC18A6C54C">
    <w:name w:val="022389336DA245739F88F5DC18A6C54C"/>
    <w:rsid w:val="00095F5B"/>
  </w:style>
  <w:style w:type="paragraph" w:customStyle="1" w:styleId="47857F4BB3C0422AB2238EFA8C2E9DDD">
    <w:name w:val="47857F4BB3C0422AB2238EFA8C2E9DDD"/>
    <w:rsid w:val="00095F5B"/>
  </w:style>
  <w:style w:type="paragraph" w:customStyle="1" w:styleId="A29D227DCE3C467D9D8CC0CAE2E8053D">
    <w:name w:val="A29D227DCE3C467D9D8CC0CAE2E8053D"/>
    <w:rsid w:val="00095F5B"/>
  </w:style>
  <w:style w:type="paragraph" w:customStyle="1" w:styleId="61F15BE41BCD44769BA5CF30F3D260EB">
    <w:name w:val="61F15BE41BCD44769BA5CF30F3D260EB"/>
    <w:rsid w:val="00095F5B"/>
  </w:style>
  <w:style w:type="paragraph" w:customStyle="1" w:styleId="62CDAB37FA534BE9B08838067DDD5D2C">
    <w:name w:val="62CDAB37FA534BE9B08838067DDD5D2C"/>
    <w:rsid w:val="00095F5B"/>
  </w:style>
  <w:style w:type="paragraph" w:customStyle="1" w:styleId="8165CF2C24B948CB993719906319EFFC">
    <w:name w:val="8165CF2C24B948CB993719906319EFFC"/>
    <w:rsid w:val="00095F5B"/>
  </w:style>
  <w:style w:type="paragraph" w:customStyle="1" w:styleId="B87FD28343A242A2B567EE4C52CC735E">
    <w:name w:val="B87FD28343A242A2B567EE4C52CC735E"/>
    <w:rsid w:val="00095F5B"/>
  </w:style>
  <w:style w:type="paragraph" w:customStyle="1" w:styleId="303428F539BB45D291FF7EC989B5BD52">
    <w:name w:val="303428F539BB45D291FF7EC989B5BD52"/>
    <w:rsid w:val="00095F5B"/>
  </w:style>
  <w:style w:type="paragraph" w:customStyle="1" w:styleId="BC08A9A593E240A18AF41CF7007B0547">
    <w:name w:val="BC08A9A593E240A18AF41CF7007B0547"/>
    <w:rsid w:val="00095F5B"/>
  </w:style>
  <w:style w:type="paragraph" w:customStyle="1" w:styleId="1D9CACBADCC2409D88DF19F1A5F83B58">
    <w:name w:val="1D9CACBADCC2409D88DF19F1A5F83B58"/>
    <w:rsid w:val="00095F5B"/>
  </w:style>
  <w:style w:type="paragraph" w:customStyle="1" w:styleId="F96D7C4C269540E09A04EE78253AD883">
    <w:name w:val="F96D7C4C269540E09A04EE78253AD883"/>
    <w:rsid w:val="00095F5B"/>
  </w:style>
  <w:style w:type="paragraph" w:customStyle="1" w:styleId="CDC7A6CE2D104077B2FBF05637A278BF">
    <w:name w:val="CDC7A6CE2D104077B2FBF05637A278BF"/>
    <w:rsid w:val="00095F5B"/>
  </w:style>
  <w:style w:type="paragraph" w:customStyle="1" w:styleId="F27EFD5E2CF942ECA7D1894224E88420">
    <w:name w:val="F27EFD5E2CF942ECA7D1894224E88420"/>
    <w:rsid w:val="00095F5B"/>
  </w:style>
  <w:style w:type="paragraph" w:customStyle="1" w:styleId="BF5AFD78616A4D49BD5EECC95128D628">
    <w:name w:val="BF5AFD78616A4D49BD5EECC95128D628"/>
    <w:rsid w:val="00095F5B"/>
  </w:style>
  <w:style w:type="paragraph" w:customStyle="1" w:styleId="2FB0D675534D4ECE84FE75D489195C52">
    <w:name w:val="2FB0D675534D4ECE84FE75D489195C52"/>
    <w:rsid w:val="00095F5B"/>
  </w:style>
  <w:style w:type="paragraph" w:customStyle="1" w:styleId="21C1A9564BCF4147B6BEE1D3ADCC4948">
    <w:name w:val="21C1A9564BCF4147B6BEE1D3ADCC4948"/>
    <w:rsid w:val="00095F5B"/>
  </w:style>
  <w:style w:type="paragraph" w:customStyle="1" w:styleId="3FF42B2CB599472280E8A3DE48F281FD">
    <w:name w:val="3FF42B2CB599472280E8A3DE48F281FD"/>
    <w:rsid w:val="00095F5B"/>
  </w:style>
  <w:style w:type="paragraph" w:customStyle="1" w:styleId="A74512A23CC3469F9C53D38A6BFE3038">
    <w:name w:val="A74512A23CC3469F9C53D38A6BFE3038"/>
    <w:rsid w:val="00095F5B"/>
  </w:style>
  <w:style w:type="paragraph" w:customStyle="1" w:styleId="7352504CE1254CF182C292D92CB6C768">
    <w:name w:val="7352504CE1254CF182C292D92CB6C768"/>
    <w:rsid w:val="00095F5B"/>
  </w:style>
  <w:style w:type="paragraph" w:customStyle="1" w:styleId="85FB2DFCF0904D33B865AFD9E1D129AC">
    <w:name w:val="85FB2DFCF0904D33B865AFD9E1D129AC"/>
    <w:rsid w:val="00095F5B"/>
  </w:style>
  <w:style w:type="paragraph" w:customStyle="1" w:styleId="9DFBEF7764844A2798BE3401209E5B1B">
    <w:name w:val="9DFBEF7764844A2798BE3401209E5B1B"/>
    <w:rsid w:val="00095F5B"/>
  </w:style>
  <w:style w:type="paragraph" w:customStyle="1" w:styleId="ECB2C95DC9394549BABDC5CD05B8F483">
    <w:name w:val="ECB2C95DC9394549BABDC5CD05B8F483"/>
    <w:rsid w:val="00095F5B"/>
  </w:style>
  <w:style w:type="paragraph" w:customStyle="1" w:styleId="24F0E3235E214BC9A0B8B0EC021B13B6">
    <w:name w:val="24F0E3235E214BC9A0B8B0EC021B13B6"/>
    <w:rsid w:val="00095F5B"/>
  </w:style>
  <w:style w:type="paragraph" w:customStyle="1" w:styleId="E88E4AF084414D748847E515E1B9B126">
    <w:name w:val="E88E4AF084414D748847E515E1B9B126"/>
    <w:rsid w:val="00095F5B"/>
  </w:style>
  <w:style w:type="paragraph" w:customStyle="1" w:styleId="DF8090DE32DA4CAA93B483EDA191C718">
    <w:name w:val="DF8090DE32DA4CAA93B483EDA191C718"/>
    <w:rsid w:val="00095F5B"/>
  </w:style>
  <w:style w:type="paragraph" w:customStyle="1" w:styleId="7B3D8A12401F4E108BDEFAB347559C31">
    <w:name w:val="7B3D8A12401F4E108BDEFAB347559C31"/>
    <w:rsid w:val="00095F5B"/>
  </w:style>
  <w:style w:type="paragraph" w:customStyle="1" w:styleId="F9CF6E06DC344854BC126E55AC893497">
    <w:name w:val="F9CF6E06DC344854BC126E55AC893497"/>
    <w:rsid w:val="00095F5B"/>
  </w:style>
  <w:style w:type="paragraph" w:customStyle="1" w:styleId="890E5C4921C44F9CA35E4139774CEC3D">
    <w:name w:val="890E5C4921C44F9CA35E4139774CEC3D"/>
    <w:rsid w:val="00095F5B"/>
  </w:style>
  <w:style w:type="paragraph" w:customStyle="1" w:styleId="149A49E934544E4AB30362C6C89E3D8B">
    <w:name w:val="149A49E934544E4AB30362C6C89E3D8B"/>
    <w:rsid w:val="00095F5B"/>
  </w:style>
  <w:style w:type="paragraph" w:customStyle="1" w:styleId="050C6766902E443D8DAFFE7771A136F6">
    <w:name w:val="050C6766902E443D8DAFFE7771A136F6"/>
    <w:rsid w:val="00095F5B"/>
  </w:style>
  <w:style w:type="paragraph" w:customStyle="1" w:styleId="21D1034B8F73463C8402B127AF5F2A0A">
    <w:name w:val="21D1034B8F73463C8402B127AF5F2A0A"/>
    <w:rsid w:val="00095F5B"/>
  </w:style>
  <w:style w:type="paragraph" w:customStyle="1" w:styleId="2D90EFA5A83C478E86D7627AB1455F8E">
    <w:name w:val="2D90EFA5A83C478E86D7627AB1455F8E"/>
    <w:rsid w:val="00095F5B"/>
  </w:style>
  <w:style w:type="paragraph" w:customStyle="1" w:styleId="BF7FC11D04384223AE682B36DBECDDE1">
    <w:name w:val="BF7FC11D04384223AE682B36DBECDDE1"/>
    <w:rsid w:val="00095F5B"/>
  </w:style>
  <w:style w:type="paragraph" w:customStyle="1" w:styleId="BD5799D52A5D4DC9BDE3EA777648F2A7">
    <w:name w:val="BD5799D52A5D4DC9BDE3EA777648F2A7"/>
    <w:rsid w:val="00095F5B"/>
  </w:style>
  <w:style w:type="paragraph" w:customStyle="1" w:styleId="22CC1D70E0334766B0596542E2DDDE8E">
    <w:name w:val="22CC1D70E0334766B0596542E2DDDE8E"/>
    <w:rsid w:val="00095F5B"/>
  </w:style>
  <w:style w:type="paragraph" w:customStyle="1" w:styleId="0955AF8F789D4E72A2CA36B0EA0258B7">
    <w:name w:val="0955AF8F789D4E72A2CA36B0EA0258B7"/>
    <w:rsid w:val="00095F5B"/>
  </w:style>
  <w:style w:type="paragraph" w:customStyle="1" w:styleId="49A8AD62DE6645998A8279CD928F101C">
    <w:name w:val="49A8AD62DE6645998A8279CD928F101C"/>
    <w:rsid w:val="00095F5B"/>
  </w:style>
  <w:style w:type="paragraph" w:customStyle="1" w:styleId="3CF42444C52F442DB3C6ADEA07CACC07">
    <w:name w:val="3CF42444C52F442DB3C6ADEA07CACC07"/>
    <w:rsid w:val="00095F5B"/>
  </w:style>
  <w:style w:type="paragraph" w:customStyle="1" w:styleId="9498458817364A44BA791DAA930FCBD1">
    <w:name w:val="9498458817364A44BA791DAA930FCBD1"/>
    <w:rsid w:val="00095F5B"/>
  </w:style>
  <w:style w:type="paragraph" w:customStyle="1" w:styleId="6FC1AC6F524C4D0EB180BF6374DCDEE4">
    <w:name w:val="6FC1AC6F524C4D0EB180BF6374DCDEE4"/>
    <w:rsid w:val="00095F5B"/>
  </w:style>
  <w:style w:type="paragraph" w:customStyle="1" w:styleId="1545F139E88744F2B2A90E38080CA557">
    <w:name w:val="1545F139E88744F2B2A90E38080CA557"/>
    <w:rsid w:val="00095F5B"/>
  </w:style>
  <w:style w:type="paragraph" w:customStyle="1" w:styleId="CA6AB805F94D48C1B2E0DEB8CD5AD09D">
    <w:name w:val="CA6AB805F94D48C1B2E0DEB8CD5AD09D"/>
    <w:rsid w:val="00095F5B"/>
  </w:style>
  <w:style w:type="paragraph" w:customStyle="1" w:styleId="B97E70C360DF4244ACF1D32A86E2FCC1">
    <w:name w:val="B97E70C360DF4244ACF1D32A86E2FCC1"/>
    <w:rsid w:val="00095F5B"/>
  </w:style>
  <w:style w:type="paragraph" w:customStyle="1" w:styleId="0313C4BAC8A44DFE9E7C3D039E66FF04">
    <w:name w:val="0313C4BAC8A44DFE9E7C3D039E66FF04"/>
    <w:rsid w:val="00095F5B"/>
  </w:style>
  <w:style w:type="paragraph" w:customStyle="1" w:styleId="9A177D633FE64D1FA88A7410A81E6155">
    <w:name w:val="9A177D633FE64D1FA88A7410A81E6155"/>
    <w:rsid w:val="00095F5B"/>
  </w:style>
  <w:style w:type="paragraph" w:customStyle="1" w:styleId="28077E90D18F4F108B1E6407EABA3CF5">
    <w:name w:val="28077E90D18F4F108B1E6407EABA3CF5"/>
    <w:rsid w:val="00095F5B"/>
  </w:style>
  <w:style w:type="paragraph" w:customStyle="1" w:styleId="1EF0D63DF7E345F0BA2D873A19ED7569">
    <w:name w:val="1EF0D63DF7E345F0BA2D873A19ED7569"/>
    <w:rsid w:val="00095F5B"/>
  </w:style>
  <w:style w:type="paragraph" w:customStyle="1" w:styleId="CE255C4674994536853EE1C63B8C171F">
    <w:name w:val="CE255C4674994536853EE1C63B8C171F"/>
    <w:rsid w:val="00095F5B"/>
  </w:style>
  <w:style w:type="paragraph" w:customStyle="1" w:styleId="0A724317A81642E0904CB1A9872C00C5">
    <w:name w:val="0A724317A81642E0904CB1A9872C00C5"/>
    <w:rsid w:val="00095F5B"/>
  </w:style>
  <w:style w:type="paragraph" w:customStyle="1" w:styleId="B923EF2E51EB4FFFA3CDCBA00762DB7A">
    <w:name w:val="B923EF2E51EB4FFFA3CDCBA00762DB7A"/>
    <w:rsid w:val="00095F5B"/>
  </w:style>
  <w:style w:type="paragraph" w:customStyle="1" w:styleId="0C6E55CFECFD4A989E0CA6B9966E91AE">
    <w:name w:val="0C6E55CFECFD4A989E0CA6B9966E91AE"/>
    <w:rsid w:val="00095F5B"/>
  </w:style>
  <w:style w:type="paragraph" w:customStyle="1" w:styleId="3612F154FCC14AF9BE69451C32C56245">
    <w:name w:val="3612F154FCC14AF9BE69451C32C56245"/>
    <w:rsid w:val="00095F5B"/>
  </w:style>
  <w:style w:type="paragraph" w:customStyle="1" w:styleId="2CAD2A344F164985A099A3D40A6BA5B0">
    <w:name w:val="2CAD2A344F164985A099A3D40A6BA5B0"/>
    <w:rsid w:val="00095F5B"/>
  </w:style>
  <w:style w:type="paragraph" w:customStyle="1" w:styleId="9858A2F099594F128D94A703FD5093B4">
    <w:name w:val="9858A2F099594F128D94A703FD5093B4"/>
    <w:rsid w:val="00095F5B"/>
  </w:style>
  <w:style w:type="paragraph" w:customStyle="1" w:styleId="1BB89432DCC44B1C8F7AFD8125CD50F6">
    <w:name w:val="1BB89432DCC44B1C8F7AFD8125CD50F6"/>
    <w:rsid w:val="00095F5B"/>
  </w:style>
  <w:style w:type="paragraph" w:customStyle="1" w:styleId="AC679B8FB3374FA29475703EB7F1A9BE">
    <w:name w:val="AC679B8FB3374FA29475703EB7F1A9BE"/>
    <w:rsid w:val="00095F5B"/>
  </w:style>
  <w:style w:type="paragraph" w:customStyle="1" w:styleId="45849F84CAF74390BB94AFC82E15DE17">
    <w:name w:val="45849F84CAF74390BB94AFC82E15DE17"/>
    <w:rsid w:val="00095F5B"/>
  </w:style>
  <w:style w:type="paragraph" w:customStyle="1" w:styleId="89B8DE63941D437587071D0F9EEA434C">
    <w:name w:val="89B8DE63941D437587071D0F9EEA434C"/>
    <w:rsid w:val="00095F5B"/>
  </w:style>
  <w:style w:type="paragraph" w:customStyle="1" w:styleId="0045EBB138A14189AF36DC6B7F6DA367">
    <w:name w:val="0045EBB138A14189AF36DC6B7F6DA367"/>
    <w:rsid w:val="00095F5B"/>
  </w:style>
  <w:style w:type="paragraph" w:customStyle="1" w:styleId="B0771FCF0895416B8C1FDAB0DEAADCB2">
    <w:name w:val="B0771FCF0895416B8C1FDAB0DEAADCB2"/>
    <w:rsid w:val="00095F5B"/>
  </w:style>
  <w:style w:type="paragraph" w:customStyle="1" w:styleId="79C2A90C54224AE5A220388F282333B0">
    <w:name w:val="79C2A90C54224AE5A220388F282333B0"/>
    <w:rsid w:val="00095F5B"/>
  </w:style>
  <w:style w:type="paragraph" w:customStyle="1" w:styleId="EA39DF8FE22A498D8B57EC518617A4F5">
    <w:name w:val="EA39DF8FE22A498D8B57EC518617A4F5"/>
    <w:rsid w:val="00095F5B"/>
  </w:style>
  <w:style w:type="paragraph" w:customStyle="1" w:styleId="552DCDA9CF93418991794C1FD950FDFC">
    <w:name w:val="552DCDA9CF93418991794C1FD950FDFC"/>
    <w:rsid w:val="00095F5B"/>
  </w:style>
  <w:style w:type="paragraph" w:customStyle="1" w:styleId="752FDC00006F41BEBE110B63634D9B53">
    <w:name w:val="752FDC00006F41BEBE110B63634D9B53"/>
    <w:rsid w:val="00095F5B"/>
  </w:style>
  <w:style w:type="paragraph" w:customStyle="1" w:styleId="F770CC2F953E40678A03493D8A0F5C58">
    <w:name w:val="F770CC2F953E40678A03493D8A0F5C58"/>
    <w:rsid w:val="00095F5B"/>
  </w:style>
  <w:style w:type="paragraph" w:customStyle="1" w:styleId="8B81F76D7CED4460A04A7DE2D5CDCEBB">
    <w:name w:val="8B81F76D7CED4460A04A7DE2D5CDCEBB"/>
    <w:rsid w:val="00095F5B"/>
  </w:style>
  <w:style w:type="paragraph" w:customStyle="1" w:styleId="20E3594E8EDB4766BD6932117C4A2378">
    <w:name w:val="20E3594E8EDB4766BD6932117C4A2378"/>
    <w:rsid w:val="00095F5B"/>
  </w:style>
  <w:style w:type="paragraph" w:customStyle="1" w:styleId="B1472CA9BA3B4C1292A42FE282ED5A36">
    <w:name w:val="B1472CA9BA3B4C1292A42FE282ED5A36"/>
    <w:rsid w:val="00095F5B"/>
  </w:style>
  <w:style w:type="paragraph" w:customStyle="1" w:styleId="368AFF81AFB949B4BB4593DAB5F485FE">
    <w:name w:val="368AFF81AFB949B4BB4593DAB5F485FE"/>
    <w:rsid w:val="00095F5B"/>
  </w:style>
  <w:style w:type="paragraph" w:customStyle="1" w:styleId="5230983A81B640AD8A9608BED817BA34">
    <w:name w:val="5230983A81B640AD8A9608BED817BA34"/>
    <w:rsid w:val="00095F5B"/>
  </w:style>
  <w:style w:type="paragraph" w:customStyle="1" w:styleId="A5FCBC5FB9444BC690537CBED795B1FC">
    <w:name w:val="A5FCBC5FB9444BC690537CBED795B1FC"/>
    <w:rsid w:val="00095F5B"/>
  </w:style>
  <w:style w:type="paragraph" w:customStyle="1" w:styleId="835D300CA51643D9997CB4574E5973F4">
    <w:name w:val="835D300CA51643D9997CB4574E5973F4"/>
    <w:rsid w:val="00095F5B"/>
  </w:style>
  <w:style w:type="paragraph" w:customStyle="1" w:styleId="174C772B741C48ADB10F2F76C7E4E08E">
    <w:name w:val="174C772B741C48ADB10F2F76C7E4E08E"/>
    <w:rsid w:val="00095F5B"/>
  </w:style>
  <w:style w:type="paragraph" w:customStyle="1" w:styleId="27A3C414286D493E8B7F93EFC46CFD4A">
    <w:name w:val="27A3C414286D493E8B7F93EFC46CFD4A"/>
    <w:rsid w:val="00095F5B"/>
  </w:style>
  <w:style w:type="paragraph" w:customStyle="1" w:styleId="52CDD242B60B4E57AC5376D3421220E2">
    <w:name w:val="52CDD242B60B4E57AC5376D3421220E2"/>
    <w:rsid w:val="00095F5B"/>
  </w:style>
  <w:style w:type="paragraph" w:customStyle="1" w:styleId="F1A6EF1938B44E3F94EF419778CA02C5">
    <w:name w:val="F1A6EF1938B44E3F94EF419778CA02C5"/>
    <w:rsid w:val="00095F5B"/>
  </w:style>
  <w:style w:type="paragraph" w:customStyle="1" w:styleId="444634277B3C4E489CE085518A3A8461">
    <w:name w:val="444634277B3C4E489CE085518A3A8461"/>
    <w:rsid w:val="00095F5B"/>
  </w:style>
  <w:style w:type="paragraph" w:customStyle="1" w:styleId="966892D222A246018A52F08415E95067">
    <w:name w:val="966892D222A246018A52F08415E95067"/>
    <w:rsid w:val="00095F5B"/>
  </w:style>
  <w:style w:type="paragraph" w:customStyle="1" w:styleId="F8FD273F722C4AD385FC17A86BE724D6">
    <w:name w:val="F8FD273F722C4AD385FC17A86BE724D6"/>
    <w:rsid w:val="00095F5B"/>
  </w:style>
  <w:style w:type="paragraph" w:customStyle="1" w:styleId="F665E960D5644F058971CD228356C8A5">
    <w:name w:val="F665E960D5644F058971CD228356C8A5"/>
    <w:rsid w:val="00095F5B"/>
  </w:style>
  <w:style w:type="paragraph" w:customStyle="1" w:styleId="40D2D1900E1240909278AF44E9DDCDAD">
    <w:name w:val="40D2D1900E1240909278AF44E9DDCDAD"/>
    <w:rsid w:val="00095F5B"/>
  </w:style>
  <w:style w:type="paragraph" w:customStyle="1" w:styleId="D352449F0A804F70963DD092024B37DE">
    <w:name w:val="D352449F0A804F70963DD092024B37DE"/>
    <w:rsid w:val="00095F5B"/>
  </w:style>
  <w:style w:type="paragraph" w:customStyle="1" w:styleId="0C6376FFE7C7452092ADF8218A471A3A">
    <w:name w:val="0C6376FFE7C7452092ADF8218A471A3A"/>
    <w:rsid w:val="00095F5B"/>
  </w:style>
  <w:style w:type="paragraph" w:customStyle="1" w:styleId="34BB4FE3D78A42EBB4909211EA88AF5A">
    <w:name w:val="34BB4FE3D78A42EBB4909211EA88AF5A"/>
    <w:rsid w:val="00095F5B"/>
  </w:style>
  <w:style w:type="paragraph" w:customStyle="1" w:styleId="65A1040782E44F8E9F75E21A9A047EC4">
    <w:name w:val="65A1040782E44F8E9F75E21A9A047EC4"/>
    <w:rsid w:val="00095F5B"/>
  </w:style>
  <w:style w:type="paragraph" w:customStyle="1" w:styleId="68B5557D718E4F228A97FB36102345C7">
    <w:name w:val="68B5557D718E4F228A97FB36102345C7"/>
    <w:rsid w:val="00095F5B"/>
  </w:style>
  <w:style w:type="paragraph" w:customStyle="1" w:styleId="26FDD159EC0943A59423CEFA2A410036">
    <w:name w:val="26FDD159EC0943A59423CEFA2A410036"/>
    <w:rsid w:val="00095F5B"/>
  </w:style>
  <w:style w:type="paragraph" w:customStyle="1" w:styleId="9F273A16FB314CF785E6EA5A0F00A256">
    <w:name w:val="9F273A16FB314CF785E6EA5A0F00A256"/>
    <w:rsid w:val="00095F5B"/>
  </w:style>
  <w:style w:type="paragraph" w:customStyle="1" w:styleId="01D0A85D58DB495DBC3C0A4F8CC07459">
    <w:name w:val="01D0A85D58DB495DBC3C0A4F8CC07459"/>
    <w:rsid w:val="00095F5B"/>
  </w:style>
  <w:style w:type="paragraph" w:customStyle="1" w:styleId="BB3681D12A2F47009405D2F71EB6A871">
    <w:name w:val="BB3681D12A2F47009405D2F71EB6A871"/>
    <w:rsid w:val="00095F5B"/>
  </w:style>
  <w:style w:type="paragraph" w:customStyle="1" w:styleId="8241495DA5A34591A0E0E3D891A415A8">
    <w:name w:val="8241495DA5A34591A0E0E3D891A415A8"/>
    <w:rsid w:val="00095F5B"/>
  </w:style>
  <w:style w:type="paragraph" w:customStyle="1" w:styleId="6E75F73CDED04AD5BEE882562E6E317C">
    <w:name w:val="6E75F73CDED04AD5BEE882562E6E317C"/>
    <w:rsid w:val="00095F5B"/>
  </w:style>
  <w:style w:type="paragraph" w:customStyle="1" w:styleId="2072DDDF836E4D19AAD722ADADB7E332">
    <w:name w:val="2072DDDF836E4D19AAD722ADADB7E332"/>
    <w:rsid w:val="00095F5B"/>
  </w:style>
  <w:style w:type="paragraph" w:customStyle="1" w:styleId="1F4B037B362C424DAEB7619F53C4629A">
    <w:name w:val="1F4B037B362C424DAEB7619F53C4629A"/>
    <w:rsid w:val="00095F5B"/>
  </w:style>
  <w:style w:type="paragraph" w:customStyle="1" w:styleId="64E094E5E1394AFDB006ED78C8EEB974">
    <w:name w:val="64E094E5E1394AFDB006ED78C8EEB974"/>
    <w:rsid w:val="00095F5B"/>
  </w:style>
  <w:style w:type="paragraph" w:customStyle="1" w:styleId="81FC817095BA466C9CC790F4851683F8">
    <w:name w:val="81FC817095BA466C9CC790F4851683F8"/>
    <w:rsid w:val="00095F5B"/>
  </w:style>
  <w:style w:type="paragraph" w:customStyle="1" w:styleId="2B0DBC67F2D047BB8CBD51A828B764F8">
    <w:name w:val="2B0DBC67F2D047BB8CBD51A828B764F8"/>
    <w:rsid w:val="00095F5B"/>
  </w:style>
  <w:style w:type="paragraph" w:customStyle="1" w:styleId="3E00EFC8A671423FB7421526880E41CA">
    <w:name w:val="3E00EFC8A671423FB7421526880E41CA"/>
    <w:rsid w:val="00095F5B"/>
  </w:style>
  <w:style w:type="paragraph" w:customStyle="1" w:styleId="99E0CB16FAF5466687EAA1762CCD6676">
    <w:name w:val="99E0CB16FAF5466687EAA1762CCD6676"/>
    <w:rsid w:val="00095F5B"/>
  </w:style>
  <w:style w:type="paragraph" w:customStyle="1" w:styleId="987DF9B90D864B7FB13C577BC30AED7E">
    <w:name w:val="987DF9B90D864B7FB13C577BC30AED7E"/>
    <w:rsid w:val="00095F5B"/>
  </w:style>
  <w:style w:type="paragraph" w:customStyle="1" w:styleId="99402AA244CD4748B74073D2A9FFB89A">
    <w:name w:val="99402AA244CD4748B74073D2A9FFB89A"/>
    <w:rsid w:val="00095F5B"/>
  </w:style>
  <w:style w:type="paragraph" w:customStyle="1" w:styleId="986B991450864E13AE803B667A642737">
    <w:name w:val="986B991450864E13AE803B667A642737"/>
    <w:rsid w:val="00095F5B"/>
  </w:style>
  <w:style w:type="paragraph" w:customStyle="1" w:styleId="DA100EDDF33E41478A54C5BDE19D5003">
    <w:name w:val="DA100EDDF33E41478A54C5BDE19D5003"/>
    <w:rsid w:val="00095F5B"/>
  </w:style>
  <w:style w:type="paragraph" w:customStyle="1" w:styleId="A2AC9A686DF34AFC95C47AE4C9165C96">
    <w:name w:val="A2AC9A686DF34AFC95C47AE4C9165C96"/>
    <w:rsid w:val="00095F5B"/>
  </w:style>
  <w:style w:type="paragraph" w:customStyle="1" w:styleId="75234AF9A30445D3A10A248492947D6E">
    <w:name w:val="75234AF9A30445D3A10A248492947D6E"/>
    <w:rsid w:val="00095F5B"/>
  </w:style>
  <w:style w:type="paragraph" w:customStyle="1" w:styleId="773B9BD06575421985E47DE3C03185B0">
    <w:name w:val="773B9BD06575421985E47DE3C03185B0"/>
    <w:rsid w:val="00095F5B"/>
  </w:style>
  <w:style w:type="paragraph" w:customStyle="1" w:styleId="1EC43750A27E4291A6AD612FAF57E2DF">
    <w:name w:val="1EC43750A27E4291A6AD612FAF57E2DF"/>
    <w:rsid w:val="00095F5B"/>
  </w:style>
  <w:style w:type="paragraph" w:customStyle="1" w:styleId="261F90B60F0840EA92B96663156844A5">
    <w:name w:val="261F90B60F0840EA92B96663156844A5"/>
    <w:rsid w:val="00095F5B"/>
  </w:style>
  <w:style w:type="paragraph" w:customStyle="1" w:styleId="B10E6D5D00E6441EB17EE6E0E2EF2229">
    <w:name w:val="B10E6D5D00E6441EB17EE6E0E2EF2229"/>
    <w:rsid w:val="00095F5B"/>
  </w:style>
  <w:style w:type="paragraph" w:customStyle="1" w:styleId="D6ABE8F37D9A4586A4338BD5FCC0A96B">
    <w:name w:val="D6ABE8F37D9A4586A4338BD5FCC0A96B"/>
    <w:rsid w:val="00095F5B"/>
  </w:style>
  <w:style w:type="paragraph" w:customStyle="1" w:styleId="865F824D39904C4A8288C21A7E282F4C">
    <w:name w:val="865F824D39904C4A8288C21A7E282F4C"/>
    <w:rsid w:val="00095F5B"/>
  </w:style>
  <w:style w:type="paragraph" w:customStyle="1" w:styleId="67030CF782EF444F9CBB5B86E585BAFC">
    <w:name w:val="67030CF782EF444F9CBB5B86E585BAFC"/>
    <w:rsid w:val="00095F5B"/>
  </w:style>
  <w:style w:type="paragraph" w:customStyle="1" w:styleId="ECC6E3C9D00149B2AA96F1B85211E24F">
    <w:name w:val="ECC6E3C9D00149B2AA96F1B85211E24F"/>
    <w:rsid w:val="00095F5B"/>
  </w:style>
  <w:style w:type="paragraph" w:customStyle="1" w:styleId="75EFB77E48FB4EB0A7D5B52E9D19A80B">
    <w:name w:val="75EFB77E48FB4EB0A7D5B52E9D19A80B"/>
    <w:rsid w:val="00095F5B"/>
  </w:style>
  <w:style w:type="paragraph" w:customStyle="1" w:styleId="8AA985EDE9C9485DB217E429BE543041">
    <w:name w:val="8AA985EDE9C9485DB217E429BE543041"/>
    <w:rsid w:val="00095F5B"/>
  </w:style>
  <w:style w:type="paragraph" w:customStyle="1" w:styleId="1D53EF27F4FC4A15A622B3CD0A577379">
    <w:name w:val="1D53EF27F4FC4A15A622B3CD0A577379"/>
    <w:rsid w:val="00095F5B"/>
  </w:style>
  <w:style w:type="paragraph" w:customStyle="1" w:styleId="956DBA67595341E9BA894513F1450E44">
    <w:name w:val="956DBA67595341E9BA894513F1450E44"/>
    <w:rsid w:val="00095F5B"/>
  </w:style>
  <w:style w:type="paragraph" w:customStyle="1" w:styleId="71D81471A73B4C199F2B2C69D3883582">
    <w:name w:val="71D81471A73B4C199F2B2C69D3883582"/>
    <w:rsid w:val="00095F5B"/>
  </w:style>
  <w:style w:type="paragraph" w:customStyle="1" w:styleId="970249B646EC4402B868B780F83F04BA">
    <w:name w:val="970249B646EC4402B868B780F83F04BA"/>
    <w:rsid w:val="00095F5B"/>
  </w:style>
  <w:style w:type="paragraph" w:customStyle="1" w:styleId="B27B5DDE52C142BD9885A58ADB9663FD">
    <w:name w:val="B27B5DDE52C142BD9885A58ADB9663FD"/>
    <w:rsid w:val="00095F5B"/>
  </w:style>
  <w:style w:type="paragraph" w:customStyle="1" w:styleId="BAE65B72B71E4DB2A0E57BAB2304732B">
    <w:name w:val="BAE65B72B71E4DB2A0E57BAB2304732B"/>
    <w:rsid w:val="00095F5B"/>
  </w:style>
  <w:style w:type="paragraph" w:customStyle="1" w:styleId="274C1D4C7932453F9C50EAEBAD1F145A">
    <w:name w:val="274C1D4C7932453F9C50EAEBAD1F145A"/>
    <w:rsid w:val="00095F5B"/>
  </w:style>
  <w:style w:type="paragraph" w:customStyle="1" w:styleId="5853B042B9E84D869A5D8485959273DD">
    <w:name w:val="5853B042B9E84D869A5D8485959273DD"/>
    <w:rsid w:val="00095F5B"/>
  </w:style>
  <w:style w:type="paragraph" w:customStyle="1" w:styleId="FA92A1BAEF844578B1C27BA59BED8A35">
    <w:name w:val="FA92A1BAEF844578B1C27BA59BED8A35"/>
    <w:rsid w:val="00095F5B"/>
  </w:style>
  <w:style w:type="paragraph" w:customStyle="1" w:styleId="8E7E1A35C16C42D7A100CAE8C7302907">
    <w:name w:val="8E7E1A35C16C42D7A100CAE8C7302907"/>
    <w:rsid w:val="00095F5B"/>
  </w:style>
  <w:style w:type="paragraph" w:customStyle="1" w:styleId="5935C53443AC447F95BF14E29820A22D">
    <w:name w:val="5935C53443AC447F95BF14E29820A22D"/>
    <w:rsid w:val="00095F5B"/>
  </w:style>
  <w:style w:type="paragraph" w:customStyle="1" w:styleId="2E6DB1E0E1924885A8A22BAAA8C54808">
    <w:name w:val="2E6DB1E0E1924885A8A22BAAA8C54808"/>
    <w:rsid w:val="00095F5B"/>
  </w:style>
  <w:style w:type="paragraph" w:customStyle="1" w:styleId="3CCE10BA030A4166802708377B2A8E1A">
    <w:name w:val="3CCE10BA030A4166802708377B2A8E1A"/>
    <w:rsid w:val="00095F5B"/>
  </w:style>
  <w:style w:type="paragraph" w:customStyle="1" w:styleId="695EBD33B5F04A1D8C49D1DCA7AB73B8">
    <w:name w:val="695EBD33B5F04A1D8C49D1DCA7AB73B8"/>
    <w:rsid w:val="00095F5B"/>
  </w:style>
  <w:style w:type="paragraph" w:customStyle="1" w:styleId="370195B70AD8432A92187CDCA97AD1AE">
    <w:name w:val="370195B70AD8432A92187CDCA97AD1AE"/>
    <w:rsid w:val="00095F5B"/>
  </w:style>
  <w:style w:type="paragraph" w:customStyle="1" w:styleId="996865E846164BEF82D915E2ED81CD54">
    <w:name w:val="996865E846164BEF82D915E2ED81CD54"/>
    <w:rsid w:val="00095F5B"/>
  </w:style>
  <w:style w:type="paragraph" w:customStyle="1" w:styleId="29B8B6D4BBA34A338ED7A6D6E18F4B05">
    <w:name w:val="29B8B6D4BBA34A338ED7A6D6E18F4B05"/>
    <w:rsid w:val="00095F5B"/>
  </w:style>
  <w:style w:type="paragraph" w:customStyle="1" w:styleId="90FBEB87B46749379A73ABBE44FE1103">
    <w:name w:val="90FBEB87B46749379A73ABBE44FE1103"/>
    <w:rsid w:val="00095F5B"/>
  </w:style>
  <w:style w:type="paragraph" w:customStyle="1" w:styleId="5AF4335EB2EC40E095F7E7022444E6DC">
    <w:name w:val="5AF4335EB2EC40E095F7E7022444E6DC"/>
    <w:rsid w:val="00095F5B"/>
  </w:style>
  <w:style w:type="paragraph" w:customStyle="1" w:styleId="382CCDB0FE1F49B78F246D19FDAE0E1B">
    <w:name w:val="382CCDB0FE1F49B78F246D19FDAE0E1B"/>
    <w:rsid w:val="00095F5B"/>
  </w:style>
  <w:style w:type="paragraph" w:customStyle="1" w:styleId="C1245CE4AD1A4B29ACD28B0A8AA6D331">
    <w:name w:val="C1245CE4AD1A4B29ACD28B0A8AA6D331"/>
    <w:rsid w:val="00095F5B"/>
  </w:style>
  <w:style w:type="paragraph" w:customStyle="1" w:styleId="F033F772A2A343AAAC4DA13A773B0C20">
    <w:name w:val="F033F772A2A343AAAC4DA13A773B0C20"/>
    <w:rsid w:val="00095F5B"/>
  </w:style>
  <w:style w:type="paragraph" w:customStyle="1" w:styleId="F6BEBB22A31C4F08A25FC58758524AB8">
    <w:name w:val="F6BEBB22A31C4F08A25FC58758524AB8"/>
    <w:rsid w:val="00095F5B"/>
  </w:style>
  <w:style w:type="paragraph" w:customStyle="1" w:styleId="084051CC62CA44479CBC901285A06AE8">
    <w:name w:val="084051CC62CA44479CBC901285A06AE8"/>
    <w:rsid w:val="00095F5B"/>
  </w:style>
  <w:style w:type="paragraph" w:customStyle="1" w:styleId="F00C5DA1D4CB4693A2C37C081A925EB9">
    <w:name w:val="F00C5DA1D4CB4693A2C37C081A925EB9"/>
    <w:rsid w:val="00095F5B"/>
  </w:style>
  <w:style w:type="paragraph" w:customStyle="1" w:styleId="160513D400CE46D2855E387E86C203E6">
    <w:name w:val="160513D400CE46D2855E387E86C203E6"/>
    <w:rsid w:val="00095F5B"/>
  </w:style>
  <w:style w:type="paragraph" w:customStyle="1" w:styleId="EB1DB24A0789482281CDF4CD35A37894">
    <w:name w:val="EB1DB24A0789482281CDF4CD35A37894"/>
    <w:rsid w:val="00095F5B"/>
  </w:style>
  <w:style w:type="paragraph" w:customStyle="1" w:styleId="AF5B558814B145FF82872A1DF7DED479">
    <w:name w:val="AF5B558814B145FF82872A1DF7DED479"/>
    <w:rsid w:val="00095F5B"/>
  </w:style>
  <w:style w:type="paragraph" w:customStyle="1" w:styleId="6C465723AABE4BD1A494AA6ABB5D8DFB">
    <w:name w:val="6C465723AABE4BD1A494AA6ABB5D8DFB"/>
    <w:rsid w:val="00095F5B"/>
  </w:style>
  <w:style w:type="paragraph" w:customStyle="1" w:styleId="04B79C93D34545F68A6066C86DA789D7">
    <w:name w:val="04B79C93D34545F68A6066C86DA789D7"/>
    <w:rsid w:val="00095F5B"/>
  </w:style>
  <w:style w:type="paragraph" w:customStyle="1" w:styleId="68BA9A0E20A34CE286013260B76E046D">
    <w:name w:val="68BA9A0E20A34CE286013260B76E046D"/>
    <w:rsid w:val="00095F5B"/>
  </w:style>
  <w:style w:type="paragraph" w:customStyle="1" w:styleId="18AC1A95D65D44E6A0F08679B95F5C6B">
    <w:name w:val="18AC1A95D65D44E6A0F08679B95F5C6B"/>
    <w:rsid w:val="00095F5B"/>
  </w:style>
  <w:style w:type="paragraph" w:customStyle="1" w:styleId="18DA6C595BAB48C88B273F16F8225887">
    <w:name w:val="18DA6C595BAB48C88B273F16F8225887"/>
    <w:rsid w:val="00095F5B"/>
  </w:style>
  <w:style w:type="paragraph" w:customStyle="1" w:styleId="50769E3EB8C64992B3632CDA61D9B025">
    <w:name w:val="50769E3EB8C64992B3632CDA61D9B025"/>
    <w:rsid w:val="00095F5B"/>
  </w:style>
  <w:style w:type="paragraph" w:customStyle="1" w:styleId="D41C30598A714DB896ABE8CD548E0726">
    <w:name w:val="D41C30598A714DB896ABE8CD548E0726"/>
    <w:rsid w:val="00095F5B"/>
  </w:style>
  <w:style w:type="paragraph" w:customStyle="1" w:styleId="AF25406FB22C4CBB9D44A1DDE3C92876">
    <w:name w:val="AF25406FB22C4CBB9D44A1DDE3C92876"/>
    <w:rsid w:val="00095F5B"/>
  </w:style>
  <w:style w:type="paragraph" w:customStyle="1" w:styleId="B8C8F6C9EF934C1FA4EF987866CFFF27">
    <w:name w:val="B8C8F6C9EF934C1FA4EF987866CFFF27"/>
    <w:rsid w:val="00095F5B"/>
  </w:style>
  <w:style w:type="paragraph" w:customStyle="1" w:styleId="E5F1106813534E4897614D987D8FBB87">
    <w:name w:val="E5F1106813534E4897614D987D8FBB87"/>
    <w:rsid w:val="00095F5B"/>
  </w:style>
  <w:style w:type="paragraph" w:customStyle="1" w:styleId="7B954A987AB4411DB4AF394CD7620F70">
    <w:name w:val="7B954A987AB4411DB4AF394CD7620F70"/>
    <w:rsid w:val="00095F5B"/>
  </w:style>
  <w:style w:type="paragraph" w:customStyle="1" w:styleId="9C2B640D13BB4EE99CB83AE38FC6C5A8">
    <w:name w:val="9C2B640D13BB4EE99CB83AE38FC6C5A8"/>
    <w:rsid w:val="00095F5B"/>
  </w:style>
  <w:style w:type="paragraph" w:customStyle="1" w:styleId="ECEFA222AA68422889A53D6706D0FF43">
    <w:name w:val="ECEFA222AA68422889A53D6706D0FF43"/>
    <w:rsid w:val="00095F5B"/>
  </w:style>
  <w:style w:type="paragraph" w:customStyle="1" w:styleId="08DACBE3B14B4BA4A752DC7B38C33E42">
    <w:name w:val="08DACBE3B14B4BA4A752DC7B38C33E42"/>
    <w:rsid w:val="00095F5B"/>
  </w:style>
  <w:style w:type="paragraph" w:customStyle="1" w:styleId="90D68E7976B8466C831646D2139C4A8C">
    <w:name w:val="90D68E7976B8466C831646D2139C4A8C"/>
    <w:rsid w:val="00095F5B"/>
  </w:style>
  <w:style w:type="paragraph" w:customStyle="1" w:styleId="4ABC0BB7F4184C32A475896CE99BDCFE">
    <w:name w:val="4ABC0BB7F4184C32A475896CE99BDCFE"/>
    <w:rsid w:val="00095F5B"/>
  </w:style>
  <w:style w:type="paragraph" w:customStyle="1" w:styleId="E08CDAC8457F44028694B7CB83400FB2">
    <w:name w:val="E08CDAC8457F44028694B7CB83400FB2"/>
    <w:rsid w:val="00095F5B"/>
  </w:style>
  <w:style w:type="paragraph" w:customStyle="1" w:styleId="98D272D941C84D1CAC569271014C9DA6">
    <w:name w:val="98D272D941C84D1CAC569271014C9DA6"/>
    <w:rsid w:val="00095F5B"/>
  </w:style>
  <w:style w:type="paragraph" w:customStyle="1" w:styleId="F1526DA8436544B59DE56B29F044ACB1">
    <w:name w:val="F1526DA8436544B59DE56B29F044ACB1"/>
    <w:rsid w:val="00095F5B"/>
  </w:style>
  <w:style w:type="paragraph" w:customStyle="1" w:styleId="460084D18B28428F82865F2F8857B1E4">
    <w:name w:val="460084D18B28428F82865F2F8857B1E4"/>
    <w:rsid w:val="00095F5B"/>
  </w:style>
  <w:style w:type="paragraph" w:customStyle="1" w:styleId="1C02D6B022CB4CDCB42AB6651003D79C">
    <w:name w:val="1C02D6B022CB4CDCB42AB6651003D79C"/>
    <w:rsid w:val="00095F5B"/>
  </w:style>
  <w:style w:type="paragraph" w:customStyle="1" w:styleId="58976D05EA0B4AABA800770D0B26D7D5">
    <w:name w:val="58976D05EA0B4AABA800770D0B26D7D5"/>
    <w:rsid w:val="00095F5B"/>
  </w:style>
  <w:style w:type="paragraph" w:customStyle="1" w:styleId="77DFE0A1E8E643F5AFFE8130E8FAB0F6">
    <w:name w:val="77DFE0A1E8E643F5AFFE8130E8FAB0F6"/>
    <w:rsid w:val="00095F5B"/>
  </w:style>
  <w:style w:type="paragraph" w:customStyle="1" w:styleId="ED786428B8B540C8B7A90F1DE322C484">
    <w:name w:val="ED786428B8B540C8B7A90F1DE322C484"/>
    <w:rsid w:val="00095F5B"/>
  </w:style>
  <w:style w:type="paragraph" w:customStyle="1" w:styleId="5F4037D7553A4EDA9C7D247F6EB93874">
    <w:name w:val="5F4037D7553A4EDA9C7D247F6EB93874"/>
    <w:rsid w:val="00095F5B"/>
  </w:style>
  <w:style w:type="paragraph" w:customStyle="1" w:styleId="59FCA8EC0A60456B9D475453EB0CEEB9">
    <w:name w:val="59FCA8EC0A60456B9D475453EB0CEEB9"/>
    <w:rsid w:val="00095F5B"/>
  </w:style>
  <w:style w:type="paragraph" w:customStyle="1" w:styleId="97336DA1AA6D4EE8A71C7D2F8A00A53D">
    <w:name w:val="97336DA1AA6D4EE8A71C7D2F8A00A53D"/>
    <w:rsid w:val="00095F5B"/>
  </w:style>
  <w:style w:type="paragraph" w:customStyle="1" w:styleId="2EA27DD745F741CEACBB7E4AF28379D6">
    <w:name w:val="2EA27DD745F741CEACBB7E4AF28379D6"/>
    <w:rsid w:val="00095F5B"/>
  </w:style>
  <w:style w:type="paragraph" w:customStyle="1" w:styleId="EB5A20F8AA154AB0976B38FBD3371C3B">
    <w:name w:val="EB5A20F8AA154AB0976B38FBD3371C3B"/>
    <w:rsid w:val="00095F5B"/>
  </w:style>
  <w:style w:type="paragraph" w:customStyle="1" w:styleId="6DBC16BF523142D2BC81A655F533436E">
    <w:name w:val="6DBC16BF523142D2BC81A655F533436E"/>
    <w:rsid w:val="00095F5B"/>
  </w:style>
  <w:style w:type="paragraph" w:customStyle="1" w:styleId="D3F3717636274A118E39E9C636E27886">
    <w:name w:val="D3F3717636274A118E39E9C636E27886"/>
    <w:rsid w:val="00095F5B"/>
  </w:style>
  <w:style w:type="paragraph" w:customStyle="1" w:styleId="0087676FC7A743FEAFE5FEA0364E098B">
    <w:name w:val="0087676FC7A743FEAFE5FEA0364E098B"/>
    <w:rsid w:val="00095F5B"/>
  </w:style>
  <w:style w:type="paragraph" w:customStyle="1" w:styleId="C26BEDE5DDC847C9A98107E3B961A1F0">
    <w:name w:val="C26BEDE5DDC847C9A98107E3B961A1F0"/>
    <w:rsid w:val="00095F5B"/>
  </w:style>
  <w:style w:type="paragraph" w:customStyle="1" w:styleId="F5AB297E6ADA40E3B368C9111A997CEA">
    <w:name w:val="F5AB297E6ADA40E3B368C9111A997CEA"/>
    <w:rsid w:val="00095F5B"/>
  </w:style>
  <w:style w:type="paragraph" w:customStyle="1" w:styleId="6BDE276BAA5241FCA40B25D6E0B336EF">
    <w:name w:val="6BDE276BAA5241FCA40B25D6E0B336EF"/>
    <w:rsid w:val="00095F5B"/>
  </w:style>
  <w:style w:type="paragraph" w:customStyle="1" w:styleId="739561CABAB44F41A791792ABA468ED5">
    <w:name w:val="739561CABAB44F41A791792ABA468ED5"/>
    <w:rsid w:val="00095F5B"/>
  </w:style>
  <w:style w:type="paragraph" w:customStyle="1" w:styleId="CC71FA7362AE4DC6934502778BB783A9">
    <w:name w:val="CC71FA7362AE4DC6934502778BB783A9"/>
    <w:rsid w:val="00095F5B"/>
  </w:style>
  <w:style w:type="paragraph" w:customStyle="1" w:styleId="267AA8C3214041A4B50A8EFB8668A590">
    <w:name w:val="267AA8C3214041A4B50A8EFB8668A590"/>
    <w:rsid w:val="00095F5B"/>
  </w:style>
  <w:style w:type="paragraph" w:customStyle="1" w:styleId="75577405857F46AEB4F614DC292DDAE0">
    <w:name w:val="75577405857F46AEB4F614DC292DDAE0"/>
    <w:rsid w:val="00095F5B"/>
  </w:style>
  <w:style w:type="paragraph" w:customStyle="1" w:styleId="3DC84FA4F4A94172B3535C52EDAC658A">
    <w:name w:val="3DC84FA4F4A94172B3535C52EDAC658A"/>
    <w:rsid w:val="00095F5B"/>
  </w:style>
  <w:style w:type="paragraph" w:customStyle="1" w:styleId="3944035F8B494C03BEE295D24EE76E03">
    <w:name w:val="3944035F8B494C03BEE295D24EE76E03"/>
    <w:rsid w:val="00095F5B"/>
  </w:style>
  <w:style w:type="paragraph" w:customStyle="1" w:styleId="46FBECD3F48846FFAFBD450F05370495">
    <w:name w:val="46FBECD3F48846FFAFBD450F05370495"/>
    <w:rsid w:val="00095F5B"/>
  </w:style>
  <w:style w:type="paragraph" w:customStyle="1" w:styleId="E0E69B26C46948DFA042B5CC59D1571C">
    <w:name w:val="E0E69B26C46948DFA042B5CC59D1571C"/>
    <w:rsid w:val="00095F5B"/>
  </w:style>
  <w:style w:type="paragraph" w:customStyle="1" w:styleId="618EED4245B34828A88C24B36A3CAB06">
    <w:name w:val="618EED4245B34828A88C24B36A3CAB06"/>
    <w:rsid w:val="00095F5B"/>
  </w:style>
  <w:style w:type="paragraph" w:customStyle="1" w:styleId="630EE548D114400ABBDD37D16AAF8D9A">
    <w:name w:val="630EE548D114400ABBDD37D16AAF8D9A"/>
    <w:rsid w:val="00095F5B"/>
  </w:style>
  <w:style w:type="paragraph" w:customStyle="1" w:styleId="75DBD4AD26BD4667A12C26ECCFA78CBF">
    <w:name w:val="75DBD4AD26BD4667A12C26ECCFA78CBF"/>
    <w:rsid w:val="00095F5B"/>
  </w:style>
  <w:style w:type="paragraph" w:customStyle="1" w:styleId="1F465044A7C24A3BAAF1BAA8181A70E0">
    <w:name w:val="1F465044A7C24A3BAAF1BAA8181A70E0"/>
    <w:rsid w:val="00095F5B"/>
  </w:style>
  <w:style w:type="paragraph" w:customStyle="1" w:styleId="2FDDEE9A61D041FCBE9669EDE36D68B5">
    <w:name w:val="2FDDEE9A61D041FCBE9669EDE36D68B5"/>
    <w:rsid w:val="00095F5B"/>
  </w:style>
  <w:style w:type="paragraph" w:customStyle="1" w:styleId="A505B8839E584B65BBB729F2EDD1B70B">
    <w:name w:val="A505B8839E584B65BBB729F2EDD1B70B"/>
    <w:rsid w:val="00095F5B"/>
  </w:style>
  <w:style w:type="paragraph" w:customStyle="1" w:styleId="0ED86680B37E4417BA648D1565594C30">
    <w:name w:val="0ED86680B37E4417BA648D1565594C30"/>
    <w:rsid w:val="00095F5B"/>
  </w:style>
  <w:style w:type="paragraph" w:customStyle="1" w:styleId="93579F368FA04C86B7190CC59279C0B2">
    <w:name w:val="93579F368FA04C86B7190CC59279C0B2"/>
    <w:rsid w:val="00095F5B"/>
  </w:style>
  <w:style w:type="paragraph" w:customStyle="1" w:styleId="863D51C735004E559F201030EEDA73D0">
    <w:name w:val="863D51C735004E559F201030EEDA73D0"/>
    <w:rsid w:val="00095F5B"/>
  </w:style>
  <w:style w:type="paragraph" w:customStyle="1" w:styleId="CE400FED6E024CBFBA309F51316F174A">
    <w:name w:val="CE400FED6E024CBFBA309F51316F174A"/>
    <w:rsid w:val="00095F5B"/>
  </w:style>
  <w:style w:type="paragraph" w:customStyle="1" w:styleId="FB643552DFC74B07B9926AF246ADFBCE">
    <w:name w:val="FB643552DFC74B07B9926AF246ADFBCE"/>
    <w:rsid w:val="00095F5B"/>
  </w:style>
  <w:style w:type="paragraph" w:customStyle="1" w:styleId="A0C0C3BC01164FAC8AAA62D45B8C8BED">
    <w:name w:val="A0C0C3BC01164FAC8AAA62D45B8C8BED"/>
    <w:rsid w:val="00095F5B"/>
  </w:style>
  <w:style w:type="paragraph" w:customStyle="1" w:styleId="3AB86E5652F64A398B96B3AB53E22350">
    <w:name w:val="3AB86E5652F64A398B96B3AB53E22350"/>
    <w:rsid w:val="00095F5B"/>
  </w:style>
  <w:style w:type="paragraph" w:customStyle="1" w:styleId="F883C1CE417C44D692F162AD684C363F">
    <w:name w:val="F883C1CE417C44D692F162AD684C363F"/>
    <w:rsid w:val="00095F5B"/>
  </w:style>
  <w:style w:type="paragraph" w:customStyle="1" w:styleId="73320BC8E75C478BAACCC83A5699E091">
    <w:name w:val="73320BC8E75C478BAACCC83A5699E091"/>
    <w:rsid w:val="00095F5B"/>
  </w:style>
  <w:style w:type="paragraph" w:customStyle="1" w:styleId="2B7B3473FED145AF8486D7DD4E5CB407">
    <w:name w:val="2B7B3473FED145AF8486D7DD4E5CB407"/>
    <w:rsid w:val="00095F5B"/>
  </w:style>
  <w:style w:type="paragraph" w:customStyle="1" w:styleId="B69ABC319F0D486CB028BC97BD182DFB">
    <w:name w:val="B69ABC319F0D486CB028BC97BD182DFB"/>
    <w:rsid w:val="00095F5B"/>
  </w:style>
  <w:style w:type="paragraph" w:customStyle="1" w:styleId="00F61956FF534ABBAB8E13C10C9F86A9">
    <w:name w:val="00F61956FF534ABBAB8E13C10C9F86A9"/>
    <w:rsid w:val="00095F5B"/>
  </w:style>
  <w:style w:type="paragraph" w:customStyle="1" w:styleId="846BB847188F44379F18A5146F7E74B5">
    <w:name w:val="846BB847188F44379F18A5146F7E74B5"/>
    <w:rsid w:val="00095F5B"/>
  </w:style>
  <w:style w:type="paragraph" w:customStyle="1" w:styleId="C8F7ACF86A57473D903E5AB87D2377AF">
    <w:name w:val="C8F7ACF86A57473D903E5AB87D2377AF"/>
    <w:rsid w:val="00095F5B"/>
  </w:style>
  <w:style w:type="paragraph" w:customStyle="1" w:styleId="5C8A8800AC9849AD93990449CA435DF6">
    <w:name w:val="5C8A8800AC9849AD93990449CA435DF6"/>
    <w:rsid w:val="00095F5B"/>
  </w:style>
  <w:style w:type="paragraph" w:customStyle="1" w:styleId="82873EAB49DD4F33A1A5896FDC0040A1">
    <w:name w:val="82873EAB49DD4F33A1A5896FDC0040A1"/>
    <w:rsid w:val="00095F5B"/>
  </w:style>
  <w:style w:type="paragraph" w:customStyle="1" w:styleId="3EBDDA2CAFBE44B98B460DA9ADC74DD9">
    <w:name w:val="3EBDDA2CAFBE44B98B460DA9ADC74DD9"/>
    <w:rsid w:val="00095F5B"/>
  </w:style>
  <w:style w:type="paragraph" w:customStyle="1" w:styleId="8575E4BCBD2C4425BFF705076420217F">
    <w:name w:val="8575E4BCBD2C4425BFF705076420217F"/>
    <w:rsid w:val="00095F5B"/>
  </w:style>
  <w:style w:type="paragraph" w:customStyle="1" w:styleId="DDA89E2EECB947288D7272260350FECE">
    <w:name w:val="DDA89E2EECB947288D7272260350FECE"/>
    <w:rsid w:val="00095F5B"/>
  </w:style>
  <w:style w:type="paragraph" w:customStyle="1" w:styleId="14E740E3483941F096F873EBF7EA8B00">
    <w:name w:val="14E740E3483941F096F873EBF7EA8B00"/>
    <w:rsid w:val="00095F5B"/>
  </w:style>
  <w:style w:type="paragraph" w:customStyle="1" w:styleId="3B36AFB0E8FB46B48AEBC664E1189253">
    <w:name w:val="3B36AFB0E8FB46B48AEBC664E1189253"/>
    <w:rsid w:val="00095F5B"/>
  </w:style>
  <w:style w:type="paragraph" w:customStyle="1" w:styleId="B162C27B97514290802B8B218D9CB088">
    <w:name w:val="B162C27B97514290802B8B218D9CB088"/>
    <w:rsid w:val="00095F5B"/>
  </w:style>
  <w:style w:type="paragraph" w:customStyle="1" w:styleId="AA155D96D6D1420B8AD7F6EC7142FAE8">
    <w:name w:val="AA155D96D6D1420B8AD7F6EC7142FAE8"/>
    <w:rsid w:val="00095F5B"/>
  </w:style>
  <w:style w:type="paragraph" w:customStyle="1" w:styleId="91AAF5133C484225A523BE5683147DFE">
    <w:name w:val="91AAF5133C484225A523BE5683147DFE"/>
    <w:rsid w:val="00095F5B"/>
  </w:style>
  <w:style w:type="paragraph" w:customStyle="1" w:styleId="5ADF52E5C0E74A92908DECDBC34E8493">
    <w:name w:val="5ADF52E5C0E74A92908DECDBC34E8493"/>
    <w:rsid w:val="00095F5B"/>
  </w:style>
  <w:style w:type="paragraph" w:customStyle="1" w:styleId="78B346C0A18B4D298C1E161615F1936A">
    <w:name w:val="78B346C0A18B4D298C1E161615F1936A"/>
    <w:rsid w:val="00095F5B"/>
  </w:style>
  <w:style w:type="paragraph" w:customStyle="1" w:styleId="BFE09AE3389B459F94AB3EA1B4E343DF">
    <w:name w:val="BFE09AE3389B459F94AB3EA1B4E343DF"/>
    <w:rsid w:val="00095F5B"/>
  </w:style>
  <w:style w:type="paragraph" w:customStyle="1" w:styleId="3327AE1495DA47C49ADDC0F0B839F839">
    <w:name w:val="3327AE1495DA47C49ADDC0F0B839F839"/>
    <w:rsid w:val="00095F5B"/>
  </w:style>
  <w:style w:type="paragraph" w:customStyle="1" w:styleId="F43939C2EE5B4C5DAC35ED12FF018F26">
    <w:name w:val="F43939C2EE5B4C5DAC35ED12FF018F26"/>
    <w:rsid w:val="00095F5B"/>
  </w:style>
  <w:style w:type="paragraph" w:customStyle="1" w:styleId="241EEE2AA5E848D69A6F937B30B52902">
    <w:name w:val="241EEE2AA5E848D69A6F937B30B52902"/>
    <w:rsid w:val="00095F5B"/>
  </w:style>
  <w:style w:type="paragraph" w:customStyle="1" w:styleId="800896326FF54E06AA4F465D7DB2F7AE">
    <w:name w:val="800896326FF54E06AA4F465D7DB2F7AE"/>
    <w:rsid w:val="00095F5B"/>
  </w:style>
  <w:style w:type="paragraph" w:customStyle="1" w:styleId="42EC76BF750E4FCDB82EFAD2757CA609">
    <w:name w:val="42EC76BF750E4FCDB82EFAD2757CA609"/>
    <w:rsid w:val="00095F5B"/>
  </w:style>
  <w:style w:type="paragraph" w:customStyle="1" w:styleId="379E9680C3A245979A570E13637ADB8A">
    <w:name w:val="379E9680C3A245979A570E13637ADB8A"/>
    <w:rsid w:val="00095F5B"/>
  </w:style>
  <w:style w:type="paragraph" w:customStyle="1" w:styleId="ADFEB16FF5DE4CEFBFAC3F7995D5477C">
    <w:name w:val="ADFEB16FF5DE4CEFBFAC3F7995D5477C"/>
    <w:rsid w:val="00095F5B"/>
  </w:style>
  <w:style w:type="paragraph" w:customStyle="1" w:styleId="D41E32980F594897B42ABEEF722611D6">
    <w:name w:val="D41E32980F594897B42ABEEF722611D6"/>
    <w:rsid w:val="00095F5B"/>
  </w:style>
  <w:style w:type="paragraph" w:customStyle="1" w:styleId="2BF100E8FF3848639F623472EF4F0D0F">
    <w:name w:val="2BF100E8FF3848639F623472EF4F0D0F"/>
    <w:rsid w:val="00095F5B"/>
  </w:style>
  <w:style w:type="paragraph" w:customStyle="1" w:styleId="B780DBF3FD964215A4C88763EEAAF4FB">
    <w:name w:val="B780DBF3FD964215A4C88763EEAAF4FB"/>
    <w:rsid w:val="00095F5B"/>
  </w:style>
  <w:style w:type="paragraph" w:customStyle="1" w:styleId="5CF6E2FC13054469B6817C0A48E4DC5D">
    <w:name w:val="5CF6E2FC13054469B6817C0A48E4DC5D"/>
    <w:rsid w:val="00095F5B"/>
  </w:style>
  <w:style w:type="paragraph" w:customStyle="1" w:styleId="601B41D04364440A9BE4BD9A7963A93D">
    <w:name w:val="601B41D04364440A9BE4BD9A7963A93D"/>
    <w:rsid w:val="00095F5B"/>
  </w:style>
  <w:style w:type="paragraph" w:customStyle="1" w:styleId="30C81801045F4398956424F42680FA66">
    <w:name w:val="30C81801045F4398956424F42680FA66"/>
    <w:rsid w:val="00095F5B"/>
  </w:style>
  <w:style w:type="paragraph" w:customStyle="1" w:styleId="92B5F880427644EE96949A8A597BDD1C">
    <w:name w:val="92B5F880427644EE96949A8A597BDD1C"/>
    <w:rsid w:val="00095F5B"/>
  </w:style>
  <w:style w:type="paragraph" w:customStyle="1" w:styleId="6930503124BC432796B8499C4F97BE4A">
    <w:name w:val="6930503124BC432796B8499C4F97BE4A"/>
    <w:rsid w:val="00095F5B"/>
  </w:style>
  <w:style w:type="paragraph" w:customStyle="1" w:styleId="42513A880FF04849B1D2E4664900EEC8">
    <w:name w:val="42513A880FF04849B1D2E4664900EEC8"/>
    <w:rsid w:val="00095F5B"/>
  </w:style>
  <w:style w:type="paragraph" w:customStyle="1" w:styleId="D3EF27242F09404CA2C89564F61112DF">
    <w:name w:val="D3EF27242F09404CA2C89564F61112DF"/>
    <w:rsid w:val="00095F5B"/>
  </w:style>
  <w:style w:type="paragraph" w:customStyle="1" w:styleId="69B72985FC7A4DEB860EBFF15D3791EC">
    <w:name w:val="69B72985FC7A4DEB860EBFF15D3791EC"/>
    <w:rsid w:val="00095F5B"/>
  </w:style>
  <w:style w:type="paragraph" w:customStyle="1" w:styleId="99267B140A6D48E1A635837597C69092">
    <w:name w:val="99267B140A6D48E1A635837597C69092"/>
    <w:rsid w:val="00095F5B"/>
  </w:style>
  <w:style w:type="paragraph" w:customStyle="1" w:styleId="F4C1F4C3B1A8425DAAF00C2B81B2BE7F">
    <w:name w:val="F4C1F4C3B1A8425DAAF00C2B81B2BE7F"/>
    <w:rsid w:val="00095F5B"/>
  </w:style>
  <w:style w:type="paragraph" w:customStyle="1" w:styleId="2F8FFC7E89CF48E898D8CB2A0B68ED88">
    <w:name w:val="2F8FFC7E89CF48E898D8CB2A0B68ED88"/>
    <w:rsid w:val="00095F5B"/>
  </w:style>
  <w:style w:type="paragraph" w:customStyle="1" w:styleId="B07450527FD9488D8FE3C54491684C33">
    <w:name w:val="B07450527FD9488D8FE3C54491684C33"/>
    <w:rsid w:val="00095F5B"/>
  </w:style>
  <w:style w:type="paragraph" w:customStyle="1" w:styleId="628FAA1521C94148A6E2E4236A967F9D">
    <w:name w:val="628FAA1521C94148A6E2E4236A967F9D"/>
    <w:rsid w:val="00095F5B"/>
  </w:style>
  <w:style w:type="paragraph" w:customStyle="1" w:styleId="10FEC00E5AFF4746873BFE6DD6F84B12">
    <w:name w:val="10FEC00E5AFF4746873BFE6DD6F84B12"/>
    <w:rsid w:val="00095F5B"/>
  </w:style>
  <w:style w:type="paragraph" w:customStyle="1" w:styleId="BB2F17115F4A4E3E955883EFE20A63BA">
    <w:name w:val="BB2F17115F4A4E3E955883EFE20A63BA"/>
    <w:rsid w:val="00095F5B"/>
  </w:style>
  <w:style w:type="paragraph" w:customStyle="1" w:styleId="BE28FD72ADC74EF8ADC281DB2B501659">
    <w:name w:val="BE28FD72ADC74EF8ADC281DB2B501659"/>
    <w:rsid w:val="00095F5B"/>
  </w:style>
  <w:style w:type="paragraph" w:customStyle="1" w:styleId="B6CB64A3ACA24324B6CB6FD4BD33C2BF">
    <w:name w:val="B6CB64A3ACA24324B6CB6FD4BD33C2BF"/>
    <w:rsid w:val="00095F5B"/>
  </w:style>
  <w:style w:type="paragraph" w:customStyle="1" w:styleId="56FEB17117B64149869EBF18B87434BD">
    <w:name w:val="56FEB17117B64149869EBF18B87434BD"/>
    <w:rsid w:val="00095F5B"/>
  </w:style>
  <w:style w:type="paragraph" w:customStyle="1" w:styleId="3E1143F4F9A24FF497409BD53691ED33">
    <w:name w:val="3E1143F4F9A24FF497409BD53691ED33"/>
    <w:rsid w:val="00095F5B"/>
  </w:style>
  <w:style w:type="paragraph" w:customStyle="1" w:styleId="FD89D985515C4583B7DD88D76AE25CD4">
    <w:name w:val="FD89D985515C4583B7DD88D76AE25CD4"/>
    <w:rsid w:val="00095F5B"/>
  </w:style>
  <w:style w:type="paragraph" w:customStyle="1" w:styleId="0AEAF85FAF61429E9E8B38CAC23ED0B7">
    <w:name w:val="0AEAF85FAF61429E9E8B38CAC23ED0B7"/>
    <w:rsid w:val="00095F5B"/>
  </w:style>
  <w:style w:type="paragraph" w:customStyle="1" w:styleId="AF658BF1EE3048FEA25C73E8200BB19E">
    <w:name w:val="AF658BF1EE3048FEA25C73E8200BB19E"/>
    <w:rsid w:val="00095F5B"/>
  </w:style>
  <w:style w:type="paragraph" w:customStyle="1" w:styleId="47A86EE6A40C47E78135CAB3119C51E1">
    <w:name w:val="47A86EE6A40C47E78135CAB3119C51E1"/>
    <w:rsid w:val="00095F5B"/>
  </w:style>
  <w:style w:type="paragraph" w:customStyle="1" w:styleId="7CF3950704844F74B9204DC6608481A3">
    <w:name w:val="7CF3950704844F74B9204DC6608481A3"/>
    <w:rsid w:val="00095F5B"/>
  </w:style>
  <w:style w:type="paragraph" w:customStyle="1" w:styleId="5813E975ACD946B1AA6D2C1A45935630">
    <w:name w:val="5813E975ACD946B1AA6D2C1A45935630"/>
    <w:rsid w:val="00095F5B"/>
  </w:style>
  <w:style w:type="paragraph" w:customStyle="1" w:styleId="377DEC22E2F943269F305FA0FD6517D8">
    <w:name w:val="377DEC22E2F943269F305FA0FD6517D8"/>
    <w:rsid w:val="00095F5B"/>
  </w:style>
  <w:style w:type="paragraph" w:customStyle="1" w:styleId="44DB09928DED40F087D19FD82921308E">
    <w:name w:val="44DB09928DED40F087D19FD82921308E"/>
    <w:rsid w:val="00095F5B"/>
  </w:style>
  <w:style w:type="paragraph" w:customStyle="1" w:styleId="C1A695A8ACB344A09B223A361E1B9D06">
    <w:name w:val="C1A695A8ACB344A09B223A361E1B9D06"/>
    <w:rsid w:val="00095F5B"/>
  </w:style>
  <w:style w:type="paragraph" w:customStyle="1" w:styleId="FA84764F3D6B4B11A79160B83BE22423">
    <w:name w:val="FA84764F3D6B4B11A79160B83BE22423"/>
    <w:rsid w:val="00095F5B"/>
  </w:style>
  <w:style w:type="paragraph" w:customStyle="1" w:styleId="34BA950507404E0C8C404A0C921CFB6C">
    <w:name w:val="34BA950507404E0C8C404A0C921CFB6C"/>
    <w:rsid w:val="00095F5B"/>
  </w:style>
  <w:style w:type="paragraph" w:customStyle="1" w:styleId="3A5788E790FF44F09280170EB175C857">
    <w:name w:val="3A5788E790FF44F09280170EB175C857"/>
    <w:rsid w:val="00095F5B"/>
  </w:style>
  <w:style w:type="paragraph" w:customStyle="1" w:styleId="AD88FB13FC0A459AA299EE06B900C720">
    <w:name w:val="AD88FB13FC0A459AA299EE06B900C720"/>
    <w:rsid w:val="00095F5B"/>
  </w:style>
  <w:style w:type="paragraph" w:customStyle="1" w:styleId="6A4CF4B1FD4F4F5B99452806C3E4E1B6">
    <w:name w:val="6A4CF4B1FD4F4F5B99452806C3E4E1B6"/>
    <w:rsid w:val="00095F5B"/>
  </w:style>
  <w:style w:type="paragraph" w:customStyle="1" w:styleId="BD13F3FA88B24E1EB27B94DE0EEC471B">
    <w:name w:val="BD13F3FA88B24E1EB27B94DE0EEC471B"/>
    <w:rsid w:val="00095F5B"/>
  </w:style>
  <w:style w:type="paragraph" w:customStyle="1" w:styleId="8E911AB798764A639AF3FA840EEBE1BC">
    <w:name w:val="8E911AB798764A639AF3FA840EEBE1BC"/>
    <w:rsid w:val="00095F5B"/>
  </w:style>
  <w:style w:type="paragraph" w:customStyle="1" w:styleId="5368F0A75B2C412DB435F4A99E727635">
    <w:name w:val="5368F0A75B2C412DB435F4A99E727635"/>
    <w:rsid w:val="00095F5B"/>
  </w:style>
  <w:style w:type="paragraph" w:customStyle="1" w:styleId="26C1CEAE49A34538843836EC0B3B1943">
    <w:name w:val="26C1CEAE49A34538843836EC0B3B1943"/>
    <w:rsid w:val="00095F5B"/>
  </w:style>
  <w:style w:type="paragraph" w:customStyle="1" w:styleId="A4890112631A4A17BC98483DF7937E8B">
    <w:name w:val="A4890112631A4A17BC98483DF7937E8B"/>
    <w:rsid w:val="00095F5B"/>
  </w:style>
  <w:style w:type="paragraph" w:customStyle="1" w:styleId="DCDE8C6C9079421CA254C450B9E37112">
    <w:name w:val="DCDE8C6C9079421CA254C450B9E37112"/>
    <w:rsid w:val="00095F5B"/>
  </w:style>
  <w:style w:type="paragraph" w:customStyle="1" w:styleId="762270E3101B45D2940BE1B6B42FC248">
    <w:name w:val="762270E3101B45D2940BE1B6B42FC248"/>
    <w:rsid w:val="00095F5B"/>
  </w:style>
  <w:style w:type="paragraph" w:customStyle="1" w:styleId="8A4B77E902A54AA595EE7E11188DDD9F">
    <w:name w:val="8A4B77E902A54AA595EE7E11188DDD9F"/>
    <w:rsid w:val="00095F5B"/>
  </w:style>
  <w:style w:type="paragraph" w:customStyle="1" w:styleId="5C2AFACA57A346D783B7CA0D77DD926C">
    <w:name w:val="5C2AFACA57A346D783B7CA0D77DD926C"/>
    <w:rsid w:val="00095F5B"/>
  </w:style>
  <w:style w:type="paragraph" w:customStyle="1" w:styleId="824D48E9B4C94AB9A4F30DA36B3C469E">
    <w:name w:val="824D48E9B4C94AB9A4F30DA36B3C469E"/>
    <w:rsid w:val="00095F5B"/>
  </w:style>
  <w:style w:type="paragraph" w:customStyle="1" w:styleId="007FCAF45D344586AAC8959207A3D576">
    <w:name w:val="007FCAF45D344586AAC8959207A3D576"/>
    <w:rsid w:val="00095F5B"/>
  </w:style>
  <w:style w:type="paragraph" w:customStyle="1" w:styleId="D4E01FECC07A41B881896E19045450D9">
    <w:name w:val="D4E01FECC07A41B881896E19045450D9"/>
    <w:rsid w:val="00095F5B"/>
  </w:style>
  <w:style w:type="paragraph" w:customStyle="1" w:styleId="1E4629BA251444FAA857C71C21533A34">
    <w:name w:val="1E4629BA251444FAA857C71C21533A34"/>
    <w:rsid w:val="00095F5B"/>
  </w:style>
  <w:style w:type="paragraph" w:customStyle="1" w:styleId="7BC8E9869DDF402C9E47338FBBCE3962">
    <w:name w:val="7BC8E9869DDF402C9E47338FBBCE3962"/>
    <w:rsid w:val="00095F5B"/>
  </w:style>
  <w:style w:type="paragraph" w:customStyle="1" w:styleId="62B770F3DCBC414CB6D443AE56FEB82C">
    <w:name w:val="62B770F3DCBC414CB6D443AE56FEB82C"/>
    <w:rsid w:val="00095F5B"/>
  </w:style>
  <w:style w:type="paragraph" w:customStyle="1" w:styleId="000E2D1AE92A4F5688CE9A92D2862454">
    <w:name w:val="000E2D1AE92A4F5688CE9A92D2862454"/>
    <w:rsid w:val="00095F5B"/>
  </w:style>
  <w:style w:type="paragraph" w:customStyle="1" w:styleId="6CDB03DE68C94897ACB498F0D66CAC8B">
    <w:name w:val="6CDB03DE68C94897ACB498F0D66CAC8B"/>
    <w:rsid w:val="00095F5B"/>
  </w:style>
  <w:style w:type="paragraph" w:customStyle="1" w:styleId="3E618ED3A1FB4B5DBDBE34F6455677ED">
    <w:name w:val="3E618ED3A1FB4B5DBDBE34F6455677ED"/>
    <w:rsid w:val="00095F5B"/>
  </w:style>
  <w:style w:type="paragraph" w:customStyle="1" w:styleId="3355EC80446A4E54AD7FCEC49C99E50C">
    <w:name w:val="3355EC80446A4E54AD7FCEC49C99E50C"/>
    <w:rsid w:val="00095F5B"/>
  </w:style>
  <w:style w:type="paragraph" w:customStyle="1" w:styleId="3C8279EFC6B34127B8FC0802BDA5706A">
    <w:name w:val="3C8279EFC6B34127B8FC0802BDA5706A"/>
    <w:rsid w:val="00095F5B"/>
  </w:style>
  <w:style w:type="paragraph" w:customStyle="1" w:styleId="26B94E5A5F1D4B34BF166E453AEE401F">
    <w:name w:val="26B94E5A5F1D4B34BF166E453AEE401F"/>
    <w:rsid w:val="00095F5B"/>
  </w:style>
  <w:style w:type="paragraph" w:customStyle="1" w:styleId="027404F937A34FCA801FDC6543CA684B">
    <w:name w:val="027404F937A34FCA801FDC6543CA684B"/>
    <w:rsid w:val="00095F5B"/>
  </w:style>
  <w:style w:type="paragraph" w:customStyle="1" w:styleId="591962B27A0E429E8DB834D7AC132D3E">
    <w:name w:val="591962B27A0E429E8DB834D7AC132D3E"/>
    <w:rsid w:val="00095F5B"/>
  </w:style>
  <w:style w:type="paragraph" w:customStyle="1" w:styleId="FCDDD19ACC814C168713702A7AA8707A">
    <w:name w:val="FCDDD19ACC814C168713702A7AA8707A"/>
    <w:rsid w:val="00095F5B"/>
  </w:style>
  <w:style w:type="paragraph" w:customStyle="1" w:styleId="F93A29FBE4AF42B683D50D9760D4311D">
    <w:name w:val="F93A29FBE4AF42B683D50D9760D4311D"/>
    <w:rsid w:val="00095F5B"/>
  </w:style>
  <w:style w:type="paragraph" w:customStyle="1" w:styleId="537245E6D8BA4A8D8F790EBBDAB58EBE">
    <w:name w:val="537245E6D8BA4A8D8F790EBBDAB58EBE"/>
    <w:rsid w:val="00095F5B"/>
  </w:style>
  <w:style w:type="paragraph" w:customStyle="1" w:styleId="9067456F769F4F0EB782ECCFE2B0EC18">
    <w:name w:val="9067456F769F4F0EB782ECCFE2B0EC18"/>
    <w:rsid w:val="00095F5B"/>
  </w:style>
  <w:style w:type="paragraph" w:customStyle="1" w:styleId="A954BB5E5D7045DCA43830FACD8B7E87">
    <w:name w:val="A954BB5E5D7045DCA43830FACD8B7E87"/>
    <w:rsid w:val="00095F5B"/>
  </w:style>
  <w:style w:type="paragraph" w:customStyle="1" w:styleId="373F2F54F6824C41A58ABF68EBE2B512">
    <w:name w:val="373F2F54F6824C41A58ABF68EBE2B512"/>
    <w:rsid w:val="00095F5B"/>
  </w:style>
  <w:style w:type="paragraph" w:customStyle="1" w:styleId="0CBFD60E55F64BE7848AE824C33A5E38">
    <w:name w:val="0CBFD60E55F64BE7848AE824C33A5E38"/>
    <w:rsid w:val="00095F5B"/>
  </w:style>
  <w:style w:type="paragraph" w:customStyle="1" w:styleId="B451314DB43840F5BBF2B7226AB0E8AB">
    <w:name w:val="B451314DB43840F5BBF2B7226AB0E8AB"/>
    <w:rsid w:val="00095F5B"/>
  </w:style>
  <w:style w:type="paragraph" w:customStyle="1" w:styleId="8632561D4B9B4BE094B187327547DC20">
    <w:name w:val="8632561D4B9B4BE094B187327547DC20"/>
    <w:rsid w:val="00095F5B"/>
  </w:style>
  <w:style w:type="paragraph" w:customStyle="1" w:styleId="39A29693DD96470A995219722EBC4B16">
    <w:name w:val="39A29693DD96470A995219722EBC4B16"/>
    <w:rsid w:val="00095F5B"/>
  </w:style>
  <w:style w:type="paragraph" w:customStyle="1" w:styleId="D9725118C3484902B27CC3897E6E0FC4">
    <w:name w:val="D9725118C3484902B27CC3897E6E0FC4"/>
    <w:rsid w:val="00095F5B"/>
  </w:style>
  <w:style w:type="paragraph" w:customStyle="1" w:styleId="5C17D7A5E55741C79BC6F721318F4D13">
    <w:name w:val="5C17D7A5E55741C79BC6F721318F4D13"/>
    <w:rsid w:val="00095F5B"/>
  </w:style>
  <w:style w:type="paragraph" w:customStyle="1" w:styleId="13AA2A6EB02140339DF1B0E0EE3E91A7">
    <w:name w:val="13AA2A6EB02140339DF1B0E0EE3E91A7"/>
    <w:rsid w:val="00095F5B"/>
  </w:style>
  <w:style w:type="paragraph" w:customStyle="1" w:styleId="83A32DE7B8744AECA7026616366E43C5">
    <w:name w:val="83A32DE7B8744AECA7026616366E43C5"/>
    <w:rsid w:val="00095F5B"/>
  </w:style>
  <w:style w:type="paragraph" w:customStyle="1" w:styleId="DC0D057C836B4F08A042ABC53C8A08BF">
    <w:name w:val="DC0D057C836B4F08A042ABC53C8A08BF"/>
    <w:rsid w:val="00095F5B"/>
  </w:style>
  <w:style w:type="paragraph" w:customStyle="1" w:styleId="BC94878C98BA44A399CD6BB95412A0F6">
    <w:name w:val="BC94878C98BA44A399CD6BB95412A0F6"/>
    <w:rsid w:val="00095F5B"/>
  </w:style>
  <w:style w:type="paragraph" w:customStyle="1" w:styleId="D85F1E6894F443AD99B41A329F9AC099">
    <w:name w:val="D85F1E6894F443AD99B41A329F9AC099"/>
    <w:rsid w:val="00095F5B"/>
  </w:style>
  <w:style w:type="paragraph" w:customStyle="1" w:styleId="22090BDAC31E47108E97508419CF5480">
    <w:name w:val="22090BDAC31E47108E97508419CF5480"/>
    <w:rsid w:val="00095F5B"/>
  </w:style>
  <w:style w:type="paragraph" w:customStyle="1" w:styleId="FA80E528AA014626B4EF5411D78E35DA">
    <w:name w:val="FA80E528AA014626B4EF5411D78E35DA"/>
    <w:rsid w:val="00095F5B"/>
  </w:style>
  <w:style w:type="paragraph" w:customStyle="1" w:styleId="0C096457AE2747ABBA8A94E1E2DE7688">
    <w:name w:val="0C096457AE2747ABBA8A94E1E2DE7688"/>
    <w:rsid w:val="00095F5B"/>
  </w:style>
  <w:style w:type="paragraph" w:customStyle="1" w:styleId="B1D7DB3C9B2143859A0A07E261E7C67A">
    <w:name w:val="B1D7DB3C9B2143859A0A07E261E7C67A"/>
    <w:rsid w:val="00095F5B"/>
  </w:style>
  <w:style w:type="paragraph" w:customStyle="1" w:styleId="0430ABCA1C9D43E3B601F0683DE84D1E">
    <w:name w:val="0430ABCA1C9D43E3B601F0683DE84D1E"/>
    <w:rsid w:val="00095F5B"/>
  </w:style>
  <w:style w:type="paragraph" w:customStyle="1" w:styleId="D7AECA77469D47069C345BBD6CA8D030">
    <w:name w:val="D7AECA77469D47069C345BBD6CA8D030"/>
    <w:rsid w:val="00095F5B"/>
  </w:style>
  <w:style w:type="paragraph" w:customStyle="1" w:styleId="46B63917EEE54BC7BB4C5B0370024143">
    <w:name w:val="46B63917EEE54BC7BB4C5B0370024143"/>
    <w:rsid w:val="00095F5B"/>
  </w:style>
  <w:style w:type="paragraph" w:customStyle="1" w:styleId="6768B46563E4488BAF91D62CCC1E7731">
    <w:name w:val="6768B46563E4488BAF91D62CCC1E7731"/>
    <w:rsid w:val="00095F5B"/>
  </w:style>
  <w:style w:type="paragraph" w:customStyle="1" w:styleId="F126870E7D26481D80F752BB3E5DC7F9">
    <w:name w:val="F126870E7D26481D80F752BB3E5DC7F9"/>
    <w:rsid w:val="00095F5B"/>
  </w:style>
  <w:style w:type="paragraph" w:customStyle="1" w:styleId="9C03692F2A8044F5828E4173832E3E1E">
    <w:name w:val="9C03692F2A8044F5828E4173832E3E1E"/>
    <w:rsid w:val="00095F5B"/>
  </w:style>
  <w:style w:type="paragraph" w:customStyle="1" w:styleId="0CAA0B7B02224B46A7DAA98922831342">
    <w:name w:val="0CAA0B7B02224B46A7DAA98922831342"/>
    <w:rsid w:val="00095F5B"/>
  </w:style>
  <w:style w:type="paragraph" w:customStyle="1" w:styleId="451E1E88F3294100843F484766964227">
    <w:name w:val="451E1E88F3294100843F484766964227"/>
    <w:rsid w:val="00095F5B"/>
  </w:style>
  <w:style w:type="paragraph" w:customStyle="1" w:styleId="1C1A5DD8D850494BB6C8C141501EF0B9">
    <w:name w:val="1C1A5DD8D850494BB6C8C141501EF0B9"/>
    <w:rsid w:val="00095F5B"/>
  </w:style>
  <w:style w:type="paragraph" w:customStyle="1" w:styleId="B095DE202053456892A58CBC60DB5AF1">
    <w:name w:val="B095DE202053456892A58CBC60DB5AF1"/>
    <w:rsid w:val="00095F5B"/>
  </w:style>
  <w:style w:type="paragraph" w:customStyle="1" w:styleId="9CBE012224354BACB484E8A9D70F86E7">
    <w:name w:val="9CBE012224354BACB484E8A9D70F86E7"/>
    <w:rsid w:val="00095F5B"/>
  </w:style>
  <w:style w:type="paragraph" w:customStyle="1" w:styleId="87367AA4D66E49C0A754013AE5BAE4AB">
    <w:name w:val="87367AA4D66E49C0A754013AE5BAE4AB"/>
    <w:rsid w:val="00095F5B"/>
  </w:style>
  <w:style w:type="paragraph" w:customStyle="1" w:styleId="BC1D0E92034A4E2F85131A19B4A1FF84">
    <w:name w:val="BC1D0E92034A4E2F85131A19B4A1FF84"/>
    <w:rsid w:val="00095F5B"/>
  </w:style>
  <w:style w:type="paragraph" w:customStyle="1" w:styleId="2B8E1D0208CF4B308C13362F78C64175">
    <w:name w:val="2B8E1D0208CF4B308C13362F78C64175"/>
    <w:rsid w:val="00095F5B"/>
  </w:style>
  <w:style w:type="paragraph" w:customStyle="1" w:styleId="6DBC675D98EA40A7874C84FCE59F70A1">
    <w:name w:val="6DBC675D98EA40A7874C84FCE59F70A1"/>
    <w:rsid w:val="00095F5B"/>
  </w:style>
  <w:style w:type="paragraph" w:customStyle="1" w:styleId="F96793494DB2444A924DB1E10D5B0D4F">
    <w:name w:val="F96793494DB2444A924DB1E10D5B0D4F"/>
    <w:rsid w:val="00095F5B"/>
  </w:style>
  <w:style w:type="paragraph" w:customStyle="1" w:styleId="3D5B371DAE8B4B0999664EAF2FE2B979">
    <w:name w:val="3D5B371DAE8B4B0999664EAF2FE2B979"/>
    <w:rsid w:val="00095F5B"/>
  </w:style>
  <w:style w:type="paragraph" w:customStyle="1" w:styleId="DF35866E37824423A2B873D1A8094AE5">
    <w:name w:val="DF35866E37824423A2B873D1A8094AE5"/>
    <w:rsid w:val="00095F5B"/>
  </w:style>
  <w:style w:type="paragraph" w:customStyle="1" w:styleId="8D532322391249838EA20F56B6C90BAE">
    <w:name w:val="8D532322391249838EA20F56B6C90BAE"/>
    <w:rsid w:val="00095F5B"/>
  </w:style>
  <w:style w:type="paragraph" w:customStyle="1" w:styleId="079D35EC232749A1B7C032FC87850598">
    <w:name w:val="079D35EC232749A1B7C032FC87850598"/>
    <w:rsid w:val="00095F5B"/>
  </w:style>
  <w:style w:type="paragraph" w:customStyle="1" w:styleId="DD8FC92213D24A59B2CFFCA1F5E18887">
    <w:name w:val="DD8FC92213D24A59B2CFFCA1F5E18887"/>
    <w:rsid w:val="00095F5B"/>
  </w:style>
  <w:style w:type="paragraph" w:customStyle="1" w:styleId="1FBE6EDF29D8466E8A0C66A89172AA24">
    <w:name w:val="1FBE6EDF29D8466E8A0C66A89172AA24"/>
    <w:rsid w:val="00095F5B"/>
  </w:style>
  <w:style w:type="paragraph" w:customStyle="1" w:styleId="23A3EA93DD5444C2966EB2F2021B3915">
    <w:name w:val="23A3EA93DD5444C2966EB2F2021B3915"/>
    <w:rsid w:val="00095F5B"/>
  </w:style>
  <w:style w:type="paragraph" w:customStyle="1" w:styleId="8B7D5837E6FD45FAA837D7FC3E2027E5">
    <w:name w:val="8B7D5837E6FD45FAA837D7FC3E2027E5"/>
    <w:rsid w:val="00095F5B"/>
  </w:style>
  <w:style w:type="paragraph" w:customStyle="1" w:styleId="0B1BCCD2903D4510B2E3F57D8A9D2FF4">
    <w:name w:val="0B1BCCD2903D4510B2E3F57D8A9D2FF4"/>
    <w:rsid w:val="00095F5B"/>
  </w:style>
  <w:style w:type="paragraph" w:customStyle="1" w:styleId="A6A276ADA0A841F88E2A255F9B723F30">
    <w:name w:val="A6A276ADA0A841F88E2A255F9B723F30"/>
    <w:rsid w:val="00095F5B"/>
  </w:style>
  <w:style w:type="paragraph" w:customStyle="1" w:styleId="6C2F720089384863A3E9F522705970AB">
    <w:name w:val="6C2F720089384863A3E9F522705970AB"/>
    <w:rsid w:val="00095F5B"/>
  </w:style>
  <w:style w:type="paragraph" w:customStyle="1" w:styleId="9F3CE84475B74477891EA14BC0CB3FB5">
    <w:name w:val="9F3CE84475B74477891EA14BC0CB3FB5"/>
    <w:rsid w:val="00095F5B"/>
  </w:style>
  <w:style w:type="paragraph" w:customStyle="1" w:styleId="CF265EF3819E4266AA99A806F7227551">
    <w:name w:val="CF265EF3819E4266AA99A806F7227551"/>
    <w:rsid w:val="00095F5B"/>
  </w:style>
  <w:style w:type="paragraph" w:customStyle="1" w:styleId="93E626B69A554D8D918C008F65CEAB14">
    <w:name w:val="93E626B69A554D8D918C008F65CEAB14"/>
    <w:rsid w:val="00095F5B"/>
  </w:style>
  <w:style w:type="paragraph" w:customStyle="1" w:styleId="34817BF35F974018BCB7716B407FAD74">
    <w:name w:val="34817BF35F974018BCB7716B407FAD74"/>
    <w:rsid w:val="00095F5B"/>
  </w:style>
  <w:style w:type="paragraph" w:customStyle="1" w:styleId="69277EF95BED4DD28605E1601FD4C68E">
    <w:name w:val="69277EF95BED4DD28605E1601FD4C68E"/>
    <w:rsid w:val="00095F5B"/>
  </w:style>
  <w:style w:type="paragraph" w:customStyle="1" w:styleId="B5B2FEDD530C450AA8996D5F53ED0F62">
    <w:name w:val="B5B2FEDD530C450AA8996D5F53ED0F62"/>
    <w:rsid w:val="00095F5B"/>
  </w:style>
  <w:style w:type="paragraph" w:customStyle="1" w:styleId="243208BCFE8748C3931E3F80487883CE">
    <w:name w:val="243208BCFE8748C3931E3F80487883CE"/>
    <w:rsid w:val="00095F5B"/>
  </w:style>
  <w:style w:type="paragraph" w:customStyle="1" w:styleId="3050866EC3454323B6EEEEDDB04C07C3">
    <w:name w:val="3050866EC3454323B6EEEEDDB04C07C3"/>
    <w:rsid w:val="00095F5B"/>
  </w:style>
  <w:style w:type="paragraph" w:customStyle="1" w:styleId="217F48A0A2574EAA9BEA5CC503B6DFFF">
    <w:name w:val="217F48A0A2574EAA9BEA5CC503B6DFFF"/>
    <w:rsid w:val="00095F5B"/>
  </w:style>
  <w:style w:type="paragraph" w:customStyle="1" w:styleId="2EAF98F649A7470D8C67A45BEABAA9F6">
    <w:name w:val="2EAF98F649A7470D8C67A45BEABAA9F6"/>
    <w:rsid w:val="00095F5B"/>
  </w:style>
  <w:style w:type="paragraph" w:customStyle="1" w:styleId="4DB00E01ADDB424798FE6706C11FBE51">
    <w:name w:val="4DB00E01ADDB424798FE6706C11FBE51"/>
    <w:rsid w:val="00095F5B"/>
  </w:style>
  <w:style w:type="paragraph" w:customStyle="1" w:styleId="CECD5A8266E646C4BF2D4E3D2AB55C51">
    <w:name w:val="CECD5A8266E646C4BF2D4E3D2AB55C51"/>
    <w:rsid w:val="00095F5B"/>
  </w:style>
  <w:style w:type="paragraph" w:customStyle="1" w:styleId="65AB22CEB1F6441E8A14F30B5D310D6B">
    <w:name w:val="65AB22CEB1F6441E8A14F30B5D310D6B"/>
    <w:rsid w:val="00095F5B"/>
  </w:style>
  <w:style w:type="paragraph" w:customStyle="1" w:styleId="FABF7AD4712B46A190FB4BD3C4A4A19D">
    <w:name w:val="FABF7AD4712B46A190FB4BD3C4A4A19D"/>
    <w:rsid w:val="00095F5B"/>
  </w:style>
  <w:style w:type="paragraph" w:customStyle="1" w:styleId="FA4BC8B6EA3149E8A239CF8B68951623">
    <w:name w:val="FA4BC8B6EA3149E8A239CF8B68951623"/>
    <w:rsid w:val="00095F5B"/>
  </w:style>
  <w:style w:type="paragraph" w:customStyle="1" w:styleId="43EB77C0BE9D4B4194921AE27BEC7E28">
    <w:name w:val="43EB77C0BE9D4B4194921AE27BEC7E28"/>
    <w:rsid w:val="00095F5B"/>
  </w:style>
  <w:style w:type="paragraph" w:customStyle="1" w:styleId="E62A1FE2CC3E41779742B6CCF60AA025">
    <w:name w:val="E62A1FE2CC3E41779742B6CCF60AA025"/>
    <w:rsid w:val="00095F5B"/>
  </w:style>
  <w:style w:type="paragraph" w:customStyle="1" w:styleId="097959A3B0DC43459E3E87BDCBD92F19">
    <w:name w:val="097959A3B0DC43459E3E87BDCBD92F19"/>
    <w:rsid w:val="00095F5B"/>
  </w:style>
  <w:style w:type="paragraph" w:customStyle="1" w:styleId="D5234C42FDC14B68A4327FC56A186EF8">
    <w:name w:val="D5234C42FDC14B68A4327FC56A186EF8"/>
    <w:rsid w:val="00095F5B"/>
  </w:style>
  <w:style w:type="paragraph" w:customStyle="1" w:styleId="2F46570EFB2548C8A8BBFBF760C10CDD">
    <w:name w:val="2F46570EFB2548C8A8BBFBF760C10CDD"/>
    <w:rsid w:val="00095F5B"/>
  </w:style>
  <w:style w:type="paragraph" w:customStyle="1" w:styleId="84AD524FC1314CC1843BC7DD4C99C67B">
    <w:name w:val="84AD524FC1314CC1843BC7DD4C99C67B"/>
    <w:rsid w:val="00095F5B"/>
  </w:style>
  <w:style w:type="paragraph" w:customStyle="1" w:styleId="FFA6088E21154711A1B17F6E2D0062A3">
    <w:name w:val="FFA6088E21154711A1B17F6E2D0062A3"/>
    <w:rsid w:val="00095F5B"/>
  </w:style>
  <w:style w:type="paragraph" w:customStyle="1" w:styleId="0CCAC540F9F94ECA9DFECD8AE13C89DA">
    <w:name w:val="0CCAC540F9F94ECA9DFECD8AE13C89DA"/>
    <w:rsid w:val="00095F5B"/>
  </w:style>
  <w:style w:type="paragraph" w:customStyle="1" w:styleId="54EA45E5459342BBAD3BCCB23C1560F2">
    <w:name w:val="54EA45E5459342BBAD3BCCB23C1560F2"/>
    <w:rsid w:val="00095F5B"/>
  </w:style>
  <w:style w:type="paragraph" w:customStyle="1" w:styleId="326486D9936F43BBAA807778D44AF1D3">
    <w:name w:val="326486D9936F43BBAA807778D44AF1D3"/>
    <w:rsid w:val="00095F5B"/>
  </w:style>
  <w:style w:type="paragraph" w:customStyle="1" w:styleId="F938D6F7AD5F4630AB3227D471ADD063">
    <w:name w:val="F938D6F7AD5F4630AB3227D471ADD063"/>
    <w:rsid w:val="00095F5B"/>
  </w:style>
  <w:style w:type="paragraph" w:customStyle="1" w:styleId="3AE2DCF864614ACFBF3C3036A6DAD9D3">
    <w:name w:val="3AE2DCF864614ACFBF3C3036A6DAD9D3"/>
    <w:rsid w:val="00095F5B"/>
  </w:style>
  <w:style w:type="paragraph" w:customStyle="1" w:styleId="4B3D7129A789415F931DA38BC48267A8">
    <w:name w:val="4B3D7129A789415F931DA38BC48267A8"/>
    <w:rsid w:val="00095F5B"/>
  </w:style>
  <w:style w:type="paragraph" w:customStyle="1" w:styleId="2F7CEE447A834F45A3AE220A49719D6E">
    <w:name w:val="2F7CEE447A834F45A3AE220A49719D6E"/>
    <w:rsid w:val="00095F5B"/>
  </w:style>
  <w:style w:type="paragraph" w:customStyle="1" w:styleId="1C17E1D99686422C8F30E62E4E2CF81A">
    <w:name w:val="1C17E1D99686422C8F30E62E4E2CF81A"/>
    <w:rsid w:val="00095F5B"/>
  </w:style>
  <w:style w:type="paragraph" w:customStyle="1" w:styleId="559EA7A0DA43431A975DBCE2164F2B82">
    <w:name w:val="559EA7A0DA43431A975DBCE2164F2B82"/>
    <w:rsid w:val="00095F5B"/>
  </w:style>
  <w:style w:type="paragraph" w:customStyle="1" w:styleId="2FC4A17B2AD045D38B5EE9CF82C2F05C">
    <w:name w:val="2FC4A17B2AD045D38B5EE9CF82C2F05C"/>
    <w:rsid w:val="00095F5B"/>
  </w:style>
  <w:style w:type="paragraph" w:customStyle="1" w:styleId="1D6BF25BF108471BA91333DB40DF779E">
    <w:name w:val="1D6BF25BF108471BA91333DB40DF779E"/>
    <w:rsid w:val="00095F5B"/>
  </w:style>
  <w:style w:type="paragraph" w:customStyle="1" w:styleId="E6F7850D7D3B4A719523B19D0EB10408">
    <w:name w:val="E6F7850D7D3B4A719523B19D0EB10408"/>
    <w:rsid w:val="00095F5B"/>
  </w:style>
  <w:style w:type="paragraph" w:customStyle="1" w:styleId="B6012FE3BC184705BC8AEF7880E7AD45">
    <w:name w:val="B6012FE3BC184705BC8AEF7880E7AD45"/>
    <w:rsid w:val="00095F5B"/>
  </w:style>
  <w:style w:type="paragraph" w:customStyle="1" w:styleId="865DC9BF53B640C2903838DC16F648E3">
    <w:name w:val="865DC9BF53B640C2903838DC16F648E3"/>
    <w:rsid w:val="00095F5B"/>
  </w:style>
  <w:style w:type="paragraph" w:customStyle="1" w:styleId="035B1AF388B14E42966CCC4B60D6E14F">
    <w:name w:val="035B1AF388B14E42966CCC4B60D6E14F"/>
    <w:rsid w:val="00095F5B"/>
  </w:style>
  <w:style w:type="paragraph" w:customStyle="1" w:styleId="5E6EFE31F347434DAC4A4D14EAABEED2">
    <w:name w:val="5E6EFE31F347434DAC4A4D14EAABEED2"/>
    <w:rsid w:val="00095F5B"/>
  </w:style>
  <w:style w:type="paragraph" w:customStyle="1" w:styleId="B2E2DCE74CA54DDF8AB5573A3F9B12DF">
    <w:name w:val="B2E2DCE74CA54DDF8AB5573A3F9B12DF"/>
    <w:rsid w:val="00C849EC"/>
  </w:style>
  <w:style w:type="paragraph" w:customStyle="1" w:styleId="DE2DDED6E7E84287998B8624DE1629B7">
    <w:name w:val="DE2DDED6E7E84287998B8624DE1629B7"/>
    <w:rsid w:val="00C849EC"/>
  </w:style>
  <w:style w:type="paragraph" w:customStyle="1" w:styleId="1BD4A7E42DDA44969BE71921F7519DC2">
    <w:name w:val="1BD4A7E42DDA44969BE71921F7519DC2"/>
    <w:rsid w:val="00C849EC"/>
  </w:style>
  <w:style w:type="paragraph" w:customStyle="1" w:styleId="70B9B1D1AAD2444AA35E72EE08A2FFA0">
    <w:name w:val="70B9B1D1AAD2444AA35E72EE08A2FFA0"/>
    <w:rsid w:val="00C849EC"/>
  </w:style>
  <w:style w:type="paragraph" w:customStyle="1" w:styleId="A0CDDD5830CD4885A83BAF89B6E1902F">
    <w:name w:val="A0CDDD5830CD4885A83BAF89B6E1902F"/>
    <w:rsid w:val="00C849EC"/>
  </w:style>
  <w:style w:type="paragraph" w:customStyle="1" w:styleId="B70EADAF144B460989D4B9988FE08D88">
    <w:name w:val="B70EADAF144B460989D4B9988FE08D88"/>
    <w:rsid w:val="00C849EC"/>
  </w:style>
  <w:style w:type="paragraph" w:customStyle="1" w:styleId="CDDFAAF0D8B44775B18F711D4977FA2F">
    <w:name w:val="CDDFAAF0D8B44775B18F711D4977FA2F"/>
    <w:rsid w:val="00C849EC"/>
  </w:style>
  <w:style w:type="paragraph" w:customStyle="1" w:styleId="0D49774CBAC14711984793584ACEB770">
    <w:name w:val="0D49774CBAC14711984793584ACEB770"/>
    <w:rsid w:val="00C849EC"/>
  </w:style>
  <w:style w:type="paragraph" w:customStyle="1" w:styleId="546FFB9E0F0D41ABB7A298270154391C">
    <w:name w:val="546FFB9E0F0D41ABB7A298270154391C"/>
    <w:rsid w:val="00C849EC"/>
  </w:style>
  <w:style w:type="paragraph" w:customStyle="1" w:styleId="26A52421740F4FF8A291BF66A00673DE">
    <w:name w:val="26A52421740F4FF8A291BF66A00673DE"/>
    <w:rsid w:val="00C849EC"/>
  </w:style>
  <w:style w:type="paragraph" w:customStyle="1" w:styleId="8BB883DA73F64B26AAAA93EC3D4E8C60">
    <w:name w:val="8BB883DA73F64B26AAAA93EC3D4E8C60"/>
    <w:rsid w:val="00C849EC"/>
  </w:style>
  <w:style w:type="paragraph" w:customStyle="1" w:styleId="32B728C95C2D4417815F8B597B3AF128">
    <w:name w:val="32B728C95C2D4417815F8B597B3AF128"/>
    <w:rsid w:val="00C849EC"/>
  </w:style>
  <w:style w:type="paragraph" w:customStyle="1" w:styleId="561A652915DF4BFAA2E075CA35A5D191">
    <w:name w:val="561A652915DF4BFAA2E075CA35A5D191"/>
    <w:rsid w:val="00C849EC"/>
  </w:style>
  <w:style w:type="paragraph" w:customStyle="1" w:styleId="38988CA4BBB4449FAE98E308B0823D7C">
    <w:name w:val="38988CA4BBB4449FAE98E308B0823D7C"/>
    <w:rsid w:val="00C849EC"/>
  </w:style>
  <w:style w:type="paragraph" w:customStyle="1" w:styleId="06DCCFAC5CEC43EBA8827C46AFC2E2CF">
    <w:name w:val="06DCCFAC5CEC43EBA8827C46AFC2E2CF"/>
    <w:rsid w:val="00C849EC"/>
  </w:style>
  <w:style w:type="paragraph" w:customStyle="1" w:styleId="92B06B0881194DDBA21F47A727739001">
    <w:name w:val="92B06B0881194DDBA21F47A727739001"/>
    <w:rsid w:val="00C849EC"/>
  </w:style>
  <w:style w:type="paragraph" w:customStyle="1" w:styleId="86078AFA00E3491B95505C14C8C085C6">
    <w:name w:val="86078AFA00E3491B95505C14C8C085C6"/>
    <w:rsid w:val="00C849EC"/>
  </w:style>
  <w:style w:type="paragraph" w:customStyle="1" w:styleId="99804B296AB84255A5F09F49528409C7">
    <w:name w:val="99804B296AB84255A5F09F49528409C7"/>
    <w:rsid w:val="00C849EC"/>
  </w:style>
  <w:style w:type="paragraph" w:customStyle="1" w:styleId="856A147F581D46F7BEEF3CF735206A53">
    <w:name w:val="856A147F581D46F7BEEF3CF735206A53"/>
    <w:rsid w:val="00C849EC"/>
  </w:style>
  <w:style w:type="paragraph" w:customStyle="1" w:styleId="CF0E12B9472A4458AFBED0C699C370B9">
    <w:name w:val="CF0E12B9472A4458AFBED0C699C370B9"/>
    <w:rsid w:val="00C849EC"/>
  </w:style>
  <w:style w:type="paragraph" w:customStyle="1" w:styleId="A97F755AA80545B4A8F661404AF12533">
    <w:name w:val="A97F755AA80545B4A8F661404AF12533"/>
    <w:rsid w:val="00C849EC"/>
  </w:style>
  <w:style w:type="paragraph" w:customStyle="1" w:styleId="E438C2916902480C9117EB7F9B57749B">
    <w:name w:val="E438C2916902480C9117EB7F9B57749B"/>
    <w:rsid w:val="00C849EC"/>
  </w:style>
  <w:style w:type="paragraph" w:customStyle="1" w:styleId="559FB02EAE704EF6956A261A850E5B68">
    <w:name w:val="559FB02EAE704EF6956A261A850E5B68"/>
    <w:rsid w:val="00C849EC"/>
  </w:style>
  <w:style w:type="paragraph" w:customStyle="1" w:styleId="A758CE2CC1434ABF93C772506783B2C4">
    <w:name w:val="A758CE2CC1434ABF93C772506783B2C4"/>
    <w:rsid w:val="00C849EC"/>
  </w:style>
  <w:style w:type="paragraph" w:customStyle="1" w:styleId="6759AAFFA9D34E78BB64B692E7081630">
    <w:name w:val="6759AAFFA9D34E78BB64B692E7081630"/>
    <w:rsid w:val="00C849EC"/>
  </w:style>
  <w:style w:type="paragraph" w:customStyle="1" w:styleId="D0733CDE85584267977DCF92EAC53B0E">
    <w:name w:val="D0733CDE85584267977DCF92EAC53B0E"/>
    <w:rsid w:val="00C849EC"/>
  </w:style>
  <w:style w:type="paragraph" w:customStyle="1" w:styleId="BA103F79BC134895B5D162D1BB5CC02C">
    <w:name w:val="BA103F79BC134895B5D162D1BB5CC02C"/>
    <w:rsid w:val="00C849EC"/>
  </w:style>
  <w:style w:type="paragraph" w:customStyle="1" w:styleId="03759F15443B487F97919A26EB26FE5E">
    <w:name w:val="03759F15443B487F97919A26EB26FE5E"/>
    <w:rsid w:val="00C849EC"/>
  </w:style>
  <w:style w:type="paragraph" w:customStyle="1" w:styleId="E3AB0E7A748141588942BDF7935E9392">
    <w:name w:val="E3AB0E7A748141588942BDF7935E9392"/>
    <w:rsid w:val="00C849EC"/>
  </w:style>
  <w:style w:type="paragraph" w:customStyle="1" w:styleId="525E42A7C6F9481BBE55FA69A247D0BD">
    <w:name w:val="525E42A7C6F9481BBE55FA69A247D0BD"/>
    <w:rsid w:val="00C849EC"/>
  </w:style>
  <w:style w:type="paragraph" w:customStyle="1" w:styleId="487BF49B00B7482D98E0DD7F2CD2F2B8">
    <w:name w:val="487BF49B00B7482D98E0DD7F2CD2F2B8"/>
    <w:rsid w:val="00C849EC"/>
  </w:style>
  <w:style w:type="paragraph" w:customStyle="1" w:styleId="CD7978200C9A44DDA7BF667FF521465F">
    <w:name w:val="CD7978200C9A44DDA7BF667FF521465F"/>
    <w:rsid w:val="00C849EC"/>
  </w:style>
  <w:style w:type="paragraph" w:customStyle="1" w:styleId="DB276F6146BC4B369B8241601E1AAFF3">
    <w:name w:val="DB276F6146BC4B369B8241601E1AAFF3"/>
    <w:rsid w:val="00C849EC"/>
  </w:style>
  <w:style w:type="paragraph" w:customStyle="1" w:styleId="8DDF330C82474FEDA04E27112E936927">
    <w:name w:val="8DDF330C82474FEDA04E27112E936927"/>
    <w:rsid w:val="00C849EC"/>
  </w:style>
  <w:style w:type="paragraph" w:customStyle="1" w:styleId="178730066E794399845157597B8585F9">
    <w:name w:val="178730066E794399845157597B8585F9"/>
    <w:rsid w:val="00C849EC"/>
  </w:style>
  <w:style w:type="paragraph" w:customStyle="1" w:styleId="B5389E9634114BC3AEC5B2C9AC35D48B">
    <w:name w:val="B5389E9634114BC3AEC5B2C9AC35D48B"/>
    <w:rsid w:val="00C849EC"/>
  </w:style>
  <w:style w:type="paragraph" w:customStyle="1" w:styleId="FF26A3139EAD452C9AAFC82439E5556D">
    <w:name w:val="FF26A3139EAD452C9AAFC82439E5556D"/>
    <w:rsid w:val="00C849EC"/>
  </w:style>
  <w:style w:type="paragraph" w:customStyle="1" w:styleId="87FEC2B540A1487480EA6C308850EF7A">
    <w:name w:val="87FEC2B540A1487480EA6C308850EF7A"/>
    <w:rsid w:val="00C849EC"/>
  </w:style>
  <w:style w:type="paragraph" w:customStyle="1" w:styleId="0E59D801A7F441F7B4D7596863EF6A6B">
    <w:name w:val="0E59D801A7F441F7B4D7596863EF6A6B"/>
    <w:rsid w:val="00C849EC"/>
  </w:style>
  <w:style w:type="paragraph" w:customStyle="1" w:styleId="7267DE6C8871423192727FDD5A75CC50">
    <w:name w:val="7267DE6C8871423192727FDD5A75CC50"/>
    <w:rsid w:val="00C849EC"/>
  </w:style>
  <w:style w:type="paragraph" w:customStyle="1" w:styleId="4EF6AB9829734E2D8A0C94BE0D783BAE">
    <w:name w:val="4EF6AB9829734E2D8A0C94BE0D783BAE"/>
    <w:rsid w:val="00C849EC"/>
  </w:style>
  <w:style w:type="paragraph" w:customStyle="1" w:styleId="F6AECF75758D45FC82C223AE23ADCA7F">
    <w:name w:val="F6AECF75758D45FC82C223AE23ADCA7F"/>
    <w:rsid w:val="00C849EC"/>
  </w:style>
  <w:style w:type="paragraph" w:customStyle="1" w:styleId="6ED4E68691CA4415B57DC96567784F34">
    <w:name w:val="6ED4E68691CA4415B57DC96567784F34"/>
    <w:rsid w:val="00C849EC"/>
  </w:style>
  <w:style w:type="paragraph" w:customStyle="1" w:styleId="ACAF0B1A86B64F7C93CBC91512871823">
    <w:name w:val="ACAF0B1A86B64F7C93CBC91512871823"/>
    <w:rsid w:val="00C849EC"/>
  </w:style>
  <w:style w:type="paragraph" w:customStyle="1" w:styleId="4C9D1A4BED5144B49F7DAFE660C08AB8">
    <w:name w:val="4C9D1A4BED5144B49F7DAFE660C08AB8"/>
    <w:rsid w:val="00C849EC"/>
  </w:style>
  <w:style w:type="paragraph" w:customStyle="1" w:styleId="7B08E732A2BC4FEF826B54D552F0D719">
    <w:name w:val="7B08E732A2BC4FEF826B54D552F0D719"/>
    <w:rsid w:val="00C849EC"/>
  </w:style>
  <w:style w:type="paragraph" w:customStyle="1" w:styleId="2AE32CEB40464264B893B19F70DDFD15">
    <w:name w:val="2AE32CEB40464264B893B19F70DDFD15"/>
    <w:rsid w:val="00C849EC"/>
  </w:style>
  <w:style w:type="paragraph" w:customStyle="1" w:styleId="7987D11E97F74546898C0E45BA713B43">
    <w:name w:val="7987D11E97F74546898C0E45BA713B43"/>
    <w:rsid w:val="00C849EC"/>
  </w:style>
  <w:style w:type="paragraph" w:customStyle="1" w:styleId="7EC15298C65148E096F58707B0487FA1">
    <w:name w:val="7EC15298C65148E096F58707B0487FA1"/>
    <w:rsid w:val="00C849EC"/>
  </w:style>
  <w:style w:type="paragraph" w:customStyle="1" w:styleId="D855C5CB70C44AA2A724495BB3B2D3D7">
    <w:name w:val="D855C5CB70C44AA2A724495BB3B2D3D7"/>
    <w:rsid w:val="00C849EC"/>
  </w:style>
  <w:style w:type="paragraph" w:customStyle="1" w:styleId="EDB8558B42F241BE880BC8E3C530B511">
    <w:name w:val="EDB8558B42F241BE880BC8E3C530B511"/>
    <w:rsid w:val="00C849EC"/>
  </w:style>
  <w:style w:type="paragraph" w:customStyle="1" w:styleId="8F961FD65BD3452EA1FB7BD9C41CED72">
    <w:name w:val="8F961FD65BD3452EA1FB7BD9C41CED72"/>
    <w:rsid w:val="00C849EC"/>
  </w:style>
  <w:style w:type="paragraph" w:customStyle="1" w:styleId="FB8C0AC7ECE54503A12DF6423BB0A3BE">
    <w:name w:val="FB8C0AC7ECE54503A12DF6423BB0A3BE"/>
    <w:rsid w:val="00C849EC"/>
  </w:style>
  <w:style w:type="paragraph" w:customStyle="1" w:styleId="59B51C79F4A84672AFF9F6104983D6FA">
    <w:name w:val="59B51C79F4A84672AFF9F6104983D6FA"/>
    <w:rsid w:val="00C849EC"/>
  </w:style>
  <w:style w:type="paragraph" w:customStyle="1" w:styleId="E4F0E9D971774488A3DC98E41792E022">
    <w:name w:val="E4F0E9D971774488A3DC98E41792E022"/>
    <w:rsid w:val="00C849EC"/>
  </w:style>
  <w:style w:type="paragraph" w:customStyle="1" w:styleId="3A02C034F88D4A4CBD07CE5B8FEE24E9">
    <w:name w:val="3A02C034F88D4A4CBD07CE5B8FEE24E9"/>
    <w:rsid w:val="00C849EC"/>
  </w:style>
  <w:style w:type="paragraph" w:customStyle="1" w:styleId="99DA2CF86EEA40888398B1ED70B1C6F1">
    <w:name w:val="99DA2CF86EEA40888398B1ED70B1C6F1"/>
    <w:rsid w:val="00C849EC"/>
  </w:style>
  <w:style w:type="paragraph" w:customStyle="1" w:styleId="D01A79E61C3F4CD88B04698C1A7F41A0">
    <w:name w:val="D01A79E61C3F4CD88B04698C1A7F41A0"/>
    <w:rsid w:val="00C849EC"/>
  </w:style>
  <w:style w:type="paragraph" w:customStyle="1" w:styleId="63A8775BEF39494AAA579499D41701EB">
    <w:name w:val="63A8775BEF39494AAA579499D41701EB"/>
    <w:rsid w:val="00C849EC"/>
  </w:style>
  <w:style w:type="paragraph" w:customStyle="1" w:styleId="F18D20AEF6FC4B33BAB4DAF4BADB0C1A">
    <w:name w:val="F18D20AEF6FC4B33BAB4DAF4BADB0C1A"/>
    <w:rsid w:val="00C849EC"/>
  </w:style>
  <w:style w:type="paragraph" w:customStyle="1" w:styleId="65B7BC3D606B4AF7B527B2AD291B6B4D">
    <w:name w:val="65B7BC3D606B4AF7B527B2AD291B6B4D"/>
    <w:rsid w:val="00C849EC"/>
  </w:style>
  <w:style w:type="paragraph" w:customStyle="1" w:styleId="4E9BC4E1FF9349ED822F27E1889523B8">
    <w:name w:val="4E9BC4E1FF9349ED822F27E1889523B8"/>
    <w:rsid w:val="00C849EC"/>
  </w:style>
  <w:style w:type="paragraph" w:customStyle="1" w:styleId="EFEDA760CACF4906AA5260CF9E9823CA">
    <w:name w:val="EFEDA760CACF4906AA5260CF9E9823CA"/>
    <w:rsid w:val="00C849EC"/>
  </w:style>
  <w:style w:type="paragraph" w:customStyle="1" w:styleId="142E1265F4414622B8AFFED27DBD9800">
    <w:name w:val="142E1265F4414622B8AFFED27DBD9800"/>
    <w:rsid w:val="00C849EC"/>
  </w:style>
  <w:style w:type="paragraph" w:customStyle="1" w:styleId="0E8B6E3BE8914EAD983D238B3623CB3D">
    <w:name w:val="0E8B6E3BE8914EAD983D238B3623CB3D"/>
    <w:rsid w:val="00C849EC"/>
  </w:style>
  <w:style w:type="paragraph" w:customStyle="1" w:styleId="21F780BA953E48EA836C3715A9F4FE47">
    <w:name w:val="21F780BA953E48EA836C3715A9F4FE47"/>
    <w:rsid w:val="00C849EC"/>
  </w:style>
  <w:style w:type="paragraph" w:customStyle="1" w:styleId="96F03B1CAEA0404B8FF16FD7212EBF5F">
    <w:name w:val="96F03B1CAEA0404B8FF16FD7212EBF5F"/>
    <w:rsid w:val="00C849EC"/>
  </w:style>
  <w:style w:type="paragraph" w:customStyle="1" w:styleId="F25D85A01042450CA07F4B80B4D1EE8E">
    <w:name w:val="F25D85A01042450CA07F4B80B4D1EE8E"/>
    <w:rsid w:val="00C849EC"/>
  </w:style>
  <w:style w:type="paragraph" w:customStyle="1" w:styleId="277C02C270AE48A89DD394F59A62F812">
    <w:name w:val="277C02C270AE48A89DD394F59A62F812"/>
    <w:rsid w:val="00C849EC"/>
  </w:style>
  <w:style w:type="paragraph" w:customStyle="1" w:styleId="22DE8E1229814C4998CECDFB6E4AF2C7">
    <w:name w:val="22DE8E1229814C4998CECDFB6E4AF2C7"/>
    <w:rsid w:val="00C849EC"/>
  </w:style>
  <w:style w:type="paragraph" w:customStyle="1" w:styleId="8C8A9DB6D50C4CD58084E6036A8FF3E3">
    <w:name w:val="8C8A9DB6D50C4CD58084E6036A8FF3E3"/>
    <w:rsid w:val="00C849EC"/>
  </w:style>
  <w:style w:type="paragraph" w:customStyle="1" w:styleId="F4DC49C9510E47FD840EC97CC77143DF">
    <w:name w:val="F4DC49C9510E47FD840EC97CC77143DF"/>
    <w:rsid w:val="00C849EC"/>
  </w:style>
  <w:style w:type="paragraph" w:customStyle="1" w:styleId="EC5A4D6BC3004396824D0B1B02E19E42">
    <w:name w:val="EC5A4D6BC3004396824D0B1B02E19E42"/>
    <w:rsid w:val="00C849EC"/>
  </w:style>
  <w:style w:type="paragraph" w:customStyle="1" w:styleId="DFAC2929F3094B5899C4842230D241A6">
    <w:name w:val="DFAC2929F3094B5899C4842230D241A6"/>
    <w:rsid w:val="00C849EC"/>
  </w:style>
  <w:style w:type="paragraph" w:customStyle="1" w:styleId="7D6C77818A2849F588AC701D681F6469">
    <w:name w:val="7D6C77818A2849F588AC701D681F6469"/>
    <w:rsid w:val="00C849EC"/>
  </w:style>
  <w:style w:type="paragraph" w:customStyle="1" w:styleId="F9FEAF2314C74DB6BE7D95A4701ACB00">
    <w:name w:val="F9FEAF2314C74DB6BE7D95A4701ACB00"/>
    <w:rsid w:val="00C849EC"/>
  </w:style>
  <w:style w:type="paragraph" w:customStyle="1" w:styleId="0F3F94C960324326BD558975DA446970">
    <w:name w:val="0F3F94C960324326BD558975DA446970"/>
    <w:rsid w:val="00C849EC"/>
  </w:style>
  <w:style w:type="paragraph" w:customStyle="1" w:styleId="BAB8B45E8D7A4CF9BF57598F3D70D01B">
    <w:name w:val="BAB8B45E8D7A4CF9BF57598F3D70D01B"/>
    <w:rsid w:val="00C849EC"/>
  </w:style>
  <w:style w:type="paragraph" w:customStyle="1" w:styleId="8C0A2954C8524E14A6E30DB871F7B90E">
    <w:name w:val="8C0A2954C8524E14A6E30DB871F7B90E"/>
    <w:rsid w:val="00C849EC"/>
  </w:style>
  <w:style w:type="paragraph" w:customStyle="1" w:styleId="925D5DF72F3841678B47135BDD3D8387">
    <w:name w:val="925D5DF72F3841678B47135BDD3D8387"/>
    <w:rsid w:val="00C849EC"/>
  </w:style>
  <w:style w:type="paragraph" w:customStyle="1" w:styleId="AE0DF97EA4C34F68AFBCA32FD7D94C7A">
    <w:name w:val="AE0DF97EA4C34F68AFBCA32FD7D94C7A"/>
    <w:rsid w:val="00C849EC"/>
  </w:style>
  <w:style w:type="paragraph" w:customStyle="1" w:styleId="EFFBEBF6BE514DD1A248694F3C011B90">
    <w:name w:val="EFFBEBF6BE514DD1A248694F3C011B90"/>
    <w:rsid w:val="00C849EC"/>
  </w:style>
  <w:style w:type="paragraph" w:customStyle="1" w:styleId="256A1DEBD7554F61BD2B7E219BB994F6">
    <w:name w:val="256A1DEBD7554F61BD2B7E219BB994F6"/>
    <w:rsid w:val="00C849EC"/>
  </w:style>
  <w:style w:type="paragraph" w:customStyle="1" w:styleId="7C60F79423DC4C6D8779D9E87FE75311">
    <w:name w:val="7C60F79423DC4C6D8779D9E87FE75311"/>
    <w:rsid w:val="00C849EC"/>
  </w:style>
  <w:style w:type="paragraph" w:customStyle="1" w:styleId="D7A134E842BD4DFAB2C3F87FA914E74A">
    <w:name w:val="D7A134E842BD4DFAB2C3F87FA914E74A"/>
    <w:rsid w:val="00C849EC"/>
  </w:style>
  <w:style w:type="paragraph" w:customStyle="1" w:styleId="ED1641AACAC34188990F99C53C8A04C0">
    <w:name w:val="ED1641AACAC34188990F99C53C8A04C0"/>
    <w:rsid w:val="00C849EC"/>
  </w:style>
  <w:style w:type="paragraph" w:customStyle="1" w:styleId="92AD2AB0029040949C961D9329835888">
    <w:name w:val="92AD2AB0029040949C961D9329835888"/>
    <w:rsid w:val="00C849EC"/>
  </w:style>
  <w:style w:type="paragraph" w:customStyle="1" w:styleId="7A1F77E2F4DB4AD8BD08884685E8BC5F">
    <w:name w:val="7A1F77E2F4DB4AD8BD08884685E8BC5F"/>
    <w:rsid w:val="00C849EC"/>
  </w:style>
  <w:style w:type="paragraph" w:customStyle="1" w:styleId="3ACF83988BF6461F907B67AD015948B3">
    <w:name w:val="3ACF83988BF6461F907B67AD015948B3"/>
    <w:rsid w:val="00C849EC"/>
  </w:style>
  <w:style w:type="paragraph" w:customStyle="1" w:styleId="A138EAB0656644608D900C1C48CF92E6">
    <w:name w:val="A138EAB0656644608D900C1C48CF92E6"/>
    <w:rsid w:val="00C849EC"/>
  </w:style>
  <w:style w:type="paragraph" w:customStyle="1" w:styleId="2DCC577FD0CA4BA99416130B1004BF1D">
    <w:name w:val="2DCC577FD0CA4BA99416130B1004BF1D"/>
    <w:rsid w:val="00C849EC"/>
  </w:style>
  <w:style w:type="paragraph" w:customStyle="1" w:styleId="7E7ABB2EF6E64B26BCEE1872A2C6D744">
    <w:name w:val="7E7ABB2EF6E64B26BCEE1872A2C6D744"/>
    <w:rsid w:val="00C849EC"/>
  </w:style>
  <w:style w:type="paragraph" w:customStyle="1" w:styleId="1656909CF79944869604B8228642A5CE">
    <w:name w:val="1656909CF79944869604B8228642A5CE"/>
    <w:rsid w:val="00C849EC"/>
  </w:style>
  <w:style w:type="paragraph" w:customStyle="1" w:styleId="C20E77C8034E413EAE8CF2BA5C6E5E36">
    <w:name w:val="C20E77C8034E413EAE8CF2BA5C6E5E36"/>
    <w:rsid w:val="00C849EC"/>
  </w:style>
  <w:style w:type="paragraph" w:customStyle="1" w:styleId="C3F263D9CDDF49CDAFCFDCA32A782D7B">
    <w:name w:val="C3F263D9CDDF49CDAFCFDCA32A782D7B"/>
    <w:rsid w:val="00C849EC"/>
  </w:style>
  <w:style w:type="paragraph" w:customStyle="1" w:styleId="40A190BBF939463E8D3BDF1DCE05FA44">
    <w:name w:val="40A190BBF939463E8D3BDF1DCE05FA44"/>
    <w:rsid w:val="00C849EC"/>
  </w:style>
  <w:style w:type="paragraph" w:customStyle="1" w:styleId="99A4C317EC59448AA5CF6E9943F10E3C">
    <w:name w:val="99A4C317EC59448AA5CF6E9943F10E3C"/>
    <w:rsid w:val="00C849EC"/>
  </w:style>
  <w:style w:type="paragraph" w:customStyle="1" w:styleId="3B58707F26E8402DA6B8D7760B4CDA04">
    <w:name w:val="3B58707F26E8402DA6B8D7760B4CDA04"/>
    <w:rsid w:val="00C849EC"/>
  </w:style>
  <w:style w:type="paragraph" w:customStyle="1" w:styleId="34B1055EDAA44A0AB602B73F36A2326E">
    <w:name w:val="34B1055EDAA44A0AB602B73F36A2326E"/>
    <w:rsid w:val="00C849EC"/>
  </w:style>
  <w:style w:type="paragraph" w:customStyle="1" w:styleId="E3A8123550FF4AB9BB97F3D54CE4D391">
    <w:name w:val="E3A8123550FF4AB9BB97F3D54CE4D391"/>
    <w:rsid w:val="00C849EC"/>
  </w:style>
  <w:style w:type="paragraph" w:customStyle="1" w:styleId="442657660CB34324AFE89B3BED7CDCA9">
    <w:name w:val="442657660CB34324AFE89B3BED7CDCA9"/>
    <w:rsid w:val="00C849EC"/>
  </w:style>
  <w:style w:type="paragraph" w:customStyle="1" w:styleId="A1421B499F264891A9AF9B05758FC243">
    <w:name w:val="A1421B499F264891A9AF9B05758FC243"/>
    <w:rsid w:val="00C849EC"/>
  </w:style>
  <w:style w:type="paragraph" w:customStyle="1" w:styleId="4337E95F359845E6BE28B69A3C78AB7E">
    <w:name w:val="4337E95F359845E6BE28B69A3C78AB7E"/>
    <w:rsid w:val="00C849EC"/>
  </w:style>
  <w:style w:type="paragraph" w:customStyle="1" w:styleId="9483AB40B0D6458EB17207D1A3F9594A">
    <w:name w:val="9483AB40B0D6458EB17207D1A3F9594A"/>
    <w:rsid w:val="00C849EC"/>
  </w:style>
  <w:style w:type="paragraph" w:customStyle="1" w:styleId="E8CC782C44604140A3D64E2FA67BC644">
    <w:name w:val="E8CC782C44604140A3D64E2FA67BC644"/>
    <w:rsid w:val="00C849EC"/>
  </w:style>
  <w:style w:type="paragraph" w:customStyle="1" w:styleId="BDF5AB40C5F7426683DB369763FFE98B">
    <w:name w:val="BDF5AB40C5F7426683DB369763FFE98B"/>
    <w:rsid w:val="00C849EC"/>
  </w:style>
  <w:style w:type="paragraph" w:customStyle="1" w:styleId="C07CB20429C044329BACCE47B533697E">
    <w:name w:val="C07CB20429C044329BACCE47B533697E"/>
    <w:rsid w:val="00C849EC"/>
  </w:style>
  <w:style w:type="paragraph" w:customStyle="1" w:styleId="54ABF05EB7BF4535953324F403B3482C">
    <w:name w:val="54ABF05EB7BF4535953324F403B3482C"/>
    <w:rsid w:val="00C849EC"/>
  </w:style>
  <w:style w:type="paragraph" w:customStyle="1" w:styleId="BF1C3324535F49DFBD02DE19B692BD0F">
    <w:name w:val="BF1C3324535F49DFBD02DE19B692BD0F"/>
    <w:rsid w:val="00C849EC"/>
  </w:style>
  <w:style w:type="paragraph" w:customStyle="1" w:styleId="2308221A8C294554BD6FA2F0B241D9B2">
    <w:name w:val="2308221A8C294554BD6FA2F0B241D9B2"/>
    <w:rsid w:val="00C849EC"/>
  </w:style>
  <w:style w:type="paragraph" w:customStyle="1" w:styleId="C709891149AF496EA87F8E743852524E">
    <w:name w:val="C709891149AF496EA87F8E743852524E"/>
    <w:rsid w:val="00C849EC"/>
  </w:style>
  <w:style w:type="paragraph" w:customStyle="1" w:styleId="A7F6CE4721804257878CBBA4CA4AF3CC">
    <w:name w:val="A7F6CE4721804257878CBBA4CA4AF3CC"/>
    <w:rsid w:val="00C849EC"/>
  </w:style>
  <w:style w:type="paragraph" w:customStyle="1" w:styleId="838B813B872C44478A84D846758676A3">
    <w:name w:val="838B813B872C44478A84D846758676A3"/>
    <w:rsid w:val="00C849EC"/>
  </w:style>
  <w:style w:type="paragraph" w:customStyle="1" w:styleId="6D138E277167414FBD58B9DEAF9259CD">
    <w:name w:val="6D138E277167414FBD58B9DEAF9259CD"/>
    <w:rsid w:val="00C849EC"/>
  </w:style>
  <w:style w:type="paragraph" w:customStyle="1" w:styleId="0D3469A175F246D48DEB5DB39EABC99E">
    <w:name w:val="0D3469A175F246D48DEB5DB39EABC99E"/>
    <w:rsid w:val="00C849EC"/>
  </w:style>
  <w:style w:type="paragraph" w:customStyle="1" w:styleId="8A9860C72BDB48019F7B1E5B911BD228">
    <w:name w:val="8A9860C72BDB48019F7B1E5B911BD228"/>
    <w:rsid w:val="00C849EC"/>
  </w:style>
  <w:style w:type="paragraph" w:customStyle="1" w:styleId="EADF9FF06F5545F98C4A39372E461A00">
    <w:name w:val="EADF9FF06F5545F98C4A39372E461A00"/>
    <w:rsid w:val="00C849EC"/>
  </w:style>
  <w:style w:type="paragraph" w:customStyle="1" w:styleId="BC3D595CF34049879A909371D8652262">
    <w:name w:val="BC3D595CF34049879A909371D8652262"/>
    <w:rsid w:val="00C849EC"/>
  </w:style>
  <w:style w:type="paragraph" w:customStyle="1" w:styleId="BF42A18C6E024494AD8360A86577D66C">
    <w:name w:val="BF42A18C6E024494AD8360A86577D66C"/>
    <w:rsid w:val="00C849EC"/>
  </w:style>
  <w:style w:type="paragraph" w:customStyle="1" w:styleId="A2DCE53D23074D4EA5A3D1BA5DBCD548">
    <w:name w:val="A2DCE53D23074D4EA5A3D1BA5DBCD548"/>
    <w:rsid w:val="00C849EC"/>
  </w:style>
  <w:style w:type="paragraph" w:customStyle="1" w:styleId="64EB486ABF5D47ABBB7C5EEDC382D91E">
    <w:name w:val="64EB486ABF5D47ABBB7C5EEDC382D91E"/>
    <w:rsid w:val="00C849EC"/>
  </w:style>
  <w:style w:type="paragraph" w:customStyle="1" w:styleId="442BBB2D8F0648449EEC06268A37AC21">
    <w:name w:val="442BBB2D8F0648449EEC06268A37AC21"/>
    <w:rsid w:val="00C849EC"/>
  </w:style>
  <w:style w:type="paragraph" w:customStyle="1" w:styleId="9D7048508A2C4F6BB6B58658A7F81793">
    <w:name w:val="9D7048508A2C4F6BB6B58658A7F81793"/>
    <w:rsid w:val="00C849EC"/>
  </w:style>
  <w:style w:type="paragraph" w:customStyle="1" w:styleId="0E965D75200944DEAA5C7A57CF1BE669">
    <w:name w:val="0E965D75200944DEAA5C7A57CF1BE669"/>
    <w:rsid w:val="00C849EC"/>
  </w:style>
  <w:style w:type="paragraph" w:customStyle="1" w:styleId="BDC576DFB92D4453AFA8ACAC829AF922">
    <w:name w:val="BDC576DFB92D4453AFA8ACAC829AF922"/>
    <w:rsid w:val="00C849EC"/>
  </w:style>
  <w:style w:type="paragraph" w:customStyle="1" w:styleId="DA2C764D2ECA4795A32901B2739E1F26">
    <w:name w:val="DA2C764D2ECA4795A32901B2739E1F26"/>
    <w:rsid w:val="00C849EC"/>
  </w:style>
  <w:style w:type="paragraph" w:customStyle="1" w:styleId="EF5D956BDA224A6FB72D3A1C81FACFB5">
    <w:name w:val="EF5D956BDA224A6FB72D3A1C81FACFB5"/>
    <w:rsid w:val="00C849EC"/>
  </w:style>
  <w:style w:type="paragraph" w:customStyle="1" w:styleId="B91203D4BE80497598AA1CBBFD30D41C">
    <w:name w:val="B91203D4BE80497598AA1CBBFD30D41C"/>
    <w:rsid w:val="00C849EC"/>
  </w:style>
  <w:style w:type="paragraph" w:customStyle="1" w:styleId="1B018A735F5D4726A6727A1832123BD9">
    <w:name w:val="1B018A735F5D4726A6727A1832123BD9"/>
    <w:rsid w:val="00C849EC"/>
  </w:style>
  <w:style w:type="paragraph" w:customStyle="1" w:styleId="7A38491CBCE741A882B218E962F20830">
    <w:name w:val="7A38491CBCE741A882B218E962F20830"/>
    <w:rsid w:val="00C849EC"/>
  </w:style>
  <w:style w:type="paragraph" w:customStyle="1" w:styleId="749B6C2BACCC4C008496BF53D3A9A96D">
    <w:name w:val="749B6C2BACCC4C008496BF53D3A9A96D"/>
    <w:rsid w:val="00C849EC"/>
  </w:style>
  <w:style w:type="paragraph" w:customStyle="1" w:styleId="32A5773EE5C948B09F37BDD2062E2F10">
    <w:name w:val="32A5773EE5C948B09F37BDD2062E2F10"/>
    <w:rsid w:val="00C849EC"/>
  </w:style>
  <w:style w:type="paragraph" w:customStyle="1" w:styleId="3D33CA53AB0540FE9371213FC1324B77">
    <w:name w:val="3D33CA53AB0540FE9371213FC1324B77"/>
    <w:rsid w:val="00C849EC"/>
  </w:style>
  <w:style w:type="paragraph" w:customStyle="1" w:styleId="7C65DE33F0DA4C2DBAD791D488AC10B3">
    <w:name w:val="7C65DE33F0DA4C2DBAD791D488AC10B3"/>
    <w:rsid w:val="00C849EC"/>
  </w:style>
  <w:style w:type="paragraph" w:customStyle="1" w:styleId="270217464A3E4420821A646921E3B9D1">
    <w:name w:val="270217464A3E4420821A646921E3B9D1"/>
    <w:rsid w:val="00C849EC"/>
  </w:style>
  <w:style w:type="paragraph" w:customStyle="1" w:styleId="98400FF9F78D45059731BA6A4583E284">
    <w:name w:val="98400FF9F78D45059731BA6A4583E284"/>
    <w:rsid w:val="00C849EC"/>
  </w:style>
  <w:style w:type="paragraph" w:customStyle="1" w:styleId="7F1D0C4494924B5784ADFB9ED2726361">
    <w:name w:val="7F1D0C4494924B5784ADFB9ED2726361"/>
    <w:rsid w:val="00C849EC"/>
  </w:style>
  <w:style w:type="paragraph" w:customStyle="1" w:styleId="9A24D31981844DF2A8986A9821844CB8">
    <w:name w:val="9A24D31981844DF2A8986A9821844CB8"/>
    <w:rsid w:val="00C849EC"/>
  </w:style>
  <w:style w:type="paragraph" w:customStyle="1" w:styleId="B472908CAE06432BA14F7DAA5B9BA1D8">
    <w:name w:val="B472908CAE06432BA14F7DAA5B9BA1D8"/>
    <w:rsid w:val="00C849EC"/>
  </w:style>
  <w:style w:type="paragraph" w:customStyle="1" w:styleId="147925460C81496EBDD5FC0E65593DD3">
    <w:name w:val="147925460C81496EBDD5FC0E65593DD3"/>
    <w:rsid w:val="00C849EC"/>
  </w:style>
  <w:style w:type="paragraph" w:customStyle="1" w:styleId="9320070D01AE47D09BF64516CC080FC4">
    <w:name w:val="9320070D01AE47D09BF64516CC080FC4"/>
    <w:rsid w:val="00C849EC"/>
  </w:style>
  <w:style w:type="paragraph" w:customStyle="1" w:styleId="5620FE85EEDF4F888799C16C22722AA2">
    <w:name w:val="5620FE85EEDF4F888799C16C22722AA2"/>
    <w:rsid w:val="00C849EC"/>
  </w:style>
  <w:style w:type="paragraph" w:customStyle="1" w:styleId="31D712E089994FD08BFE77A8D09FF812">
    <w:name w:val="31D712E089994FD08BFE77A8D09FF812"/>
    <w:rsid w:val="00C849EC"/>
  </w:style>
  <w:style w:type="paragraph" w:customStyle="1" w:styleId="2008F5D014184953A157B9DF9E7D33BE">
    <w:name w:val="2008F5D014184953A157B9DF9E7D33BE"/>
    <w:rsid w:val="00C849EC"/>
  </w:style>
  <w:style w:type="paragraph" w:customStyle="1" w:styleId="2DAC54FAC6D84D849936DF2F23673419">
    <w:name w:val="2DAC54FAC6D84D849936DF2F23673419"/>
    <w:rsid w:val="00C849EC"/>
  </w:style>
  <w:style w:type="paragraph" w:customStyle="1" w:styleId="DCFE64948AE44AA89498F2E22A0E070C">
    <w:name w:val="DCFE64948AE44AA89498F2E22A0E070C"/>
    <w:rsid w:val="00C849EC"/>
  </w:style>
  <w:style w:type="paragraph" w:customStyle="1" w:styleId="A5DBFEBB71054DEA82572F63B3FC861C">
    <w:name w:val="A5DBFEBB71054DEA82572F63B3FC861C"/>
    <w:rsid w:val="00C849EC"/>
  </w:style>
  <w:style w:type="paragraph" w:customStyle="1" w:styleId="D76D2B6F6ADE4A889F019D739BDB08C4">
    <w:name w:val="D76D2B6F6ADE4A889F019D739BDB08C4"/>
    <w:rsid w:val="00C849EC"/>
  </w:style>
  <w:style w:type="paragraph" w:customStyle="1" w:styleId="9A0A7861FB1E4F0D98D02433730D44DB">
    <w:name w:val="9A0A7861FB1E4F0D98D02433730D44DB"/>
    <w:rsid w:val="00C849EC"/>
  </w:style>
  <w:style w:type="paragraph" w:customStyle="1" w:styleId="32EA4F3819E94AF39927909F94FF5C73">
    <w:name w:val="32EA4F3819E94AF39927909F94FF5C73"/>
    <w:rsid w:val="00C849EC"/>
  </w:style>
  <w:style w:type="paragraph" w:customStyle="1" w:styleId="C787213D56DD4D20835760FB73DCE46B">
    <w:name w:val="C787213D56DD4D20835760FB73DCE46B"/>
    <w:rsid w:val="00C849EC"/>
  </w:style>
  <w:style w:type="paragraph" w:customStyle="1" w:styleId="34002D6C63F24D918932798A7478681A">
    <w:name w:val="34002D6C63F24D918932798A7478681A"/>
    <w:rsid w:val="00C849EC"/>
  </w:style>
  <w:style w:type="paragraph" w:customStyle="1" w:styleId="BF403E5D6D434A2D8431E0184D990809">
    <w:name w:val="BF403E5D6D434A2D8431E0184D990809"/>
    <w:rsid w:val="00C849EC"/>
  </w:style>
  <w:style w:type="paragraph" w:customStyle="1" w:styleId="AE072910A2FD4AAC90CB4CC89057FB11">
    <w:name w:val="AE072910A2FD4AAC90CB4CC89057FB11"/>
    <w:rsid w:val="00C849EC"/>
  </w:style>
  <w:style w:type="paragraph" w:customStyle="1" w:styleId="F6460375C8B14DD9B96C0E3BD2B5793C">
    <w:name w:val="F6460375C8B14DD9B96C0E3BD2B5793C"/>
    <w:rsid w:val="00C849EC"/>
  </w:style>
  <w:style w:type="paragraph" w:customStyle="1" w:styleId="4C0672302736497EB66D0DA51686CD7A">
    <w:name w:val="4C0672302736497EB66D0DA51686CD7A"/>
    <w:rsid w:val="00C849EC"/>
  </w:style>
  <w:style w:type="paragraph" w:customStyle="1" w:styleId="D58F6E2DE43947E591DA453D006675F1">
    <w:name w:val="D58F6E2DE43947E591DA453D006675F1"/>
    <w:rsid w:val="00C849EC"/>
  </w:style>
  <w:style w:type="paragraph" w:customStyle="1" w:styleId="40D41D9E717E48368DB36B14D0E71079">
    <w:name w:val="40D41D9E717E48368DB36B14D0E71079"/>
    <w:rsid w:val="00C849EC"/>
  </w:style>
  <w:style w:type="paragraph" w:customStyle="1" w:styleId="736212918C8C445AA27AF041A04B8C1B">
    <w:name w:val="736212918C8C445AA27AF041A04B8C1B"/>
    <w:rsid w:val="00C849EC"/>
  </w:style>
  <w:style w:type="paragraph" w:customStyle="1" w:styleId="B858CB5D0EF048AAB877D9338195182B">
    <w:name w:val="B858CB5D0EF048AAB877D9338195182B"/>
    <w:rsid w:val="00C849EC"/>
  </w:style>
  <w:style w:type="paragraph" w:customStyle="1" w:styleId="F2D86149443C46FF9D1074A3653A6232">
    <w:name w:val="F2D86149443C46FF9D1074A3653A6232"/>
    <w:rsid w:val="00C849EC"/>
  </w:style>
  <w:style w:type="paragraph" w:customStyle="1" w:styleId="619336D974494FF3A19957076DA263BC">
    <w:name w:val="619336D974494FF3A19957076DA263BC"/>
    <w:rsid w:val="00C849EC"/>
  </w:style>
  <w:style w:type="paragraph" w:customStyle="1" w:styleId="05DD3348B9624FF48256F1D2B6A0F2E4">
    <w:name w:val="05DD3348B9624FF48256F1D2B6A0F2E4"/>
    <w:rsid w:val="00C849EC"/>
  </w:style>
  <w:style w:type="paragraph" w:customStyle="1" w:styleId="BEB7BAB2D23D431BB930F4BB13A14233">
    <w:name w:val="BEB7BAB2D23D431BB930F4BB13A14233"/>
    <w:rsid w:val="00C849EC"/>
  </w:style>
  <w:style w:type="paragraph" w:customStyle="1" w:styleId="A9F30AE9411247DF9EC95F9FF88E70E9">
    <w:name w:val="A9F30AE9411247DF9EC95F9FF88E70E9"/>
    <w:rsid w:val="00C849EC"/>
  </w:style>
  <w:style w:type="paragraph" w:customStyle="1" w:styleId="8755C9DED1B5475192F8FF2C83E7EAC7">
    <w:name w:val="8755C9DED1B5475192F8FF2C83E7EAC7"/>
    <w:rsid w:val="00C849EC"/>
  </w:style>
  <w:style w:type="paragraph" w:customStyle="1" w:styleId="240EB904917D430498CD1018ADC40198">
    <w:name w:val="240EB904917D430498CD1018ADC40198"/>
    <w:rsid w:val="00C849EC"/>
  </w:style>
  <w:style w:type="paragraph" w:customStyle="1" w:styleId="D4589A66412044C2BF17598200B10F2F">
    <w:name w:val="D4589A66412044C2BF17598200B10F2F"/>
    <w:rsid w:val="00C849EC"/>
  </w:style>
  <w:style w:type="paragraph" w:customStyle="1" w:styleId="B8797CBD44F949BCBFA0CD949B10392F">
    <w:name w:val="B8797CBD44F949BCBFA0CD949B10392F"/>
    <w:rsid w:val="00C849EC"/>
  </w:style>
  <w:style w:type="paragraph" w:customStyle="1" w:styleId="2E9A2FAC7B0746AC8AB5448ABFAACBA2">
    <w:name w:val="2E9A2FAC7B0746AC8AB5448ABFAACBA2"/>
    <w:rsid w:val="00C849EC"/>
  </w:style>
  <w:style w:type="paragraph" w:customStyle="1" w:styleId="46A0AD0D3C7A46F9AB36D0157D0AFA2B">
    <w:name w:val="46A0AD0D3C7A46F9AB36D0157D0AFA2B"/>
    <w:rsid w:val="00C849EC"/>
  </w:style>
  <w:style w:type="paragraph" w:customStyle="1" w:styleId="C592D8FC045F4D38A86D16A1BA4E4F9C">
    <w:name w:val="C592D8FC045F4D38A86D16A1BA4E4F9C"/>
    <w:rsid w:val="00C849EC"/>
  </w:style>
  <w:style w:type="paragraph" w:customStyle="1" w:styleId="11EC025A28B64D8BAC77C5A29C1A512B">
    <w:name w:val="11EC025A28B64D8BAC77C5A29C1A512B"/>
    <w:rsid w:val="00C849EC"/>
  </w:style>
  <w:style w:type="paragraph" w:customStyle="1" w:styleId="371AC0C49DF54622ABFD71AC7D799539">
    <w:name w:val="371AC0C49DF54622ABFD71AC7D799539"/>
    <w:rsid w:val="00C849EC"/>
  </w:style>
  <w:style w:type="paragraph" w:customStyle="1" w:styleId="8DE5D5D42A98402CB1BC9B31721597DF">
    <w:name w:val="8DE5D5D42A98402CB1BC9B31721597DF"/>
    <w:rsid w:val="00C849EC"/>
  </w:style>
  <w:style w:type="paragraph" w:customStyle="1" w:styleId="15BA4BC8D9FF4D1A93D5C26B9923DCE8">
    <w:name w:val="15BA4BC8D9FF4D1A93D5C26B9923DCE8"/>
    <w:rsid w:val="00C849EC"/>
  </w:style>
  <w:style w:type="paragraph" w:customStyle="1" w:styleId="1E13BBE2650C47A3A728D31F690B4AFE">
    <w:name w:val="1E13BBE2650C47A3A728D31F690B4AFE"/>
    <w:rsid w:val="00C849EC"/>
  </w:style>
  <w:style w:type="paragraph" w:customStyle="1" w:styleId="E3BA7B1257D04E85B1B630CCA80B4477">
    <w:name w:val="E3BA7B1257D04E85B1B630CCA80B4477"/>
    <w:rsid w:val="00C849EC"/>
  </w:style>
  <w:style w:type="paragraph" w:customStyle="1" w:styleId="DE99615065394151A51C2BCB48778252">
    <w:name w:val="DE99615065394151A51C2BCB48778252"/>
    <w:rsid w:val="00C849EC"/>
  </w:style>
  <w:style w:type="paragraph" w:customStyle="1" w:styleId="D7EBA05AA0004D24BF3CE9296EF27B6B">
    <w:name w:val="D7EBA05AA0004D24BF3CE9296EF27B6B"/>
    <w:rsid w:val="00C849EC"/>
  </w:style>
  <w:style w:type="paragraph" w:customStyle="1" w:styleId="2614D2984CA14550A9B1146766C78293">
    <w:name w:val="2614D2984CA14550A9B1146766C78293"/>
    <w:rsid w:val="00C849EC"/>
  </w:style>
  <w:style w:type="paragraph" w:customStyle="1" w:styleId="AD50CC2DA9684B5BAD6A000FA3BEED0C">
    <w:name w:val="AD50CC2DA9684B5BAD6A000FA3BEED0C"/>
    <w:rsid w:val="00C849EC"/>
  </w:style>
  <w:style w:type="paragraph" w:customStyle="1" w:styleId="2E9F4F5E0D9C44BA8BE6A9B9DF30B9B6">
    <w:name w:val="2E9F4F5E0D9C44BA8BE6A9B9DF30B9B6"/>
    <w:rsid w:val="00C849EC"/>
  </w:style>
  <w:style w:type="paragraph" w:customStyle="1" w:styleId="DA298507DDDA4041959F2A80EE81E09D">
    <w:name w:val="DA298507DDDA4041959F2A80EE81E09D"/>
    <w:rsid w:val="00C849EC"/>
  </w:style>
  <w:style w:type="paragraph" w:customStyle="1" w:styleId="63162A82AB4844D2A7732B2CEE596575">
    <w:name w:val="63162A82AB4844D2A7732B2CEE596575"/>
    <w:rsid w:val="00C849EC"/>
  </w:style>
  <w:style w:type="paragraph" w:customStyle="1" w:styleId="F6B652AE335943CFB75B1682ACB9BE9C">
    <w:name w:val="F6B652AE335943CFB75B1682ACB9BE9C"/>
    <w:rsid w:val="00C849EC"/>
  </w:style>
  <w:style w:type="paragraph" w:customStyle="1" w:styleId="118357361C2644B4AD20AD455877E827">
    <w:name w:val="118357361C2644B4AD20AD455877E827"/>
    <w:rsid w:val="00C849EC"/>
  </w:style>
  <w:style w:type="paragraph" w:customStyle="1" w:styleId="9702D250FB8044FAB1F7742B80CD81FD">
    <w:name w:val="9702D250FB8044FAB1F7742B80CD81FD"/>
    <w:rsid w:val="00C849EC"/>
  </w:style>
  <w:style w:type="paragraph" w:customStyle="1" w:styleId="2136FBEA23D8435A99B50B033EC1622F">
    <w:name w:val="2136FBEA23D8435A99B50B033EC1622F"/>
    <w:rsid w:val="00C849EC"/>
  </w:style>
  <w:style w:type="paragraph" w:customStyle="1" w:styleId="A57B22D055C3465F9A0B60C2C074182A">
    <w:name w:val="A57B22D055C3465F9A0B60C2C074182A"/>
    <w:rsid w:val="00C849EC"/>
  </w:style>
  <w:style w:type="paragraph" w:customStyle="1" w:styleId="34967FBBAEB14AB3902576B5348FEBDA">
    <w:name w:val="34967FBBAEB14AB3902576B5348FEBDA"/>
    <w:rsid w:val="00C849EC"/>
  </w:style>
  <w:style w:type="paragraph" w:customStyle="1" w:styleId="F91B74AC41EC4320BCCBE94A9E125AD8">
    <w:name w:val="F91B74AC41EC4320BCCBE94A9E125AD8"/>
    <w:rsid w:val="00C849EC"/>
  </w:style>
  <w:style w:type="paragraph" w:customStyle="1" w:styleId="FAB37A50D5544A0F810225C464B7FE4B">
    <w:name w:val="FAB37A50D5544A0F810225C464B7FE4B"/>
    <w:rsid w:val="00C849EC"/>
  </w:style>
  <w:style w:type="paragraph" w:customStyle="1" w:styleId="128B0C5BE5FA4E1F9035EAB0B2CC6895">
    <w:name w:val="128B0C5BE5FA4E1F9035EAB0B2CC6895"/>
    <w:rsid w:val="00C849EC"/>
  </w:style>
  <w:style w:type="paragraph" w:customStyle="1" w:styleId="D81E1C260FB242B2A725605A126F7EAE">
    <w:name w:val="D81E1C260FB242B2A725605A126F7EAE"/>
    <w:rsid w:val="00C849EC"/>
  </w:style>
  <w:style w:type="paragraph" w:customStyle="1" w:styleId="B457BC1434304E71B2FEBCC30C323222">
    <w:name w:val="B457BC1434304E71B2FEBCC30C323222"/>
    <w:rsid w:val="00C849EC"/>
  </w:style>
  <w:style w:type="paragraph" w:customStyle="1" w:styleId="F202051430EF411DBB223B63AC4E40D8">
    <w:name w:val="F202051430EF411DBB223B63AC4E40D8"/>
    <w:rsid w:val="00C849EC"/>
  </w:style>
  <w:style w:type="paragraph" w:customStyle="1" w:styleId="FFD58E6A008A4F498014FBB0730A53F3">
    <w:name w:val="FFD58E6A008A4F498014FBB0730A53F3"/>
    <w:rsid w:val="00C849EC"/>
  </w:style>
  <w:style w:type="paragraph" w:customStyle="1" w:styleId="C4B939F66D0A4569AD8C25BF5A1F3EDB">
    <w:name w:val="C4B939F66D0A4569AD8C25BF5A1F3EDB"/>
    <w:rsid w:val="00C849EC"/>
  </w:style>
  <w:style w:type="paragraph" w:customStyle="1" w:styleId="1C1A8DCE2B704419B4DDE69CB127E68B">
    <w:name w:val="1C1A8DCE2B704419B4DDE69CB127E68B"/>
    <w:rsid w:val="00C849EC"/>
  </w:style>
  <w:style w:type="paragraph" w:customStyle="1" w:styleId="9A55878D2C884184A38C9CD1BC9E8E5D">
    <w:name w:val="9A55878D2C884184A38C9CD1BC9E8E5D"/>
    <w:rsid w:val="00C849EC"/>
  </w:style>
  <w:style w:type="paragraph" w:customStyle="1" w:styleId="761D0A9707C746599A619C5E9CB6BA9A">
    <w:name w:val="761D0A9707C746599A619C5E9CB6BA9A"/>
    <w:rsid w:val="00C849EC"/>
  </w:style>
  <w:style w:type="paragraph" w:customStyle="1" w:styleId="061278587A1E467CB8B24C9D14F75D5B">
    <w:name w:val="061278587A1E467CB8B24C9D14F75D5B"/>
    <w:rsid w:val="00C849EC"/>
  </w:style>
  <w:style w:type="paragraph" w:customStyle="1" w:styleId="B3214F48B7BD4FD38F51F5A8376EE19E">
    <w:name w:val="B3214F48B7BD4FD38F51F5A8376EE19E"/>
    <w:rsid w:val="00C849EC"/>
  </w:style>
  <w:style w:type="paragraph" w:customStyle="1" w:styleId="6000FA2B60AE4151B987A4F254FB7A23">
    <w:name w:val="6000FA2B60AE4151B987A4F254FB7A23"/>
    <w:rsid w:val="00C849EC"/>
  </w:style>
  <w:style w:type="paragraph" w:customStyle="1" w:styleId="BD719FB9F71147ACA7A21E551304CC27">
    <w:name w:val="BD719FB9F71147ACA7A21E551304CC27"/>
    <w:rsid w:val="00C849EC"/>
  </w:style>
  <w:style w:type="paragraph" w:customStyle="1" w:styleId="BFD6A4103DED45C58DCF5E895E449E85">
    <w:name w:val="BFD6A4103DED45C58DCF5E895E449E85"/>
    <w:rsid w:val="00C849EC"/>
  </w:style>
  <w:style w:type="paragraph" w:customStyle="1" w:styleId="9C682C766FCD41F3A1105DAC7FC6841E">
    <w:name w:val="9C682C766FCD41F3A1105DAC7FC6841E"/>
    <w:rsid w:val="00C849EC"/>
  </w:style>
  <w:style w:type="paragraph" w:customStyle="1" w:styleId="6F1622B0D5C747198D76791A453E3F6E">
    <w:name w:val="6F1622B0D5C747198D76791A453E3F6E"/>
    <w:rsid w:val="00C849EC"/>
  </w:style>
  <w:style w:type="paragraph" w:customStyle="1" w:styleId="5FBE09A5901D4076800DBD16FAE2E14C">
    <w:name w:val="5FBE09A5901D4076800DBD16FAE2E14C"/>
    <w:rsid w:val="00C849EC"/>
  </w:style>
  <w:style w:type="paragraph" w:customStyle="1" w:styleId="2161C58812374574A2224CAF01EC1242">
    <w:name w:val="2161C58812374574A2224CAF01EC1242"/>
    <w:rsid w:val="00C849EC"/>
  </w:style>
  <w:style w:type="paragraph" w:customStyle="1" w:styleId="670BA819D30545928B9EA04DD28D2F07">
    <w:name w:val="670BA819D30545928B9EA04DD28D2F07"/>
    <w:rsid w:val="00C849EC"/>
  </w:style>
  <w:style w:type="paragraph" w:customStyle="1" w:styleId="A3960A45C09347BE99DB413F535CF6A4">
    <w:name w:val="A3960A45C09347BE99DB413F535CF6A4"/>
    <w:rsid w:val="00C849EC"/>
  </w:style>
  <w:style w:type="paragraph" w:customStyle="1" w:styleId="08D785888004482081E605A74DB8E5AD">
    <w:name w:val="08D785888004482081E605A74DB8E5AD"/>
    <w:rsid w:val="00C849EC"/>
  </w:style>
  <w:style w:type="paragraph" w:customStyle="1" w:styleId="C6BE19096BA842B3BBB4967DF2E06631">
    <w:name w:val="C6BE19096BA842B3BBB4967DF2E06631"/>
    <w:rsid w:val="00C849EC"/>
  </w:style>
  <w:style w:type="paragraph" w:customStyle="1" w:styleId="8ACCFD29BBA74FD9909A44111A7E2522">
    <w:name w:val="8ACCFD29BBA74FD9909A44111A7E2522"/>
    <w:rsid w:val="00C849EC"/>
  </w:style>
  <w:style w:type="paragraph" w:customStyle="1" w:styleId="CEC207E0C99A456E92FF8A73ACE461DB">
    <w:name w:val="CEC207E0C99A456E92FF8A73ACE461DB"/>
    <w:rsid w:val="00C849EC"/>
  </w:style>
  <w:style w:type="paragraph" w:customStyle="1" w:styleId="67D2E1E657FF479C94624710B1D752A3">
    <w:name w:val="67D2E1E657FF479C94624710B1D752A3"/>
    <w:rsid w:val="00C849EC"/>
  </w:style>
  <w:style w:type="paragraph" w:customStyle="1" w:styleId="0CDBE795DA574C54984B192F57FE6B26">
    <w:name w:val="0CDBE795DA574C54984B192F57FE6B26"/>
    <w:rsid w:val="00C849EC"/>
  </w:style>
  <w:style w:type="paragraph" w:customStyle="1" w:styleId="1BC602496AE94496BB8E6CEAB93D3819">
    <w:name w:val="1BC602496AE94496BB8E6CEAB93D3819"/>
    <w:rsid w:val="00C849EC"/>
  </w:style>
  <w:style w:type="paragraph" w:customStyle="1" w:styleId="151A1A1022224F4CB6756EF102BCD920">
    <w:name w:val="151A1A1022224F4CB6756EF102BCD920"/>
    <w:rsid w:val="00C849EC"/>
  </w:style>
  <w:style w:type="paragraph" w:customStyle="1" w:styleId="804AA48254C2495FBD237F6B88633A60">
    <w:name w:val="804AA48254C2495FBD237F6B88633A60"/>
    <w:rsid w:val="00C849EC"/>
  </w:style>
  <w:style w:type="paragraph" w:customStyle="1" w:styleId="FF1B72699C2A4A71861210E51638BA1F">
    <w:name w:val="FF1B72699C2A4A71861210E51638BA1F"/>
    <w:rsid w:val="00C849EC"/>
  </w:style>
  <w:style w:type="paragraph" w:customStyle="1" w:styleId="1CEBBE21D9A84C8886CDC78534E4310B">
    <w:name w:val="1CEBBE21D9A84C8886CDC78534E4310B"/>
    <w:rsid w:val="00C849EC"/>
  </w:style>
  <w:style w:type="paragraph" w:customStyle="1" w:styleId="9611778D05F040B2BAB91BDBAF3ABC88">
    <w:name w:val="9611778D05F040B2BAB91BDBAF3ABC88"/>
    <w:rsid w:val="00C849EC"/>
  </w:style>
  <w:style w:type="paragraph" w:customStyle="1" w:styleId="8271751093084655BD7B396CD810A305">
    <w:name w:val="8271751093084655BD7B396CD810A305"/>
    <w:rsid w:val="00C849EC"/>
  </w:style>
  <w:style w:type="paragraph" w:customStyle="1" w:styleId="2AE58547876B4CEB98FD20D3F48FDCEA">
    <w:name w:val="2AE58547876B4CEB98FD20D3F48FDCEA"/>
    <w:rsid w:val="00C849EC"/>
  </w:style>
  <w:style w:type="paragraph" w:customStyle="1" w:styleId="8239780CC387442B9844935735434A3B">
    <w:name w:val="8239780CC387442B9844935735434A3B"/>
    <w:rsid w:val="00C849EC"/>
  </w:style>
  <w:style w:type="paragraph" w:customStyle="1" w:styleId="230B22D725F943728E4470FDE22C5648">
    <w:name w:val="230B22D725F943728E4470FDE22C5648"/>
    <w:rsid w:val="00C849EC"/>
  </w:style>
  <w:style w:type="paragraph" w:customStyle="1" w:styleId="4F6787D69D4349528BF688E3820DFCC2">
    <w:name w:val="4F6787D69D4349528BF688E3820DFCC2"/>
    <w:rsid w:val="00C849EC"/>
  </w:style>
  <w:style w:type="paragraph" w:customStyle="1" w:styleId="C62A5C8AD60F4EBB81C90EE0F5D4E9AA">
    <w:name w:val="C62A5C8AD60F4EBB81C90EE0F5D4E9AA"/>
    <w:rsid w:val="00C849EC"/>
  </w:style>
  <w:style w:type="paragraph" w:customStyle="1" w:styleId="A46DC8788E604D389F7BAD0E294FD7F2">
    <w:name w:val="A46DC8788E604D389F7BAD0E294FD7F2"/>
    <w:rsid w:val="00C849EC"/>
  </w:style>
  <w:style w:type="paragraph" w:customStyle="1" w:styleId="89A21571B0364E659C3C1EF20586BF12">
    <w:name w:val="89A21571B0364E659C3C1EF20586BF12"/>
    <w:rsid w:val="00C849EC"/>
  </w:style>
  <w:style w:type="paragraph" w:customStyle="1" w:styleId="89DC33BF7A3A41C9894DFF394496D0F2">
    <w:name w:val="89DC33BF7A3A41C9894DFF394496D0F2"/>
    <w:rsid w:val="00C849EC"/>
  </w:style>
  <w:style w:type="paragraph" w:customStyle="1" w:styleId="EE3A2429055F4F37A3550A56091D7F3E">
    <w:name w:val="EE3A2429055F4F37A3550A56091D7F3E"/>
    <w:rsid w:val="00C849EC"/>
  </w:style>
  <w:style w:type="paragraph" w:customStyle="1" w:styleId="AEE0C16C8FB14DD39EFD83BB155C609F">
    <w:name w:val="AEE0C16C8FB14DD39EFD83BB155C609F"/>
    <w:rsid w:val="00C849EC"/>
  </w:style>
  <w:style w:type="paragraph" w:customStyle="1" w:styleId="11D27469D6F04F949F954F6729DA0380">
    <w:name w:val="11D27469D6F04F949F954F6729DA0380"/>
    <w:rsid w:val="00C849EC"/>
  </w:style>
  <w:style w:type="paragraph" w:customStyle="1" w:styleId="B4413DF147084502891039AD584EE7AB">
    <w:name w:val="B4413DF147084502891039AD584EE7AB"/>
    <w:rsid w:val="00C849EC"/>
  </w:style>
  <w:style w:type="paragraph" w:customStyle="1" w:styleId="41350A04AF60440AB99A2FD4F6E8E984">
    <w:name w:val="41350A04AF60440AB99A2FD4F6E8E984"/>
    <w:rsid w:val="00C849EC"/>
  </w:style>
  <w:style w:type="paragraph" w:customStyle="1" w:styleId="9D55D48B06924FC89FFD5A85DA5B6699">
    <w:name w:val="9D55D48B06924FC89FFD5A85DA5B6699"/>
    <w:rsid w:val="00C849EC"/>
  </w:style>
  <w:style w:type="paragraph" w:customStyle="1" w:styleId="188BF47D73F94743B2F1819C1A9C94D4">
    <w:name w:val="188BF47D73F94743B2F1819C1A9C94D4"/>
    <w:rsid w:val="00C849EC"/>
  </w:style>
  <w:style w:type="paragraph" w:customStyle="1" w:styleId="CCE961A4532443AFA85F16ACF2A4DC4F">
    <w:name w:val="CCE961A4532443AFA85F16ACF2A4DC4F"/>
    <w:rsid w:val="00C849EC"/>
  </w:style>
  <w:style w:type="paragraph" w:customStyle="1" w:styleId="6B9AEAD0A6ED477982CC0FCE187F08BB">
    <w:name w:val="6B9AEAD0A6ED477982CC0FCE187F08BB"/>
    <w:rsid w:val="00C849EC"/>
  </w:style>
  <w:style w:type="paragraph" w:customStyle="1" w:styleId="E64F85DBC5854769A91A65D972A49FBA">
    <w:name w:val="E64F85DBC5854769A91A65D972A49FBA"/>
    <w:rsid w:val="00C849EC"/>
  </w:style>
  <w:style w:type="paragraph" w:customStyle="1" w:styleId="1E5F2E2BAF9346EE9D8CEF2EB7ADAB7B">
    <w:name w:val="1E5F2E2BAF9346EE9D8CEF2EB7ADAB7B"/>
    <w:rsid w:val="00C849EC"/>
  </w:style>
  <w:style w:type="paragraph" w:customStyle="1" w:styleId="04CFE4354AD24924A1838FAACF87ED11">
    <w:name w:val="04CFE4354AD24924A1838FAACF87ED11"/>
    <w:rsid w:val="00C849EC"/>
  </w:style>
  <w:style w:type="paragraph" w:customStyle="1" w:styleId="1FB2AE0B829C4A4189337A9A2F3BB907">
    <w:name w:val="1FB2AE0B829C4A4189337A9A2F3BB907"/>
    <w:rsid w:val="00C849EC"/>
  </w:style>
  <w:style w:type="paragraph" w:customStyle="1" w:styleId="EC3A4C3C11984BA0BEEFF3B4AB9B33C2">
    <w:name w:val="EC3A4C3C11984BA0BEEFF3B4AB9B33C2"/>
    <w:rsid w:val="00C849EC"/>
  </w:style>
  <w:style w:type="paragraph" w:customStyle="1" w:styleId="7FCF039130944F99AC22EED7BB22BA58">
    <w:name w:val="7FCF039130944F99AC22EED7BB22BA58"/>
    <w:rsid w:val="00C849EC"/>
  </w:style>
  <w:style w:type="paragraph" w:customStyle="1" w:styleId="228162E689C949B8A8C7107B5CC94723">
    <w:name w:val="228162E689C949B8A8C7107B5CC94723"/>
    <w:rsid w:val="00C849EC"/>
  </w:style>
  <w:style w:type="paragraph" w:customStyle="1" w:styleId="1BC245DEB7E14EBAA4C99027CD45CCB7">
    <w:name w:val="1BC245DEB7E14EBAA4C99027CD45CCB7"/>
    <w:rsid w:val="00C849EC"/>
  </w:style>
  <w:style w:type="paragraph" w:customStyle="1" w:styleId="F4B1A455FBC442F7BC04AEE01BC20CEE">
    <w:name w:val="F4B1A455FBC442F7BC04AEE01BC20CEE"/>
    <w:rsid w:val="00C849EC"/>
  </w:style>
  <w:style w:type="paragraph" w:customStyle="1" w:styleId="4B8CB427098140E491BC593C19A5E637">
    <w:name w:val="4B8CB427098140E491BC593C19A5E637"/>
    <w:rsid w:val="00C849EC"/>
  </w:style>
  <w:style w:type="paragraph" w:customStyle="1" w:styleId="DC2F93122647454590AE0ECA4468FFC7">
    <w:name w:val="DC2F93122647454590AE0ECA4468FFC7"/>
    <w:rsid w:val="00C849EC"/>
  </w:style>
  <w:style w:type="paragraph" w:customStyle="1" w:styleId="A9D348FDA84943539054791F9FE5FD7B">
    <w:name w:val="A9D348FDA84943539054791F9FE5FD7B"/>
    <w:rsid w:val="00C849EC"/>
  </w:style>
  <w:style w:type="paragraph" w:customStyle="1" w:styleId="EC6070883633499CB0679F77528239B4">
    <w:name w:val="EC6070883633499CB0679F77528239B4"/>
    <w:rsid w:val="00C849EC"/>
  </w:style>
  <w:style w:type="paragraph" w:customStyle="1" w:styleId="329D572B948B401384ABC0CA1F43815E">
    <w:name w:val="329D572B948B401384ABC0CA1F43815E"/>
    <w:rsid w:val="00C849EC"/>
  </w:style>
  <w:style w:type="paragraph" w:customStyle="1" w:styleId="7492C6252AE246F9A55D358C29FFC216">
    <w:name w:val="7492C6252AE246F9A55D358C29FFC216"/>
    <w:rsid w:val="00C849EC"/>
  </w:style>
  <w:style w:type="paragraph" w:customStyle="1" w:styleId="B39BC3C86AA9412AA72ECC007FC33D17">
    <w:name w:val="B39BC3C86AA9412AA72ECC007FC33D17"/>
    <w:rsid w:val="00C849EC"/>
  </w:style>
  <w:style w:type="paragraph" w:customStyle="1" w:styleId="A5FC47E30D614265838322707DC07A7B">
    <w:name w:val="A5FC47E30D614265838322707DC07A7B"/>
    <w:rsid w:val="00C849EC"/>
  </w:style>
  <w:style w:type="paragraph" w:customStyle="1" w:styleId="F73544F4EC184035B6F8FDC0EAC98487">
    <w:name w:val="F73544F4EC184035B6F8FDC0EAC98487"/>
    <w:rsid w:val="00C849EC"/>
  </w:style>
  <w:style w:type="paragraph" w:customStyle="1" w:styleId="AE2E0BAEA4244C63B2048E0A584BE79A">
    <w:name w:val="AE2E0BAEA4244C63B2048E0A584BE79A"/>
    <w:rsid w:val="00C849EC"/>
  </w:style>
  <w:style w:type="paragraph" w:customStyle="1" w:styleId="DA6F655B94094FF6A3048258B8AAE9D9">
    <w:name w:val="DA6F655B94094FF6A3048258B8AAE9D9"/>
    <w:rsid w:val="00C849EC"/>
  </w:style>
  <w:style w:type="paragraph" w:customStyle="1" w:styleId="6A58687C932F423FB2C7143991524BCF">
    <w:name w:val="6A58687C932F423FB2C7143991524BCF"/>
    <w:rsid w:val="00C849EC"/>
  </w:style>
  <w:style w:type="paragraph" w:customStyle="1" w:styleId="79005FB52A21419D8C866A9F14C461EE">
    <w:name w:val="79005FB52A21419D8C866A9F14C461EE"/>
    <w:rsid w:val="00C849EC"/>
  </w:style>
  <w:style w:type="paragraph" w:customStyle="1" w:styleId="5AA7BA27B7CA4734AA6F51EAF657EB8F">
    <w:name w:val="5AA7BA27B7CA4734AA6F51EAF657EB8F"/>
    <w:rsid w:val="00C849EC"/>
  </w:style>
  <w:style w:type="paragraph" w:customStyle="1" w:styleId="035C24E7E4E44553920140A44E91AFBC">
    <w:name w:val="035C24E7E4E44553920140A44E91AFBC"/>
    <w:rsid w:val="00C849EC"/>
  </w:style>
  <w:style w:type="paragraph" w:customStyle="1" w:styleId="E1083BC782C04C9399D4FB80CB8DE528">
    <w:name w:val="E1083BC782C04C9399D4FB80CB8DE528"/>
    <w:rsid w:val="00C849EC"/>
  </w:style>
  <w:style w:type="paragraph" w:customStyle="1" w:styleId="96EE8415D3A640E9BC64E77B70980911">
    <w:name w:val="96EE8415D3A640E9BC64E77B70980911"/>
    <w:rsid w:val="00C849EC"/>
  </w:style>
  <w:style w:type="paragraph" w:customStyle="1" w:styleId="82E9C428B95547B7949916D56D6E5A68">
    <w:name w:val="82E9C428B95547B7949916D56D6E5A68"/>
    <w:rsid w:val="00C849EC"/>
  </w:style>
  <w:style w:type="paragraph" w:customStyle="1" w:styleId="EA3C8753BDEA4480B22B112942620F92">
    <w:name w:val="EA3C8753BDEA4480B22B112942620F92"/>
    <w:rsid w:val="00C849EC"/>
  </w:style>
  <w:style w:type="paragraph" w:customStyle="1" w:styleId="085A98DE0A8F46BA99921C093641EFB3">
    <w:name w:val="085A98DE0A8F46BA99921C093641EFB3"/>
    <w:rsid w:val="00C849EC"/>
  </w:style>
  <w:style w:type="paragraph" w:customStyle="1" w:styleId="997C2725B5BD4CF0A0FEA0B9D3059295">
    <w:name w:val="997C2725B5BD4CF0A0FEA0B9D3059295"/>
    <w:rsid w:val="00C849EC"/>
  </w:style>
  <w:style w:type="paragraph" w:customStyle="1" w:styleId="C6D0E5B0448B46CABBEBE3E910C8D402">
    <w:name w:val="C6D0E5B0448B46CABBEBE3E910C8D402"/>
    <w:rsid w:val="00C849EC"/>
  </w:style>
  <w:style w:type="paragraph" w:customStyle="1" w:styleId="133B2810E2AB4E12A6DDAC99F91D6816">
    <w:name w:val="133B2810E2AB4E12A6DDAC99F91D6816"/>
    <w:rsid w:val="00C849EC"/>
  </w:style>
  <w:style w:type="paragraph" w:customStyle="1" w:styleId="3A7FB640A95D47B99EF6FBCEF9C939F3">
    <w:name w:val="3A7FB640A95D47B99EF6FBCEF9C939F3"/>
    <w:rsid w:val="00C849EC"/>
  </w:style>
  <w:style w:type="paragraph" w:customStyle="1" w:styleId="12F3F6DB96C441F5BD7FD569721DAED1">
    <w:name w:val="12F3F6DB96C441F5BD7FD569721DAED1"/>
    <w:rsid w:val="00C60556"/>
  </w:style>
  <w:style w:type="paragraph" w:customStyle="1" w:styleId="962BEFEDFF4D410B974FBD4A82B14D52">
    <w:name w:val="962BEFEDFF4D410B974FBD4A82B14D52"/>
    <w:rsid w:val="00C60556"/>
  </w:style>
  <w:style w:type="paragraph" w:customStyle="1" w:styleId="329A435DF1C6405E8BACBE71BA53B20B">
    <w:name w:val="329A435DF1C6405E8BACBE71BA53B20B"/>
    <w:rsid w:val="00C60556"/>
  </w:style>
  <w:style w:type="paragraph" w:customStyle="1" w:styleId="086ECB79F3604C4091D88A560085DB07">
    <w:name w:val="086ECB79F3604C4091D88A560085DB07"/>
    <w:rsid w:val="00C60556"/>
  </w:style>
  <w:style w:type="paragraph" w:customStyle="1" w:styleId="0F067ACA4EE042D5B2072DB737A9BCC7">
    <w:name w:val="0F067ACA4EE042D5B2072DB737A9BCC7"/>
    <w:rsid w:val="00C60556"/>
  </w:style>
  <w:style w:type="paragraph" w:customStyle="1" w:styleId="5D17DA6BAE5E43CDA8B2021D05527AC9">
    <w:name w:val="5D17DA6BAE5E43CDA8B2021D05527AC9"/>
    <w:rsid w:val="00C60556"/>
  </w:style>
  <w:style w:type="paragraph" w:customStyle="1" w:styleId="0842CD71C9E94474AB914EBFB41654DB">
    <w:name w:val="0842CD71C9E94474AB914EBFB41654DB"/>
    <w:rsid w:val="00C60556"/>
  </w:style>
  <w:style w:type="paragraph" w:customStyle="1" w:styleId="B65AFCA5262346089ACA6CBF2B8C6EE6">
    <w:name w:val="B65AFCA5262346089ACA6CBF2B8C6EE6"/>
    <w:rsid w:val="00C60556"/>
  </w:style>
  <w:style w:type="paragraph" w:customStyle="1" w:styleId="EE028593D7004476901836CDF427FCB4">
    <w:name w:val="EE028593D7004476901836CDF427FCB4"/>
    <w:rsid w:val="00C60556"/>
  </w:style>
  <w:style w:type="paragraph" w:customStyle="1" w:styleId="799DDCE9D4D841D1926CF52A59631BE4">
    <w:name w:val="799DDCE9D4D841D1926CF52A59631BE4"/>
    <w:rsid w:val="00C60556"/>
  </w:style>
  <w:style w:type="paragraph" w:customStyle="1" w:styleId="011523CB9F81421FAD1E94BD7B007C70">
    <w:name w:val="011523CB9F81421FAD1E94BD7B007C70"/>
    <w:rsid w:val="00C60556"/>
  </w:style>
  <w:style w:type="paragraph" w:customStyle="1" w:styleId="EEDF7BDC311A454D8B4EAA849F6869C6">
    <w:name w:val="EEDF7BDC311A454D8B4EAA849F6869C6"/>
    <w:rsid w:val="00C60556"/>
  </w:style>
  <w:style w:type="paragraph" w:customStyle="1" w:styleId="A5B936AC95614DF99BAF057D9EAD8BC6">
    <w:name w:val="A5B936AC95614DF99BAF057D9EAD8BC6"/>
    <w:rsid w:val="00C60556"/>
  </w:style>
  <w:style w:type="paragraph" w:customStyle="1" w:styleId="4D53D04B9796451FAB17F9FBAF59E371">
    <w:name w:val="4D53D04B9796451FAB17F9FBAF59E371"/>
    <w:rsid w:val="00C60556"/>
  </w:style>
  <w:style w:type="paragraph" w:customStyle="1" w:styleId="1DA22387B8BB4126B46DD830805444BB">
    <w:name w:val="1DA22387B8BB4126B46DD830805444BB"/>
    <w:rsid w:val="00C60556"/>
  </w:style>
  <w:style w:type="paragraph" w:customStyle="1" w:styleId="8CE39C1FFAFF48F8837DC1E909CB2D1F">
    <w:name w:val="8CE39C1FFAFF48F8837DC1E909CB2D1F"/>
    <w:rsid w:val="006274C6"/>
  </w:style>
  <w:style w:type="paragraph" w:customStyle="1" w:styleId="3AF1786F59804C589746C512BF4E4139">
    <w:name w:val="3AF1786F59804C589746C512BF4E4139"/>
    <w:rsid w:val="006274C6"/>
  </w:style>
  <w:style w:type="paragraph" w:customStyle="1" w:styleId="AF15C88AFB1B4221937DC5CADE92C50E">
    <w:name w:val="AF15C88AFB1B4221937DC5CADE92C50E"/>
    <w:rsid w:val="00A97ACE"/>
  </w:style>
  <w:style w:type="paragraph" w:customStyle="1" w:styleId="1DD051E00BF348B4A09EF5BA514C0769">
    <w:name w:val="1DD051E00BF348B4A09EF5BA514C0769"/>
    <w:rsid w:val="00A97ACE"/>
  </w:style>
  <w:style w:type="paragraph" w:customStyle="1" w:styleId="08ACAB050DC24B15897B31E82FCF3CE4">
    <w:name w:val="08ACAB050DC24B15897B31E82FCF3CE4"/>
    <w:rsid w:val="00A97ACE"/>
  </w:style>
  <w:style w:type="paragraph" w:customStyle="1" w:styleId="0393BD76E8374BAB8A185D0C1156F582">
    <w:name w:val="0393BD76E8374BAB8A185D0C1156F582"/>
    <w:rsid w:val="00A97ACE"/>
  </w:style>
  <w:style w:type="paragraph" w:customStyle="1" w:styleId="5EE51DC5E59D4BAEAEDA32F6A602E5C8">
    <w:name w:val="5EE51DC5E59D4BAEAEDA32F6A602E5C8"/>
    <w:rsid w:val="00A97ACE"/>
  </w:style>
  <w:style w:type="paragraph" w:customStyle="1" w:styleId="EB743E8259A14D37964202B6FA58337B">
    <w:name w:val="EB743E8259A14D37964202B6FA58337B"/>
    <w:rsid w:val="00A97ACE"/>
  </w:style>
  <w:style w:type="paragraph" w:customStyle="1" w:styleId="567488EE2A2A473487D257F156E6FCC3">
    <w:name w:val="567488EE2A2A473487D257F156E6FCC3"/>
    <w:rsid w:val="00A97ACE"/>
  </w:style>
  <w:style w:type="paragraph" w:customStyle="1" w:styleId="B9C788A622A24741B49EA3085DD8EC3E">
    <w:name w:val="B9C788A622A24741B49EA3085DD8EC3E"/>
    <w:rsid w:val="00A97ACE"/>
  </w:style>
  <w:style w:type="paragraph" w:customStyle="1" w:styleId="692C81B158CC4C5F9AD169CC2BB43BFD">
    <w:name w:val="692C81B158CC4C5F9AD169CC2BB43BFD"/>
    <w:rsid w:val="00A97ACE"/>
  </w:style>
  <w:style w:type="paragraph" w:customStyle="1" w:styleId="DB6A7D54C07D4504BDCBFFA19789E364">
    <w:name w:val="DB6A7D54C07D4504BDCBFFA19789E364"/>
    <w:rsid w:val="00A97ACE"/>
  </w:style>
  <w:style w:type="paragraph" w:customStyle="1" w:styleId="E476AE5B3D804D7D82DEEC9002FFE78B">
    <w:name w:val="E476AE5B3D804D7D82DEEC9002FFE78B"/>
    <w:rsid w:val="00833ADC"/>
  </w:style>
  <w:style w:type="paragraph" w:customStyle="1" w:styleId="8098809FF41149CB8DAB5EEA8557E2CC">
    <w:name w:val="8098809FF41149CB8DAB5EEA8557E2CC"/>
    <w:rsid w:val="00833ADC"/>
  </w:style>
  <w:style w:type="paragraph" w:customStyle="1" w:styleId="559EA7A0DA43431A975DBCE2164F2B821">
    <w:name w:val="559EA7A0DA43431A975DBCE2164F2B8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C4A17B2AD045D38B5EE9CF82C2F05C1">
    <w:name w:val="2FC4A17B2AD045D38B5EE9CF82C2F05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6BF25BF108471BA91333DB40DF779E1">
    <w:name w:val="1D6BF25BF108471BA91333DB40DF779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76AE5B3D804D7D82DEEC9002FFE78B1">
    <w:name w:val="E476AE5B3D804D7D82DEEC9002FFE78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582C74393E44B76B24D849B96F50133">
    <w:name w:val="2582C74393E44B76B24D849B96F5013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E40322F89E540A2A3333A4A54E06C77">
    <w:name w:val="7E40322F89E540A2A3333A4A54E06C7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F5152BCD6A494594E84678D5AE7A18">
    <w:name w:val="B4F5152BCD6A494594E84678D5AE7A1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885DCDBB553469CA7871A1D09FD1C2E">
    <w:name w:val="2885DCDBB553469CA7871A1D09FD1C2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6ECB79F3604C4091D88A560085DB071">
    <w:name w:val="086ECB79F3604C4091D88A560085DB0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F067ACA4EE042D5B2072DB737A9BCC71">
    <w:name w:val="0F067ACA4EE042D5B2072DB737A9BCC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D17DA6BAE5E43CDA8B2021D05527AC91">
    <w:name w:val="5D17DA6BAE5E43CDA8B2021D05527AC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D202DE95A9048128FD71733CFC57F5A">
    <w:name w:val="2D202DE95A9048128FD71733CFC57F5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E741B0572CD42C4AF597DFF9E35D3C51">
    <w:name w:val="DE741B0572CD42C4AF597DFF9E35D3C5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B9A2E873114071AA1C67E928A4FF86">
    <w:name w:val="B1B9A2E873114071AA1C67E928A4FF8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5657463C0C84097800A37305F29D72A">
    <w:name w:val="55657463C0C84097800A37305F29D72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FDA0D2292745FF95A3FB3B263755E6">
    <w:name w:val="F2FDA0D2292745FF95A3FB3B263755E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9AAC7E742645CF921E506DB8BC3317">
    <w:name w:val="E99AAC7E742645CF921E506DB8BC331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1A13B325FE0435BB7DB5CACD5EA46D31">
    <w:name w:val="E1A13B325FE0435BB7DB5CACD5EA46D3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E9B6FEED95349A29F3EF3954240C2FE1">
    <w:name w:val="6E9B6FEED95349A29F3EF3954240C2F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0B65C7244B64DA59E673AF39BE2E6A61">
    <w:name w:val="70B65C7244B64DA59E673AF39BE2E6A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DA9CF57106645EAB05040205AB5778D1">
    <w:name w:val="0DA9CF57106645EAB05040205AB5778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D17BDF298ED479CB60D71077CB20E241">
    <w:name w:val="BD17BDF298ED479CB60D71077CB20E2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58254AB9E46425EBB8828D4BBBC6C641">
    <w:name w:val="D58254AB9E46425EBB8828D4BBBC6C6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3B4D59AA9424F41A966C6F12B2DF9051">
    <w:name w:val="F3B4D59AA9424F41A966C6F12B2DF905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8567149922B442E9D01F5BBB71B3A411">
    <w:name w:val="98567149922B442E9D01F5BBB71B3A41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21F91166944B808F539255C70E98C21">
    <w:name w:val="0321F91166944B808F539255C70E98C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137E148D8874109A3E6CFE75B7AB2DB1">
    <w:name w:val="3137E148D8874109A3E6CFE75B7AB2D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2062C0729EF47D6ADADDEEFC44290B91">
    <w:name w:val="72062C0729EF47D6ADADDEEFC44290B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52D2A6898994C30A91CE121933C6AE61">
    <w:name w:val="352D2A6898994C30A91CE121933C6AE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21B09AE5A484DEEB0951F7DA7516A6E1">
    <w:name w:val="C21B09AE5A484DEEB0951F7DA7516A6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5B7BC3D606B4AF7B527B2AD291B6B4D1">
    <w:name w:val="65B7BC3D606B4AF7B527B2AD291B6B4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E9BC4E1FF9349ED822F27E1889523B81">
    <w:name w:val="4E9BC4E1FF9349ED822F27E1889523B8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EDA760CACF4906AA5260CF9E9823CA1">
    <w:name w:val="EFEDA760CACF4906AA5260CF9E9823C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42E1265F4414622B8AFFED27DBD98001">
    <w:name w:val="142E1265F4414622B8AFFED27DBD98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E8B6E3BE8914EAD983D238B3623CB3D1">
    <w:name w:val="0E8B6E3BE8914EAD983D238B3623CB3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F780BA953E48EA836C3715A9F4FE471">
    <w:name w:val="21F780BA953E48EA836C3715A9F4FE4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6F03B1CAEA0404B8FF16FD7212EBF5F1">
    <w:name w:val="96F03B1CAEA0404B8FF16FD7212EBF5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5D85A01042450CA07F4B80B4D1EE8E1">
    <w:name w:val="F25D85A01042450CA07F4B80B4D1EE8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77C02C270AE48A89DD394F59A62F8121">
    <w:name w:val="277C02C270AE48A89DD394F59A62F81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9FEAF2314C74DB6BE7D95A4701ACB001">
    <w:name w:val="F9FEAF2314C74DB6BE7D95A4701ACB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2DE8E1229814C4998CECDFB6E4AF2C71">
    <w:name w:val="22DE8E1229814C4998CECDFB6E4AF2C7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F3F94C960324326BD558975DA4469701">
    <w:name w:val="0F3F94C960324326BD558975DA44697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C5A4D6BC3004396824D0B1B02E19E421">
    <w:name w:val="EC5A4D6BC3004396824D0B1B02E19E4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AB8B45E8D7A4CF9BF57598F3D70D01B1">
    <w:name w:val="BAB8B45E8D7A4CF9BF57598F3D70D01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0A2954C8524E14A6E30DB871F7B90E1">
    <w:name w:val="8C0A2954C8524E14A6E30DB871F7B90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FAC2929F3094B5899C4842230D241A61">
    <w:name w:val="DFAC2929F3094B5899C4842230D241A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0DF97EA4C34F68AFBCA32FD7D94C7A1">
    <w:name w:val="AE0DF97EA4C34F68AFBCA32FD7D94C7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D6C77818A2849F588AC701D681F64691">
    <w:name w:val="7D6C77818A2849F588AC701D681F646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FFBEBF6BE514DD1A248694F3C011B901">
    <w:name w:val="EFFBEBF6BE514DD1A248694F3C011B9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50C6766902E443D8DAFFE7771A136F61">
    <w:name w:val="050C6766902E443D8DAFFE7771A136F6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483AB40B0D6458EB17207D1A3F9594A1">
    <w:name w:val="9483AB40B0D6458EB17207D1A3F9594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8CC782C44604140A3D64E2FA67BC6441">
    <w:name w:val="E8CC782C44604140A3D64E2FA67BC64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DF5AB40C5F7426683DB369763FFE98B1">
    <w:name w:val="BDF5AB40C5F7426683DB369763FFE98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07CB20429C044329BACCE47B533697E1">
    <w:name w:val="C07CB20429C044329BACCE47B533697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4ABF05EB7BF4535953324F403B3482C1">
    <w:name w:val="54ABF05EB7BF4535953324F403B3482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F1C3324535F49DFBD02DE19B692BD0F1">
    <w:name w:val="BF1C3324535F49DFBD02DE19B692BD0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308221A8C294554BD6FA2F0B241D9B21">
    <w:name w:val="2308221A8C294554BD6FA2F0B241D9B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709891149AF496EA87F8E743852524E1">
    <w:name w:val="C709891149AF496EA87F8E743852524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7F6CE4721804257878CBBA4CA4AF3CC1">
    <w:name w:val="A7F6CE4721804257878CBBA4CA4AF3CC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A21571B0364E659C3C1EF20586BF121">
    <w:name w:val="89A21571B0364E659C3C1EF20586BF1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1D27469D6F04F949F954F6729DA03801">
    <w:name w:val="11D27469D6F04F949F954F6729DA038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88BF47D73F94743B2F1819C1A9C94D41">
    <w:name w:val="188BF47D73F94743B2F1819C1A9C94D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F15C88AFB1B4221937DC5CADE92C50E1">
    <w:name w:val="AF15C88AFB1B4221937DC5CADE92C50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CE961A4532443AFA85F16ACF2A4DC4F1">
    <w:name w:val="CCE961A4532443AFA85F16ACF2A4DC4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DC33BF7A3A41C9894DFF394496D0F21">
    <w:name w:val="89DC33BF7A3A41C9894DFF394496D0F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4413DF147084502891039AD584EE7AB1">
    <w:name w:val="B4413DF147084502891039AD584EE7A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9AEAD0A6ED477982CC0FCE187F08BB1">
    <w:name w:val="6B9AEAD0A6ED477982CC0FCE187F08B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DD051E00BF348B4A09EF5BA514C07691">
    <w:name w:val="1DD051E00BF348B4A09EF5BA514C076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64F85DBC5854769A91A65D972A49FBA1">
    <w:name w:val="E64F85DBC5854769A91A65D972A49FB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E3A2429055F4F37A3550A56091D7F3E1">
    <w:name w:val="EE3A2429055F4F37A3550A56091D7F3E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1350A04AF60440AB99A2FD4F6E8E9841">
    <w:name w:val="41350A04AF60440AB99A2FD4F6E8E98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E5F2E2BAF9346EE9D8CEF2EB7ADAB7B1">
    <w:name w:val="1E5F2E2BAF9346EE9D8CEF2EB7ADAB7B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ACAB050DC24B15897B31E82FCF3CE41">
    <w:name w:val="08ACAB050DC24B15897B31E82FCF3CE4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4CFE4354AD24924A1838FAACF87ED111">
    <w:name w:val="04CFE4354AD24924A1838FAACF87ED11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EE0C16C8FB14DD39EFD83BB155C609F1">
    <w:name w:val="AEE0C16C8FB14DD39EFD83BB155C609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55D48B06924FC89FFD5A85DA5B66991">
    <w:name w:val="9D55D48B06924FC89FFD5A85DA5B6699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F4C67631CA445A19A5F5EFB426FF795">
    <w:name w:val="7F4C67631CA445A19A5F5EFB426FF79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763E9E436714CBBBAA5314EF4FB2007">
    <w:name w:val="0763E9E436714CBBBAA5314EF4FB200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9E468037501436381E62D884A186533">
    <w:name w:val="E9E468037501436381E62D884A18653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DC70BA3FA16489D9FB761C31AEABF21">
    <w:name w:val="FDC70BA3FA16489D9FB761C31AEABF2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75774A6E9B410BBC6E072B1A73F5D9">
    <w:name w:val="E475774A6E9B410BBC6E072B1A73F5D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3145EA51A36456EA1168A77080E76BF">
    <w:name w:val="A3145EA51A36456EA1168A77080E76B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940C28F137A4454967F9A9C1DD06C8B">
    <w:name w:val="8940C28F137A4454967F9A9C1DD06C8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F6E8D920F42476F86CC342AFE67007B">
    <w:name w:val="2F6E8D920F42476F86CC342AFE67007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DFB7126833A4114B3EC0D215F3EACD1">
    <w:name w:val="9DFB7126833A4114B3EC0D215F3EACD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8F39AE717464C049BB9D447170AACD8">
    <w:name w:val="C8F39AE717464C049BB9D447170AACD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B076BD686DE4BBFA3AA2F2586CEE885">
    <w:name w:val="6B076BD686DE4BBFA3AA2F2586CEE88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BB57FE5FBD440BAB7C728F8A9091F60">
    <w:name w:val="DBB57FE5FBD440BAB7C728F8A9091F6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BA7DFB2EFC54E458F7EADB6613AB43B">
    <w:name w:val="ABA7DFB2EFC54E458F7EADB6613AB43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22227FD0A9427E985627A95D226D7E">
    <w:name w:val="0322227FD0A9427E985627A95D226D7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844D09E8FFF4BDAADAED96DC827863C">
    <w:name w:val="7844D09E8FFF4BDAADAED96DC827863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79036072F94465292E4C36786286EB5">
    <w:name w:val="579036072F94465292E4C36786286EB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7DC8DC6E7FA45B7879D928DD4B8B040">
    <w:name w:val="77DC8DC6E7FA45B7879D928DD4B8B04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AC5320B4A4542F9AA22ED3D4AE97D47">
    <w:name w:val="CAC5320B4A4542F9AA22ED3D4AE97D4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90AEF6415EA466BA0B65BDA92F39978">
    <w:name w:val="690AEF6415EA466BA0B65BDA92F3997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953CC6BAE904CF09D334E912F3CEEFA">
    <w:name w:val="F953CC6BAE904CF09D334E912F3CEEF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E7BE3EA35584F52A7BD076C306B3514">
    <w:name w:val="5E7BE3EA35584F52A7BD076C306B3514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3E00181C29A40C180E9645EE76B7FAD">
    <w:name w:val="83E00181C29A40C180E9645EE76B7FA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3B4EA8E2C0F46C4903D71E80732C73C">
    <w:name w:val="E3B4EA8E2C0F46C4903D71E80732C73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C0883CA297D4ACCA184A7A373DB9610">
    <w:name w:val="2C0883CA297D4ACCA184A7A373DB9610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02F13023FA448059CEE0DFBA546E7A1">
    <w:name w:val="E02F13023FA448059CEE0DFBA546E7A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DF7D5B479A140B089C78377429DD1B2">
    <w:name w:val="DDF7D5B479A140B089C78377429DD1B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496CECD149D48908791129D30C3EDF7">
    <w:name w:val="E496CECD149D48908791129D30C3EDF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11DF1D030E841DBB75831F6230F10CC">
    <w:name w:val="211DF1D030E841DBB75831F6230F10C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21D4EBA67154A04AB243F5129FFA21B">
    <w:name w:val="F21D4EBA67154A04AB243F5129FFA21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89774D3FE374DC096995DF77C1ADC8D">
    <w:name w:val="B89774D3FE374DC096995DF77C1ADC8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F5D05A5DBE8A4F4E8339449A5387F3FC">
    <w:name w:val="F5D05A5DBE8A4F4E8339449A5387F3F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FF53AA82308439285A6101D52082C8D">
    <w:name w:val="3FF53AA82308439285A6101D52082C8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11C97FFCAC54697947082879831850A">
    <w:name w:val="811C97FFCAC54697947082879831850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80E53B9E03240CBA4C44C33FCD4CCF4">
    <w:name w:val="080E53B9E03240CBA4C44C33FCD4CCF4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AC0D6BDBCA140FEBBA31D7BE108E3EF">
    <w:name w:val="DAC0D6BDBCA140FEBBA31D7BE108E3E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DEC53A72CB1489C919DD29EA5E6BEC8">
    <w:name w:val="8DEC53A72CB1489C919DD29EA5E6BEC8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75F2B850BC1454E91B1A35A2D1D0E2F">
    <w:name w:val="375F2B850BC1454E91B1A35A2D1D0E2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7A3CD82FFAAA44CAB99F3DD24A75EC25">
    <w:name w:val="7A3CD82FFAAA44CAB99F3DD24A75EC2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FAF40659B22466BACB83CD407F03319">
    <w:name w:val="5FAF40659B22466BACB83CD407F0331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1C0641C94E64AC084C07B94A910687C">
    <w:name w:val="B1C0641C94E64AC084C07B94A910687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945EF65EA184E0BADF1ABE3FAF43C81">
    <w:name w:val="5945EF65EA184E0BADF1ABE3FAF43C8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D86D2AB36D154FF7AC5A2477B86722BA">
    <w:name w:val="D86D2AB36D154FF7AC5A2477B86722BA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0F912FAC5E04E08A0ADF52B505C19AF">
    <w:name w:val="00F912FAC5E04E08A0ADF52B505C19A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93284192C6E440FA37259E433A3167E">
    <w:name w:val="293284192C6E440FA37259E433A3167E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EE54347D99743619E04D90D0B7987F1">
    <w:name w:val="BEE54347D99743619E04D90D0B7987F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634B04BFD574B1EAF0AEAB9637FB9A9">
    <w:name w:val="B634B04BFD574B1EAF0AEAB9637FB9A9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56765A5008D48448C9537281D779455">
    <w:name w:val="E56765A5008D48448C9537281D779455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3EE0ADD804C4865A075C6E2E0E8AF42">
    <w:name w:val="43EE0ADD804C4865A075C6E2E0E8AF4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3C15C1AD36B494698711B5C5F924A36">
    <w:name w:val="B3C15C1AD36B494698711B5C5F924A3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A4BA9F384BDA40BA9388E66A4D226001">
    <w:name w:val="A4BA9F384BDA40BA9388E66A4D226001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EC4337A708C4F959F0D0853D15EB576">
    <w:name w:val="0EC4337A708C4F959F0D0853D15EB576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5077E0D8908E4858814CC5D240602D06">
    <w:name w:val="5077E0D8908E4858814CC5D240602D06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F12A45037394DCEB98187C1DA472D02">
    <w:name w:val="4F12A45037394DCEB98187C1DA472D02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99E1299AFB834798B28A7897AAB02C82">
    <w:name w:val="99E1299AFB834798B28A7897AAB02C8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BA0BB7EF245F4777AB8FA5A0833A17DC">
    <w:name w:val="BA0BB7EF245F4777AB8FA5A0833A17DC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8C5E1E47FBD840B4A4A63BFC47A6D523">
    <w:name w:val="8C5E1E47FBD840B4A4A63BFC47A6D52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6EF7B7B818464870A6D01FE3A792F473">
    <w:name w:val="6EF7B7B818464870A6D01FE3A792F473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7E083DA0AB84248928F7FCF248D74AB">
    <w:name w:val="17E083DA0AB84248928F7FCF248D74AB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BF2EC35AE574DC3B678D708428B18D7">
    <w:name w:val="0BF2EC35AE574DC3B678D708428B18D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A8C4AB18231461A822124135CFB3697">
    <w:name w:val="3A8C4AB18231461A822124135CFB3697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5904B0ACCDB45599497BA6A1AEBF27D">
    <w:name w:val="35904B0ACCDB45599497BA6A1AEBF27D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0345726F95614B51A8F69FFE3260C6B2">
    <w:name w:val="0345726F95614B51A8F69FFE3260C6B2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E560068E2BA47759E3E37BD3F69421F">
    <w:name w:val="EE560068E2BA47759E3E37BD3F69421F"/>
    <w:rsid w:val="00833ADC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3BDF22F30031450DA9698AA3C2BAB58B">
    <w:name w:val="3BDF22F30031450DA9698AA3C2BAB58B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45FDE907BE43450EB9063897E3E8B867">
    <w:name w:val="45FDE907BE43450EB9063897E3E8B867"/>
    <w:rsid w:val="00833ADC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2E0050E4E7C240F68CAF6CEAC151BDE4">
    <w:name w:val="2E0050E4E7C240F68CAF6CEAC151BDE4"/>
    <w:rsid w:val="00833ADC"/>
  </w:style>
  <w:style w:type="paragraph" w:customStyle="1" w:styleId="D9D894532216404DA1DD5F714EBF9024">
    <w:name w:val="D9D894532216404DA1DD5F714EBF9024"/>
    <w:rsid w:val="00833ADC"/>
  </w:style>
  <w:style w:type="paragraph" w:customStyle="1" w:styleId="B868D3C28D384621BB5336009BC02587">
    <w:name w:val="B868D3C28D384621BB5336009BC02587"/>
    <w:rsid w:val="00833ADC"/>
  </w:style>
  <w:style w:type="paragraph" w:customStyle="1" w:styleId="4012E320A99F45B6805EE14C82100A49">
    <w:name w:val="4012E320A99F45B6805EE14C82100A49"/>
    <w:rsid w:val="00833ADC"/>
  </w:style>
  <w:style w:type="paragraph" w:customStyle="1" w:styleId="789BBEABBE3C43339536BF5B2D31A53B">
    <w:name w:val="789BBEABBE3C43339536BF5B2D31A53B"/>
    <w:rsid w:val="00833ADC"/>
  </w:style>
  <w:style w:type="paragraph" w:customStyle="1" w:styleId="AA99E97234C7485B8EB4DB8845738F26">
    <w:name w:val="AA99E97234C7485B8EB4DB8845738F26"/>
    <w:rsid w:val="00833ADC"/>
  </w:style>
  <w:style w:type="paragraph" w:customStyle="1" w:styleId="116CE36A84BB4F91B56094AC63B1B392">
    <w:name w:val="116CE36A84BB4F91B56094AC63B1B392"/>
    <w:rsid w:val="00833ADC"/>
  </w:style>
  <w:style w:type="paragraph" w:customStyle="1" w:styleId="6B76A752D25C4B39AD9BA78C246EE282">
    <w:name w:val="6B76A752D25C4B39AD9BA78C246EE282"/>
    <w:rsid w:val="00833ADC"/>
  </w:style>
  <w:style w:type="paragraph" w:customStyle="1" w:styleId="2EB91D2C87DD481EA3344C9999A56D79">
    <w:name w:val="2EB91D2C87DD481EA3344C9999A56D79"/>
    <w:rsid w:val="00833ADC"/>
  </w:style>
  <w:style w:type="paragraph" w:customStyle="1" w:styleId="B3D0375D33CC42AEA2150DEEDE6E5E45">
    <w:name w:val="B3D0375D33CC42AEA2150DEEDE6E5E45"/>
    <w:rsid w:val="00833ADC"/>
  </w:style>
  <w:style w:type="paragraph" w:customStyle="1" w:styleId="28DC2B743DB04512A07A613EB7669F18">
    <w:name w:val="28DC2B743DB04512A07A613EB7669F18"/>
    <w:rsid w:val="00833ADC"/>
  </w:style>
  <w:style w:type="paragraph" w:customStyle="1" w:styleId="C132D0DB3442479A97CCAE9BAC8BBD37">
    <w:name w:val="C132D0DB3442479A97CCAE9BAC8BBD37"/>
    <w:rsid w:val="00833ADC"/>
  </w:style>
  <w:style w:type="paragraph" w:customStyle="1" w:styleId="20AA0CB9C0D348B99AC62810F00CF5FF">
    <w:name w:val="20AA0CB9C0D348B99AC62810F00CF5FF"/>
    <w:rsid w:val="00833ADC"/>
  </w:style>
  <w:style w:type="paragraph" w:customStyle="1" w:styleId="7885CDC072304590B8F6B815ECEDD942">
    <w:name w:val="7885CDC072304590B8F6B815ECEDD942"/>
    <w:rsid w:val="00833ADC"/>
  </w:style>
  <w:style w:type="paragraph" w:customStyle="1" w:styleId="2D2DA776991845C18558AC211B25335A">
    <w:name w:val="2D2DA776991845C18558AC211B25335A"/>
    <w:rsid w:val="00833ADC"/>
  </w:style>
  <w:style w:type="paragraph" w:customStyle="1" w:styleId="DAC56A928DB04AEC9C7AE3167D032F0B">
    <w:name w:val="DAC56A928DB04AEC9C7AE3167D032F0B"/>
    <w:rsid w:val="00833ADC"/>
  </w:style>
  <w:style w:type="paragraph" w:customStyle="1" w:styleId="61AE8364951B4877BD6219E5C30B74AA">
    <w:name w:val="61AE8364951B4877BD6219E5C30B74AA"/>
    <w:rsid w:val="00833ADC"/>
  </w:style>
  <w:style w:type="paragraph" w:customStyle="1" w:styleId="B0C6994476574E1D8805C6C751E7831D">
    <w:name w:val="B0C6994476574E1D8805C6C751E7831D"/>
    <w:rsid w:val="00833ADC"/>
  </w:style>
  <w:style w:type="paragraph" w:customStyle="1" w:styleId="1C43735568FA434EB778830C68930A4D">
    <w:name w:val="1C43735568FA434EB778830C68930A4D"/>
    <w:rsid w:val="00833ADC"/>
  </w:style>
  <w:style w:type="paragraph" w:customStyle="1" w:styleId="D385C8A4CC494A5C97DB827F25521118">
    <w:name w:val="D385C8A4CC494A5C97DB827F25521118"/>
    <w:rsid w:val="00833ADC"/>
  </w:style>
  <w:style w:type="paragraph" w:customStyle="1" w:styleId="893D5B19EC5946E1AC22D73A25D831EC">
    <w:name w:val="893D5B19EC5946E1AC22D73A25D831EC"/>
    <w:rsid w:val="00833ADC"/>
  </w:style>
  <w:style w:type="paragraph" w:customStyle="1" w:styleId="6D48466298084041ABFE7239B6269AC6">
    <w:name w:val="6D48466298084041ABFE7239B6269AC6"/>
    <w:rsid w:val="00833ADC"/>
  </w:style>
  <w:style w:type="paragraph" w:customStyle="1" w:styleId="5C30745A178E4A7BBC8B7A09F9ADC78F">
    <w:name w:val="5C30745A178E4A7BBC8B7A09F9ADC78F"/>
    <w:rsid w:val="00833ADC"/>
  </w:style>
  <w:style w:type="paragraph" w:customStyle="1" w:styleId="41D698F3462447B793F86A321C6DC10A">
    <w:name w:val="41D698F3462447B793F86A321C6DC10A"/>
    <w:rsid w:val="00833ADC"/>
  </w:style>
  <w:style w:type="paragraph" w:customStyle="1" w:styleId="C060D13FAF794E4EBCEA27A6D8BDBC8E">
    <w:name w:val="C060D13FAF794E4EBCEA27A6D8BDBC8E"/>
    <w:rsid w:val="00833ADC"/>
  </w:style>
  <w:style w:type="paragraph" w:customStyle="1" w:styleId="F1091A4ECC73456BB45E1FAD8952CFAE">
    <w:name w:val="F1091A4ECC73456BB45E1FAD8952CFAE"/>
    <w:rsid w:val="00833ADC"/>
  </w:style>
  <w:style w:type="paragraph" w:customStyle="1" w:styleId="BA82F3F053FA44C68B57E7ACDCD95A1A">
    <w:name w:val="BA82F3F053FA44C68B57E7ACDCD95A1A"/>
    <w:rsid w:val="00833ADC"/>
  </w:style>
  <w:style w:type="paragraph" w:customStyle="1" w:styleId="1426D661A076488DA5627C7AA100E88C">
    <w:name w:val="1426D661A076488DA5627C7AA100E88C"/>
    <w:rsid w:val="00833ADC"/>
  </w:style>
  <w:style w:type="paragraph" w:customStyle="1" w:styleId="830759018A934812AC179383AE98D00C">
    <w:name w:val="830759018A934812AC179383AE98D00C"/>
    <w:rsid w:val="00833ADC"/>
  </w:style>
  <w:style w:type="paragraph" w:customStyle="1" w:styleId="FD21B1684AD5435CABAEA0AE2C6B819B">
    <w:name w:val="FD21B1684AD5435CABAEA0AE2C6B819B"/>
    <w:rsid w:val="00833ADC"/>
  </w:style>
  <w:style w:type="paragraph" w:customStyle="1" w:styleId="2D44EB0198B249E09367384CB2CEC4D4">
    <w:name w:val="2D44EB0198B249E09367384CB2CEC4D4"/>
    <w:rsid w:val="00833ADC"/>
  </w:style>
  <w:style w:type="paragraph" w:customStyle="1" w:styleId="5A0292832D0A472E84D1F903F9221057">
    <w:name w:val="5A0292832D0A472E84D1F903F9221057"/>
    <w:rsid w:val="00833ADC"/>
  </w:style>
  <w:style w:type="paragraph" w:customStyle="1" w:styleId="ABBD7D694A1C411782028AE83398DB8A">
    <w:name w:val="ABBD7D694A1C411782028AE83398DB8A"/>
    <w:rsid w:val="00833ADC"/>
  </w:style>
  <w:style w:type="paragraph" w:customStyle="1" w:styleId="CB6967AD271B499EB0B9249B797F615C">
    <w:name w:val="CB6967AD271B499EB0B9249B797F615C"/>
    <w:rsid w:val="00833ADC"/>
  </w:style>
  <w:style w:type="paragraph" w:customStyle="1" w:styleId="13D37BD8BD424FBBB7C74BB82BB735DF">
    <w:name w:val="13D37BD8BD424FBBB7C74BB82BB735DF"/>
    <w:rsid w:val="00833ADC"/>
  </w:style>
  <w:style w:type="paragraph" w:customStyle="1" w:styleId="E807EC62DF3640D2941A93C5C2DC5CB7">
    <w:name w:val="E807EC62DF3640D2941A93C5C2DC5CB7"/>
    <w:rsid w:val="00833ADC"/>
  </w:style>
  <w:style w:type="paragraph" w:customStyle="1" w:styleId="98F6C72452354334B0F1346EEE4584B2">
    <w:name w:val="98F6C72452354334B0F1346EEE4584B2"/>
    <w:rsid w:val="00833ADC"/>
  </w:style>
  <w:style w:type="paragraph" w:customStyle="1" w:styleId="B1248CD222C84D2B872E405D297A8774">
    <w:name w:val="B1248CD222C84D2B872E405D297A8774"/>
    <w:rsid w:val="00833ADC"/>
  </w:style>
  <w:style w:type="paragraph" w:customStyle="1" w:styleId="9E9A198332EF4498A5B86FB9B8EF47DB">
    <w:name w:val="9E9A198332EF4498A5B86FB9B8EF47DB"/>
    <w:rsid w:val="00833ADC"/>
  </w:style>
  <w:style w:type="paragraph" w:customStyle="1" w:styleId="B14589BC5C1545E2A8061EDD697B539C">
    <w:name w:val="B14589BC5C1545E2A8061EDD697B539C"/>
    <w:rsid w:val="00833ADC"/>
  </w:style>
  <w:style w:type="paragraph" w:customStyle="1" w:styleId="F0FF6133E3D34A478754A3A6CCCD8EBF">
    <w:name w:val="F0FF6133E3D34A478754A3A6CCCD8EBF"/>
    <w:rsid w:val="00833ADC"/>
  </w:style>
  <w:style w:type="paragraph" w:customStyle="1" w:styleId="69CBFA9F698D4709A6A572164343BF8A">
    <w:name w:val="69CBFA9F698D4709A6A572164343BF8A"/>
    <w:rsid w:val="00833ADC"/>
  </w:style>
  <w:style w:type="paragraph" w:customStyle="1" w:styleId="7D0BCA3785994520992414B0F5E2DE91">
    <w:name w:val="7D0BCA3785994520992414B0F5E2DE91"/>
    <w:rsid w:val="00833ADC"/>
  </w:style>
  <w:style w:type="paragraph" w:customStyle="1" w:styleId="A21066A4C67544159D1C588D7F7E96CD">
    <w:name w:val="A21066A4C67544159D1C588D7F7E96CD"/>
    <w:rsid w:val="00833ADC"/>
  </w:style>
  <w:style w:type="paragraph" w:customStyle="1" w:styleId="7DAF2BE125C74441A7AAA597D7DAA743">
    <w:name w:val="7DAF2BE125C74441A7AAA597D7DAA743"/>
    <w:rsid w:val="00833ADC"/>
  </w:style>
  <w:style w:type="paragraph" w:customStyle="1" w:styleId="66A0305489674530A4055747EF2E26F0">
    <w:name w:val="66A0305489674530A4055747EF2E26F0"/>
    <w:rsid w:val="00833ADC"/>
  </w:style>
  <w:style w:type="paragraph" w:customStyle="1" w:styleId="BE5AA0ED8F3943839A5319F77CF0D545">
    <w:name w:val="BE5AA0ED8F3943839A5319F77CF0D545"/>
    <w:rsid w:val="00833ADC"/>
  </w:style>
  <w:style w:type="paragraph" w:customStyle="1" w:styleId="865DC6B08F8246D1B3823503972B8D0C">
    <w:name w:val="865DC6B08F8246D1B3823503972B8D0C"/>
    <w:rsid w:val="00833ADC"/>
  </w:style>
  <w:style w:type="paragraph" w:customStyle="1" w:styleId="0134986C69A245E8B1C68B26EF7FC4C7">
    <w:name w:val="0134986C69A245E8B1C68B26EF7FC4C7"/>
    <w:rsid w:val="00833ADC"/>
  </w:style>
  <w:style w:type="paragraph" w:customStyle="1" w:styleId="24C600C77A0F4F569EFA9DD77A99B441">
    <w:name w:val="24C600C77A0F4F569EFA9DD77A99B441"/>
    <w:rsid w:val="00833ADC"/>
  </w:style>
  <w:style w:type="paragraph" w:customStyle="1" w:styleId="CAEB823E561443A3B4AC99C6712FBDC0">
    <w:name w:val="CAEB823E561443A3B4AC99C6712FBDC0"/>
    <w:rsid w:val="00833ADC"/>
  </w:style>
  <w:style w:type="paragraph" w:customStyle="1" w:styleId="46A7DEA7C9D1477B806F717BDA257E7F">
    <w:name w:val="46A7DEA7C9D1477B806F717BDA257E7F"/>
    <w:rsid w:val="00833ADC"/>
  </w:style>
  <w:style w:type="paragraph" w:customStyle="1" w:styleId="E592BC98DBE94484A8EDA8FB7187ABBB">
    <w:name w:val="E592BC98DBE94484A8EDA8FB7187ABBB"/>
    <w:rsid w:val="00833ADC"/>
  </w:style>
  <w:style w:type="paragraph" w:customStyle="1" w:styleId="70C733C5A2D142698975D1FF7D950854">
    <w:name w:val="70C733C5A2D142698975D1FF7D950854"/>
    <w:rsid w:val="00415E84"/>
  </w:style>
  <w:style w:type="paragraph" w:customStyle="1" w:styleId="674D526F458645C8AAD84ECF00D00CE1">
    <w:name w:val="674D526F458645C8AAD84ECF00D00CE1"/>
    <w:rsid w:val="00415E84"/>
  </w:style>
  <w:style w:type="paragraph" w:customStyle="1" w:styleId="BA7DB35ADBEA4ADF8265823FC1B728A1">
    <w:name w:val="BA7DB35ADBEA4ADF8265823FC1B728A1"/>
    <w:rsid w:val="00415E84"/>
  </w:style>
  <w:style w:type="paragraph" w:customStyle="1" w:styleId="630C8AA6FD1C4DC2B0C7DC38DC10311F">
    <w:name w:val="630C8AA6FD1C4DC2B0C7DC38DC10311F"/>
    <w:rsid w:val="00415E84"/>
  </w:style>
  <w:style w:type="paragraph" w:customStyle="1" w:styleId="DD0BECD914EF4ECBABDCBD2D6BB469E8">
    <w:name w:val="DD0BECD914EF4ECBABDCBD2D6BB469E8"/>
    <w:rsid w:val="00415E84"/>
  </w:style>
  <w:style w:type="paragraph" w:customStyle="1" w:styleId="8E41E2E5957D4C1C86477064F6672EF5">
    <w:name w:val="8E41E2E5957D4C1C86477064F6672EF5"/>
    <w:rsid w:val="00415E84"/>
  </w:style>
  <w:style w:type="paragraph" w:customStyle="1" w:styleId="BFA3756617E64129A4717B65449E6A89">
    <w:name w:val="BFA3756617E64129A4717B65449E6A89"/>
    <w:rsid w:val="00415E84"/>
  </w:style>
  <w:style w:type="paragraph" w:customStyle="1" w:styleId="21965FC6220C4231A2D30040C07C0915">
    <w:name w:val="21965FC6220C4231A2D30040C07C0915"/>
    <w:rsid w:val="00415E84"/>
  </w:style>
  <w:style w:type="paragraph" w:customStyle="1" w:styleId="AA7B1467E13F446589754BD369E57E05">
    <w:name w:val="AA7B1467E13F446589754BD369E57E05"/>
    <w:rsid w:val="00415E84"/>
  </w:style>
  <w:style w:type="paragraph" w:customStyle="1" w:styleId="8EDAA7FC2D3F4537B5EB616B47B58B96">
    <w:name w:val="8EDAA7FC2D3F4537B5EB616B47B58B96"/>
    <w:rsid w:val="00415E84"/>
  </w:style>
  <w:style w:type="paragraph" w:customStyle="1" w:styleId="D13D4B14AEBF4DD88EBFA1BDD6DCC97C">
    <w:name w:val="D13D4B14AEBF4DD88EBFA1BDD6DCC97C"/>
    <w:rsid w:val="00216FF3"/>
  </w:style>
  <w:style w:type="paragraph" w:customStyle="1" w:styleId="BDA44273DE914B739917EFAC4AAF499D">
    <w:name w:val="BDA44273DE914B739917EFAC4AAF499D"/>
    <w:rsid w:val="00216FF3"/>
  </w:style>
  <w:style w:type="paragraph" w:customStyle="1" w:styleId="C42EAC04D72940C1912C2327F5E433D6">
    <w:name w:val="C42EAC04D72940C1912C2327F5E433D6"/>
    <w:rsid w:val="00216FF3"/>
  </w:style>
  <w:style w:type="paragraph" w:customStyle="1" w:styleId="E4C204BC23614E86A28111DFC7855B50">
    <w:name w:val="E4C204BC23614E86A28111DFC7855B50"/>
    <w:rsid w:val="00216FF3"/>
  </w:style>
  <w:style w:type="paragraph" w:customStyle="1" w:styleId="D14EDBEAAB9F4AC88B9D8562916D9CC9">
    <w:name w:val="D14EDBEAAB9F4AC88B9D8562916D9CC9"/>
    <w:rsid w:val="00216FF3"/>
  </w:style>
  <w:style w:type="paragraph" w:customStyle="1" w:styleId="2B413E922E5348469E064D33A33573CB">
    <w:name w:val="2B413E922E5348469E064D33A33573CB"/>
    <w:rsid w:val="00216FF3"/>
  </w:style>
  <w:style w:type="paragraph" w:customStyle="1" w:styleId="9C5AB95B82E84DF5AECD3695D42486A9">
    <w:name w:val="9C5AB95B82E84DF5AECD3695D42486A9"/>
    <w:rsid w:val="00216FF3"/>
  </w:style>
  <w:style w:type="paragraph" w:customStyle="1" w:styleId="095DF6EA771A402886ECE54DF886283E">
    <w:name w:val="095DF6EA771A402886ECE54DF886283E"/>
    <w:rsid w:val="00216FF3"/>
  </w:style>
  <w:style w:type="paragraph" w:customStyle="1" w:styleId="7A6FA8CB0E244083BE8B7736F6E0FFC5">
    <w:name w:val="7A6FA8CB0E244083BE8B7736F6E0FFC5"/>
    <w:rsid w:val="00216FF3"/>
  </w:style>
  <w:style w:type="paragraph" w:customStyle="1" w:styleId="D16C41CAA14943448910704FB3EF457C">
    <w:name w:val="D16C41CAA14943448910704FB3EF457C"/>
    <w:rsid w:val="00216FF3"/>
  </w:style>
  <w:style w:type="paragraph" w:customStyle="1" w:styleId="5F46DE35C578438C9220A93E71987634">
    <w:name w:val="5F46DE35C578438C9220A93E71987634"/>
    <w:rsid w:val="00216FF3"/>
  </w:style>
  <w:style w:type="paragraph" w:customStyle="1" w:styleId="C7A2D80D66974C5A9003B074F8036DCC">
    <w:name w:val="C7A2D80D66974C5A9003B074F8036DCC"/>
    <w:rsid w:val="00216FF3"/>
  </w:style>
  <w:style w:type="paragraph" w:customStyle="1" w:styleId="2DC445FC72D5484AA179834B9BB09344">
    <w:name w:val="2DC445FC72D5484AA179834B9BB09344"/>
    <w:rsid w:val="00216FF3"/>
  </w:style>
  <w:style w:type="paragraph" w:customStyle="1" w:styleId="070397C6BB3A46AF935F41796C9C2FE1">
    <w:name w:val="070397C6BB3A46AF935F41796C9C2FE1"/>
    <w:rsid w:val="00216FF3"/>
  </w:style>
  <w:style w:type="paragraph" w:customStyle="1" w:styleId="A09350DD77BB45EB9BC685A91E29F5EB">
    <w:name w:val="A09350DD77BB45EB9BC685A91E29F5EB"/>
    <w:rsid w:val="00216FF3"/>
  </w:style>
  <w:style w:type="paragraph" w:customStyle="1" w:styleId="4080FA3A59CB42F18A8E993278CA72CC">
    <w:name w:val="4080FA3A59CB42F18A8E993278CA72CC"/>
    <w:rsid w:val="00216FF3"/>
  </w:style>
  <w:style w:type="paragraph" w:customStyle="1" w:styleId="DD15321067474E8199EF6A21E0B8A642">
    <w:name w:val="DD15321067474E8199EF6A21E0B8A642"/>
    <w:rsid w:val="00216FF3"/>
  </w:style>
  <w:style w:type="paragraph" w:customStyle="1" w:styleId="414A06E5849942389F3A4B2A98A58338">
    <w:name w:val="414A06E5849942389F3A4B2A98A58338"/>
    <w:rsid w:val="00216FF3"/>
  </w:style>
  <w:style w:type="paragraph" w:customStyle="1" w:styleId="3125945FA31A4689BB929F4A03E8AACD">
    <w:name w:val="3125945FA31A4689BB929F4A03E8AACD"/>
    <w:rsid w:val="00216FF3"/>
  </w:style>
  <w:style w:type="paragraph" w:customStyle="1" w:styleId="DE02594E19A8496EBA29A8B352E74676">
    <w:name w:val="DE02594E19A8496EBA29A8B352E74676"/>
    <w:rsid w:val="00216FF3"/>
  </w:style>
  <w:style w:type="paragraph" w:customStyle="1" w:styleId="9CF72C5A6A8C4D3DA0101B661FE6A6DA">
    <w:name w:val="9CF72C5A6A8C4D3DA0101B661FE6A6DA"/>
    <w:rsid w:val="00216FF3"/>
  </w:style>
  <w:style w:type="paragraph" w:customStyle="1" w:styleId="ECC2315C38C140EBB78C079B5D6A821F">
    <w:name w:val="ECC2315C38C140EBB78C079B5D6A821F"/>
    <w:rsid w:val="00216FF3"/>
  </w:style>
  <w:style w:type="paragraph" w:customStyle="1" w:styleId="63C22D2B5FC14EC18860DB80A6E5E2D0">
    <w:name w:val="63C22D2B5FC14EC18860DB80A6E5E2D0"/>
    <w:rsid w:val="00216FF3"/>
  </w:style>
  <w:style w:type="paragraph" w:customStyle="1" w:styleId="41A41B3F744541F3B8B03C0B2030DB43">
    <w:name w:val="41A41B3F744541F3B8B03C0B2030DB43"/>
    <w:rsid w:val="00216FF3"/>
  </w:style>
  <w:style w:type="paragraph" w:customStyle="1" w:styleId="07CEFC1450244AC7BC6470A66D70A6D3">
    <w:name w:val="07CEFC1450244AC7BC6470A66D70A6D3"/>
    <w:rsid w:val="00216FF3"/>
  </w:style>
  <w:style w:type="paragraph" w:customStyle="1" w:styleId="FC516A2A0EDF47109AFAAC247696DDFC">
    <w:name w:val="FC516A2A0EDF47109AFAAC247696DDFC"/>
    <w:rsid w:val="00216FF3"/>
  </w:style>
  <w:style w:type="paragraph" w:customStyle="1" w:styleId="DEA8EEC3EDD445DBA4D337F0CDBB0564">
    <w:name w:val="DEA8EEC3EDD445DBA4D337F0CDBB0564"/>
    <w:rsid w:val="00216FF3"/>
  </w:style>
  <w:style w:type="paragraph" w:customStyle="1" w:styleId="4D60A3BB04EC40CBA1C8892B6DB517E8">
    <w:name w:val="4D60A3BB04EC40CBA1C8892B6DB517E8"/>
    <w:rsid w:val="00216FF3"/>
  </w:style>
  <w:style w:type="paragraph" w:customStyle="1" w:styleId="CF9143DA2E544E9D85C5D58ACD1CA69B">
    <w:name w:val="CF9143DA2E544E9D85C5D58ACD1CA69B"/>
    <w:rsid w:val="00216FF3"/>
  </w:style>
  <w:style w:type="paragraph" w:customStyle="1" w:styleId="56EA73E00556456B81707832DB3E9A8E">
    <w:name w:val="56EA73E00556456B81707832DB3E9A8E"/>
    <w:rsid w:val="00216FF3"/>
  </w:style>
  <w:style w:type="paragraph" w:customStyle="1" w:styleId="241B8BCC6B454BF5B794DABA32AC03C9">
    <w:name w:val="241B8BCC6B454BF5B794DABA32AC03C9"/>
    <w:rsid w:val="00216FF3"/>
  </w:style>
  <w:style w:type="paragraph" w:customStyle="1" w:styleId="2C901CE86BAB455DA4713593C062567A">
    <w:name w:val="2C901CE86BAB455DA4713593C062567A"/>
    <w:rsid w:val="00216FF3"/>
  </w:style>
  <w:style w:type="paragraph" w:customStyle="1" w:styleId="0B36DDC6D754442F8C6AB393928FA29A">
    <w:name w:val="0B36DDC6D754442F8C6AB393928FA29A"/>
    <w:rsid w:val="00216FF3"/>
  </w:style>
  <w:style w:type="paragraph" w:customStyle="1" w:styleId="0F4009E7451B4EE788E2774D59AF6536">
    <w:name w:val="0F4009E7451B4EE788E2774D59AF6536"/>
    <w:rsid w:val="00216FF3"/>
  </w:style>
  <w:style w:type="paragraph" w:customStyle="1" w:styleId="8F4B5431711C4B75A8C3682B8BAE4E97">
    <w:name w:val="8F4B5431711C4B75A8C3682B8BAE4E97"/>
    <w:rsid w:val="00216FF3"/>
  </w:style>
  <w:style w:type="paragraph" w:customStyle="1" w:styleId="9B14AD3944594EC2B79847C915B355E8">
    <w:name w:val="9B14AD3944594EC2B79847C915B355E8"/>
    <w:rsid w:val="00216FF3"/>
  </w:style>
  <w:style w:type="paragraph" w:customStyle="1" w:styleId="5B3BD6DFE7334073B145CD7942BF3E81">
    <w:name w:val="5B3BD6DFE7334073B145CD7942BF3E81"/>
    <w:rsid w:val="00216FF3"/>
  </w:style>
  <w:style w:type="paragraph" w:customStyle="1" w:styleId="74BC325A369A43A8AAF3B124043E2EDB">
    <w:name w:val="74BC325A369A43A8AAF3B124043E2EDB"/>
    <w:rsid w:val="00216FF3"/>
  </w:style>
  <w:style w:type="paragraph" w:customStyle="1" w:styleId="82E2365C5C23486F998F1359C6DD74D4">
    <w:name w:val="82E2365C5C23486F998F1359C6DD74D4"/>
    <w:rsid w:val="00216FF3"/>
  </w:style>
  <w:style w:type="paragraph" w:customStyle="1" w:styleId="BBD19D0D418B4D4BAB2498F16A80EE2C">
    <w:name w:val="BBD19D0D418B4D4BAB2498F16A80EE2C"/>
    <w:rsid w:val="00216FF3"/>
  </w:style>
  <w:style w:type="paragraph" w:customStyle="1" w:styleId="F065D2CDFD8345E6A151ACF2D2A128B3">
    <w:name w:val="F065D2CDFD8345E6A151ACF2D2A128B3"/>
    <w:rsid w:val="00216FF3"/>
  </w:style>
  <w:style w:type="paragraph" w:customStyle="1" w:styleId="C5EF9D3BD2DE45E188E2C7B8E9FF7F77">
    <w:name w:val="C5EF9D3BD2DE45E188E2C7B8E9FF7F77"/>
    <w:rsid w:val="00216FF3"/>
  </w:style>
  <w:style w:type="paragraph" w:customStyle="1" w:styleId="69CDBB06B3184014B63867850A671B3B">
    <w:name w:val="69CDBB06B3184014B63867850A671B3B"/>
    <w:rsid w:val="00216FF3"/>
  </w:style>
  <w:style w:type="paragraph" w:customStyle="1" w:styleId="A80F143457C7418580E81F7B13D2F583">
    <w:name w:val="A80F143457C7418580E81F7B13D2F583"/>
    <w:rsid w:val="00216FF3"/>
  </w:style>
  <w:style w:type="paragraph" w:customStyle="1" w:styleId="E1C8B0F7D0364883B123254A328E9C66">
    <w:name w:val="E1C8B0F7D0364883B123254A328E9C66"/>
    <w:rsid w:val="00216FF3"/>
  </w:style>
  <w:style w:type="paragraph" w:customStyle="1" w:styleId="50F97648757546E99A1CC367D8981ED1">
    <w:name w:val="50F97648757546E99A1CC367D8981ED1"/>
    <w:rsid w:val="00216FF3"/>
  </w:style>
  <w:style w:type="paragraph" w:customStyle="1" w:styleId="328A82BA0D8C4F37926F62A165DCB04D">
    <w:name w:val="328A82BA0D8C4F37926F62A165DCB04D"/>
    <w:rsid w:val="00216FF3"/>
  </w:style>
  <w:style w:type="paragraph" w:customStyle="1" w:styleId="008592C6015E4F7FA5218282656B948E">
    <w:name w:val="008592C6015E4F7FA5218282656B948E"/>
    <w:rsid w:val="00216FF3"/>
  </w:style>
  <w:style w:type="paragraph" w:customStyle="1" w:styleId="672A225802F945699CE29E38D17758C1">
    <w:name w:val="672A225802F945699CE29E38D17758C1"/>
    <w:rsid w:val="00216FF3"/>
  </w:style>
  <w:style w:type="paragraph" w:customStyle="1" w:styleId="E68C240C1CF74A2EBAD7F3CD65407A4C">
    <w:name w:val="E68C240C1CF74A2EBAD7F3CD65407A4C"/>
    <w:rsid w:val="00216FF3"/>
  </w:style>
  <w:style w:type="paragraph" w:customStyle="1" w:styleId="B2B23211FE2D42678DE388C53F8C80B4">
    <w:name w:val="B2B23211FE2D42678DE388C53F8C80B4"/>
    <w:rsid w:val="00216FF3"/>
  </w:style>
  <w:style w:type="paragraph" w:customStyle="1" w:styleId="8212278A6971477B8E598D23A0B69B05">
    <w:name w:val="8212278A6971477B8E598D23A0B69B05"/>
    <w:rsid w:val="00216FF3"/>
  </w:style>
  <w:style w:type="paragraph" w:customStyle="1" w:styleId="792E548253984E79AC0C16E38FF6037D">
    <w:name w:val="792E548253984E79AC0C16E38FF6037D"/>
    <w:rsid w:val="00216FF3"/>
  </w:style>
  <w:style w:type="paragraph" w:customStyle="1" w:styleId="F881E35BA8CB40B4A018BE1D4F77D810">
    <w:name w:val="F881E35BA8CB40B4A018BE1D4F77D810"/>
    <w:rsid w:val="00216FF3"/>
  </w:style>
  <w:style w:type="paragraph" w:customStyle="1" w:styleId="7B6601FF385E49628761903F52A1D547">
    <w:name w:val="7B6601FF385E49628761903F52A1D547"/>
    <w:rsid w:val="00216FF3"/>
  </w:style>
  <w:style w:type="paragraph" w:customStyle="1" w:styleId="C858B6F970524AAC9CDF8214882E044C">
    <w:name w:val="C858B6F970524AAC9CDF8214882E044C"/>
    <w:rsid w:val="00216FF3"/>
  </w:style>
  <w:style w:type="paragraph" w:customStyle="1" w:styleId="6CDA9335F1FB4261A8406133FFCDEC29">
    <w:name w:val="6CDA9335F1FB4261A8406133FFCDEC29"/>
    <w:rsid w:val="00216FF3"/>
  </w:style>
  <w:style w:type="paragraph" w:customStyle="1" w:styleId="E50C6D889A2040BF81496DCD37EC5535">
    <w:name w:val="E50C6D889A2040BF81496DCD37EC5535"/>
    <w:rsid w:val="00216FF3"/>
  </w:style>
  <w:style w:type="paragraph" w:customStyle="1" w:styleId="F92F1ED996A44CB180BA9DB43AC16965">
    <w:name w:val="F92F1ED996A44CB180BA9DB43AC16965"/>
    <w:rsid w:val="00216FF3"/>
  </w:style>
  <w:style w:type="paragraph" w:customStyle="1" w:styleId="6217F7BA72DA4B45842961D4EBE7D206">
    <w:name w:val="6217F7BA72DA4B45842961D4EBE7D206"/>
    <w:rsid w:val="00216FF3"/>
  </w:style>
  <w:style w:type="paragraph" w:customStyle="1" w:styleId="6F25CAD930B14F9FADE8856E1D232C62">
    <w:name w:val="6F25CAD930B14F9FADE8856E1D232C62"/>
    <w:rsid w:val="00216FF3"/>
  </w:style>
  <w:style w:type="paragraph" w:customStyle="1" w:styleId="BF6C247CB6E9424E8E51E56A3CCCA549">
    <w:name w:val="BF6C247CB6E9424E8E51E56A3CCCA549"/>
    <w:rsid w:val="00216FF3"/>
  </w:style>
  <w:style w:type="paragraph" w:customStyle="1" w:styleId="BF1CA79134C54666B76E7C3EFFDF7EE7">
    <w:name w:val="BF1CA79134C54666B76E7C3EFFDF7EE7"/>
    <w:rsid w:val="00216FF3"/>
  </w:style>
  <w:style w:type="paragraph" w:customStyle="1" w:styleId="CF5792B20D6842DF9FBBCC68AAD8C5E3">
    <w:name w:val="CF5792B20D6842DF9FBBCC68AAD8C5E3"/>
    <w:rsid w:val="00216FF3"/>
  </w:style>
  <w:style w:type="paragraph" w:customStyle="1" w:styleId="2B91EC3F3F33468196E27E12B33AFA14">
    <w:name w:val="2B91EC3F3F33468196E27E12B33AFA14"/>
    <w:rsid w:val="00216FF3"/>
  </w:style>
  <w:style w:type="paragraph" w:customStyle="1" w:styleId="4F78896D103F47E2BC04B5C2D1678461">
    <w:name w:val="4F78896D103F47E2BC04B5C2D1678461"/>
    <w:rsid w:val="00216FF3"/>
  </w:style>
  <w:style w:type="paragraph" w:customStyle="1" w:styleId="03D06F9C6F6840DAA0654670ED1D3A44">
    <w:name w:val="03D06F9C6F6840DAA0654670ED1D3A44"/>
    <w:rsid w:val="00216FF3"/>
  </w:style>
  <w:style w:type="paragraph" w:customStyle="1" w:styleId="04A51D666F90426E8CF0803C2C110648">
    <w:name w:val="04A51D666F90426E8CF0803C2C110648"/>
    <w:rsid w:val="00216FF3"/>
  </w:style>
  <w:style w:type="paragraph" w:customStyle="1" w:styleId="08A022B554114DA1880BBC902F51936C">
    <w:name w:val="08A022B554114DA1880BBC902F51936C"/>
    <w:rsid w:val="00216FF3"/>
  </w:style>
  <w:style w:type="paragraph" w:customStyle="1" w:styleId="517DF055350D4EA9944607B9C81FE36D">
    <w:name w:val="517DF055350D4EA9944607B9C81FE36D"/>
    <w:rsid w:val="00216FF3"/>
  </w:style>
  <w:style w:type="paragraph" w:customStyle="1" w:styleId="62304F4D29B64A339EB9C61A15AC1F75">
    <w:name w:val="62304F4D29B64A339EB9C61A15AC1F75"/>
    <w:rsid w:val="00216FF3"/>
  </w:style>
  <w:style w:type="paragraph" w:customStyle="1" w:styleId="35BD15D3F4A54F4E914C8145FEF78CDC">
    <w:name w:val="35BD15D3F4A54F4E914C8145FEF78CDC"/>
    <w:rsid w:val="00216FF3"/>
  </w:style>
  <w:style w:type="paragraph" w:customStyle="1" w:styleId="419DC875A289450BADD430AE02487BE3">
    <w:name w:val="419DC875A289450BADD430AE02487BE3"/>
    <w:rsid w:val="00216FF3"/>
  </w:style>
  <w:style w:type="paragraph" w:customStyle="1" w:styleId="89340F01E9064282BB7A7F74D41402FF">
    <w:name w:val="89340F01E9064282BB7A7F74D41402FF"/>
    <w:rsid w:val="00216FF3"/>
  </w:style>
  <w:style w:type="paragraph" w:customStyle="1" w:styleId="93C754E5EA974D649A140763369EA67C">
    <w:name w:val="93C754E5EA974D649A140763369EA67C"/>
    <w:rsid w:val="00216FF3"/>
  </w:style>
  <w:style w:type="paragraph" w:customStyle="1" w:styleId="4FC2D5E509B1409598AAE84C543D38C4">
    <w:name w:val="4FC2D5E509B1409598AAE84C543D38C4"/>
    <w:rsid w:val="00216FF3"/>
  </w:style>
  <w:style w:type="paragraph" w:customStyle="1" w:styleId="5ADD69C4AE8F45148DC9C87AECC96435">
    <w:name w:val="5ADD69C4AE8F45148DC9C87AECC96435"/>
    <w:rsid w:val="00216FF3"/>
  </w:style>
  <w:style w:type="paragraph" w:customStyle="1" w:styleId="51D9C886028A4CE8A894BDCBAB65BBAD">
    <w:name w:val="51D9C886028A4CE8A894BDCBAB65BBAD"/>
    <w:rsid w:val="00216FF3"/>
  </w:style>
  <w:style w:type="paragraph" w:customStyle="1" w:styleId="8EDF8FCA67754775A2D856FE06487ABD">
    <w:name w:val="8EDF8FCA67754775A2D856FE06487ABD"/>
    <w:rsid w:val="00216FF3"/>
  </w:style>
  <w:style w:type="paragraph" w:customStyle="1" w:styleId="C2A754F792E643DF99A57F009EAF9F38">
    <w:name w:val="C2A754F792E643DF99A57F009EAF9F38"/>
    <w:rsid w:val="00216FF3"/>
  </w:style>
  <w:style w:type="paragraph" w:customStyle="1" w:styleId="6279318741E8477083B3BFADB7050472">
    <w:name w:val="6279318741E8477083B3BFADB7050472"/>
    <w:rsid w:val="00216FF3"/>
  </w:style>
  <w:style w:type="paragraph" w:customStyle="1" w:styleId="A53D82BD52EB42A49EBB984F8744126B">
    <w:name w:val="A53D82BD52EB42A49EBB984F8744126B"/>
    <w:rsid w:val="00216FF3"/>
  </w:style>
  <w:style w:type="paragraph" w:customStyle="1" w:styleId="FD20313747EF465C980C84F05DFCD3DC">
    <w:name w:val="FD20313747EF465C980C84F05DFCD3DC"/>
    <w:rsid w:val="00216FF3"/>
  </w:style>
  <w:style w:type="paragraph" w:customStyle="1" w:styleId="E8CDD421535B416B9C21FE821D056631">
    <w:name w:val="E8CDD421535B416B9C21FE821D056631"/>
    <w:rsid w:val="00216FF3"/>
  </w:style>
  <w:style w:type="paragraph" w:customStyle="1" w:styleId="7C5E24E8EB1142EF8B0590F784E4882D">
    <w:name w:val="7C5E24E8EB1142EF8B0590F784E4882D"/>
    <w:rsid w:val="00216FF3"/>
  </w:style>
  <w:style w:type="paragraph" w:customStyle="1" w:styleId="6599945775974F89AD23A3E7021D5A77">
    <w:name w:val="6599945775974F89AD23A3E7021D5A77"/>
    <w:rsid w:val="00216FF3"/>
  </w:style>
  <w:style w:type="paragraph" w:customStyle="1" w:styleId="56D23F6A3A0A461C908439B2E6BA426A">
    <w:name w:val="56D23F6A3A0A461C908439B2E6BA426A"/>
    <w:rsid w:val="00216FF3"/>
  </w:style>
  <w:style w:type="paragraph" w:customStyle="1" w:styleId="D5DB64C748354EBC90C542227901F482">
    <w:name w:val="D5DB64C748354EBC90C542227901F482"/>
    <w:rsid w:val="00216FF3"/>
  </w:style>
  <w:style w:type="paragraph" w:customStyle="1" w:styleId="EF5C2CCBE493447598C5EDEBE42B51C8">
    <w:name w:val="EF5C2CCBE493447598C5EDEBE42B51C8"/>
    <w:rsid w:val="00216FF3"/>
  </w:style>
  <w:style w:type="paragraph" w:customStyle="1" w:styleId="4874D7DD89F44EC780A7F0B2DB74B530">
    <w:name w:val="4874D7DD89F44EC780A7F0B2DB74B530"/>
    <w:rsid w:val="00216FF3"/>
  </w:style>
  <w:style w:type="paragraph" w:customStyle="1" w:styleId="C95672010B1249458D8BDB3041A854EF">
    <w:name w:val="C95672010B1249458D8BDB3041A854EF"/>
    <w:rsid w:val="00216FF3"/>
  </w:style>
  <w:style w:type="paragraph" w:customStyle="1" w:styleId="934ABF087E134A0BAAC4153D0E04FD66">
    <w:name w:val="934ABF087E134A0BAAC4153D0E04FD66"/>
    <w:rsid w:val="00216FF3"/>
  </w:style>
  <w:style w:type="paragraph" w:customStyle="1" w:styleId="D75E75D92E0D407A90906DEB56A242C9">
    <w:name w:val="D75E75D92E0D407A90906DEB56A242C9"/>
    <w:rsid w:val="00216FF3"/>
  </w:style>
  <w:style w:type="paragraph" w:customStyle="1" w:styleId="5D2F24E343B14CC3805E4FB8193DFE5E">
    <w:name w:val="5D2F24E343B14CC3805E4FB8193DFE5E"/>
    <w:rsid w:val="00216FF3"/>
  </w:style>
  <w:style w:type="paragraph" w:customStyle="1" w:styleId="3134003A6FDE4FD59BC0A15717F92AEB">
    <w:name w:val="3134003A6FDE4FD59BC0A15717F92AEB"/>
    <w:rsid w:val="00216FF3"/>
  </w:style>
  <w:style w:type="paragraph" w:customStyle="1" w:styleId="381ED5FC712E456280345E158B1BCE2D">
    <w:name w:val="381ED5FC712E456280345E158B1BCE2D"/>
    <w:rsid w:val="00216FF3"/>
  </w:style>
  <w:style w:type="paragraph" w:customStyle="1" w:styleId="5A072583619C44B0A31CD24694C5F931">
    <w:name w:val="5A072583619C44B0A31CD24694C5F931"/>
    <w:rsid w:val="00216FF3"/>
  </w:style>
  <w:style w:type="paragraph" w:customStyle="1" w:styleId="3AF76328A387409A82824D3EE39B36C8">
    <w:name w:val="3AF76328A387409A82824D3EE39B36C8"/>
    <w:rsid w:val="00216FF3"/>
  </w:style>
  <w:style w:type="paragraph" w:customStyle="1" w:styleId="47FDB1A3148C4F8D89799DDA9893811F">
    <w:name w:val="47FDB1A3148C4F8D89799DDA9893811F"/>
    <w:rsid w:val="00216FF3"/>
  </w:style>
  <w:style w:type="paragraph" w:customStyle="1" w:styleId="D6AACC69BAF4446B923C49A651BA4117">
    <w:name w:val="D6AACC69BAF4446B923C49A651BA4117"/>
    <w:rsid w:val="00216FF3"/>
  </w:style>
  <w:style w:type="paragraph" w:customStyle="1" w:styleId="DFA2C6A033AF4832A213C2A915DA8DF3">
    <w:name w:val="DFA2C6A033AF4832A213C2A915DA8DF3"/>
    <w:rsid w:val="00216FF3"/>
  </w:style>
  <w:style w:type="paragraph" w:customStyle="1" w:styleId="C02E105B68174B2BA57669DAA62BD444">
    <w:name w:val="C02E105B68174B2BA57669DAA62BD444"/>
    <w:rsid w:val="00216FF3"/>
  </w:style>
  <w:style w:type="paragraph" w:customStyle="1" w:styleId="3A68F95FFB95408CA55B2A4A1A706338">
    <w:name w:val="3A68F95FFB95408CA55B2A4A1A706338"/>
    <w:rsid w:val="00216FF3"/>
  </w:style>
  <w:style w:type="paragraph" w:customStyle="1" w:styleId="17A11CDE92D545F998E24857BB8E7DCC">
    <w:name w:val="17A11CDE92D545F998E24857BB8E7DCC"/>
    <w:rsid w:val="00216FF3"/>
  </w:style>
  <w:style w:type="paragraph" w:customStyle="1" w:styleId="54F3C889042840F3906DF475CAD3E3DC">
    <w:name w:val="54F3C889042840F3906DF475CAD3E3DC"/>
    <w:rsid w:val="00216FF3"/>
  </w:style>
  <w:style w:type="paragraph" w:customStyle="1" w:styleId="76AAEED48CCC48288347278469F0EDEB">
    <w:name w:val="76AAEED48CCC48288347278469F0EDEB"/>
    <w:rsid w:val="00216FF3"/>
  </w:style>
  <w:style w:type="paragraph" w:customStyle="1" w:styleId="552053C911614F4BBBFA2F00BA7B1758">
    <w:name w:val="552053C911614F4BBBFA2F00BA7B1758"/>
    <w:rsid w:val="00216FF3"/>
  </w:style>
  <w:style w:type="paragraph" w:customStyle="1" w:styleId="9626CA68D33E46D1A0D2038EFE0248E6">
    <w:name w:val="9626CA68D33E46D1A0D2038EFE0248E6"/>
    <w:rsid w:val="00216FF3"/>
  </w:style>
  <w:style w:type="paragraph" w:customStyle="1" w:styleId="AE36C234C48445C293AF8B6BFDD9DD8A">
    <w:name w:val="AE36C234C48445C293AF8B6BFDD9DD8A"/>
    <w:rsid w:val="00216FF3"/>
  </w:style>
  <w:style w:type="paragraph" w:customStyle="1" w:styleId="63BD151F84874A688B7053B960ACE306">
    <w:name w:val="63BD151F84874A688B7053B960ACE306"/>
    <w:rsid w:val="00216FF3"/>
  </w:style>
  <w:style w:type="paragraph" w:customStyle="1" w:styleId="D5E2D710C15144C7B8298A9F099CC4B9">
    <w:name w:val="D5E2D710C15144C7B8298A9F099CC4B9"/>
    <w:rsid w:val="00216FF3"/>
  </w:style>
  <w:style w:type="paragraph" w:customStyle="1" w:styleId="330F010F713940089163504F43B6FB39">
    <w:name w:val="330F010F713940089163504F43B6FB39"/>
    <w:rsid w:val="00216FF3"/>
  </w:style>
  <w:style w:type="paragraph" w:customStyle="1" w:styleId="11BD51F10DFA4611A56313B792FDD0A7">
    <w:name w:val="11BD51F10DFA4611A56313B792FDD0A7"/>
    <w:rsid w:val="00216FF3"/>
  </w:style>
  <w:style w:type="paragraph" w:customStyle="1" w:styleId="40322D9D705C4124AF9C8824112DE376">
    <w:name w:val="40322D9D705C4124AF9C8824112DE376"/>
    <w:rsid w:val="00216FF3"/>
  </w:style>
  <w:style w:type="paragraph" w:customStyle="1" w:styleId="4156DF2310684E82870127ED3A81E272">
    <w:name w:val="4156DF2310684E82870127ED3A81E272"/>
    <w:rsid w:val="00216FF3"/>
  </w:style>
  <w:style w:type="paragraph" w:customStyle="1" w:styleId="8D527DF3D9C049DDADDCB028681099AC">
    <w:name w:val="8D527DF3D9C049DDADDCB028681099AC"/>
    <w:rsid w:val="00216FF3"/>
  </w:style>
  <w:style w:type="paragraph" w:customStyle="1" w:styleId="42460C64DDDB4029AD4FE452A7635E45">
    <w:name w:val="42460C64DDDB4029AD4FE452A7635E45"/>
    <w:rsid w:val="00216FF3"/>
  </w:style>
  <w:style w:type="paragraph" w:customStyle="1" w:styleId="44F25A8A2AB74C6282939983DEA03CD6">
    <w:name w:val="44F25A8A2AB74C6282939983DEA03CD6"/>
    <w:rsid w:val="00216FF3"/>
  </w:style>
  <w:style w:type="paragraph" w:customStyle="1" w:styleId="09E6C051316F453E9B1E974C424062A3">
    <w:name w:val="09E6C051316F453E9B1E974C424062A3"/>
    <w:rsid w:val="00216FF3"/>
  </w:style>
  <w:style w:type="paragraph" w:customStyle="1" w:styleId="FFFA57F0B6B741A7906333D635B24071">
    <w:name w:val="FFFA57F0B6B741A7906333D635B24071"/>
    <w:rsid w:val="00216FF3"/>
  </w:style>
  <w:style w:type="paragraph" w:customStyle="1" w:styleId="A08066DA2F0846519086138BF3DEE22C">
    <w:name w:val="A08066DA2F0846519086138BF3DEE22C"/>
    <w:rsid w:val="00216FF3"/>
  </w:style>
  <w:style w:type="paragraph" w:customStyle="1" w:styleId="F276A4F6639F4B339A046BBC0AB5EC2F">
    <w:name w:val="F276A4F6639F4B339A046BBC0AB5EC2F"/>
    <w:rsid w:val="00216FF3"/>
  </w:style>
  <w:style w:type="paragraph" w:customStyle="1" w:styleId="8F06E62CEA0D4E739D6C2D29043589D3">
    <w:name w:val="8F06E62CEA0D4E739D6C2D29043589D3"/>
    <w:rsid w:val="00216FF3"/>
  </w:style>
  <w:style w:type="paragraph" w:customStyle="1" w:styleId="D7CA598DDB5D4F089F448E67ED627F88">
    <w:name w:val="D7CA598DDB5D4F089F448E67ED627F88"/>
    <w:rsid w:val="00216FF3"/>
  </w:style>
  <w:style w:type="paragraph" w:customStyle="1" w:styleId="E5CC6C0E2FAC47859FDABA92577B1812">
    <w:name w:val="E5CC6C0E2FAC47859FDABA92577B1812"/>
    <w:rsid w:val="00216FF3"/>
  </w:style>
  <w:style w:type="paragraph" w:customStyle="1" w:styleId="9F09C1F5DFD44DE792E4A9C2E3C68DF6">
    <w:name w:val="9F09C1F5DFD44DE792E4A9C2E3C68DF6"/>
    <w:rsid w:val="00216FF3"/>
  </w:style>
  <w:style w:type="paragraph" w:customStyle="1" w:styleId="3D209B31F793411EA57153B85F8E0FEC">
    <w:name w:val="3D209B31F793411EA57153B85F8E0FEC"/>
    <w:rsid w:val="00216FF3"/>
  </w:style>
  <w:style w:type="paragraph" w:customStyle="1" w:styleId="764E4DC67DA54872AD91BE09FE8F2399">
    <w:name w:val="764E4DC67DA54872AD91BE09FE8F2399"/>
    <w:rsid w:val="00216FF3"/>
  </w:style>
  <w:style w:type="paragraph" w:customStyle="1" w:styleId="046BEC7BC07741498AB4D8ED5E213BD7">
    <w:name w:val="046BEC7BC07741498AB4D8ED5E213BD7"/>
    <w:rsid w:val="00216FF3"/>
  </w:style>
  <w:style w:type="paragraph" w:customStyle="1" w:styleId="39346616F427463AA8765C57728AFEEB">
    <w:name w:val="39346616F427463AA8765C57728AFEEB"/>
    <w:rsid w:val="00C15348"/>
  </w:style>
  <w:style w:type="paragraph" w:customStyle="1" w:styleId="A8FAA3FDC22D4B04819137AE0D1A533E">
    <w:name w:val="A8FAA3FDC22D4B04819137AE0D1A533E"/>
    <w:rsid w:val="00C15348"/>
  </w:style>
  <w:style w:type="paragraph" w:customStyle="1" w:styleId="56997DE35A18407BBC523CB49A3F7176">
    <w:name w:val="56997DE35A18407BBC523CB49A3F7176"/>
    <w:rsid w:val="00C15348"/>
  </w:style>
  <w:style w:type="paragraph" w:customStyle="1" w:styleId="F79726AEE17E47F695CC754AA09D5D74">
    <w:name w:val="F79726AEE17E47F695CC754AA09D5D74"/>
    <w:rsid w:val="00C15348"/>
  </w:style>
  <w:style w:type="paragraph" w:customStyle="1" w:styleId="815DD8E489574779A820507335C593EF">
    <w:name w:val="815DD8E489574779A820507335C593EF"/>
    <w:rsid w:val="00C15348"/>
  </w:style>
  <w:style w:type="paragraph" w:customStyle="1" w:styleId="8F86DBBA99C94752AF45E7156CBA4885">
    <w:name w:val="8F86DBBA99C94752AF45E7156CBA4885"/>
    <w:rsid w:val="00C15348"/>
  </w:style>
  <w:style w:type="paragraph" w:customStyle="1" w:styleId="00565AE66BED442BBD5D3D0E48DF6236">
    <w:name w:val="00565AE66BED442BBD5D3D0E48DF6236"/>
    <w:rsid w:val="00C15348"/>
  </w:style>
  <w:style w:type="paragraph" w:customStyle="1" w:styleId="BBF508DC29A24E23AD8F80B861ED2FF1">
    <w:name w:val="BBF508DC29A24E23AD8F80B861ED2FF1"/>
    <w:rsid w:val="00C15348"/>
  </w:style>
  <w:style w:type="paragraph" w:customStyle="1" w:styleId="ADED6DD9CC56403C870280E4CBF708A9">
    <w:name w:val="ADED6DD9CC56403C870280E4CBF708A9"/>
    <w:rsid w:val="00C15348"/>
  </w:style>
  <w:style w:type="paragraph" w:customStyle="1" w:styleId="29F62AE95B194B499401B5E07C754307">
    <w:name w:val="29F62AE95B194B499401B5E07C754307"/>
    <w:rsid w:val="00C15348"/>
  </w:style>
  <w:style w:type="paragraph" w:customStyle="1" w:styleId="1F882031A2504FA286226FA1D504418B">
    <w:name w:val="1F882031A2504FA286226FA1D504418B"/>
    <w:rsid w:val="00C15348"/>
  </w:style>
  <w:style w:type="paragraph" w:customStyle="1" w:styleId="A6A9E69050F64B2E894C398140437E07">
    <w:name w:val="A6A9E69050F64B2E894C398140437E07"/>
    <w:rsid w:val="00C15348"/>
  </w:style>
  <w:style w:type="paragraph" w:customStyle="1" w:styleId="56D41F77137B4EB29BC73EA8449990A5">
    <w:name w:val="56D41F77137B4EB29BC73EA8449990A5"/>
    <w:rsid w:val="00C15348"/>
  </w:style>
  <w:style w:type="paragraph" w:customStyle="1" w:styleId="38AF8F59F3744ABB8D577C339F719B85">
    <w:name w:val="38AF8F59F3744ABB8D577C339F719B85"/>
    <w:rsid w:val="00C15348"/>
  </w:style>
  <w:style w:type="paragraph" w:customStyle="1" w:styleId="6EC17CF468904603BF11BE40C2A5EE92">
    <w:name w:val="6EC17CF468904603BF11BE40C2A5EE92"/>
    <w:rsid w:val="00C15348"/>
  </w:style>
  <w:style w:type="paragraph" w:customStyle="1" w:styleId="912090C28F9D426A93919675AC983997">
    <w:name w:val="912090C28F9D426A93919675AC983997"/>
    <w:rsid w:val="00C15348"/>
  </w:style>
  <w:style w:type="paragraph" w:customStyle="1" w:styleId="259EC0ABF93A46B393BB4E7EDFE7FE01">
    <w:name w:val="259EC0ABF93A46B393BB4E7EDFE7FE01"/>
    <w:rsid w:val="00C15348"/>
  </w:style>
  <w:style w:type="paragraph" w:customStyle="1" w:styleId="26F81970D5F54D709CC1B5B217D76A29">
    <w:name w:val="26F81970D5F54D709CC1B5B217D76A29"/>
    <w:rsid w:val="00C15348"/>
  </w:style>
  <w:style w:type="paragraph" w:customStyle="1" w:styleId="27443E90AB534D29A346A11CE9BC2843">
    <w:name w:val="27443E90AB534D29A346A11CE9BC2843"/>
    <w:rsid w:val="00C15348"/>
  </w:style>
  <w:style w:type="paragraph" w:customStyle="1" w:styleId="89E7479642304D25AB4055BF6F163B04">
    <w:name w:val="89E7479642304D25AB4055BF6F163B04"/>
    <w:rsid w:val="00C15348"/>
  </w:style>
  <w:style w:type="paragraph" w:customStyle="1" w:styleId="C6D493BFD47E44569B2AE4B837476039">
    <w:name w:val="C6D493BFD47E44569B2AE4B837476039"/>
    <w:rsid w:val="00C15348"/>
  </w:style>
  <w:style w:type="paragraph" w:customStyle="1" w:styleId="E21E8BDAB6A34D3DB562F95F8F0E237A">
    <w:name w:val="E21E8BDAB6A34D3DB562F95F8F0E237A"/>
    <w:rsid w:val="00C15348"/>
  </w:style>
  <w:style w:type="paragraph" w:customStyle="1" w:styleId="A3FF32C5947D437F9412F41C3969AE5F">
    <w:name w:val="A3FF32C5947D437F9412F41C3969AE5F"/>
    <w:rsid w:val="00C15348"/>
  </w:style>
  <w:style w:type="paragraph" w:customStyle="1" w:styleId="336BE1215F634879B5E6755369736E1D">
    <w:name w:val="336BE1215F634879B5E6755369736E1D"/>
    <w:rsid w:val="00C15348"/>
  </w:style>
  <w:style w:type="paragraph" w:customStyle="1" w:styleId="DE8243E75E3B42A481434F259874E147">
    <w:name w:val="DE8243E75E3B42A481434F259874E147"/>
    <w:rsid w:val="00C15348"/>
  </w:style>
  <w:style w:type="paragraph" w:customStyle="1" w:styleId="BC7DCB9899E6464E8A61DB28E69C2E37">
    <w:name w:val="BC7DCB9899E6464E8A61DB28E69C2E37"/>
    <w:rsid w:val="00C15348"/>
  </w:style>
  <w:style w:type="paragraph" w:customStyle="1" w:styleId="875C493FAB844967AA444537CC1005C4">
    <w:name w:val="875C493FAB844967AA444537CC1005C4"/>
    <w:rsid w:val="00C15348"/>
  </w:style>
  <w:style w:type="paragraph" w:customStyle="1" w:styleId="273A9FF4F9CE4CFB84565FFB3F3A2860">
    <w:name w:val="273A9FF4F9CE4CFB84565FFB3F3A2860"/>
    <w:rsid w:val="00C15348"/>
  </w:style>
  <w:style w:type="paragraph" w:customStyle="1" w:styleId="15985268738B4DA58EF93AFAA86A0D2E">
    <w:name w:val="15985268738B4DA58EF93AFAA86A0D2E"/>
    <w:rsid w:val="00C15348"/>
  </w:style>
  <w:style w:type="paragraph" w:customStyle="1" w:styleId="8FF6A296A76B45A2AED00F0AB58E4502">
    <w:name w:val="8FF6A296A76B45A2AED00F0AB58E4502"/>
    <w:rsid w:val="00C15348"/>
  </w:style>
  <w:style w:type="paragraph" w:customStyle="1" w:styleId="7FEC152708EE4E47AF25C1BBFD1A7988">
    <w:name w:val="7FEC152708EE4E47AF25C1BBFD1A7988"/>
    <w:rsid w:val="00C15348"/>
  </w:style>
  <w:style w:type="paragraph" w:customStyle="1" w:styleId="16318EAED333491680D26C3A9935F290">
    <w:name w:val="16318EAED333491680D26C3A9935F290"/>
    <w:rsid w:val="00C15348"/>
  </w:style>
  <w:style w:type="paragraph" w:customStyle="1" w:styleId="AEF11347FC3B4C9EAF5655D1796D2069">
    <w:name w:val="AEF11347FC3B4C9EAF5655D1796D2069"/>
    <w:rsid w:val="00C15348"/>
  </w:style>
  <w:style w:type="paragraph" w:customStyle="1" w:styleId="C3520CF5E77D4F5790BC20CA2B10E9EC">
    <w:name w:val="C3520CF5E77D4F5790BC20CA2B10E9EC"/>
    <w:rsid w:val="00C15348"/>
  </w:style>
  <w:style w:type="paragraph" w:customStyle="1" w:styleId="E5DE6CC6BBF64B97963EF4417B443125">
    <w:name w:val="E5DE6CC6BBF64B97963EF4417B443125"/>
    <w:rsid w:val="00C15348"/>
  </w:style>
  <w:style w:type="paragraph" w:customStyle="1" w:styleId="1731D85CE9D74814B8256367C061F322">
    <w:name w:val="1731D85CE9D74814B8256367C061F322"/>
    <w:rsid w:val="00C15348"/>
  </w:style>
  <w:style w:type="paragraph" w:customStyle="1" w:styleId="4C52F21061E54636BA75F034AEF4780F">
    <w:name w:val="4C52F21061E54636BA75F034AEF4780F"/>
    <w:rsid w:val="00C15348"/>
  </w:style>
  <w:style w:type="paragraph" w:customStyle="1" w:styleId="B728D81E295F4704AAAB76CE7A918F86">
    <w:name w:val="B728D81E295F4704AAAB76CE7A918F86"/>
    <w:rsid w:val="00C15348"/>
  </w:style>
  <w:style w:type="paragraph" w:customStyle="1" w:styleId="41FF6A9C7DC84602BAD94D62677A014E">
    <w:name w:val="41FF6A9C7DC84602BAD94D62677A014E"/>
    <w:rsid w:val="00C15348"/>
  </w:style>
  <w:style w:type="paragraph" w:customStyle="1" w:styleId="6080D4D3D0F046D89CC75FA4D2607E38">
    <w:name w:val="6080D4D3D0F046D89CC75FA4D2607E38"/>
    <w:rsid w:val="00C15348"/>
  </w:style>
  <w:style w:type="paragraph" w:customStyle="1" w:styleId="3284BD3DFCDD4A24857176275010C304">
    <w:name w:val="3284BD3DFCDD4A24857176275010C304"/>
    <w:rsid w:val="00C15348"/>
  </w:style>
  <w:style w:type="paragraph" w:customStyle="1" w:styleId="006C64CA38D7425596D0BEEA6A79FD2A">
    <w:name w:val="006C64CA38D7425596D0BEEA6A79FD2A"/>
    <w:rsid w:val="00C15348"/>
  </w:style>
  <w:style w:type="paragraph" w:customStyle="1" w:styleId="BD17EA9597044BD3AD6B14F6F9852A1D">
    <w:name w:val="BD17EA9597044BD3AD6B14F6F9852A1D"/>
    <w:rsid w:val="00C15348"/>
  </w:style>
  <w:style w:type="paragraph" w:customStyle="1" w:styleId="48A2EB25831A4A8A94CBA864341BCF47">
    <w:name w:val="48A2EB25831A4A8A94CBA864341BCF47"/>
    <w:rsid w:val="00C15348"/>
  </w:style>
  <w:style w:type="paragraph" w:customStyle="1" w:styleId="4455A44B058644D2A53573B7138F8EC1">
    <w:name w:val="4455A44B058644D2A53573B7138F8EC1"/>
    <w:rsid w:val="00C15348"/>
  </w:style>
  <w:style w:type="paragraph" w:customStyle="1" w:styleId="0DFCD2D10C0C4F45892D11C61214D8BD">
    <w:name w:val="0DFCD2D10C0C4F45892D11C61214D8BD"/>
    <w:rsid w:val="00C15348"/>
  </w:style>
  <w:style w:type="paragraph" w:customStyle="1" w:styleId="9D873DE55F594146AF036837467F0353">
    <w:name w:val="9D873DE55F594146AF036837467F0353"/>
    <w:rsid w:val="00C15348"/>
  </w:style>
  <w:style w:type="paragraph" w:customStyle="1" w:styleId="BB5140E1D2BB415595063D327FB48DA2">
    <w:name w:val="BB5140E1D2BB415595063D327FB48DA2"/>
    <w:rsid w:val="00C15348"/>
  </w:style>
  <w:style w:type="paragraph" w:customStyle="1" w:styleId="8CF145A31CE84D5FB5872EF400C52ADA">
    <w:name w:val="8CF145A31CE84D5FB5872EF400C52ADA"/>
    <w:rsid w:val="00C15348"/>
  </w:style>
  <w:style w:type="paragraph" w:customStyle="1" w:styleId="2DC4F3AF62B64394972D5BCD2CBCBB98">
    <w:name w:val="2DC4F3AF62B64394972D5BCD2CBCBB98"/>
    <w:rsid w:val="00C15348"/>
  </w:style>
  <w:style w:type="paragraph" w:customStyle="1" w:styleId="A8A0D4CD5BEC4B0D92761194ED8D3621">
    <w:name w:val="A8A0D4CD5BEC4B0D92761194ED8D3621"/>
    <w:rsid w:val="00C15348"/>
  </w:style>
  <w:style w:type="paragraph" w:customStyle="1" w:styleId="4ED01243361B45EBA4ACA7825CE7AC55">
    <w:name w:val="4ED01243361B45EBA4ACA7825CE7AC55"/>
    <w:rsid w:val="00C15348"/>
  </w:style>
  <w:style w:type="paragraph" w:customStyle="1" w:styleId="325AC45C362E49618859C7A5C3DBA529">
    <w:name w:val="325AC45C362E49618859C7A5C3DBA529"/>
    <w:rsid w:val="00C15348"/>
  </w:style>
  <w:style w:type="paragraph" w:customStyle="1" w:styleId="D86FB1FD1B6A4447B8D835C6CA67D1AF">
    <w:name w:val="D86FB1FD1B6A4447B8D835C6CA67D1AF"/>
    <w:rsid w:val="00C15348"/>
  </w:style>
  <w:style w:type="paragraph" w:customStyle="1" w:styleId="C5ADEDC169C042E58045EEBBC7B64888">
    <w:name w:val="C5ADEDC169C042E58045EEBBC7B64888"/>
    <w:rsid w:val="00C15348"/>
  </w:style>
  <w:style w:type="paragraph" w:customStyle="1" w:styleId="4CF8D92AFC1D4C658603E21C73231395">
    <w:name w:val="4CF8D92AFC1D4C658603E21C73231395"/>
    <w:rsid w:val="00C15348"/>
  </w:style>
  <w:style w:type="paragraph" w:customStyle="1" w:styleId="6F0071A5BD86421684A6380C9CE26BCE">
    <w:name w:val="6F0071A5BD86421684A6380C9CE26BCE"/>
    <w:rsid w:val="00C15348"/>
  </w:style>
  <w:style w:type="paragraph" w:customStyle="1" w:styleId="A8CFFE72291D4B6085A4D554CCE3797B">
    <w:name w:val="A8CFFE72291D4B6085A4D554CCE3797B"/>
    <w:rsid w:val="00C15348"/>
  </w:style>
  <w:style w:type="paragraph" w:customStyle="1" w:styleId="680FD3CCD2DD446FBB1C0923F02C12CC">
    <w:name w:val="680FD3CCD2DD446FBB1C0923F02C12CC"/>
    <w:rsid w:val="00C15348"/>
  </w:style>
  <w:style w:type="paragraph" w:customStyle="1" w:styleId="9B31CFBF72D0433A9687AA8F38FF2D17">
    <w:name w:val="9B31CFBF72D0433A9687AA8F38FF2D17"/>
    <w:rsid w:val="00C15348"/>
  </w:style>
  <w:style w:type="paragraph" w:customStyle="1" w:styleId="D7E767A543FB49ECB116B02362C08A43">
    <w:name w:val="D7E767A543FB49ECB116B02362C08A43"/>
    <w:rsid w:val="00C15348"/>
  </w:style>
  <w:style w:type="paragraph" w:customStyle="1" w:styleId="FA2EDAF59F2B44689D1C4569A81DAFD3">
    <w:name w:val="FA2EDAF59F2B44689D1C4569A81DAFD3"/>
    <w:rsid w:val="00C15348"/>
  </w:style>
  <w:style w:type="paragraph" w:customStyle="1" w:styleId="5A8565E9D62C4EB4B7868765CE501DFA">
    <w:name w:val="5A8565E9D62C4EB4B7868765CE501DFA"/>
    <w:rsid w:val="00C15348"/>
  </w:style>
  <w:style w:type="paragraph" w:customStyle="1" w:styleId="E80E9193088F4781A891909882243402">
    <w:name w:val="E80E9193088F4781A891909882243402"/>
    <w:rsid w:val="00C15348"/>
  </w:style>
  <w:style w:type="paragraph" w:customStyle="1" w:styleId="1F16EF84CFD745F8B83C941489686091">
    <w:name w:val="1F16EF84CFD745F8B83C941489686091"/>
    <w:rsid w:val="00C15348"/>
  </w:style>
  <w:style w:type="paragraph" w:customStyle="1" w:styleId="778EBF5CA0044D03B4AA2235CEB81A4B">
    <w:name w:val="778EBF5CA0044D03B4AA2235CEB81A4B"/>
    <w:rsid w:val="00C15348"/>
  </w:style>
  <w:style w:type="paragraph" w:customStyle="1" w:styleId="C551B125A0AB4E45988684B1CCB23063">
    <w:name w:val="C551B125A0AB4E45988684B1CCB23063"/>
    <w:rsid w:val="00C15348"/>
  </w:style>
  <w:style w:type="paragraph" w:customStyle="1" w:styleId="B0F88486065F4C78833A88EC9572FEBB">
    <w:name w:val="B0F88486065F4C78833A88EC9572FEBB"/>
    <w:rsid w:val="00C15348"/>
  </w:style>
  <w:style w:type="paragraph" w:customStyle="1" w:styleId="52413C6E8A564A21B3AD39BEECD8898C">
    <w:name w:val="52413C6E8A564A21B3AD39BEECD8898C"/>
    <w:rsid w:val="00C15348"/>
  </w:style>
  <w:style w:type="paragraph" w:customStyle="1" w:styleId="EF3E8C238E4D4C25AEC165941794756D">
    <w:name w:val="EF3E8C238E4D4C25AEC165941794756D"/>
    <w:rsid w:val="00C15348"/>
  </w:style>
  <w:style w:type="paragraph" w:customStyle="1" w:styleId="C8F184D89D314C6A89B5FC6C0ABB3DB0">
    <w:name w:val="C8F184D89D314C6A89B5FC6C0ABB3DB0"/>
    <w:rsid w:val="00C15348"/>
  </w:style>
  <w:style w:type="paragraph" w:customStyle="1" w:styleId="556663B68BE5429D95F735ED04A3422C">
    <w:name w:val="556663B68BE5429D95F735ED04A3422C"/>
    <w:rsid w:val="00C15348"/>
  </w:style>
  <w:style w:type="paragraph" w:customStyle="1" w:styleId="C5A8785B500F44BAA39FE8228C94EBFB">
    <w:name w:val="C5A8785B500F44BAA39FE8228C94EBFB"/>
    <w:rsid w:val="00C15348"/>
  </w:style>
  <w:style w:type="paragraph" w:customStyle="1" w:styleId="58E7B71BE9AF4D0C9D999552E636CE9D">
    <w:name w:val="58E7B71BE9AF4D0C9D999552E636CE9D"/>
    <w:rsid w:val="00C15348"/>
  </w:style>
  <w:style w:type="paragraph" w:customStyle="1" w:styleId="BD6C56C9330B44739EE561ECB3DEE324">
    <w:name w:val="BD6C56C9330B44739EE561ECB3DEE324"/>
    <w:rsid w:val="00C15348"/>
  </w:style>
  <w:style w:type="paragraph" w:customStyle="1" w:styleId="D30A9CF16BA649EC9A715420AC4DF394">
    <w:name w:val="D30A9CF16BA649EC9A715420AC4DF394"/>
    <w:rsid w:val="00C15348"/>
  </w:style>
  <w:style w:type="paragraph" w:customStyle="1" w:styleId="4A1EAA0D5E6044ED8F413539D4263E23">
    <w:name w:val="4A1EAA0D5E6044ED8F413539D4263E23"/>
    <w:rsid w:val="00C15348"/>
  </w:style>
  <w:style w:type="paragraph" w:customStyle="1" w:styleId="EA67DCD7AA0D413FA963732FE80437BD">
    <w:name w:val="EA67DCD7AA0D413FA963732FE80437BD"/>
    <w:rsid w:val="00C15348"/>
  </w:style>
  <w:style w:type="paragraph" w:customStyle="1" w:styleId="77529019E2A642A990A622591BA2FAD1">
    <w:name w:val="77529019E2A642A990A622591BA2FAD1"/>
    <w:rsid w:val="00C15348"/>
  </w:style>
  <w:style w:type="paragraph" w:customStyle="1" w:styleId="E82CEAAB3018422AACD2C69F1CB4F332">
    <w:name w:val="E82CEAAB3018422AACD2C69F1CB4F332"/>
    <w:rsid w:val="00C15348"/>
  </w:style>
  <w:style w:type="paragraph" w:customStyle="1" w:styleId="EBBCE009D14D407AB917DFF2B3DDF7E3">
    <w:name w:val="EBBCE009D14D407AB917DFF2B3DDF7E3"/>
    <w:rsid w:val="00C15348"/>
  </w:style>
  <w:style w:type="paragraph" w:customStyle="1" w:styleId="72C4041A107D45C197C66720C0B47045">
    <w:name w:val="72C4041A107D45C197C66720C0B47045"/>
    <w:rsid w:val="00C15348"/>
  </w:style>
  <w:style w:type="paragraph" w:customStyle="1" w:styleId="40865045EBF848C3A76EB5738EF19A05">
    <w:name w:val="40865045EBF848C3A76EB5738EF19A05"/>
    <w:rsid w:val="00C15348"/>
  </w:style>
  <w:style w:type="paragraph" w:customStyle="1" w:styleId="EC523795870949DC872D4704BC3EF38A">
    <w:name w:val="EC523795870949DC872D4704BC3EF38A"/>
    <w:rsid w:val="00C15348"/>
  </w:style>
  <w:style w:type="paragraph" w:customStyle="1" w:styleId="9AEBE97ACAC0479D8FF7A077D1827D07">
    <w:name w:val="9AEBE97ACAC0479D8FF7A077D1827D07"/>
    <w:rsid w:val="00C15348"/>
  </w:style>
  <w:style w:type="paragraph" w:customStyle="1" w:styleId="45AD43DCB01E492EAE38DD2CD8AC6EFD">
    <w:name w:val="45AD43DCB01E492EAE38DD2CD8AC6EFD"/>
    <w:rsid w:val="00C15348"/>
  </w:style>
  <w:style w:type="paragraph" w:customStyle="1" w:styleId="182ECDBA034742C2AEE89D1E899ADA5E">
    <w:name w:val="182ECDBA034742C2AEE89D1E899ADA5E"/>
    <w:rsid w:val="00C15348"/>
  </w:style>
  <w:style w:type="paragraph" w:customStyle="1" w:styleId="B7C72DB48C534B0490BAD94EBDD09DB7">
    <w:name w:val="B7C72DB48C534B0490BAD94EBDD09DB7"/>
    <w:rsid w:val="00C15348"/>
  </w:style>
  <w:style w:type="paragraph" w:customStyle="1" w:styleId="A69EAF0CD6FA48BBB2C068441C66E975">
    <w:name w:val="A69EAF0CD6FA48BBB2C068441C66E975"/>
    <w:rsid w:val="00716480"/>
  </w:style>
  <w:style w:type="paragraph" w:customStyle="1" w:styleId="D71211A3593D465BA7A73AB7DF11F697">
    <w:name w:val="D71211A3593D465BA7A73AB7DF11F697"/>
    <w:rsid w:val="00027669"/>
  </w:style>
  <w:style w:type="paragraph" w:customStyle="1" w:styleId="E6771FD321514B439598292048949B74">
    <w:name w:val="E6771FD321514B439598292048949B74"/>
    <w:rsid w:val="0061733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0F75A-6DF5-4BFE-910C-0E1D7E0E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en x.dot</Template>
  <TotalTime>20</TotalTime>
  <Pages>2</Pages>
  <Words>154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DSP F.2.1 Technická zpráva inženýrské SO</vt:lpstr>
    </vt:vector>
  </TitlesOfParts>
  <Company>Sweco Hydroprojekt a.s.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DSP F.2.1 Technická zpráva inženýrské SO</dc:title>
  <dc:creator>Sweco Hydroprojekt a.s.</dc:creator>
  <cp:lastModifiedBy>Martin Jonšta</cp:lastModifiedBy>
  <cp:revision>11</cp:revision>
  <cp:lastPrinted>2016-07-26T04:26:00Z</cp:lastPrinted>
  <dcterms:created xsi:type="dcterms:W3CDTF">2015-10-02T08:05:00Z</dcterms:created>
  <dcterms:modified xsi:type="dcterms:W3CDTF">2016-07-26T04:26:00Z</dcterms:modified>
</cp:coreProperties>
</file>