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5752E8">
      <w:pPr>
        <w:pStyle w:val="Nadpis1"/>
        <w:spacing w:before="480" w:after="240"/>
        <w:ind w:left="284" w:hanging="284"/>
      </w:pPr>
      <w:bookmarkStart w:id="0" w:name="_GoBack"/>
      <w:bookmarkEnd w:id="0"/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4476B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SoD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</w:t>
      </w:r>
      <w:r>
        <w:rPr>
          <w:color w:val="000000"/>
          <w:szCs w:val="22"/>
        </w:rPr>
        <w:lastRenderedPageBreak/>
        <w:t>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443CED" w:rsidRPr="00F7556D" w:rsidRDefault="00443CED" w:rsidP="00443CED">
      <w:pPr>
        <w:rPr>
          <w:szCs w:val="22"/>
        </w:rPr>
      </w:pPr>
      <w:permStart w:id="273699725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:rsidR="00443CED" w:rsidRPr="00F7556D" w:rsidRDefault="00443CED" w:rsidP="00443CED">
      <w:pPr>
        <w:rPr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443CED" w:rsidRPr="00F7556D" w:rsidRDefault="00443CED" w:rsidP="00443CED">
      <w:pPr>
        <w:pStyle w:val="Zkladntext"/>
        <w:rPr>
          <w:sz w:val="22"/>
          <w:szCs w:val="22"/>
        </w:rPr>
      </w:pPr>
    </w:p>
    <w:p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D818CC">
        <w:rPr>
          <w:i/>
          <w:color w:val="00B0F0"/>
          <w:szCs w:val="22"/>
        </w:rPr>
        <w:t>zhotovitel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273699725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DCC" w:rsidRDefault="00805DCC" w:rsidP="00360830">
      <w:r>
        <w:separator/>
      </w:r>
    </w:p>
  </w:endnote>
  <w:endnote w:type="continuationSeparator" w:id="0">
    <w:p w:rsidR="00805DCC" w:rsidRDefault="00805DC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EF152C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4476B9">
              <w:rPr>
                <w:rFonts w:ascii="Times New Roman" w:hAnsi="Times New Roman" w:cs="Times New Roman"/>
                <w:i/>
                <w:sz w:val="20"/>
                <w:szCs w:val="20"/>
              </w:rPr>
              <w:t>„Areál trolejbusy Ostrava -</w:t>
            </w:r>
            <w:r w:rsidR="007A48CA" w:rsidRPr="007A48C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SO 05 – Přístřešek pro ČOV u haly I</w:t>
            </w:r>
            <w:r w:rsidR="007A48CA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4476B9">
      <w:rPr>
        <w:rFonts w:ascii="Times New Roman" w:hAnsi="Times New Roman" w:cs="Times New Roman"/>
        <w:i/>
        <w:sz w:val="20"/>
        <w:szCs w:val="20"/>
      </w:rPr>
      <w:t xml:space="preserve">„Areál trolejbusy Ostrava - </w:t>
    </w:r>
    <w:r w:rsidR="007A48CA" w:rsidRPr="007A48CA">
      <w:rPr>
        <w:rFonts w:ascii="Times New Roman" w:hAnsi="Times New Roman" w:cs="Times New Roman"/>
        <w:i/>
        <w:sz w:val="20"/>
        <w:szCs w:val="20"/>
      </w:rPr>
      <w:t>SO 05 – Přístřešek pro ČOV u haly I</w:t>
    </w:r>
    <w:r w:rsidRPr="004476B9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F152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EF152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DCC" w:rsidRDefault="00805DCC" w:rsidP="00360830">
      <w:r>
        <w:separator/>
      </w:r>
    </w:p>
  </w:footnote>
  <w:footnote w:type="continuationSeparator" w:id="0">
    <w:p w:rsidR="00805DCC" w:rsidRDefault="00805DC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4476B9" w:rsidRDefault="004476B9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>„</w:t>
    </w:r>
    <w:r w:rsidRPr="004476B9">
      <w:rPr>
        <w:sz w:val="20"/>
        <w:szCs w:val="20"/>
      </w:rPr>
      <w:t xml:space="preserve">Areál trolejbusy Ostrava - </w:t>
    </w:r>
    <w:r w:rsidR="007A48CA" w:rsidRPr="007A48CA">
      <w:rPr>
        <w:sz w:val="20"/>
        <w:szCs w:val="20"/>
      </w:rPr>
      <w:t>SO 05 – Přístřešek pro ČOV u haly I</w:t>
    </w:r>
    <w:r>
      <w:rPr>
        <w:sz w:val="20"/>
        <w:szCs w:val="20"/>
      </w:rPr>
      <w:t>“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DOD20190164</w:t>
    </w:r>
  </w:p>
  <w:p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="00443CED" w:rsidRPr="00443CED">
      <w:rPr>
        <w:sz w:val="20"/>
        <w:szCs w:val="20"/>
      </w:rPr>
      <w:t xml:space="preserve"> SoD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:rsidR="009A6B24" w:rsidRPr="007A48CA" w:rsidRDefault="004476B9" w:rsidP="0087779A">
    <w:pPr>
      <w:pStyle w:val="Zhlav"/>
      <w:spacing w:after="0"/>
      <w:jc w:val="right"/>
    </w:pPr>
    <w:r>
      <w:t>„</w:t>
    </w:r>
    <w:r w:rsidRPr="004476B9">
      <w:t>Areál trolejbusy Ostrava -</w:t>
    </w:r>
    <w:r w:rsidR="007A48CA" w:rsidRPr="007A48CA">
      <w:t xml:space="preserve"> SO 05 – Přístřešek pro ČOV u haly I</w:t>
    </w:r>
    <w:r>
      <w:t>“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DOD20190164</w:t>
    </w:r>
  </w:p>
  <w:p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:rsidR="009A6B24" w:rsidRDefault="00CF5A16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Příloha č. </w:t>
    </w:r>
    <w:r w:rsidR="004476B9">
      <w:rPr>
        <w:sz w:val="20"/>
        <w:szCs w:val="20"/>
      </w:rPr>
      <w:t>3</w:t>
    </w:r>
    <w:r w:rsidRPr="00443CED">
      <w:rPr>
        <w:sz w:val="20"/>
        <w:szCs w:val="20"/>
      </w:rPr>
      <w:t xml:space="preserve"> SoD </w:t>
    </w:r>
    <w:r w:rsidR="009A6B24" w:rsidRPr="00443CED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27A6"/>
    <w:rsid w:val="00315529"/>
    <w:rsid w:val="003243C8"/>
    <w:rsid w:val="00360830"/>
    <w:rsid w:val="00362826"/>
    <w:rsid w:val="00370917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709A"/>
    <w:rsid w:val="00664D37"/>
    <w:rsid w:val="006732BA"/>
    <w:rsid w:val="0068199D"/>
    <w:rsid w:val="00695E4E"/>
    <w:rsid w:val="006B6270"/>
    <w:rsid w:val="006D163D"/>
    <w:rsid w:val="00706005"/>
    <w:rsid w:val="00716A20"/>
    <w:rsid w:val="007204E1"/>
    <w:rsid w:val="00722C98"/>
    <w:rsid w:val="007417BF"/>
    <w:rsid w:val="00794F98"/>
    <w:rsid w:val="007A48CA"/>
    <w:rsid w:val="007B131A"/>
    <w:rsid w:val="007D0AC0"/>
    <w:rsid w:val="007D2F14"/>
    <w:rsid w:val="007E7DC1"/>
    <w:rsid w:val="007F6027"/>
    <w:rsid w:val="00802B34"/>
    <w:rsid w:val="00805DCC"/>
    <w:rsid w:val="00811B71"/>
    <w:rsid w:val="008205C6"/>
    <w:rsid w:val="00832218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A0A3B"/>
    <w:rsid w:val="00BD6B3C"/>
    <w:rsid w:val="00BE7A69"/>
    <w:rsid w:val="00BF0445"/>
    <w:rsid w:val="00C00D39"/>
    <w:rsid w:val="00C06309"/>
    <w:rsid w:val="00C162A1"/>
    <w:rsid w:val="00C20BED"/>
    <w:rsid w:val="00C21181"/>
    <w:rsid w:val="00C35ED8"/>
    <w:rsid w:val="00C37193"/>
    <w:rsid w:val="00C91D43"/>
    <w:rsid w:val="00CA1A2F"/>
    <w:rsid w:val="00CB5F7B"/>
    <w:rsid w:val="00CC5840"/>
    <w:rsid w:val="00CE6C4F"/>
    <w:rsid w:val="00CF5A16"/>
    <w:rsid w:val="00CF7595"/>
    <w:rsid w:val="00D109C5"/>
    <w:rsid w:val="00D14646"/>
    <w:rsid w:val="00D24B69"/>
    <w:rsid w:val="00D405D2"/>
    <w:rsid w:val="00D818CC"/>
    <w:rsid w:val="00D85B54"/>
    <w:rsid w:val="00D87B43"/>
    <w:rsid w:val="00D92C11"/>
    <w:rsid w:val="00D944C9"/>
    <w:rsid w:val="00DB64BA"/>
    <w:rsid w:val="00DC255F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52C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869269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F95E1-0FED-43B3-BF19-B58330E7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2</cp:revision>
  <cp:lastPrinted>2015-04-20T05:50:00Z</cp:lastPrinted>
  <dcterms:created xsi:type="dcterms:W3CDTF">2019-06-24T11:16:00Z</dcterms:created>
  <dcterms:modified xsi:type="dcterms:W3CDTF">2019-06-24T11:16:00Z</dcterms:modified>
</cp:coreProperties>
</file>