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F597F" w14:textId="3C488996" w:rsidR="00173901" w:rsidRPr="000825A8" w:rsidRDefault="00F75E4F" w:rsidP="000825A8">
      <w:pPr>
        <w:rPr>
          <w:b/>
        </w:rPr>
      </w:pPr>
      <w:r>
        <w:t xml:space="preserve">Investor: </w:t>
      </w:r>
      <w:r w:rsidR="009A362F">
        <w:tab/>
      </w:r>
      <w:r w:rsidR="00C11943" w:rsidRPr="00C11943">
        <w:rPr>
          <w:b/>
          <w:bCs/>
        </w:rPr>
        <w:t xml:space="preserve">Dopravní podnik </w:t>
      </w:r>
      <w:r w:rsidR="00C11943">
        <w:rPr>
          <w:b/>
          <w:bCs/>
        </w:rPr>
        <w:t>Ostrava a.s., Poděbradova 494/2</w:t>
      </w:r>
    </w:p>
    <w:p w14:paraId="4619230B" w14:textId="45D326D1" w:rsidR="009E53BA" w:rsidRPr="000825A8" w:rsidRDefault="00F75E4F" w:rsidP="000825A8">
      <w:pPr>
        <w:rPr>
          <w:b/>
        </w:rPr>
      </w:pPr>
      <w:r w:rsidRPr="000825A8">
        <w:rPr>
          <w:b/>
        </w:rPr>
        <w:tab/>
      </w:r>
      <w:r w:rsidR="009A362F">
        <w:rPr>
          <w:b/>
        </w:rPr>
        <w:tab/>
      </w:r>
      <w:r w:rsidR="00C11943">
        <w:rPr>
          <w:b/>
        </w:rPr>
        <w:t>70200 Ostrava</w:t>
      </w:r>
    </w:p>
    <w:tbl>
      <w:tblPr>
        <w:tblpPr w:vertAnchor="page" w:horzAnchor="margin" w:tblpXSpec="center" w:tblpY="7201"/>
        <w:tblOverlap w:val="never"/>
        <w:tblW w:w="9543" w:type="dxa"/>
        <w:tblCellMar>
          <w:left w:w="0" w:type="dxa"/>
          <w:right w:w="0" w:type="dxa"/>
        </w:tblCellMar>
        <w:tblLook w:val="01E0" w:firstRow="1" w:lastRow="1" w:firstColumn="1" w:lastColumn="1" w:noHBand="0" w:noVBand="0"/>
      </w:tblPr>
      <w:tblGrid>
        <w:gridCol w:w="9543"/>
      </w:tblGrid>
      <w:tr w:rsidR="009D5F14" w14:paraId="4E93423F" w14:textId="77777777" w:rsidTr="009D5F14">
        <w:tc>
          <w:tcPr>
            <w:tcW w:w="9543" w:type="dxa"/>
          </w:tcPr>
          <w:p w14:paraId="4D6248E4" w14:textId="77777777" w:rsidR="009D5F14" w:rsidRPr="00C909B6" w:rsidRDefault="009D5F14" w:rsidP="000825A8"/>
        </w:tc>
      </w:tr>
      <w:tr w:rsidR="009D5F14" w:rsidRPr="00C909B6" w14:paraId="6928FEA5" w14:textId="77777777" w:rsidTr="009D5F14">
        <w:tc>
          <w:tcPr>
            <w:tcW w:w="9543" w:type="dxa"/>
          </w:tcPr>
          <w:p w14:paraId="0261488D" w14:textId="77777777" w:rsidR="009D5F14" w:rsidRDefault="009D5F14" w:rsidP="000825A8">
            <w:r>
              <w:t xml:space="preserve">      </w:t>
            </w:r>
          </w:p>
        </w:tc>
      </w:tr>
      <w:tr w:rsidR="009D5F14" w14:paraId="6E21A0AA" w14:textId="77777777" w:rsidTr="009D5F14">
        <w:tc>
          <w:tcPr>
            <w:tcW w:w="9543" w:type="dxa"/>
          </w:tcPr>
          <w:p w14:paraId="64BDED56" w14:textId="77777777" w:rsidR="009D5F14" w:rsidRDefault="009D5F14" w:rsidP="000825A8"/>
          <w:p w14:paraId="6546F493" w14:textId="77777777" w:rsidR="009D5F14" w:rsidRPr="00077807" w:rsidRDefault="009D5F14" w:rsidP="000825A8"/>
        </w:tc>
      </w:tr>
      <w:tr w:rsidR="009D5F14" w:rsidRPr="00C909B6" w14:paraId="55725489" w14:textId="77777777" w:rsidTr="009D5F14">
        <w:tc>
          <w:tcPr>
            <w:tcW w:w="9543" w:type="dxa"/>
          </w:tcPr>
          <w:p w14:paraId="1B1D7DDD" w14:textId="77777777" w:rsidR="009D5F14" w:rsidRDefault="009D5F14" w:rsidP="000825A8"/>
        </w:tc>
      </w:tr>
      <w:tr w:rsidR="009D5F14" w14:paraId="40957F29" w14:textId="77777777" w:rsidTr="009D5F14">
        <w:tc>
          <w:tcPr>
            <w:tcW w:w="9543" w:type="dxa"/>
          </w:tcPr>
          <w:p w14:paraId="1E21F007" w14:textId="2753F8BC" w:rsidR="009D5F14" w:rsidRPr="009D5F14" w:rsidRDefault="000B5F65" w:rsidP="000825A8">
            <w:pPr>
              <w:rPr>
                <w:sz w:val="32"/>
                <w:szCs w:val="32"/>
              </w:rPr>
            </w:pPr>
            <w:r>
              <w:rPr>
                <w:sz w:val="32"/>
                <w:szCs w:val="32"/>
              </w:rPr>
              <w:t>Technická zpráva</w:t>
            </w:r>
          </w:p>
          <w:p w14:paraId="1701F15F" w14:textId="77777777" w:rsidR="009D5F14" w:rsidRDefault="009D5F14" w:rsidP="000825A8"/>
        </w:tc>
      </w:tr>
    </w:tbl>
    <w:p w14:paraId="423C23D5" w14:textId="77777777" w:rsidR="006B621E" w:rsidRPr="00C22A3C" w:rsidRDefault="006B621E" w:rsidP="000825A8"/>
    <w:p w14:paraId="1837775A" w14:textId="3AD2B923" w:rsidR="00173901" w:rsidRPr="000825A8" w:rsidRDefault="00717F0F" w:rsidP="000825A8">
      <w:pPr>
        <w:rPr>
          <w:b/>
        </w:rPr>
      </w:pPr>
      <w:bookmarkStart w:id="0" w:name="Revisie2"/>
      <w:bookmarkEnd w:id="0"/>
      <w:r>
        <w:t>Název zakázky</w:t>
      </w:r>
      <w:r w:rsidR="00F75E4F">
        <w:t xml:space="preserve">: </w:t>
      </w:r>
      <w:bookmarkStart w:id="1" w:name="_Hlk16745213"/>
      <w:r w:rsidR="00C11943">
        <w:rPr>
          <w:b/>
        </w:rPr>
        <w:t xml:space="preserve">Stavební úpravy </w:t>
      </w:r>
      <w:r w:rsidR="006018F1">
        <w:rPr>
          <w:b/>
        </w:rPr>
        <w:t>pro instalaci tramvajového simulátoru</w:t>
      </w:r>
      <w:bookmarkEnd w:id="1"/>
    </w:p>
    <w:tbl>
      <w:tblPr>
        <w:tblpPr w:leftFromText="85" w:rightFromText="85" w:vertAnchor="page" w:horzAnchor="page" w:tblpX="1787" w:tblpY="12475"/>
        <w:tblOverlap w:val="neve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170" w:type="dxa"/>
        </w:tblCellMar>
        <w:tblLook w:val="01E0" w:firstRow="1" w:lastRow="1" w:firstColumn="1" w:lastColumn="1" w:noHBand="0" w:noVBand="0"/>
      </w:tblPr>
      <w:tblGrid>
        <w:gridCol w:w="632"/>
        <w:gridCol w:w="1132"/>
        <w:gridCol w:w="3193"/>
        <w:gridCol w:w="3543"/>
      </w:tblGrid>
      <w:tr w:rsidR="00062621" w:rsidRPr="000825A8" w14:paraId="4C0C17EE" w14:textId="77777777" w:rsidTr="00062621">
        <w:trPr>
          <w:trHeight w:hRule="exact" w:val="1134"/>
        </w:trPr>
        <w:tc>
          <w:tcPr>
            <w:tcW w:w="632" w:type="dxa"/>
            <w:tcBorders>
              <w:bottom w:val="single" w:sz="4" w:space="0" w:color="auto"/>
            </w:tcBorders>
            <w:tcMar>
              <w:left w:w="85" w:type="dxa"/>
              <w:right w:w="170" w:type="dxa"/>
            </w:tcMar>
          </w:tcPr>
          <w:p w14:paraId="22EA6A6D" w14:textId="77777777" w:rsidR="00062621" w:rsidRPr="000825A8" w:rsidRDefault="00062621" w:rsidP="000825A8">
            <w:pPr>
              <w:rPr>
                <w:b/>
                <w:sz w:val="15"/>
                <w:szCs w:val="15"/>
              </w:rPr>
            </w:pPr>
            <w:r w:rsidRPr="000825A8">
              <w:rPr>
                <w:b/>
                <w:sz w:val="15"/>
                <w:szCs w:val="15"/>
              </w:rPr>
              <w:fldChar w:fldCharType="begin"/>
            </w:r>
            <w:r w:rsidRPr="000825A8">
              <w:rPr>
                <w:b/>
                <w:sz w:val="15"/>
                <w:szCs w:val="15"/>
              </w:rPr>
              <w:instrText xml:space="preserve"> DOCVARIABLE SE0652 /nounlink</w:instrText>
            </w:r>
            <w:r w:rsidRPr="000825A8">
              <w:rPr>
                <w:b/>
                <w:sz w:val="15"/>
                <w:szCs w:val="15"/>
              </w:rPr>
              <w:fldChar w:fldCharType="separate"/>
            </w:r>
            <w:r w:rsidRPr="000825A8">
              <w:rPr>
                <w:b/>
                <w:sz w:val="15"/>
                <w:szCs w:val="15"/>
              </w:rPr>
              <w:t xml:space="preserve"> </w:t>
            </w:r>
            <w:r w:rsidRPr="000825A8">
              <w:rPr>
                <w:b/>
                <w:sz w:val="15"/>
                <w:szCs w:val="15"/>
              </w:rPr>
              <w:fldChar w:fldCharType="end"/>
            </w:r>
            <w:r w:rsidRPr="000825A8">
              <w:rPr>
                <w:b/>
                <w:sz w:val="15"/>
                <w:szCs w:val="15"/>
              </w:rPr>
              <w:t>0</w:t>
            </w:r>
          </w:p>
        </w:tc>
        <w:tc>
          <w:tcPr>
            <w:tcW w:w="1132" w:type="dxa"/>
            <w:tcBorders>
              <w:bottom w:val="single" w:sz="4" w:space="0" w:color="auto"/>
            </w:tcBorders>
          </w:tcPr>
          <w:p w14:paraId="160189F4" w14:textId="0BA59D5F" w:rsidR="00062621" w:rsidRPr="000825A8" w:rsidRDefault="00D65E64" w:rsidP="000825A8">
            <w:pPr>
              <w:rPr>
                <w:b/>
                <w:sz w:val="15"/>
                <w:szCs w:val="15"/>
              </w:rPr>
            </w:pPr>
            <w:r>
              <w:rPr>
                <w:b/>
                <w:sz w:val="15"/>
                <w:szCs w:val="15"/>
              </w:rPr>
              <w:t>0</w:t>
            </w:r>
            <w:r w:rsidR="00A15A63">
              <w:rPr>
                <w:b/>
                <w:sz w:val="15"/>
                <w:szCs w:val="15"/>
              </w:rPr>
              <w:t>7</w:t>
            </w:r>
            <w:r w:rsidR="00062621" w:rsidRPr="000825A8">
              <w:rPr>
                <w:b/>
                <w:sz w:val="15"/>
                <w:szCs w:val="15"/>
              </w:rPr>
              <w:t>/20</w:t>
            </w:r>
            <w:r>
              <w:rPr>
                <w:b/>
                <w:sz w:val="15"/>
                <w:szCs w:val="15"/>
              </w:rPr>
              <w:t>20</w:t>
            </w:r>
          </w:p>
        </w:tc>
        <w:tc>
          <w:tcPr>
            <w:tcW w:w="3193" w:type="dxa"/>
            <w:shd w:val="clear" w:color="auto" w:fill="auto"/>
          </w:tcPr>
          <w:p w14:paraId="54160B83" w14:textId="77777777" w:rsidR="00062621" w:rsidRPr="000825A8" w:rsidRDefault="00C11943" w:rsidP="000825A8">
            <w:pPr>
              <w:rPr>
                <w:b/>
                <w:sz w:val="15"/>
                <w:szCs w:val="15"/>
              </w:rPr>
            </w:pPr>
            <w:r>
              <w:rPr>
                <w:b/>
                <w:sz w:val="15"/>
                <w:szCs w:val="15"/>
              </w:rPr>
              <w:t>Vladimír Hochmann</w:t>
            </w:r>
            <w:r w:rsidR="00062621" w:rsidRPr="000825A8">
              <w:rPr>
                <w:b/>
                <w:sz w:val="15"/>
                <w:szCs w:val="15"/>
              </w:rPr>
              <w:t xml:space="preserve"> </w:t>
            </w:r>
          </w:p>
        </w:tc>
        <w:tc>
          <w:tcPr>
            <w:tcW w:w="3543" w:type="dxa"/>
            <w:shd w:val="clear" w:color="auto" w:fill="auto"/>
          </w:tcPr>
          <w:p w14:paraId="6CC4916E" w14:textId="77777777" w:rsidR="00062621" w:rsidRPr="000825A8" w:rsidRDefault="00062621" w:rsidP="000825A8">
            <w:pPr>
              <w:rPr>
                <w:b/>
              </w:rPr>
            </w:pPr>
            <w:r w:rsidRPr="000825A8">
              <w:rPr>
                <w:b/>
                <w:sz w:val="15"/>
                <w:szCs w:val="15"/>
              </w:rPr>
              <w:t>Ing. Jaroslav Holáň</w:t>
            </w:r>
          </w:p>
        </w:tc>
      </w:tr>
      <w:tr w:rsidR="00062621" w:rsidRPr="000825A8" w14:paraId="522883A5" w14:textId="77777777" w:rsidTr="00062621">
        <w:trPr>
          <w:trHeight w:hRule="exact" w:val="284"/>
        </w:trPr>
        <w:tc>
          <w:tcPr>
            <w:tcW w:w="632" w:type="dxa"/>
            <w:shd w:val="clear" w:color="auto" w:fill="auto"/>
            <w:tcMar>
              <w:left w:w="85" w:type="dxa"/>
              <w:right w:w="170" w:type="dxa"/>
            </w:tcMar>
          </w:tcPr>
          <w:p w14:paraId="06FEDFC1" w14:textId="77777777" w:rsidR="00062621" w:rsidRPr="000825A8" w:rsidRDefault="00062621" w:rsidP="000825A8">
            <w:pPr>
              <w:rPr>
                <w:b/>
                <w:sz w:val="15"/>
                <w:szCs w:val="15"/>
              </w:rPr>
            </w:pPr>
            <w:r w:rsidRPr="000825A8">
              <w:rPr>
                <w:b/>
                <w:sz w:val="15"/>
                <w:szCs w:val="15"/>
              </w:rPr>
              <w:t>Rev.</w:t>
            </w:r>
          </w:p>
        </w:tc>
        <w:tc>
          <w:tcPr>
            <w:tcW w:w="1132" w:type="dxa"/>
            <w:shd w:val="clear" w:color="auto" w:fill="auto"/>
          </w:tcPr>
          <w:p w14:paraId="7ADA9DDE" w14:textId="77777777" w:rsidR="00062621" w:rsidRPr="000825A8" w:rsidRDefault="00062621" w:rsidP="000825A8">
            <w:pPr>
              <w:rPr>
                <w:b/>
                <w:sz w:val="15"/>
                <w:szCs w:val="15"/>
              </w:rPr>
            </w:pPr>
            <w:r w:rsidRPr="000825A8">
              <w:rPr>
                <w:b/>
                <w:sz w:val="15"/>
                <w:szCs w:val="15"/>
              </w:rPr>
              <w:t>Datum</w:t>
            </w:r>
          </w:p>
        </w:tc>
        <w:tc>
          <w:tcPr>
            <w:tcW w:w="3193" w:type="dxa"/>
            <w:shd w:val="clear" w:color="auto" w:fill="auto"/>
          </w:tcPr>
          <w:p w14:paraId="2FE734AD" w14:textId="77777777" w:rsidR="00062621" w:rsidRPr="000825A8" w:rsidRDefault="00062621" w:rsidP="000825A8">
            <w:pPr>
              <w:rPr>
                <w:b/>
                <w:sz w:val="15"/>
                <w:szCs w:val="15"/>
              </w:rPr>
            </w:pPr>
            <w:r w:rsidRPr="000825A8">
              <w:rPr>
                <w:b/>
                <w:sz w:val="15"/>
                <w:szCs w:val="15"/>
              </w:rPr>
              <w:t>Vypracoval</w:t>
            </w:r>
          </w:p>
        </w:tc>
        <w:tc>
          <w:tcPr>
            <w:tcW w:w="3543" w:type="dxa"/>
            <w:shd w:val="clear" w:color="auto" w:fill="auto"/>
          </w:tcPr>
          <w:p w14:paraId="53DCA165" w14:textId="77777777" w:rsidR="00062621" w:rsidRPr="000825A8" w:rsidRDefault="00062621" w:rsidP="000825A8">
            <w:pPr>
              <w:rPr>
                <w:b/>
                <w:sz w:val="15"/>
                <w:szCs w:val="15"/>
              </w:rPr>
            </w:pPr>
            <w:r w:rsidRPr="000825A8">
              <w:rPr>
                <w:b/>
                <w:sz w:val="15"/>
                <w:szCs w:val="15"/>
              </w:rPr>
              <w:t>Zodpovědný projektant</w:t>
            </w:r>
          </w:p>
        </w:tc>
        <w:bookmarkStart w:id="2" w:name="Auteur2"/>
        <w:bookmarkEnd w:id="2"/>
      </w:tr>
    </w:tbl>
    <w:p w14:paraId="774F369E" w14:textId="798F8096" w:rsidR="005637ED" w:rsidRPr="000825A8" w:rsidRDefault="00F75E4F" w:rsidP="000825A8">
      <w:pPr>
        <w:rPr>
          <w:b/>
        </w:rPr>
      </w:pPr>
      <w:r w:rsidRPr="000825A8">
        <w:rPr>
          <w:b/>
        </w:rPr>
        <w:tab/>
      </w:r>
      <w:r w:rsidR="009A362F">
        <w:rPr>
          <w:b/>
        </w:rPr>
        <w:tab/>
      </w:r>
    </w:p>
    <w:tbl>
      <w:tblPr>
        <w:tblpPr w:vertAnchor="page" w:horzAnchor="margin" w:tblpY="5536"/>
        <w:tblW w:w="9720" w:type="dxa"/>
        <w:tblLayout w:type="fixed"/>
        <w:tblCellMar>
          <w:left w:w="0" w:type="dxa"/>
          <w:right w:w="0" w:type="dxa"/>
        </w:tblCellMar>
        <w:tblLook w:val="01E0" w:firstRow="1" w:lastRow="1" w:firstColumn="1" w:lastColumn="1" w:noHBand="0" w:noVBand="0"/>
      </w:tblPr>
      <w:tblGrid>
        <w:gridCol w:w="1419"/>
        <w:gridCol w:w="4885"/>
        <w:gridCol w:w="1624"/>
        <w:gridCol w:w="1617"/>
        <w:gridCol w:w="175"/>
      </w:tblGrid>
      <w:tr w:rsidR="000825A8" w:rsidRPr="000825A8" w14:paraId="001EBB62" w14:textId="77777777" w:rsidTr="000825A8">
        <w:trPr>
          <w:trHeight w:val="249"/>
        </w:trPr>
        <w:tc>
          <w:tcPr>
            <w:tcW w:w="1419" w:type="dxa"/>
            <w:vMerge w:val="restart"/>
          </w:tcPr>
          <w:p w14:paraId="34EF37E5" w14:textId="77777777" w:rsidR="000825A8" w:rsidRPr="000825A8" w:rsidRDefault="000825A8" w:rsidP="000825A8">
            <w:pPr>
              <w:rPr>
                <w:b/>
              </w:rPr>
            </w:pPr>
          </w:p>
        </w:tc>
        <w:tc>
          <w:tcPr>
            <w:tcW w:w="4885" w:type="dxa"/>
          </w:tcPr>
          <w:p w14:paraId="584026A1" w14:textId="77777777" w:rsidR="000825A8" w:rsidRPr="000825A8" w:rsidRDefault="000825A8" w:rsidP="000825A8">
            <w:pPr>
              <w:rPr>
                <w:b/>
                <w:szCs w:val="15"/>
              </w:rPr>
            </w:pPr>
          </w:p>
        </w:tc>
        <w:tc>
          <w:tcPr>
            <w:tcW w:w="3241" w:type="dxa"/>
            <w:gridSpan w:val="2"/>
            <w:shd w:val="clear" w:color="auto" w:fill="auto"/>
          </w:tcPr>
          <w:p w14:paraId="3016D18B" w14:textId="77777777" w:rsidR="000825A8" w:rsidRPr="000825A8" w:rsidRDefault="000825A8" w:rsidP="000825A8">
            <w:pPr>
              <w:rPr>
                <w:b/>
                <w:szCs w:val="22"/>
              </w:rPr>
            </w:pPr>
          </w:p>
        </w:tc>
        <w:tc>
          <w:tcPr>
            <w:tcW w:w="175" w:type="dxa"/>
            <w:shd w:val="clear" w:color="auto" w:fill="auto"/>
          </w:tcPr>
          <w:p w14:paraId="7671A047" w14:textId="77777777" w:rsidR="000825A8" w:rsidRPr="000825A8" w:rsidRDefault="000825A8" w:rsidP="000825A8">
            <w:pPr>
              <w:rPr>
                <w:b/>
              </w:rPr>
            </w:pPr>
          </w:p>
        </w:tc>
      </w:tr>
      <w:tr w:rsidR="000825A8" w:rsidRPr="000825A8" w14:paraId="64783151" w14:textId="77777777" w:rsidTr="000825A8">
        <w:trPr>
          <w:trHeight w:hRule="exact" w:val="251"/>
        </w:trPr>
        <w:tc>
          <w:tcPr>
            <w:tcW w:w="1419" w:type="dxa"/>
            <w:vMerge/>
          </w:tcPr>
          <w:p w14:paraId="36074E2F" w14:textId="77777777" w:rsidR="000825A8" w:rsidRPr="000825A8" w:rsidRDefault="000825A8" w:rsidP="000825A8">
            <w:pPr>
              <w:rPr>
                <w:b/>
              </w:rPr>
            </w:pPr>
          </w:p>
        </w:tc>
        <w:tc>
          <w:tcPr>
            <w:tcW w:w="4885" w:type="dxa"/>
          </w:tcPr>
          <w:p w14:paraId="514F21AA" w14:textId="77777777" w:rsidR="000825A8" w:rsidRPr="000825A8" w:rsidRDefault="000825A8" w:rsidP="000825A8">
            <w:pPr>
              <w:rPr>
                <w:b/>
              </w:rPr>
            </w:pPr>
          </w:p>
        </w:tc>
        <w:tc>
          <w:tcPr>
            <w:tcW w:w="1624" w:type="dxa"/>
            <w:shd w:val="clear" w:color="auto" w:fill="auto"/>
          </w:tcPr>
          <w:p w14:paraId="63CB4EA6" w14:textId="77777777" w:rsidR="000825A8" w:rsidRPr="000825A8" w:rsidRDefault="000825A8" w:rsidP="000825A8">
            <w:pPr>
              <w:rPr>
                <w:b/>
              </w:rPr>
            </w:pPr>
          </w:p>
        </w:tc>
        <w:tc>
          <w:tcPr>
            <w:tcW w:w="1617" w:type="dxa"/>
            <w:vMerge w:val="restart"/>
            <w:shd w:val="clear" w:color="auto" w:fill="auto"/>
          </w:tcPr>
          <w:p w14:paraId="0995129F" w14:textId="77777777" w:rsidR="000825A8" w:rsidRPr="000825A8" w:rsidRDefault="000825A8" w:rsidP="000825A8">
            <w:pPr>
              <w:rPr>
                <w:b/>
              </w:rPr>
            </w:pPr>
          </w:p>
        </w:tc>
        <w:tc>
          <w:tcPr>
            <w:tcW w:w="175" w:type="dxa"/>
            <w:vMerge w:val="restart"/>
            <w:shd w:val="clear" w:color="auto" w:fill="auto"/>
          </w:tcPr>
          <w:p w14:paraId="36F808D9" w14:textId="77777777" w:rsidR="000825A8" w:rsidRPr="000825A8" w:rsidRDefault="000825A8" w:rsidP="000825A8">
            <w:pPr>
              <w:rPr>
                <w:b/>
              </w:rPr>
            </w:pPr>
          </w:p>
        </w:tc>
      </w:tr>
      <w:tr w:rsidR="000825A8" w:rsidRPr="000825A8" w14:paraId="763FC318" w14:textId="77777777" w:rsidTr="000825A8">
        <w:trPr>
          <w:trHeight w:hRule="exact" w:val="251"/>
        </w:trPr>
        <w:tc>
          <w:tcPr>
            <w:tcW w:w="1419" w:type="dxa"/>
            <w:vMerge/>
          </w:tcPr>
          <w:p w14:paraId="7208CB03" w14:textId="77777777" w:rsidR="000825A8" w:rsidRPr="000825A8" w:rsidRDefault="000825A8" w:rsidP="000825A8">
            <w:pPr>
              <w:rPr>
                <w:b/>
              </w:rPr>
            </w:pPr>
          </w:p>
        </w:tc>
        <w:tc>
          <w:tcPr>
            <w:tcW w:w="4885" w:type="dxa"/>
          </w:tcPr>
          <w:p w14:paraId="56612315" w14:textId="77777777" w:rsidR="000825A8" w:rsidRPr="000825A8" w:rsidRDefault="000825A8" w:rsidP="000825A8">
            <w:pPr>
              <w:rPr>
                <w:b/>
              </w:rPr>
            </w:pPr>
          </w:p>
        </w:tc>
        <w:tc>
          <w:tcPr>
            <w:tcW w:w="1624" w:type="dxa"/>
            <w:shd w:val="clear" w:color="auto" w:fill="auto"/>
          </w:tcPr>
          <w:p w14:paraId="678BB32B" w14:textId="77777777" w:rsidR="000825A8" w:rsidRPr="000825A8" w:rsidRDefault="000825A8" w:rsidP="000825A8">
            <w:pPr>
              <w:rPr>
                <w:b/>
              </w:rPr>
            </w:pPr>
          </w:p>
        </w:tc>
        <w:tc>
          <w:tcPr>
            <w:tcW w:w="1617" w:type="dxa"/>
            <w:vMerge/>
            <w:shd w:val="clear" w:color="auto" w:fill="auto"/>
          </w:tcPr>
          <w:p w14:paraId="756570F4" w14:textId="77777777" w:rsidR="000825A8" w:rsidRPr="000825A8" w:rsidRDefault="000825A8" w:rsidP="000825A8">
            <w:pPr>
              <w:rPr>
                <w:b/>
              </w:rPr>
            </w:pPr>
          </w:p>
        </w:tc>
        <w:tc>
          <w:tcPr>
            <w:tcW w:w="175" w:type="dxa"/>
            <w:vMerge/>
            <w:shd w:val="clear" w:color="auto" w:fill="auto"/>
          </w:tcPr>
          <w:p w14:paraId="4FAB35E7" w14:textId="77777777" w:rsidR="000825A8" w:rsidRPr="000825A8" w:rsidRDefault="000825A8" w:rsidP="000825A8">
            <w:pPr>
              <w:rPr>
                <w:b/>
              </w:rPr>
            </w:pPr>
          </w:p>
        </w:tc>
      </w:tr>
      <w:tr w:rsidR="000825A8" w:rsidRPr="000825A8" w14:paraId="6C234881" w14:textId="77777777" w:rsidTr="000825A8">
        <w:trPr>
          <w:trHeight w:hRule="exact" w:val="251"/>
        </w:trPr>
        <w:tc>
          <w:tcPr>
            <w:tcW w:w="1419" w:type="dxa"/>
            <w:vMerge/>
          </w:tcPr>
          <w:p w14:paraId="072C6A4E" w14:textId="77777777" w:rsidR="000825A8" w:rsidRPr="000825A8" w:rsidRDefault="000825A8" w:rsidP="000825A8">
            <w:pPr>
              <w:rPr>
                <w:b/>
              </w:rPr>
            </w:pPr>
          </w:p>
        </w:tc>
        <w:tc>
          <w:tcPr>
            <w:tcW w:w="4885" w:type="dxa"/>
          </w:tcPr>
          <w:p w14:paraId="4DF6EC1B" w14:textId="77777777" w:rsidR="000825A8" w:rsidRPr="000825A8" w:rsidRDefault="000825A8" w:rsidP="000825A8">
            <w:pPr>
              <w:rPr>
                <w:b/>
              </w:rPr>
            </w:pPr>
          </w:p>
        </w:tc>
        <w:tc>
          <w:tcPr>
            <w:tcW w:w="1624" w:type="dxa"/>
            <w:shd w:val="clear" w:color="auto" w:fill="auto"/>
          </w:tcPr>
          <w:p w14:paraId="14CCA360" w14:textId="77777777" w:rsidR="000825A8" w:rsidRPr="000825A8" w:rsidRDefault="000825A8" w:rsidP="000825A8">
            <w:pPr>
              <w:rPr>
                <w:b/>
              </w:rPr>
            </w:pPr>
          </w:p>
        </w:tc>
        <w:tc>
          <w:tcPr>
            <w:tcW w:w="1617" w:type="dxa"/>
            <w:vMerge/>
            <w:shd w:val="clear" w:color="auto" w:fill="auto"/>
          </w:tcPr>
          <w:p w14:paraId="09A44C01" w14:textId="77777777" w:rsidR="000825A8" w:rsidRPr="000825A8" w:rsidRDefault="000825A8" w:rsidP="000825A8">
            <w:pPr>
              <w:rPr>
                <w:b/>
              </w:rPr>
            </w:pPr>
          </w:p>
        </w:tc>
        <w:tc>
          <w:tcPr>
            <w:tcW w:w="175" w:type="dxa"/>
            <w:vMerge/>
            <w:shd w:val="clear" w:color="auto" w:fill="auto"/>
          </w:tcPr>
          <w:p w14:paraId="7F0489B1" w14:textId="77777777" w:rsidR="000825A8" w:rsidRPr="000825A8" w:rsidRDefault="000825A8" w:rsidP="000825A8">
            <w:pPr>
              <w:rPr>
                <w:b/>
              </w:rPr>
            </w:pPr>
          </w:p>
        </w:tc>
      </w:tr>
      <w:tr w:rsidR="000825A8" w:rsidRPr="000825A8" w14:paraId="5EF91FB8" w14:textId="77777777" w:rsidTr="000825A8">
        <w:trPr>
          <w:trHeight w:hRule="exact" w:val="251"/>
        </w:trPr>
        <w:tc>
          <w:tcPr>
            <w:tcW w:w="1419" w:type="dxa"/>
            <w:vMerge/>
          </w:tcPr>
          <w:p w14:paraId="20A16AC9" w14:textId="77777777" w:rsidR="000825A8" w:rsidRPr="000825A8" w:rsidRDefault="000825A8" w:rsidP="000825A8">
            <w:pPr>
              <w:rPr>
                <w:b/>
              </w:rPr>
            </w:pPr>
          </w:p>
        </w:tc>
        <w:tc>
          <w:tcPr>
            <w:tcW w:w="4885" w:type="dxa"/>
          </w:tcPr>
          <w:p w14:paraId="6B8A667A" w14:textId="77777777" w:rsidR="000825A8" w:rsidRPr="000825A8" w:rsidRDefault="000825A8" w:rsidP="000825A8">
            <w:pPr>
              <w:rPr>
                <w:b/>
              </w:rPr>
            </w:pPr>
          </w:p>
        </w:tc>
        <w:tc>
          <w:tcPr>
            <w:tcW w:w="1624" w:type="dxa"/>
            <w:shd w:val="clear" w:color="auto" w:fill="auto"/>
          </w:tcPr>
          <w:p w14:paraId="378A3EC5" w14:textId="77777777" w:rsidR="000825A8" w:rsidRPr="000825A8" w:rsidRDefault="000825A8" w:rsidP="000825A8">
            <w:pPr>
              <w:rPr>
                <w:b/>
              </w:rPr>
            </w:pPr>
          </w:p>
        </w:tc>
        <w:tc>
          <w:tcPr>
            <w:tcW w:w="1617" w:type="dxa"/>
            <w:vMerge/>
            <w:shd w:val="clear" w:color="auto" w:fill="auto"/>
          </w:tcPr>
          <w:p w14:paraId="4D96ED7F" w14:textId="77777777" w:rsidR="000825A8" w:rsidRPr="000825A8" w:rsidRDefault="000825A8" w:rsidP="000825A8">
            <w:pPr>
              <w:rPr>
                <w:b/>
              </w:rPr>
            </w:pPr>
          </w:p>
        </w:tc>
        <w:tc>
          <w:tcPr>
            <w:tcW w:w="175" w:type="dxa"/>
            <w:vMerge/>
            <w:shd w:val="clear" w:color="auto" w:fill="auto"/>
          </w:tcPr>
          <w:p w14:paraId="32220A7D" w14:textId="77777777" w:rsidR="000825A8" w:rsidRPr="000825A8" w:rsidRDefault="000825A8" w:rsidP="000825A8">
            <w:pPr>
              <w:rPr>
                <w:b/>
              </w:rPr>
            </w:pPr>
          </w:p>
        </w:tc>
      </w:tr>
      <w:tr w:rsidR="000825A8" w:rsidRPr="000825A8" w14:paraId="2BD9BCFF" w14:textId="77777777" w:rsidTr="000825A8">
        <w:trPr>
          <w:trHeight w:hRule="exact" w:val="251"/>
        </w:trPr>
        <w:tc>
          <w:tcPr>
            <w:tcW w:w="1419" w:type="dxa"/>
            <w:vMerge/>
          </w:tcPr>
          <w:p w14:paraId="1642CC88" w14:textId="77777777" w:rsidR="000825A8" w:rsidRPr="000825A8" w:rsidRDefault="000825A8" w:rsidP="000825A8">
            <w:pPr>
              <w:rPr>
                <w:b/>
              </w:rPr>
            </w:pPr>
          </w:p>
        </w:tc>
        <w:tc>
          <w:tcPr>
            <w:tcW w:w="4885" w:type="dxa"/>
          </w:tcPr>
          <w:p w14:paraId="1BAD4C75" w14:textId="77777777" w:rsidR="000825A8" w:rsidRPr="000825A8" w:rsidRDefault="000825A8" w:rsidP="000825A8">
            <w:pPr>
              <w:rPr>
                <w:b/>
              </w:rPr>
            </w:pPr>
          </w:p>
        </w:tc>
        <w:tc>
          <w:tcPr>
            <w:tcW w:w="1624" w:type="dxa"/>
            <w:shd w:val="clear" w:color="auto" w:fill="auto"/>
          </w:tcPr>
          <w:p w14:paraId="625AF02E" w14:textId="77777777" w:rsidR="000825A8" w:rsidRPr="000825A8" w:rsidRDefault="000825A8" w:rsidP="000825A8">
            <w:pPr>
              <w:rPr>
                <w:b/>
              </w:rPr>
            </w:pPr>
          </w:p>
        </w:tc>
        <w:tc>
          <w:tcPr>
            <w:tcW w:w="1617" w:type="dxa"/>
            <w:vMerge/>
            <w:shd w:val="clear" w:color="auto" w:fill="auto"/>
          </w:tcPr>
          <w:p w14:paraId="55BD0015" w14:textId="77777777" w:rsidR="000825A8" w:rsidRPr="000825A8" w:rsidRDefault="000825A8" w:rsidP="000825A8">
            <w:pPr>
              <w:rPr>
                <w:b/>
              </w:rPr>
            </w:pPr>
          </w:p>
        </w:tc>
        <w:tc>
          <w:tcPr>
            <w:tcW w:w="175" w:type="dxa"/>
            <w:vMerge/>
            <w:shd w:val="clear" w:color="auto" w:fill="auto"/>
          </w:tcPr>
          <w:p w14:paraId="4EB90AA2" w14:textId="77777777" w:rsidR="000825A8" w:rsidRPr="000825A8" w:rsidRDefault="000825A8" w:rsidP="000825A8">
            <w:pPr>
              <w:rPr>
                <w:b/>
              </w:rPr>
            </w:pPr>
          </w:p>
        </w:tc>
      </w:tr>
      <w:tr w:rsidR="000825A8" w:rsidRPr="000825A8" w14:paraId="0D854818" w14:textId="77777777" w:rsidTr="000825A8">
        <w:trPr>
          <w:trHeight w:hRule="exact" w:val="198"/>
        </w:trPr>
        <w:tc>
          <w:tcPr>
            <w:tcW w:w="1419" w:type="dxa"/>
            <w:vMerge/>
          </w:tcPr>
          <w:p w14:paraId="5B345BCD" w14:textId="77777777" w:rsidR="000825A8" w:rsidRPr="000825A8" w:rsidRDefault="000825A8" w:rsidP="000825A8">
            <w:pPr>
              <w:rPr>
                <w:b/>
              </w:rPr>
            </w:pPr>
          </w:p>
        </w:tc>
        <w:tc>
          <w:tcPr>
            <w:tcW w:w="4885" w:type="dxa"/>
          </w:tcPr>
          <w:p w14:paraId="02B2A729" w14:textId="77777777" w:rsidR="000825A8" w:rsidRPr="000825A8" w:rsidRDefault="000825A8" w:rsidP="000825A8">
            <w:pPr>
              <w:rPr>
                <w:b/>
              </w:rPr>
            </w:pPr>
          </w:p>
        </w:tc>
        <w:tc>
          <w:tcPr>
            <w:tcW w:w="1624" w:type="dxa"/>
            <w:shd w:val="clear" w:color="auto" w:fill="auto"/>
          </w:tcPr>
          <w:p w14:paraId="1AC381A6" w14:textId="77777777" w:rsidR="000825A8" w:rsidRPr="000825A8" w:rsidRDefault="000825A8" w:rsidP="000825A8">
            <w:pPr>
              <w:rPr>
                <w:b/>
              </w:rPr>
            </w:pPr>
          </w:p>
        </w:tc>
        <w:tc>
          <w:tcPr>
            <w:tcW w:w="1617" w:type="dxa"/>
            <w:shd w:val="clear" w:color="auto" w:fill="auto"/>
          </w:tcPr>
          <w:p w14:paraId="59518829" w14:textId="77777777" w:rsidR="000825A8" w:rsidRPr="000825A8" w:rsidRDefault="000825A8" w:rsidP="000825A8">
            <w:pPr>
              <w:rPr>
                <w:b/>
              </w:rPr>
            </w:pPr>
          </w:p>
        </w:tc>
        <w:tc>
          <w:tcPr>
            <w:tcW w:w="175" w:type="dxa"/>
            <w:vMerge/>
            <w:shd w:val="clear" w:color="auto" w:fill="auto"/>
          </w:tcPr>
          <w:p w14:paraId="27E168FC" w14:textId="77777777" w:rsidR="000825A8" w:rsidRPr="000825A8" w:rsidRDefault="000825A8" w:rsidP="000825A8">
            <w:pPr>
              <w:rPr>
                <w:b/>
              </w:rPr>
            </w:pPr>
          </w:p>
        </w:tc>
      </w:tr>
      <w:tr w:rsidR="000825A8" w:rsidRPr="000825A8" w14:paraId="5C3DF83E" w14:textId="77777777" w:rsidTr="000825A8">
        <w:trPr>
          <w:trHeight w:val="249"/>
        </w:trPr>
        <w:tc>
          <w:tcPr>
            <w:tcW w:w="1419" w:type="dxa"/>
            <w:vMerge/>
          </w:tcPr>
          <w:p w14:paraId="4D2B6B34" w14:textId="77777777" w:rsidR="000825A8" w:rsidRPr="000825A8" w:rsidRDefault="000825A8" w:rsidP="000825A8">
            <w:pPr>
              <w:rPr>
                <w:b/>
              </w:rPr>
            </w:pPr>
          </w:p>
        </w:tc>
        <w:tc>
          <w:tcPr>
            <w:tcW w:w="4885" w:type="dxa"/>
          </w:tcPr>
          <w:p w14:paraId="15BC835C" w14:textId="77777777" w:rsidR="000825A8" w:rsidRPr="000825A8" w:rsidRDefault="000825A8" w:rsidP="000825A8">
            <w:pPr>
              <w:rPr>
                <w:b/>
              </w:rPr>
            </w:pPr>
          </w:p>
        </w:tc>
        <w:tc>
          <w:tcPr>
            <w:tcW w:w="3416" w:type="dxa"/>
            <w:gridSpan w:val="3"/>
            <w:shd w:val="clear" w:color="auto" w:fill="auto"/>
          </w:tcPr>
          <w:p w14:paraId="7C080F40" w14:textId="77777777" w:rsidR="000825A8" w:rsidRPr="000825A8" w:rsidRDefault="000825A8" w:rsidP="000825A8">
            <w:pPr>
              <w:rPr>
                <w:b/>
              </w:rPr>
            </w:pPr>
          </w:p>
        </w:tc>
      </w:tr>
    </w:tbl>
    <w:p w14:paraId="5F1FBC35" w14:textId="77777777" w:rsidR="00717F0F" w:rsidRDefault="00717F0F" w:rsidP="00717F0F"/>
    <w:p w14:paraId="60E6123F" w14:textId="319A9F6F" w:rsidR="00717F0F" w:rsidRPr="000825A8" w:rsidRDefault="00C178B4" w:rsidP="00717F0F">
      <w:pPr>
        <w:rPr>
          <w:b/>
        </w:rPr>
      </w:pPr>
      <w:r>
        <w:t>Stupeň</w:t>
      </w:r>
      <w:r w:rsidR="00717F0F">
        <w:t xml:space="preserve">: </w:t>
      </w:r>
      <w:r w:rsidR="000D7D02">
        <w:tab/>
      </w:r>
      <w:r w:rsidR="000D7D02">
        <w:tab/>
      </w:r>
      <w:r w:rsidRPr="009A362F">
        <w:rPr>
          <w:b/>
          <w:bCs/>
        </w:rPr>
        <w:t>D</w:t>
      </w:r>
      <w:r w:rsidR="009A362F" w:rsidRPr="009A362F">
        <w:rPr>
          <w:b/>
          <w:bCs/>
        </w:rPr>
        <w:t>PS –</w:t>
      </w:r>
      <w:r w:rsidR="009A362F">
        <w:t xml:space="preserve"> </w:t>
      </w:r>
      <w:r w:rsidR="009A362F">
        <w:rPr>
          <w:b/>
        </w:rPr>
        <w:t>Dokumentace pro provedení stavby</w:t>
      </w:r>
    </w:p>
    <w:p w14:paraId="5069553D" w14:textId="77777777" w:rsidR="00F75E4F" w:rsidRPr="000825A8" w:rsidRDefault="00F75E4F" w:rsidP="000825A8">
      <w:pPr>
        <w:rPr>
          <w:b/>
        </w:rPr>
      </w:pPr>
    </w:p>
    <w:tbl>
      <w:tblPr>
        <w:tblpPr w:vertAnchor="page" w:horzAnchor="page" w:tblpX="1702" w:tblpY="14346"/>
        <w:tblOverlap w:val="never"/>
        <w:tblW w:w="9533" w:type="dxa"/>
        <w:tblLayout w:type="fixed"/>
        <w:tblCellMar>
          <w:left w:w="0" w:type="dxa"/>
          <w:right w:w="0" w:type="dxa"/>
        </w:tblCellMar>
        <w:tblLook w:val="01E0" w:firstRow="1" w:lastRow="1" w:firstColumn="1" w:lastColumn="1" w:noHBand="0" w:noVBand="0"/>
      </w:tblPr>
      <w:tblGrid>
        <w:gridCol w:w="9533"/>
      </w:tblGrid>
      <w:tr w:rsidR="00DE5C38" w:rsidRPr="00C22A3C" w14:paraId="621A662B" w14:textId="77777777">
        <w:tc>
          <w:tcPr>
            <w:tcW w:w="9533" w:type="dxa"/>
            <w:tcMar>
              <w:left w:w="0" w:type="dxa"/>
              <w:right w:w="0" w:type="dxa"/>
            </w:tcMar>
          </w:tcPr>
          <w:p w14:paraId="73F7E285" w14:textId="77777777" w:rsidR="00DE5C38" w:rsidRPr="00C22A3C" w:rsidRDefault="00DE5C38" w:rsidP="00DE5C38">
            <w:pPr>
              <w:pStyle w:val="Mededelingenblok7"/>
            </w:pPr>
          </w:p>
          <w:tbl>
            <w:tblPr>
              <w:tblpPr w:leftFromText="141" w:rightFromText="141" w:vertAnchor="text" w:horzAnchor="margin" w:tblpXSpec="center" w:tblpY="-58"/>
              <w:tblW w:w="8080" w:type="dxa"/>
              <w:tblLayout w:type="fixed"/>
              <w:tblCellMar>
                <w:left w:w="0" w:type="dxa"/>
                <w:right w:w="0" w:type="dxa"/>
              </w:tblCellMar>
              <w:tblLook w:val="0000" w:firstRow="0" w:lastRow="0" w:firstColumn="0" w:lastColumn="0" w:noHBand="0" w:noVBand="0"/>
            </w:tblPr>
            <w:tblGrid>
              <w:gridCol w:w="5953"/>
              <w:gridCol w:w="2127"/>
            </w:tblGrid>
            <w:tr w:rsidR="00062621" w:rsidRPr="00C22A3C" w14:paraId="0E3851F0" w14:textId="77777777" w:rsidTr="00062621">
              <w:trPr>
                <w:cantSplit/>
              </w:trPr>
              <w:tc>
                <w:tcPr>
                  <w:tcW w:w="5953" w:type="dxa"/>
                </w:tcPr>
                <w:p w14:paraId="07B9EE99" w14:textId="77777777" w:rsidR="00062621" w:rsidRDefault="00062621" w:rsidP="00062621">
                  <w:pPr>
                    <w:pStyle w:val="Bold14voor"/>
                    <w:spacing w:before="120"/>
                    <w:ind w:right="284"/>
                  </w:pPr>
                </w:p>
                <w:p w14:paraId="030314D0" w14:textId="77777777" w:rsidR="00062621" w:rsidRPr="00C22A3C" w:rsidRDefault="00062621" w:rsidP="00062621">
                  <w:pPr>
                    <w:pStyle w:val="Bold14voor"/>
                    <w:spacing w:before="120"/>
                    <w:ind w:right="284"/>
                  </w:pPr>
                  <w:r w:rsidRPr="00C22A3C">
                    <w:t>Technická zpráva</w:t>
                  </w:r>
                </w:p>
              </w:tc>
              <w:tc>
                <w:tcPr>
                  <w:tcW w:w="2127" w:type="dxa"/>
                </w:tcPr>
                <w:p w14:paraId="28423001" w14:textId="77777777" w:rsidR="00062621" w:rsidRPr="00C22A3C" w:rsidRDefault="00062621" w:rsidP="00062621">
                  <w:pPr>
                    <w:pStyle w:val="Bold14voor"/>
                    <w:spacing w:before="120"/>
                    <w:ind w:left="114"/>
                    <w:rPr>
                      <w:b w:val="0"/>
                    </w:rPr>
                  </w:pPr>
                  <w:r>
                    <w:t>TZ-01</w:t>
                  </w:r>
                </w:p>
              </w:tc>
            </w:tr>
          </w:tbl>
          <w:p w14:paraId="21AC17D1" w14:textId="77777777" w:rsidR="00DE5C38" w:rsidRPr="00C22A3C" w:rsidRDefault="00DE5C38" w:rsidP="006B621E">
            <w:pPr>
              <w:pStyle w:val="Mededelingenblok7"/>
            </w:pPr>
          </w:p>
        </w:tc>
      </w:tr>
    </w:tbl>
    <w:p w14:paraId="29CE7722" w14:textId="77777777" w:rsidR="00446B73" w:rsidRDefault="00446B73" w:rsidP="00446B73">
      <w:pPr>
        <w:pStyle w:val="Obsah1"/>
        <w:tabs>
          <w:tab w:val="left" w:pos="380"/>
          <w:tab w:val="right" w:pos="9516"/>
        </w:tabs>
        <w:spacing w:before="0"/>
        <w:rPr>
          <w:b w:val="0"/>
          <w:bCs w:val="0"/>
          <w:caps/>
        </w:rPr>
      </w:pPr>
    </w:p>
    <w:p w14:paraId="70BD2253" w14:textId="77777777" w:rsidR="00A77B8D" w:rsidRDefault="00A77B8D" w:rsidP="00A77B8D"/>
    <w:p w14:paraId="22DAB53A" w14:textId="77777777" w:rsidR="00A77B8D" w:rsidRDefault="00A77B8D" w:rsidP="00A77B8D"/>
    <w:p w14:paraId="3E57E73E" w14:textId="3305A5EC" w:rsidR="00AF024D" w:rsidRDefault="00A93AEF">
      <w:pPr>
        <w:pStyle w:val="Obsah1"/>
        <w:rPr>
          <w:rFonts w:asciiTheme="minorHAnsi" w:eastAsiaTheme="minorEastAsia" w:hAnsiTheme="minorHAnsi" w:cstheme="minorBidi"/>
          <w:b w:val="0"/>
          <w:bCs w:val="0"/>
          <w:noProof/>
          <w:sz w:val="22"/>
          <w:szCs w:val="22"/>
          <w:lang w:eastAsia="cs-CZ"/>
        </w:rPr>
      </w:pPr>
      <w:r w:rsidRPr="008F61D8">
        <w:fldChar w:fldCharType="begin"/>
      </w:r>
      <w:r w:rsidRPr="008F61D8">
        <w:instrText xml:space="preserve"> TOC \o "1-2" \h \z \u </w:instrText>
      </w:r>
      <w:r w:rsidRPr="008F61D8">
        <w:fldChar w:fldCharType="separate"/>
      </w:r>
      <w:hyperlink w:anchor="_Toc26180995" w:history="1">
        <w:r w:rsidR="00AF024D" w:rsidRPr="004D6CA5">
          <w:rPr>
            <w:rStyle w:val="Hypertextovodkaz"/>
            <w:rFonts w:cs="Times New Roman"/>
            <w:noProof/>
          </w:rPr>
          <w:t>1</w:t>
        </w:r>
        <w:r w:rsidR="00AF024D">
          <w:rPr>
            <w:rFonts w:asciiTheme="minorHAnsi" w:eastAsiaTheme="minorEastAsia" w:hAnsiTheme="minorHAnsi" w:cstheme="minorBidi"/>
            <w:b w:val="0"/>
            <w:bCs w:val="0"/>
            <w:noProof/>
            <w:sz w:val="22"/>
            <w:szCs w:val="22"/>
            <w:lang w:eastAsia="cs-CZ"/>
          </w:rPr>
          <w:tab/>
        </w:r>
        <w:r w:rsidR="00AF024D" w:rsidRPr="004D6CA5">
          <w:rPr>
            <w:rStyle w:val="Hypertextovodkaz"/>
            <w:noProof/>
          </w:rPr>
          <w:t>Úvod</w:t>
        </w:r>
        <w:r w:rsidR="00AF024D">
          <w:rPr>
            <w:noProof/>
            <w:webHidden/>
          </w:rPr>
          <w:tab/>
        </w:r>
        <w:r w:rsidR="00AF024D">
          <w:rPr>
            <w:noProof/>
            <w:webHidden/>
          </w:rPr>
          <w:fldChar w:fldCharType="begin"/>
        </w:r>
        <w:r w:rsidR="00AF024D">
          <w:rPr>
            <w:noProof/>
            <w:webHidden/>
          </w:rPr>
          <w:instrText xml:space="preserve"> PAGEREF _Toc26180995 \h </w:instrText>
        </w:r>
        <w:r w:rsidR="00AF024D">
          <w:rPr>
            <w:noProof/>
            <w:webHidden/>
          </w:rPr>
        </w:r>
        <w:r w:rsidR="00AF024D">
          <w:rPr>
            <w:noProof/>
            <w:webHidden/>
          </w:rPr>
          <w:fldChar w:fldCharType="separate"/>
        </w:r>
        <w:r w:rsidR="00AF024D">
          <w:rPr>
            <w:noProof/>
            <w:webHidden/>
          </w:rPr>
          <w:t>3</w:t>
        </w:r>
        <w:r w:rsidR="00AF024D">
          <w:rPr>
            <w:noProof/>
            <w:webHidden/>
          </w:rPr>
          <w:fldChar w:fldCharType="end"/>
        </w:r>
      </w:hyperlink>
    </w:p>
    <w:p w14:paraId="4D4EFE81" w14:textId="417DC4CC" w:rsidR="00AF024D" w:rsidRDefault="008B4864">
      <w:pPr>
        <w:pStyle w:val="Obsah1"/>
        <w:rPr>
          <w:rFonts w:asciiTheme="minorHAnsi" w:eastAsiaTheme="minorEastAsia" w:hAnsiTheme="minorHAnsi" w:cstheme="minorBidi"/>
          <w:b w:val="0"/>
          <w:bCs w:val="0"/>
          <w:noProof/>
          <w:sz w:val="22"/>
          <w:szCs w:val="22"/>
          <w:lang w:eastAsia="cs-CZ"/>
        </w:rPr>
      </w:pPr>
      <w:hyperlink w:anchor="_Toc26180996" w:history="1">
        <w:r w:rsidR="00AF024D" w:rsidRPr="004D6CA5">
          <w:rPr>
            <w:rStyle w:val="Hypertextovodkaz"/>
            <w:rFonts w:cs="Times New Roman"/>
            <w:noProof/>
          </w:rPr>
          <w:t>2</w:t>
        </w:r>
        <w:r w:rsidR="00AF024D">
          <w:rPr>
            <w:rFonts w:asciiTheme="minorHAnsi" w:eastAsiaTheme="minorEastAsia" w:hAnsiTheme="minorHAnsi" w:cstheme="minorBidi"/>
            <w:b w:val="0"/>
            <w:bCs w:val="0"/>
            <w:noProof/>
            <w:sz w:val="22"/>
            <w:szCs w:val="22"/>
            <w:lang w:eastAsia="cs-CZ"/>
          </w:rPr>
          <w:tab/>
        </w:r>
        <w:r w:rsidR="00AF024D" w:rsidRPr="004D6CA5">
          <w:rPr>
            <w:rStyle w:val="Hypertextovodkaz"/>
            <w:noProof/>
          </w:rPr>
          <w:t>Výchozí podklady pro zpracování</w:t>
        </w:r>
        <w:r w:rsidR="00AF024D">
          <w:rPr>
            <w:noProof/>
            <w:webHidden/>
          </w:rPr>
          <w:tab/>
        </w:r>
        <w:r w:rsidR="00AF024D">
          <w:rPr>
            <w:noProof/>
            <w:webHidden/>
          </w:rPr>
          <w:fldChar w:fldCharType="begin"/>
        </w:r>
        <w:r w:rsidR="00AF024D">
          <w:rPr>
            <w:noProof/>
            <w:webHidden/>
          </w:rPr>
          <w:instrText xml:space="preserve"> PAGEREF _Toc26180996 \h </w:instrText>
        </w:r>
        <w:r w:rsidR="00AF024D">
          <w:rPr>
            <w:noProof/>
            <w:webHidden/>
          </w:rPr>
        </w:r>
        <w:r w:rsidR="00AF024D">
          <w:rPr>
            <w:noProof/>
            <w:webHidden/>
          </w:rPr>
          <w:fldChar w:fldCharType="separate"/>
        </w:r>
        <w:r w:rsidR="00AF024D">
          <w:rPr>
            <w:noProof/>
            <w:webHidden/>
          </w:rPr>
          <w:t>3</w:t>
        </w:r>
        <w:r w:rsidR="00AF024D">
          <w:rPr>
            <w:noProof/>
            <w:webHidden/>
          </w:rPr>
          <w:fldChar w:fldCharType="end"/>
        </w:r>
      </w:hyperlink>
    </w:p>
    <w:p w14:paraId="6A86718E" w14:textId="67EBD1BE" w:rsidR="00AF024D" w:rsidRDefault="008B4864">
      <w:pPr>
        <w:pStyle w:val="Obsah1"/>
        <w:rPr>
          <w:rFonts w:asciiTheme="minorHAnsi" w:eastAsiaTheme="minorEastAsia" w:hAnsiTheme="minorHAnsi" w:cstheme="minorBidi"/>
          <w:b w:val="0"/>
          <w:bCs w:val="0"/>
          <w:noProof/>
          <w:sz w:val="22"/>
          <w:szCs w:val="22"/>
          <w:lang w:eastAsia="cs-CZ"/>
        </w:rPr>
      </w:pPr>
      <w:hyperlink w:anchor="_Toc26180997" w:history="1">
        <w:r w:rsidR="00AF024D" w:rsidRPr="004D6CA5">
          <w:rPr>
            <w:rStyle w:val="Hypertextovodkaz"/>
            <w:rFonts w:cs="Times New Roman"/>
            <w:noProof/>
          </w:rPr>
          <w:t>3</w:t>
        </w:r>
        <w:r w:rsidR="00AF024D">
          <w:rPr>
            <w:rFonts w:asciiTheme="minorHAnsi" w:eastAsiaTheme="minorEastAsia" w:hAnsiTheme="minorHAnsi" w:cstheme="minorBidi"/>
            <w:b w:val="0"/>
            <w:bCs w:val="0"/>
            <w:noProof/>
            <w:sz w:val="22"/>
            <w:szCs w:val="22"/>
            <w:lang w:eastAsia="cs-CZ"/>
          </w:rPr>
          <w:tab/>
        </w:r>
        <w:r w:rsidR="00AF024D" w:rsidRPr="004D6CA5">
          <w:rPr>
            <w:rStyle w:val="Hypertextovodkaz"/>
            <w:noProof/>
          </w:rPr>
          <w:t>Základní technické údaje</w:t>
        </w:r>
        <w:r w:rsidR="00AF024D">
          <w:rPr>
            <w:noProof/>
            <w:webHidden/>
          </w:rPr>
          <w:tab/>
        </w:r>
        <w:r w:rsidR="00AF024D">
          <w:rPr>
            <w:noProof/>
            <w:webHidden/>
          </w:rPr>
          <w:fldChar w:fldCharType="begin"/>
        </w:r>
        <w:r w:rsidR="00AF024D">
          <w:rPr>
            <w:noProof/>
            <w:webHidden/>
          </w:rPr>
          <w:instrText xml:space="preserve"> PAGEREF _Toc26180997 \h </w:instrText>
        </w:r>
        <w:r w:rsidR="00AF024D">
          <w:rPr>
            <w:noProof/>
            <w:webHidden/>
          </w:rPr>
        </w:r>
        <w:r w:rsidR="00AF024D">
          <w:rPr>
            <w:noProof/>
            <w:webHidden/>
          </w:rPr>
          <w:fldChar w:fldCharType="separate"/>
        </w:r>
        <w:r w:rsidR="00AF024D">
          <w:rPr>
            <w:noProof/>
            <w:webHidden/>
          </w:rPr>
          <w:t>3</w:t>
        </w:r>
        <w:r w:rsidR="00AF024D">
          <w:rPr>
            <w:noProof/>
            <w:webHidden/>
          </w:rPr>
          <w:fldChar w:fldCharType="end"/>
        </w:r>
      </w:hyperlink>
    </w:p>
    <w:p w14:paraId="42BF347F" w14:textId="6C8B93D8" w:rsidR="00AF024D" w:rsidRDefault="008B4864">
      <w:pPr>
        <w:pStyle w:val="Obsah2"/>
        <w:rPr>
          <w:rFonts w:asciiTheme="minorHAnsi" w:eastAsiaTheme="minorEastAsia" w:hAnsiTheme="minorHAnsi" w:cstheme="minorBidi"/>
          <w:bCs w:val="0"/>
          <w:sz w:val="22"/>
          <w:szCs w:val="22"/>
          <w:lang w:eastAsia="cs-CZ"/>
        </w:rPr>
      </w:pPr>
      <w:hyperlink w:anchor="_Toc26180998" w:history="1">
        <w:r w:rsidR="00AF024D" w:rsidRPr="004D6CA5">
          <w:rPr>
            <w:rStyle w:val="Hypertextovodkaz"/>
          </w:rPr>
          <w:t>3.1</w:t>
        </w:r>
        <w:r w:rsidR="00AF024D">
          <w:rPr>
            <w:rFonts w:asciiTheme="minorHAnsi" w:eastAsiaTheme="minorEastAsia" w:hAnsiTheme="minorHAnsi" w:cstheme="minorBidi"/>
            <w:bCs w:val="0"/>
            <w:sz w:val="22"/>
            <w:szCs w:val="22"/>
            <w:lang w:eastAsia="cs-CZ"/>
          </w:rPr>
          <w:tab/>
        </w:r>
        <w:r w:rsidR="00AF024D" w:rsidRPr="004D6CA5">
          <w:rPr>
            <w:rStyle w:val="Hypertextovodkaz"/>
          </w:rPr>
          <w:t>Rozvodná soustava</w:t>
        </w:r>
        <w:r w:rsidR="00AF024D">
          <w:rPr>
            <w:webHidden/>
          </w:rPr>
          <w:tab/>
        </w:r>
        <w:r w:rsidR="00AF024D">
          <w:rPr>
            <w:webHidden/>
          </w:rPr>
          <w:fldChar w:fldCharType="begin"/>
        </w:r>
        <w:r w:rsidR="00AF024D">
          <w:rPr>
            <w:webHidden/>
          </w:rPr>
          <w:instrText xml:space="preserve"> PAGEREF _Toc26180998 \h </w:instrText>
        </w:r>
        <w:r w:rsidR="00AF024D">
          <w:rPr>
            <w:webHidden/>
          </w:rPr>
        </w:r>
        <w:r w:rsidR="00AF024D">
          <w:rPr>
            <w:webHidden/>
          </w:rPr>
          <w:fldChar w:fldCharType="separate"/>
        </w:r>
        <w:r w:rsidR="00AF024D">
          <w:rPr>
            <w:webHidden/>
          </w:rPr>
          <w:t>3</w:t>
        </w:r>
        <w:r w:rsidR="00AF024D">
          <w:rPr>
            <w:webHidden/>
          </w:rPr>
          <w:fldChar w:fldCharType="end"/>
        </w:r>
      </w:hyperlink>
    </w:p>
    <w:p w14:paraId="3C4DB2CB" w14:textId="042D1DEB" w:rsidR="00AF024D" w:rsidRDefault="008B4864">
      <w:pPr>
        <w:pStyle w:val="Obsah2"/>
        <w:rPr>
          <w:rFonts w:asciiTheme="minorHAnsi" w:eastAsiaTheme="minorEastAsia" w:hAnsiTheme="minorHAnsi" w:cstheme="minorBidi"/>
          <w:bCs w:val="0"/>
          <w:sz w:val="22"/>
          <w:szCs w:val="22"/>
          <w:lang w:eastAsia="cs-CZ"/>
        </w:rPr>
      </w:pPr>
      <w:hyperlink w:anchor="_Toc26180999" w:history="1">
        <w:r w:rsidR="00AF024D" w:rsidRPr="004D6CA5">
          <w:rPr>
            <w:rStyle w:val="Hypertextovodkaz"/>
          </w:rPr>
          <w:t>3.2</w:t>
        </w:r>
        <w:r w:rsidR="00AF024D">
          <w:rPr>
            <w:rFonts w:asciiTheme="minorHAnsi" w:eastAsiaTheme="minorEastAsia" w:hAnsiTheme="minorHAnsi" w:cstheme="minorBidi"/>
            <w:bCs w:val="0"/>
            <w:sz w:val="22"/>
            <w:szCs w:val="22"/>
            <w:lang w:eastAsia="cs-CZ"/>
          </w:rPr>
          <w:tab/>
        </w:r>
        <w:r w:rsidR="00AF024D" w:rsidRPr="004D6CA5">
          <w:rPr>
            <w:rStyle w:val="Hypertextovodkaz"/>
          </w:rPr>
          <w:t>Vnější vlivy</w:t>
        </w:r>
        <w:r w:rsidR="00AF024D">
          <w:rPr>
            <w:webHidden/>
          </w:rPr>
          <w:tab/>
        </w:r>
        <w:r w:rsidR="00AF024D">
          <w:rPr>
            <w:webHidden/>
          </w:rPr>
          <w:fldChar w:fldCharType="begin"/>
        </w:r>
        <w:r w:rsidR="00AF024D">
          <w:rPr>
            <w:webHidden/>
          </w:rPr>
          <w:instrText xml:space="preserve"> PAGEREF _Toc26180999 \h </w:instrText>
        </w:r>
        <w:r w:rsidR="00AF024D">
          <w:rPr>
            <w:webHidden/>
          </w:rPr>
        </w:r>
        <w:r w:rsidR="00AF024D">
          <w:rPr>
            <w:webHidden/>
          </w:rPr>
          <w:fldChar w:fldCharType="separate"/>
        </w:r>
        <w:r w:rsidR="00AF024D">
          <w:rPr>
            <w:webHidden/>
          </w:rPr>
          <w:t>4</w:t>
        </w:r>
        <w:r w:rsidR="00AF024D">
          <w:rPr>
            <w:webHidden/>
          </w:rPr>
          <w:fldChar w:fldCharType="end"/>
        </w:r>
      </w:hyperlink>
    </w:p>
    <w:p w14:paraId="0BD0FA9A" w14:textId="28849693" w:rsidR="00AF024D" w:rsidRDefault="008B4864">
      <w:pPr>
        <w:pStyle w:val="Obsah2"/>
        <w:rPr>
          <w:rFonts w:asciiTheme="minorHAnsi" w:eastAsiaTheme="minorEastAsia" w:hAnsiTheme="minorHAnsi" w:cstheme="minorBidi"/>
          <w:bCs w:val="0"/>
          <w:sz w:val="22"/>
          <w:szCs w:val="22"/>
          <w:lang w:eastAsia="cs-CZ"/>
        </w:rPr>
      </w:pPr>
      <w:hyperlink w:anchor="_Toc26181000" w:history="1">
        <w:r w:rsidR="00AF024D" w:rsidRPr="004D6CA5">
          <w:rPr>
            <w:rStyle w:val="Hypertextovodkaz"/>
          </w:rPr>
          <w:t>3.3</w:t>
        </w:r>
        <w:r w:rsidR="00AF024D">
          <w:rPr>
            <w:rFonts w:asciiTheme="minorHAnsi" w:eastAsiaTheme="minorEastAsia" w:hAnsiTheme="minorHAnsi" w:cstheme="minorBidi"/>
            <w:bCs w:val="0"/>
            <w:sz w:val="22"/>
            <w:szCs w:val="22"/>
            <w:lang w:eastAsia="cs-CZ"/>
          </w:rPr>
          <w:tab/>
        </w:r>
        <w:r w:rsidR="00AF024D" w:rsidRPr="004D6CA5">
          <w:rPr>
            <w:rStyle w:val="Hypertextovodkaz"/>
          </w:rPr>
          <w:t>Bilance odběru elektrické energie</w:t>
        </w:r>
        <w:r w:rsidR="00AF024D">
          <w:rPr>
            <w:webHidden/>
          </w:rPr>
          <w:tab/>
        </w:r>
        <w:r w:rsidR="00AF024D">
          <w:rPr>
            <w:webHidden/>
          </w:rPr>
          <w:fldChar w:fldCharType="begin"/>
        </w:r>
        <w:r w:rsidR="00AF024D">
          <w:rPr>
            <w:webHidden/>
          </w:rPr>
          <w:instrText xml:space="preserve"> PAGEREF _Toc26181000 \h </w:instrText>
        </w:r>
        <w:r w:rsidR="00AF024D">
          <w:rPr>
            <w:webHidden/>
          </w:rPr>
        </w:r>
        <w:r w:rsidR="00AF024D">
          <w:rPr>
            <w:webHidden/>
          </w:rPr>
          <w:fldChar w:fldCharType="separate"/>
        </w:r>
        <w:r w:rsidR="00AF024D">
          <w:rPr>
            <w:webHidden/>
          </w:rPr>
          <w:t>4</w:t>
        </w:r>
        <w:r w:rsidR="00AF024D">
          <w:rPr>
            <w:webHidden/>
          </w:rPr>
          <w:fldChar w:fldCharType="end"/>
        </w:r>
      </w:hyperlink>
    </w:p>
    <w:p w14:paraId="6B2AAC27" w14:textId="79506BE7" w:rsidR="00AF024D" w:rsidRDefault="008B4864">
      <w:pPr>
        <w:pStyle w:val="Obsah2"/>
        <w:rPr>
          <w:rFonts w:asciiTheme="minorHAnsi" w:eastAsiaTheme="minorEastAsia" w:hAnsiTheme="minorHAnsi" w:cstheme="minorBidi"/>
          <w:bCs w:val="0"/>
          <w:sz w:val="22"/>
          <w:szCs w:val="22"/>
          <w:lang w:eastAsia="cs-CZ"/>
        </w:rPr>
      </w:pPr>
      <w:hyperlink w:anchor="_Toc26181001" w:history="1">
        <w:r w:rsidR="00AF024D" w:rsidRPr="004D6CA5">
          <w:rPr>
            <w:rStyle w:val="Hypertextovodkaz"/>
          </w:rPr>
          <w:t>3.4</w:t>
        </w:r>
        <w:r w:rsidR="00AF024D">
          <w:rPr>
            <w:rFonts w:asciiTheme="minorHAnsi" w:eastAsiaTheme="minorEastAsia" w:hAnsiTheme="minorHAnsi" w:cstheme="minorBidi"/>
            <w:bCs w:val="0"/>
            <w:sz w:val="22"/>
            <w:szCs w:val="22"/>
            <w:lang w:eastAsia="cs-CZ"/>
          </w:rPr>
          <w:tab/>
        </w:r>
        <w:r w:rsidR="00AF024D" w:rsidRPr="004D6CA5">
          <w:rPr>
            <w:rStyle w:val="Hypertextovodkaz"/>
          </w:rPr>
          <w:t>Napájení objektu elektrickou energií a připojení na veřejnou distribuční síť</w:t>
        </w:r>
        <w:r w:rsidR="00AF024D">
          <w:rPr>
            <w:webHidden/>
          </w:rPr>
          <w:tab/>
        </w:r>
        <w:r w:rsidR="00AF024D">
          <w:rPr>
            <w:webHidden/>
          </w:rPr>
          <w:fldChar w:fldCharType="begin"/>
        </w:r>
        <w:r w:rsidR="00AF024D">
          <w:rPr>
            <w:webHidden/>
          </w:rPr>
          <w:instrText xml:space="preserve"> PAGEREF _Toc26181001 \h </w:instrText>
        </w:r>
        <w:r w:rsidR="00AF024D">
          <w:rPr>
            <w:webHidden/>
          </w:rPr>
        </w:r>
        <w:r w:rsidR="00AF024D">
          <w:rPr>
            <w:webHidden/>
          </w:rPr>
          <w:fldChar w:fldCharType="separate"/>
        </w:r>
        <w:r w:rsidR="00AF024D">
          <w:rPr>
            <w:webHidden/>
          </w:rPr>
          <w:t>4</w:t>
        </w:r>
        <w:r w:rsidR="00AF024D">
          <w:rPr>
            <w:webHidden/>
          </w:rPr>
          <w:fldChar w:fldCharType="end"/>
        </w:r>
      </w:hyperlink>
    </w:p>
    <w:p w14:paraId="5F1B3593" w14:textId="72F7496F" w:rsidR="00AF024D" w:rsidRDefault="008B4864">
      <w:pPr>
        <w:pStyle w:val="Obsah2"/>
        <w:rPr>
          <w:rFonts w:asciiTheme="minorHAnsi" w:eastAsiaTheme="minorEastAsia" w:hAnsiTheme="minorHAnsi" w:cstheme="minorBidi"/>
          <w:bCs w:val="0"/>
          <w:sz w:val="22"/>
          <w:szCs w:val="22"/>
          <w:lang w:eastAsia="cs-CZ"/>
        </w:rPr>
      </w:pPr>
      <w:hyperlink w:anchor="_Toc26181002" w:history="1">
        <w:r w:rsidR="00AF024D" w:rsidRPr="004D6CA5">
          <w:rPr>
            <w:rStyle w:val="Hypertextovodkaz"/>
          </w:rPr>
          <w:t>3.5</w:t>
        </w:r>
        <w:r w:rsidR="00AF024D">
          <w:rPr>
            <w:rFonts w:asciiTheme="minorHAnsi" w:eastAsiaTheme="minorEastAsia" w:hAnsiTheme="minorHAnsi" w:cstheme="minorBidi"/>
            <w:bCs w:val="0"/>
            <w:sz w:val="22"/>
            <w:szCs w:val="22"/>
            <w:lang w:eastAsia="cs-CZ"/>
          </w:rPr>
          <w:tab/>
        </w:r>
        <w:r w:rsidR="00AF024D" w:rsidRPr="004D6CA5">
          <w:rPr>
            <w:rStyle w:val="Hypertextovodkaz"/>
          </w:rPr>
          <w:t>Totalstop a centralstop</w:t>
        </w:r>
        <w:r w:rsidR="00AF024D">
          <w:rPr>
            <w:webHidden/>
          </w:rPr>
          <w:tab/>
        </w:r>
        <w:r w:rsidR="00AF024D">
          <w:rPr>
            <w:webHidden/>
          </w:rPr>
          <w:fldChar w:fldCharType="begin"/>
        </w:r>
        <w:r w:rsidR="00AF024D">
          <w:rPr>
            <w:webHidden/>
          </w:rPr>
          <w:instrText xml:space="preserve"> PAGEREF _Toc26181002 \h </w:instrText>
        </w:r>
        <w:r w:rsidR="00AF024D">
          <w:rPr>
            <w:webHidden/>
          </w:rPr>
        </w:r>
        <w:r w:rsidR="00AF024D">
          <w:rPr>
            <w:webHidden/>
          </w:rPr>
          <w:fldChar w:fldCharType="separate"/>
        </w:r>
        <w:r w:rsidR="00AF024D">
          <w:rPr>
            <w:webHidden/>
          </w:rPr>
          <w:t>5</w:t>
        </w:r>
        <w:r w:rsidR="00AF024D">
          <w:rPr>
            <w:webHidden/>
          </w:rPr>
          <w:fldChar w:fldCharType="end"/>
        </w:r>
      </w:hyperlink>
    </w:p>
    <w:p w14:paraId="31E32756" w14:textId="49D58DDD" w:rsidR="00AF024D" w:rsidRDefault="008B4864">
      <w:pPr>
        <w:pStyle w:val="Obsah2"/>
        <w:rPr>
          <w:rFonts w:asciiTheme="minorHAnsi" w:eastAsiaTheme="minorEastAsia" w:hAnsiTheme="minorHAnsi" w:cstheme="minorBidi"/>
          <w:bCs w:val="0"/>
          <w:sz w:val="22"/>
          <w:szCs w:val="22"/>
          <w:lang w:eastAsia="cs-CZ"/>
        </w:rPr>
      </w:pPr>
      <w:hyperlink w:anchor="_Toc26181003" w:history="1">
        <w:r w:rsidR="00AF024D" w:rsidRPr="004D6CA5">
          <w:rPr>
            <w:rStyle w:val="Hypertextovodkaz"/>
          </w:rPr>
          <w:t>3.6</w:t>
        </w:r>
        <w:r w:rsidR="00AF024D">
          <w:rPr>
            <w:rFonts w:asciiTheme="minorHAnsi" w:eastAsiaTheme="minorEastAsia" w:hAnsiTheme="minorHAnsi" w:cstheme="minorBidi"/>
            <w:bCs w:val="0"/>
            <w:sz w:val="22"/>
            <w:szCs w:val="22"/>
            <w:lang w:eastAsia="cs-CZ"/>
          </w:rPr>
          <w:tab/>
        </w:r>
        <w:r w:rsidR="00AF024D" w:rsidRPr="004D6CA5">
          <w:rPr>
            <w:rStyle w:val="Hypertextovodkaz"/>
          </w:rPr>
          <w:t>Měření elektrické energie</w:t>
        </w:r>
        <w:r w:rsidR="00AF024D">
          <w:rPr>
            <w:webHidden/>
          </w:rPr>
          <w:tab/>
        </w:r>
        <w:r w:rsidR="00AF024D">
          <w:rPr>
            <w:webHidden/>
          </w:rPr>
          <w:fldChar w:fldCharType="begin"/>
        </w:r>
        <w:r w:rsidR="00AF024D">
          <w:rPr>
            <w:webHidden/>
          </w:rPr>
          <w:instrText xml:space="preserve"> PAGEREF _Toc26181003 \h </w:instrText>
        </w:r>
        <w:r w:rsidR="00AF024D">
          <w:rPr>
            <w:webHidden/>
          </w:rPr>
        </w:r>
        <w:r w:rsidR="00AF024D">
          <w:rPr>
            <w:webHidden/>
          </w:rPr>
          <w:fldChar w:fldCharType="separate"/>
        </w:r>
        <w:r w:rsidR="00AF024D">
          <w:rPr>
            <w:webHidden/>
          </w:rPr>
          <w:t>5</w:t>
        </w:r>
        <w:r w:rsidR="00AF024D">
          <w:rPr>
            <w:webHidden/>
          </w:rPr>
          <w:fldChar w:fldCharType="end"/>
        </w:r>
      </w:hyperlink>
    </w:p>
    <w:p w14:paraId="7268ED66" w14:textId="5CE0576C" w:rsidR="00AF024D" w:rsidRDefault="008B4864">
      <w:pPr>
        <w:pStyle w:val="Obsah2"/>
        <w:rPr>
          <w:rFonts w:asciiTheme="minorHAnsi" w:eastAsiaTheme="minorEastAsia" w:hAnsiTheme="minorHAnsi" w:cstheme="minorBidi"/>
          <w:bCs w:val="0"/>
          <w:sz w:val="22"/>
          <w:szCs w:val="22"/>
          <w:lang w:eastAsia="cs-CZ"/>
        </w:rPr>
      </w:pPr>
      <w:hyperlink w:anchor="_Toc26181004" w:history="1">
        <w:r w:rsidR="00AF024D" w:rsidRPr="004D6CA5">
          <w:rPr>
            <w:rStyle w:val="Hypertextovodkaz"/>
          </w:rPr>
          <w:t>3.7</w:t>
        </w:r>
        <w:r w:rsidR="00AF024D">
          <w:rPr>
            <w:rFonts w:asciiTheme="minorHAnsi" w:eastAsiaTheme="minorEastAsia" w:hAnsiTheme="minorHAnsi" w:cstheme="minorBidi"/>
            <w:bCs w:val="0"/>
            <w:sz w:val="22"/>
            <w:szCs w:val="22"/>
            <w:lang w:eastAsia="cs-CZ"/>
          </w:rPr>
          <w:tab/>
        </w:r>
        <w:r w:rsidR="00AF024D" w:rsidRPr="004D6CA5">
          <w:rPr>
            <w:rStyle w:val="Hypertextovodkaz"/>
          </w:rPr>
          <w:t>Řešení ochrany proti přetížení a zkratu, zkratové poměry</w:t>
        </w:r>
        <w:r w:rsidR="00AF024D">
          <w:rPr>
            <w:webHidden/>
          </w:rPr>
          <w:tab/>
        </w:r>
        <w:r w:rsidR="00AF024D">
          <w:rPr>
            <w:webHidden/>
          </w:rPr>
          <w:fldChar w:fldCharType="begin"/>
        </w:r>
        <w:r w:rsidR="00AF024D">
          <w:rPr>
            <w:webHidden/>
          </w:rPr>
          <w:instrText xml:space="preserve"> PAGEREF _Toc26181004 \h </w:instrText>
        </w:r>
        <w:r w:rsidR="00AF024D">
          <w:rPr>
            <w:webHidden/>
          </w:rPr>
        </w:r>
        <w:r w:rsidR="00AF024D">
          <w:rPr>
            <w:webHidden/>
          </w:rPr>
          <w:fldChar w:fldCharType="separate"/>
        </w:r>
        <w:r w:rsidR="00AF024D">
          <w:rPr>
            <w:webHidden/>
          </w:rPr>
          <w:t>5</w:t>
        </w:r>
        <w:r w:rsidR="00AF024D">
          <w:rPr>
            <w:webHidden/>
          </w:rPr>
          <w:fldChar w:fldCharType="end"/>
        </w:r>
      </w:hyperlink>
    </w:p>
    <w:p w14:paraId="3E68561E" w14:textId="740A9A2E" w:rsidR="00AF024D" w:rsidRDefault="008B4864">
      <w:pPr>
        <w:pStyle w:val="Obsah2"/>
        <w:rPr>
          <w:rFonts w:asciiTheme="minorHAnsi" w:eastAsiaTheme="minorEastAsia" w:hAnsiTheme="minorHAnsi" w:cstheme="minorBidi"/>
          <w:bCs w:val="0"/>
          <w:sz w:val="22"/>
          <w:szCs w:val="22"/>
          <w:lang w:eastAsia="cs-CZ"/>
        </w:rPr>
      </w:pPr>
      <w:hyperlink w:anchor="_Toc26181005" w:history="1">
        <w:r w:rsidR="00AF024D" w:rsidRPr="004D6CA5">
          <w:rPr>
            <w:rStyle w:val="Hypertextovodkaz"/>
          </w:rPr>
          <w:t>3.8</w:t>
        </w:r>
        <w:r w:rsidR="00AF024D">
          <w:rPr>
            <w:rFonts w:asciiTheme="minorHAnsi" w:eastAsiaTheme="minorEastAsia" w:hAnsiTheme="minorHAnsi" w:cstheme="minorBidi"/>
            <w:bCs w:val="0"/>
            <w:sz w:val="22"/>
            <w:szCs w:val="22"/>
            <w:lang w:eastAsia="cs-CZ"/>
          </w:rPr>
          <w:tab/>
        </w:r>
        <w:r w:rsidR="00AF024D" w:rsidRPr="004D6CA5">
          <w:rPr>
            <w:rStyle w:val="Hypertextovodkaz"/>
          </w:rPr>
          <w:t>Zajištění bezpečnosti</w:t>
        </w:r>
        <w:r w:rsidR="00AF024D">
          <w:rPr>
            <w:webHidden/>
          </w:rPr>
          <w:tab/>
        </w:r>
        <w:r w:rsidR="00AF024D">
          <w:rPr>
            <w:webHidden/>
          </w:rPr>
          <w:fldChar w:fldCharType="begin"/>
        </w:r>
        <w:r w:rsidR="00AF024D">
          <w:rPr>
            <w:webHidden/>
          </w:rPr>
          <w:instrText xml:space="preserve"> PAGEREF _Toc26181005 \h </w:instrText>
        </w:r>
        <w:r w:rsidR="00AF024D">
          <w:rPr>
            <w:webHidden/>
          </w:rPr>
        </w:r>
        <w:r w:rsidR="00AF024D">
          <w:rPr>
            <w:webHidden/>
          </w:rPr>
          <w:fldChar w:fldCharType="separate"/>
        </w:r>
        <w:r w:rsidR="00AF024D">
          <w:rPr>
            <w:webHidden/>
          </w:rPr>
          <w:t>6</w:t>
        </w:r>
        <w:r w:rsidR="00AF024D">
          <w:rPr>
            <w:webHidden/>
          </w:rPr>
          <w:fldChar w:fldCharType="end"/>
        </w:r>
      </w:hyperlink>
    </w:p>
    <w:p w14:paraId="43BCA4AD" w14:textId="43C49F78" w:rsidR="00AF024D" w:rsidRDefault="008B4864">
      <w:pPr>
        <w:pStyle w:val="Obsah2"/>
        <w:rPr>
          <w:rFonts w:asciiTheme="minorHAnsi" w:eastAsiaTheme="minorEastAsia" w:hAnsiTheme="minorHAnsi" w:cstheme="minorBidi"/>
          <w:bCs w:val="0"/>
          <w:sz w:val="22"/>
          <w:szCs w:val="22"/>
          <w:lang w:eastAsia="cs-CZ"/>
        </w:rPr>
      </w:pPr>
      <w:hyperlink w:anchor="_Toc26181006" w:history="1">
        <w:r w:rsidR="00AF024D" w:rsidRPr="004D6CA5">
          <w:rPr>
            <w:rStyle w:val="Hypertextovodkaz"/>
          </w:rPr>
          <w:t>3.1</w:t>
        </w:r>
        <w:r w:rsidR="00AF024D">
          <w:rPr>
            <w:rFonts w:asciiTheme="minorHAnsi" w:eastAsiaTheme="minorEastAsia" w:hAnsiTheme="minorHAnsi" w:cstheme="minorBidi"/>
            <w:bCs w:val="0"/>
            <w:sz w:val="22"/>
            <w:szCs w:val="22"/>
            <w:lang w:eastAsia="cs-CZ"/>
          </w:rPr>
          <w:tab/>
        </w:r>
        <w:r w:rsidR="00AF024D" w:rsidRPr="004D6CA5">
          <w:rPr>
            <w:rStyle w:val="Hypertextovodkaz"/>
          </w:rPr>
          <w:t>Zásobování elektrickou energií – záložní napájení</w:t>
        </w:r>
        <w:r w:rsidR="00AF024D">
          <w:rPr>
            <w:webHidden/>
          </w:rPr>
          <w:tab/>
        </w:r>
        <w:r w:rsidR="00AF024D">
          <w:rPr>
            <w:webHidden/>
          </w:rPr>
          <w:fldChar w:fldCharType="begin"/>
        </w:r>
        <w:r w:rsidR="00AF024D">
          <w:rPr>
            <w:webHidden/>
          </w:rPr>
          <w:instrText xml:space="preserve"> PAGEREF _Toc26181006 \h </w:instrText>
        </w:r>
        <w:r w:rsidR="00AF024D">
          <w:rPr>
            <w:webHidden/>
          </w:rPr>
        </w:r>
        <w:r w:rsidR="00AF024D">
          <w:rPr>
            <w:webHidden/>
          </w:rPr>
          <w:fldChar w:fldCharType="separate"/>
        </w:r>
        <w:r w:rsidR="00AF024D">
          <w:rPr>
            <w:webHidden/>
          </w:rPr>
          <w:t>6</w:t>
        </w:r>
        <w:r w:rsidR="00AF024D">
          <w:rPr>
            <w:webHidden/>
          </w:rPr>
          <w:fldChar w:fldCharType="end"/>
        </w:r>
      </w:hyperlink>
    </w:p>
    <w:p w14:paraId="37064A47" w14:textId="0C67357A" w:rsidR="00AF024D" w:rsidRDefault="008B4864">
      <w:pPr>
        <w:pStyle w:val="Obsah1"/>
        <w:rPr>
          <w:rFonts w:asciiTheme="minorHAnsi" w:eastAsiaTheme="minorEastAsia" w:hAnsiTheme="minorHAnsi" w:cstheme="minorBidi"/>
          <w:b w:val="0"/>
          <w:bCs w:val="0"/>
          <w:noProof/>
          <w:sz w:val="22"/>
          <w:szCs w:val="22"/>
          <w:lang w:eastAsia="cs-CZ"/>
        </w:rPr>
      </w:pPr>
      <w:hyperlink w:anchor="_Toc26181007" w:history="1">
        <w:r w:rsidR="00AF024D" w:rsidRPr="004D6CA5">
          <w:rPr>
            <w:rStyle w:val="Hypertextovodkaz"/>
            <w:rFonts w:cs="Times New Roman"/>
            <w:noProof/>
          </w:rPr>
          <w:t>4</w:t>
        </w:r>
        <w:r w:rsidR="00AF024D">
          <w:rPr>
            <w:rFonts w:asciiTheme="minorHAnsi" w:eastAsiaTheme="minorEastAsia" w:hAnsiTheme="minorHAnsi" w:cstheme="minorBidi"/>
            <w:b w:val="0"/>
            <w:bCs w:val="0"/>
            <w:noProof/>
            <w:sz w:val="22"/>
            <w:szCs w:val="22"/>
            <w:lang w:eastAsia="cs-CZ"/>
          </w:rPr>
          <w:tab/>
        </w:r>
        <w:r w:rsidR="00AF024D" w:rsidRPr="004D6CA5">
          <w:rPr>
            <w:rStyle w:val="Hypertextovodkaz"/>
            <w:noProof/>
          </w:rPr>
          <w:t>Umělé osvětlení</w:t>
        </w:r>
        <w:r w:rsidR="00AF024D">
          <w:rPr>
            <w:noProof/>
            <w:webHidden/>
          </w:rPr>
          <w:tab/>
        </w:r>
        <w:r w:rsidR="00AF024D">
          <w:rPr>
            <w:noProof/>
            <w:webHidden/>
          </w:rPr>
          <w:fldChar w:fldCharType="begin"/>
        </w:r>
        <w:r w:rsidR="00AF024D">
          <w:rPr>
            <w:noProof/>
            <w:webHidden/>
          </w:rPr>
          <w:instrText xml:space="preserve"> PAGEREF _Toc26181007 \h </w:instrText>
        </w:r>
        <w:r w:rsidR="00AF024D">
          <w:rPr>
            <w:noProof/>
            <w:webHidden/>
          </w:rPr>
        </w:r>
        <w:r w:rsidR="00AF024D">
          <w:rPr>
            <w:noProof/>
            <w:webHidden/>
          </w:rPr>
          <w:fldChar w:fldCharType="separate"/>
        </w:r>
        <w:r w:rsidR="00AF024D">
          <w:rPr>
            <w:noProof/>
            <w:webHidden/>
          </w:rPr>
          <w:t>6</w:t>
        </w:r>
        <w:r w:rsidR="00AF024D">
          <w:rPr>
            <w:noProof/>
            <w:webHidden/>
          </w:rPr>
          <w:fldChar w:fldCharType="end"/>
        </w:r>
      </w:hyperlink>
    </w:p>
    <w:p w14:paraId="075C5FEF" w14:textId="5432AC7F" w:rsidR="00AF024D" w:rsidRDefault="008B4864">
      <w:pPr>
        <w:pStyle w:val="Obsah2"/>
        <w:rPr>
          <w:rFonts w:asciiTheme="minorHAnsi" w:eastAsiaTheme="minorEastAsia" w:hAnsiTheme="minorHAnsi" w:cstheme="minorBidi"/>
          <w:bCs w:val="0"/>
          <w:sz w:val="22"/>
          <w:szCs w:val="22"/>
          <w:lang w:eastAsia="cs-CZ"/>
        </w:rPr>
      </w:pPr>
      <w:hyperlink w:anchor="_Toc26181008" w:history="1">
        <w:r w:rsidR="00AF024D" w:rsidRPr="004D6CA5">
          <w:rPr>
            <w:rStyle w:val="Hypertextovodkaz"/>
          </w:rPr>
          <w:t>4.1</w:t>
        </w:r>
        <w:r w:rsidR="00AF024D">
          <w:rPr>
            <w:rFonts w:asciiTheme="minorHAnsi" w:eastAsiaTheme="minorEastAsia" w:hAnsiTheme="minorHAnsi" w:cstheme="minorBidi"/>
            <w:bCs w:val="0"/>
            <w:sz w:val="22"/>
            <w:szCs w:val="22"/>
            <w:lang w:eastAsia="cs-CZ"/>
          </w:rPr>
          <w:tab/>
        </w:r>
        <w:r w:rsidR="00AF024D" w:rsidRPr="004D6CA5">
          <w:rPr>
            <w:rStyle w:val="Hypertextovodkaz"/>
          </w:rPr>
          <w:t>Normy a hlavní související předpisy, technické řešení návrhu umělého osvětlení</w:t>
        </w:r>
        <w:r w:rsidR="00AF024D">
          <w:rPr>
            <w:webHidden/>
          </w:rPr>
          <w:tab/>
        </w:r>
        <w:r w:rsidR="00AF024D">
          <w:rPr>
            <w:webHidden/>
          </w:rPr>
          <w:fldChar w:fldCharType="begin"/>
        </w:r>
        <w:r w:rsidR="00AF024D">
          <w:rPr>
            <w:webHidden/>
          </w:rPr>
          <w:instrText xml:space="preserve"> PAGEREF _Toc26181008 \h </w:instrText>
        </w:r>
        <w:r w:rsidR="00AF024D">
          <w:rPr>
            <w:webHidden/>
          </w:rPr>
        </w:r>
        <w:r w:rsidR="00AF024D">
          <w:rPr>
            <w:webHidden/>
          </w:rPr>
          <w:fldChar w:fldCharType="separate"/>
        </w:r>
        <w:r w:rsidR="00AF024D">
          <w:rPr>
            <w:webHidden/>
          </w:rPr>
          <w:t>6</w:t>
        </w:r>
        <w:r w:rsidR="00AF024D">
          <w:rPr>
            <w:webHidden/>
          </w:rPr>
          <w:fldChar w:fldCharType="end"/>
        </w:r>
      </w:hyperlink>
    </w:p>
    <w:p w14:paraId="7DD91B01" w14:textId="2EAEBB34" w:rsidR="00AF024D" w:rsidRDefault="008B4864">
      <w:pPr>
        <w:pStyle w:val="Obsah2"/>
        <w:rPr>
          <w:rFonts w:asciiTheme="minorHAnsi" w:eastAsiaTheme="minorEastAsia" w:hAnsiTheme="minorHAnsi" w:cstheme="minorBidi"/>
          <w:bCs w:val="0"/>
          <w:sz w:val="22"/>
          <w:szCs w:val="22"/>
          <w:lang w:eastAsia="cs-CZ"/>
        </w:rPr>
      </w:pPr>
      <w:hyperlink w:anchor="_Toc26181009" w:history="1">
        <w:r w:rsidR="00AF024D" w:rsidRPr="004D6CA5">
          <w:rPr>
            <w:rStyle w:val="Hypertextovodkaz"/>
          </w:rPr>
          <w:t>4.2</w:t>
        </w:r>
        <w:r w:rsidR="00AF024D">
          <w:rPr>
            <w:rFonts w:asciiTheme="minorHAnsi" w:eastAsiaTheme="minorEastAsia" w:hAnsiTheme="minorHAnsi" w:cstheme="minorBidi"/>
            <w:bCs w:val="0"/>
            <w:sz w:val="22"/>
            <w:szCs w:val="22"/>
            <w:lang w:eastAsia="cs-CZ"/>
          </w:rPr>
          <w:tab/>
        </w:r>
        <w:r w:rsidR="00AF024D" w:rsidRPr="004D6CA5">
          <w:rPr>
            <w:rStyle w:val="Hypertextovodkaz"/>
          </w:rPr>
          <w:t>Ovládání a řízení osvětlení</w:t>
        </w:r>
        <w:r w:rsidR="00AF024D">
          <w:rPr>
            <w:webHidden/>
          </w:rPr>
          <w:tab/>
        </w:r>
        <w:r w:rsidR="00AF024D">
          <w:rPr>
            <w:webHidden/>
          </w:rPr>
          <w:fldChar w:fldCharType="begin"/>
        </w:r>
        <w:r w:rsidR="00AF024D">
          <w:rPr>
            <w:webHidden/>
          </w:rPr>
          <w:instrText xml:space="preserve"> PAGEREF _Toc26181009 \h </w:instrText>
        </w:r>
        <w:r w:rsidR="00AF024D">
          <w:rPr>
            <w:webHidden/>
          </w:rPr>
        </w:r>
        <w:r w:rsidR="00AF024D">
          <w:rPr>
            <w:webHidden/>
          </w:rPr>
          <w:fldChar w:fldCharType="separate"/>
        </w:r>
        <w:r w:rsidR="00AF024D">
          <w:rPr>
            <w:webHidden/>
          </w:rPr>
          <w:t>6</w:t>
        </w:r>
        <w:r w:rsidR="00AF024D">
          <w:rPr>
            <w:webHidden/>
          </w:rPr>
          <w:fldChar w:fldCharType="end"/>
        </w:r>
      </w:hyperlink>
    </w:p>
    <w:p w14:paraId="0CEDE4A3" w14:textId="4BA93F64" w:rsidR="00AF024D" w:rsidRDefault="008B4864">
      <w:pPr>
        <w:pStyle w:val="Obsah2"/>
        <w:rPr>
          <w:rFonts w:asciiTheme="minorHAnsi" w:eastAsiaTheme="minorEastAsia" w:hAnsiTheme="minorHAnsi" w:cstheme="minorBidi"/>
          <w:bCs w:val="0"/>
          <w:sz w:val="22"/>
          <w:szCs w:val="22"/>
          <w:lang w:eastAsia="cs-CZ"/>
        </w:rPr>
      </w:pPr>
      <w:hyperlink w:anchor="_Toc26181010" w:history="1">
        <w:r w:rsidR="00AF024D" w:rsidRPr="004D6CA5">
          <w:rPr>
            <w:rStyle w:val="Hypertextovodkaz"/>
          </w:rPr>
          <w:t>4.3</w:t>
        </w:r>
        <w:r w:rsidR="00AF024D">
          <w:rPr>
            <w:rFonts w:asciiTheme="minorHAnsi" w:eastAsiaTheme="minorEastAsia" w:hAnsiTheme="minorHAnsi" w:cstheme="minorBidi"/>
            <w:bCs w:val="0"/>
            <w:sz w:val="22"/>
            <w:szCs w:val="22"/>
            <w:lang w:eastAsia="cs-CZ"/>
          </w:rPr>
          <w:tab/>
        </w:r>
        <w:r w:rsidR="00AF024D" w:rsidRPr="004D6CA5">
          <w:rPr>
            <w:rStyle w:val="Hypertextovodkaz"/>
          </w:rPr>
          <w:t>Nouzové a bezpečnostní osvětlení</w:t>
        </w:r>
        <w:r w:rsidR="00AF024D">
          <w:rPr>
            <w:webHidden/>
          </w:rPr>
          <w:tab/>
        </w:r>
        <w:r w:rsidR="00AF024D">
          <w:rPr>
            <w:webHidden/>
          </w:rPr>
          <w:fldChar w:fldCharType="begin"/>
        </w:r>
        <w:r w:rsidR="00AF024D">
          <w:rPr>
            <w:webHidden/>
          </w:rPr>
          <w:instrText xml:space="preserve"> PAGEREF _Toc26181010 \h </w:instrText>
        </w:r>
        <w:r w:rsidR="00AF024D">
          <w:rPr>
            <w:webHidden/>
          </w:rPr>
        </w:r>
        <w:r w:rsidR="00AF024D">
          <w:rPr>
            <w:webHidden/>
          </w:rPr>
          <w:fldChar w:fldCharType="separate"/>
        </w:r>
        <w:r w:rsidR="00AF024D">
          <w:rPr>
            <w:webHidden/>
          </w:rPr>
          <w:t>7</w:t>
        </w:r>
        <w:r w:rsidR="00AF024D">
          <w:rPr>
            <w:webHidden/>
          </w:rPr>
          <w:fldChar w:fldCharType="end"/>
        </w:r>
      </w:hyperlink>
    </w:p>
    <w:p w14:paraId="1D68EAA7" w14:textId="21A1C80D" w:rsidR="00AF024D" w:rsidRDefault="008B4864">
      <w:pPr>
        <w:pStyle w:val="Obsah1"/>
        <w:rPr>
          <w:rFonts w:asciiTheme="minorHAnsi" w:eastAsiaTheme="minorEastAsia" w:hAnsiTheme="minorHAnsi" w:cstheme="minorBidi"/>
          <w:b w:val="0"/>
          <w:bCs w:val="0"/>
          <w:noProof/>
          <w:sz w:val="22"/>
          <w:szCs w:val="22"/>
          <w:lang w:eastAsia="cs-CZ"/>
        </w:rPr>
      </w:pPr>
      <w:hyperlink w:anchor="_Toc26181011" w:history="1">
        <w:r w:rsidR="00AF024D" w:rsidRPr="004D6CA5">
          <w:rPr>
            <w:rStyle w:val="Hypertextovodkaz"/>
            <w:rFonts w:cs="Times New Roman"/>
            <w:noProof/>
          </w:rPr>
          <w:t>5</w:t>
        </w:r>
        <w:r w:rsidR="00AF024D">
          <w:rPr>
            <w:rFonts w:asciiTheme="minorHAnsi" w:eastAsiaTheme="minorEastAsia" w:hAnsiTheme="minorHAnsi" w:cstheme="minorBidi"/>
            <w:b w:val="0"/>
            <w:bCs w:val="0"/>
            <w:noProof/>
            <w:sz w:val="22"/>
            <w:szCs w:val="22"/>
            <w:lang w:eastAsia="cs-CZ"/>
          </w:rPr>
          <w:tab/>
        </w:r>
        <w:r w:rsidR="00AF024D" w:rsidRPr="004D6CA5">
          <w:rPr>
            <w:rStyle w:val="Hypertextovodkaz"/>
            <w:noProof/>
          </w:rPr>
          <w:t>Zásuvkové rozvody</w:t>
        </w:r>
        <w:r w:rsidR="00AF024D">
          <w:rPr>
            <w:noProof/>
            <w:webHidden/>
          </w:rPr>
          <w:tab/>
        </w:r>
        <w:r w:rsidR="00AF024D">
          <w:rPr>
            <w:noProof/>
            <w:webHidden/>
          </w:rPr>
          <w:fldChar w:fldCharType="begin"/>
        </w:r>
        <w:r w:rsidR="00AF024D">
          <w:rPr>
            <w:noProof/>
            <w:webHidden/>
          </w:rPr>
          <w:instrText xml:space="preserve"> PAGEREF _Toc26181011 \h </w:instrText>
        </w:r>
        <w:r w:rsidR="00AF024D">
          <w:rPr>
            <w:noProof/>
            <w:webHidden/>
          </w:rPr>
        </w:r>
        <w:r w:rsidR="00AF024D">
          <w:rPr>
            <w:noProof/>
            <w:webHidden/>
          </w:rPr>
          <w:fldChar w:fldCharType="separate"/>
        </w:r>
        <w:r w:rsidR="00AF024D">
          <w:rPr>
            <w:noProof/>
            <w:webHidden/>
          </w:rPr>
          <w:t>8</w:t>
        </w:r>
        <w:r w:rsidR="00AF024D">
          <w:rPr>
            <w:noProof/>
            <w:webHidden/>
          </w:rPr>
          <w:fldChar w:fldCharType="end"/>
        </w:r>
      </w:hyperlink>
    </w:p>
    <w:p w14:paraId="5CFECD4D" w14:textId="4347989F" w:rsidR="00AF024D" w:rsidRDefault="008B4864">
      <w:pPr>
        <w:pStyle w:val="Obsah1"/>
        <w:rPr>
          <w:rFonts w:asciiTheme="minorHAnsi" w:eastAsiaTheme="minorEastAsia" w:hAnsiTheme="minorHAnsi" w:cstheme="minorBidi"/>
          <w:b w:val="0"/>
          <w:bCs w:val="0"/>
          <w:noProof/>
          <w:sz w:val="22"/>
          <w:szCs w:val="22"/>
          <w:lang w:eastAsia="cs-CZ"/>
        </w:rPr>
      </w:pPr>
      <w:hyperlink w:anchor="_Toc26181012" w:history="1">
        <w:r w:rsidR="00AF024D" w:rsidRPr="004D6CA5">
          <w:rPr>
            <w:rStyle w:val="Hypertextovodkaz"/>
            <w:rFonts w:cs="Times New Roman"/>
            <w:noProof/>
          </w:rPr>
          <w:t>6</w:t>
        </w:r>
        <w:r w:rsidR="00AF024D">
          <w:rPr>
            <w:rFonts w:asciiTheme="minorHAnsi" w:eastAsiaTheme="minorEastAsia" w:hAnsiTheme="minorHAnsi" w:cstheme="minorBidi"/>
            <w:b w:val="0"/>
            <w:bCs w:val="0"/>
            <w:noProof/>
            <w:sz w:val="22"/>
            <w:szCs w:val="22"/>
            <w:lang w:eastAsia="cs-CZ"/>
          </w:rPr>
          <w:tab/>
        </w:r>
        <w:r w:rsidR="00AF024D" w:rsidRPr="004D6CA5">
          <w:rPr>
            <w:rStyle w:val="Hypertextovodkaz"/>
            <w:noProof/>
          </w:rPr>
          <w:t>Připojení ostatních el. spotřebičů</w:t>
        </w:r>
        <w:r w:rsidR="00AF024D">
          <w:rPr>
            <w:noProof/>
            <w:webHidden/>
          </w:rPr>
          <w:tab/>
        </w:r>
        <w:r w:rsidR="00AF024D">
          <w:rPr>
            <w:noProof/>
            <w:webHidden/>
          </w:rPr>
          <w:fldChar w:fldCharType="begin"/>
        </w:r>
        <w:r w:rsidR="00AF024D">
          <w:rPr>
            <w:noProof/>
            <w:webHidden/>
          </w:rPr>
          <w:instrText xml:space="preserve"> PAGEREF _Toc26181012 \h </w:instrText>
        </w:r>
        <w:r w:rsidR="00AF024D">
          <w:rPr>
            <w:noProof/>
            <w:webHidden/>
          </w:rPr>
        </w:r>
        <w:r w:rsidR="00AF024D">
          <w:rPr>
            <w:noProof/>
            <w:webHidden/>
          </w:rPr>
          <w:fldChar w:fldCharType="separate"/>
        </w:r>
        <w:r w:rsidR="00AF024D">
          <w:rPr>
            <w:noProof/>
            <w:webHidden/>
          </w:rPr>
          <w:t>9</w:t>
        </w:r>
        <w:r w:rsidR="00AF024D">
          <w:rPr>
            <w:noProof/>
            <w:webHidden/>
          </w:rPr>
          <w:fldChar w:fldCharType="end"/>
        </w:r>
      </w:hyperlink>
    </w:p>
    <w:p w14:paraId="3616EB80" w14:textId="469D5D80" w:rsidR="00AF024D" w:rsidRDefault="008B4864">
      <w:pPr>
        <w:pStyle w:val="Obsah1"/>
        <w:rPr>
          <w:rFonts w:asciiTheme="minorHAnsi" w:eastAsiaTheme="minorEastAsia" w:hAnsiTheme="minorHAnsi" w:cstheme="minorBidi"/>
          <w:b w:val="0"/>
          <w:bCs w:val="0"/>
          <w:noProof/>
          <w:sz w:val="22"/>
          <w:szCs w:val="22"/>
          <w:lang w:eastAsia="cs-CZ"/>
        </w:rPr>
      </w:pPr>
      <w:hyperlink w:anchor="_Toc26181013" w:history="1">
        <w:r w:rsidR="00AF024D" w:rsidRPr="004D6CA5">
          <w:rPr>
            <w:rStyle w:val="Hypertextovodkaz"/>
            <w:rFonts w:cs="Times New Roman"/>
            <w:noProof/>
          </w:rPr>
          <w:t>7</w:t>
        </w:r>
        <w:r w:rsidR="00AF024D">
          <w:rPr>
            <w:rFonts w:asciiTheme="minorHAnsi" w:eastAsiaTheme="minorEastAsia" w:hAnsiTheme="minorHAnsi" w:cstheme="minorBidi"/>
            <w:b w:val="0"/>
            <w:bCs w:val="0"/>
            <w:noProof/>
            <w:sz w:val="22"/>
            <w:szCs w:val="22"/>
            <w:lang w:eastAsia="cs-CZ"/>
          </w:rPr>
          <w:tab/>
        </w:r>
        <w:r w:rsidR="00AF024D" w:rsidRPr="004D6CA5">
          <w:rPr>
            <w:rStyle w:val="Hypertextovodkaz"/>
            <w:noProof/>
          </w:rPr>
          <w:t>Ochrana proti přepětí</w:t>
        </w:r>
        <w:r w:rsidR="00AF024D">
          <w:rPr>
            <w:noProof/>
            <w:webHidden/>
          </w:rPr>
          <w:tab/>
        </w:r>
        <w:r w:rsidR="00AF024D">
          <w:rPr>
            <w:noProof/>
            <w:webHidden/>
          </w:rPr>
          <w:fldChar w:fldCharType="begin"/>
        </w:r>
        <w:r w:rsidR="00AF024D">
          <w:rPr>
            <w:noProof/>
            <w:webHidden/>
          </w:rPr>
          <w:instrText xml:space="preserve"> PAGEREF _Toc26181013 \h </w:instrText>
        </w:r>
        <w:r w:rsidR="00AF024D">
          <w:rPr>
            <w:noProof/>
            <w:webHidden/>
          </w:rPr>
        </w:r>
        <w:r w:rsidR="00AF024D">
          <w:rPr>
            <w:noProof/>
            <w:webHidden/>
          </w:rPr>
          <w:fldChar w:fldCharType="separate"/>
        </w:r>
        <w:r w:rsidR="00AF024D">
          <w:rPr>
            <w:noProof/>
            <w:webHidden/>
          </w:rPr>
          <w:t>9</w:t>
        </w:r>
        <w:r w:rsidR="00AF024D">
          <w:rPr>
            <w:noProof/>
            <w:webHidden/>
          </w:rPr>
          <w:fldChar w:fldCharType="end"/>
        </w:r>
      </w:hyperlink>
    </w:p>
    <w:p w14:paraId="28554FE3" w14:textId="2ED07051" w:rsidR="00AF024D" w:rsidRDefault="008B4864">
      <w:pPr>
        <w:pStyle w:val="Obsah1"/>
        <w:rPr>
          <w:rFonts w:asciiTheme="minorHAnsi" w:eastAsiaTheme="minorEastAsia" w:hAnsiTheme="minorHAnsi" w:cstheme="minorBidi"/>
          <w:b w:val="0"/>
          <w:bCs w:val="0"/>
          <w:noProof/>
          <w:sz w:val="22"/>
          <w:szCs w:val="22"/>
          <w:lang w:eastAsia="cs-CZ"/>
        </w:rPr>
      </w:pPr>
      <w:hyperlink w:anchor="_Toc26181014" w:history="1">
        <w:r w:rsidR="00AF024D" w:rsidRPr="004D6CA5">
          <w:rPr>
            <w:rStyle w:val="Hypertextovodkaz"/>
            <w:rFonts w:cs="Times New Roman"/>
            <w:noProof/>
          </w:rPr>
          <w:t>8</w:t>
        </w:r>
        <w:r w:rsidR="00AF024D">
          <w:rPr>
            <w:rFonts w:asciiTheme="minorHAnsi" w:eastAsiaTheme="minorEastAsia" w:hAnsiTheme="minorHAnsi" w:cstheme="minorBidi"/>
            <w:b w:val="0"/>
            <w:bCs w:val="0"/>
            <w:noProof/>
            <w:sz w:val="22"/>
            <w:szCs w:val="22"/>
            <w:lang w:eastAsia="cs-CZ"/>
          </w:rPr>
          <w:tab/>
        </w:r>
        <w:r w:rsidR="00AF024D" w:rsidRPr="004D6CA5">
          <w:rPr>
            <w:rStyle w:val="Hypertextovodkaz"/>
            <w:noProof/>
          </w:rPr>
          <w:t>Trasy kabelového rozvodu</w:t>
        </w:r>
        <w:r w:rsidR="00AF024D">
          <w:rPr>
            <w:noProof/>
            <w:webHidden/>
          </w:rPr>
          <w:tab/>
        </w:r>
        <w:r w:rsidR="00AF024D">
          <w:rPr>
            <w:noProof/>
            <w:webHidden/>
          </w:rPr>
          <w:fldChar w:fldCharType="begin"/>
        </w:r>
        <w:r w:rsidR="00AF024D">
          <w:rPr>
            <w:noProof/>
            <w:webHidden/>
          </w:rPr>
          <w:instrText xml:space="preserve"> PAGEREF _Toc26181014 \h </w:instrText>
        </w:r>
        <w:r w:rsidR="00AF024D">
          <w:rPr>
            <w:noProof/>
            <w:webHidden/>
          </w:rPr>
        </w:r>
        <w:r w:rsidR="00AF024D">
          <w:rPr>
            <w:noProof/>
            <w:webHidden/>
          </w:rPr>
          <w:fldChar w:fldCharType="separate"/>
        </w:r>
        <w:r w:rsidR="00AF024D">
          <w:rPr>
            <w:noProof/>
            <w:webHidden/>
          </w:rPr>
          <w:t>9</w:t>
        </w:r>
        <w:r w:rsidR="00AF024D">
          <w:rPr>
            <w:noProof/>
            <w:webHidden/>
          </w:rPr>
          <w:fldChar w:fldCharType="end"/>
        </w:r>
      </w:hyperlink>
    </w:p>
    <w:p w14:paraId="6BE68EC1" w14:textId="2F2A4260" w:rsidR="00AF024D" w:rsidRDefault="008B4864">
      <w:pPr>
        <w:pStyle w:val="Obsah1"/>
        <w:rPr>
          <w:rFonts w:asciiTheme="minorHAnsi" w:eastAsiaTheme="minorEastAsia" w:hAnsiTheme="minorHAnsi" w:cstheme="minorBidi"/>
          <w:b w:val="0"/>
          <w:bCs w:val="0"/>
          <w:noProof/>
          <w:sz w:val="22"/>
          <w:szCs w:val="22"/>
          <w:lang w:eastAsia="cs-CZ"/>
        </w:rPr>
      </w:pPr>
      <w:hyperlink w:anchor="_Toc26181015" w:history="1">
        <w:r w:rsidR="00AF024D" w:rsidRPr="004D6CA5">
          <w:rPr>
            <w:rStyle w:val="Hypertextovodkaz"/>
            <w:rFonts w:cs="Times New Roman"/>
            <w:noProof/>
          </w:rPr>
          <w:t>9</w:t>
        </w:r>
        <w:r w:rsidR="00AF024D">
          <w:rPr>
            <w:rFonts w:asciiTheme="minorHAnsi" w:eastAsiaTheme="minorEastAsia" w:hAnsiTheme="minorHAnsi" w:cstheme="minorBidi"/>
            <w:b w:val="0"/>
            <w:bCs w:val="0"/>
            <w:noProof/>
            <w:sz w:val="22"/>
            <w:szCs w:val="22"/>
            <w:lang w:eastAsia="cs-CZ"/>
          </w:rPr>
          <w:tab/>
        </w:r>
        <w:r w:rsidR="00AF024D" w:rsidRPr="004D6CA5">
          <w:rPr>
            <w:rStyle w:val="Hypertextovodkaz"/>
            <w:noProof/>
          </w:rPr>
          <w:t>Ochrana před bleskem</w:t>
        </w:r>
        <w:r w:rsidR="00AF024D">
          <w:rPr>
            <w:noProof/>
            <w:webHidden/>
          </w:rPr>
          <w:tab/>
        </w:r>
        <w:r w:rsidR="00AF024D">
          <w:rPr>
            <w:noProof/>
            <w:webHidden/>
          </w:rPr>
          <w:fldChar w:fldCharType="begin"/>
        </w:r>
        <w:r w:rsidR="00AF024D">
          <w:rPr>
            <w:noProof/>
            <w:webHidden/>
          </w:rPr>
          <w:instrText xml:space="preserve"> PAGEREF _Toc26181015 \h </w:instrText>
        </w:r>
        <w:r w:rsidR="00AF024D">
          <w:rPr>
            <w:noProof/>
            <w:webHidden/>
          </w:rPr>
        </w:r>
        <w:r w:rsidR="00AF024D">
          <w:rPr>
            <w:noProof/>
            <w:webHidden/>
          </w:rPr>
          <w:fldChar w:fldCharType="separate"/>
        </w:r>
        <w:r w:rsidR="00AF024D">
          <w:rPr>
            <w:noProof/>
            <w:webHidden/>
          </w:rPr>
          <w:t>9</w:t>
        </w:r>
        <w:r w:rsidR="00AF024D">
          <w:rPr>
            <w:noProof/>
            <w:webHidden/>
          </w:rPr>
          <w:fldChar w:fldCharType="end"/>
        </w:r>
      </w:hyperlink>
    </w:p>
    <w:p w14:paraId="06FF7369" w14:textId="5CCA1BE6" w:rsidR="00AF024D" w:rsidRDefault="008B4864">
      <w:pPr>
        <w:pStyle w:val="Obsah1"/>
        <w:rPr>
          <w:rFonts w:asciiTheme="minorHAnsi" w:eastAsiaTheme="minorEastAsia" w:hAnsiTheme="minorHAnsi" w:cstheme="minorBidi"/>
          <w:b w:val="0"/>
          <w:bCs w:val="0"/>
          <w:noProof/>
          <w:sz w:val="22"/>
          <w:szCs w:val="22"/>
          <w:lang w:eastAsia="cs-CZ"/>
        </w:rPr>
      </w:pPr>
      <w:hyperlink w:anchor="_Toc26181016" w:history="1">
        <w:r w:rsidR="00AF024D" w:rsidRPr="004D6CA5">
          <w:rPr>
            <w:rStyle w:val="Hypertextovodkaz"/>
            <w:rFonts w:cs="Times New Roman"/>
            <w:noProof/>
          </w:rPr>
          <w:t>10</w:t>
        </w:r>
        <w:r w:rsidR="00AF024D">
          <w:rPr>
            <w:rFonts w:asciiTheme="minorHAnsi" w:eastAsiaTheme="minorEastAsia" w:hAnsiTheme="minorHAnsi" w:cstheme="minorBidi"/>
            <w:b w:val="0"/>
            <w:bCs w:val="0"/>
            <w:noProof/>
            <w:sz w:val="22"/>
            <w:szCs w:val="22"/>
            <w:lang w:eastAsia="cs-CZ"/>
          </w:rPr>
          <w:tab/>
        </w:r>
        <w:r w:rsidR="00AF024D" w:rsidRPr="004D6CA5">
          <w:rPr>
            <w:rStyle w:val="Hypertextovodkaz"/>
            <w:noProof/>
          </w:rPr>
          <w:t>Bezpečnost a ochrana zdraví</w:t>
        </w:r>
        <w:r w:rsidR="00AF024D">
          <w:rPr>
            <w:noProof/>
            <w:webHidden/>
          </w:rPr>
          <w:tab/>
        </w:r>
        <w:r w:rsidR="00AF024D">
          <w:rPr>
            <w:noProof/>
            <w:webHidden/>
          </w:rPr>
          <w:fldChar w:fldCharType="begin"/>
        </w:r>
        <w:r w:rsidR="00AF024D">
          <w:rPr>
            <w:noProof/>
            <w:webHidden/>
          </w:rPr>
          <w:instrText xml:space="preserve"> PAGEREF _Toc26181016 \h </w:instrText>
        </w:r>
        <w:r w:rsidR="00AF024D">
          <w:rPr>
            <w:noProof/>
            <w:webHidden/>
          </w:rPr>
        </w:r>
        <w:r w:rsidR="00AF024D">
          <w:rPr>
            <w:noProof/>
            <w:webHidden/>
          </w:rPr>
          <w:fldChar w:fldCharType="separate"/>
        </w:r>
        <w:r w:rsidR="00AF024D">
          <w:rPr>
            <w:noProof/>
            <w:webHidden/>
          </w:rPr>
          <w:t>14</w:t>
        </w:r>
        <w:r w:rsidR="00AF024D">
          <w:rPr>
            <w:noProof/>
            <w:webHidden/>
          </w:rPr>
          <w:fldChar w:fldCharType="end"/>
        </w:r>
      </w:hyperlink>
    </w:p>
    <w:p w14:paraId="10FB28D6" w14:textId="573E341F" w:rsidR="00AF024D" w:rsidRDefault="008B4864">
      <w:pPr>
        <w:pStyle w:val="Obsah2"/>
        <w:rPr>
          <w:rFonts w:asciiTheme="minorHAnsi" w:eastAsiaTheme="minorEastAsia" w:hAnsiTheme="minorHAnsi" w:cstheme="minorBidi"/>
          <w:bCs w:val="0"/>
          <w:sz w:val="22"/>
          <w:szCs w:val="22"/>
          <w:lang w:eastAsia="cs-CZ"/>
        </w:rPr>
      </w:pPr>
      <w:hyperlink w:anchor="_Toc26181017" w:history="1">
        <w:r w:rsidR="00AF024D" w:rsidRPr="004D6CA5">
          <w:rPr>
            <w:rStyle w:val="Hypertextovodkaz"/>
          </w:rPr>
          <w:t>10.1</w:t>
        </w:r>
        <w:r w:rsidR="00AF024D">
          <w:rPr>
            <w:rFonts w:asciiTheme="minorHAnsi" w:eastAsiaTheme="minorEastAsia" w:hAnsiTheme="minorHAnsi" w:cstheme="minorBidi"/>
            <w:bCs w:val="0"/>
            <w:sz w:val="22"/>
            <w:szCs w:val="22"/>
            <w:lang w:eastAsia="cs-CZ"/>
          </w:rPr>
          <w:tab/>
        </w:r>
        <w:r w:rsidR="00AF024D" w:rsidRPr="004D6CA5">
          <w:rPr>
            <w:rStyle w:val="Hypertextovodkaz"/>
          </w:rPr>
          <w:t>Zajištění bezpečnosti práce při výstavbě</w:t>
        </w:r>
        <w:r w:rsidR="00AF024D">
          <w:rPr>
            <w:webHidden/>
          </w:rPr>
          <w:tab/>
        </w:r>
        <w:r w:rsidR="00AF024D">
          <w:rPr>
            <w:webHidden/>
          </w:rPr>
          <w:fldChar w:fldCharType="begin"/>
        </w:r>
        <w:r w:rsidR="00AF024D">
          <w:rPr>
            <w:webHidden/>
          </w:rPr>
          <w:instrText xml:space="preserve"> PAGEREF _Toc26181017 \h </w:instrText>
        </w:r>
        <w:r w:rsidR="00AF024D">
          <w:rPr>
            <w:webHidden/>
          </w:rPr>
        </w:r>
        <w:r w:rsidR="00AF024D">
          <w:rPr>
            <w:webHidden/>
          </w:rPr>
          <w:fldChar w:fldCharType="separate"/>
        </w:r>
        <w:r w:rsidR="00AF024D">
          <w:rPr>
            <w:webHidden/>
          </w:rPr>
          <w:t>14</w:t>
        </w:r>
        <w:r w:rsidR="00AF024D">
          <w:rPr>
            <w:webHidden/>
          </w:rPr>
          <w:fldChar w:fldCharType="end"/>
        </w:r>
      </w:hyperlink>
    </w:p>
    <w:p w14:paraId="0E5A5B3C" w14:textId="09BAD5CE" w:rsidR="00AF024D" w:rsidRDefault="008B4864">
      <w:pPr>
        <w:pStyle w:val="Obsah2"/>
        <w:rPr>
          <w:rFonts w:asciiTheme="minorHAnsi" w:eastAsiaTheme="minorEastAsia" w:hAnsiTheme="minorHAnsi" w:cstheme="minorBidi"/>
          <w:bCs w:val="0"/>
          <w:sz w:val="22"/>
          <w:szCs w:val="22"/>
          <w:lang w:eastAsia="cs-CZ"/>
        </w:rPr>
      </w:pPr>
      <w:hyperlink w:anchor="_Toc26181018" w:history="1">
        <w:r w:rsidR="00AF024D" w:rsidRPr="004D6CA5">
          <w:rPr>
            <w:rStyle w:val="Hypertextovodkaz"/>
          </w:rPr>
          <w:t>10.2</w:t>
        </w:r>
        <w:r w:rsidR="00AF024D">
          <w:rPr>
            <w:rFonts w:asciiTheme="minorHAnsi" w:eastAsiaTheme="minorEastAsia" w:hAnsiTheme="minorHAnsi" w:cstheme="minorBidi"/>
            <w:bCs w:val="0"/>
            <w:sz w:val="22"/>
            <w:szCs w:val="22"/>
            <w:lang w:eastAsia="cs-CZ"/>
          </w:rPr>
          <w:tab/>
        </w:r>
        <w:r w:rsidR="00AF024D" w:rsidRPr="004D6CA5">
          <w:rPr>
            <w:rStyle w:val="Hypertextovodkaz"/>
          </w:rPr>
          <w:t>Provoz a údržba zařízení</w:t>
        </w:r>
        <w:r w:rsidR="00AF024D">
          <w:rPr>
            <w:webHidden/>
          </w:rPr>
          <w:tab/>
        </w:r>
        <w:r w:rsidR="00AF024D">
          <w:rPr>
            <w:webHidden/>
          </w:rPr>
          <w:fldChar w:fldCharType="begin"/>
        </w:r>
        <w:r w:rsidR="00AF024D">
          <w:rPr>
            <w:webHidden/>
          </w:rPr>
          <w:instrText xml:space="preserve"> PAGEREF _Toc26181018 \h </w:instrText>
        </w:r>
        <w:r w:rsidR="00AF024D">
          <w:rPr>
            <w:webHidden/>
          </w:rPr>
        </w:r>
        <w:r w:rsidR="00AF024D">
          <w:rPr>
            <w:webHidden/>
          </w:rPr>
          <w:fldChar w:fldCharType="separate"/>
        </w:r>
        <w:r w:rsidR="00AF024D">
          <w:rPr>
            <w:webHidden/>
          </w:rPr>
          <w:t>14</w:t>
        </w:r>
        <w:r w:rsidR="00AF024D">
          <w:rPr>
            <w:webHidden/>
          </w:rPr>
          <w:fldChar w:fldCharType="end"/>
        </w:r>
      </w:hyperlink>
    </w:p>
    <w:p w14:paraId="3B6AB6D5" w14:textId="3FDF6D97" w:rsidR="00AF024D" w:rsidRDefault="008B4864">
      <w:pPr>
        <w:pStyle w:val="Obsah2"/>
        <w:rPr>
          <w:rFonts w:asciiTheme="minorHAnsi" w:eastAsiaTheme="minorEastAsia" w:hAnsiTheme="minorHAnsi" w:cstheme="minorBidi"/>
          <w:bCs w:val="0"/>
          <w:sz w:val="22"/>
          <w:szCs w:val="22"/>
          <w:lang w:eastAsia="cs-CZ"/>
        </w:rPr>
      </w:pPr>
      <w:hyperlink w:anchor="_Toc26181019" w:history="1">
        <w:r w:rsidR="00AF024D" w:rsidRPr="004D6CA5">
          <w:rPr>
            <w:rStyle w:val="Hypertextovodkaz"/>
          </w:rPr>
          <w:t>10.3</w:t>
        </w:r>
        <w:r w:rsidR="00AF024D">
          <w:rPr>
            <w:rFonts w:asciiTheme="minorHAnsi" w:eastAsiaTheme="minorEastAsia" w:hAnsiTheme="minorHAnsi" w:cstheme="minorBidi"/>
            <w:bCs w:val="0"/>
            <w:sz w:val="22"/>
            <w:szCs w:val="22"/>
            <w:lang w:eastAsia="cs-CZ"/>
          </w:rPr>
          <w:tab/>
        </w:r>
        <w:r w:rsidR="00AF024D" w:rsidRPr="004D6CA5">
          <w:rPr>
            <w:rStyle w:val="Hypertextovodkaz"/>
          </w:rPr>
          <w:t>Protipožární opatření</w:t>
        </w:r>
        <w:r w:rsidR="00AF024D">
          <w:rPr>
            <w:webHidden/>
          </w:rPr>
          <w:tab/>
        </w:r>
        <w:r w:rsidR="00AF024D">
          <w:rPr>
            <w:webHidden/>
          </w:rPr>
          <w:fldChar w:fldCharType="begin"/>
        </w:r>
        <w:r w:rsidR="00AF024D">
          <w:rPr>
            <w:webHidden/>
          </w:rPr>
          <w:instrText xml:space="preserve"> PAGEREF _Toc26181019 \h </w:instrText>
        </w:r>
        <w:r w:rsidR="00AF024D">
          <w:rPr>
            <w:webHidden/>
          </w:rPr>
        </w:r>
        <w:r w:rsidR="00AF024D">
          <w:rPr>
            <w:webHidden/>
          </w:rPr>
          <w:fldChar w:fldCharType="separate"/>
        </w:r>
        <w:r w:rsidR="00AF024D">
          <w:rPr>
            <w:webHidden/>
          </w:rPr>
          <w:t>15</w:t>
        </w:r>
        <w:r w:rsidR="00AF024D">
          <w:rPr>
            <w:webHidden/>
          </w:rPr>
          <w:fldChar w:fldCharType="end"/>
        </w:r>
      </w:hyperlink>
    </w:p>
    <w:p w14:paraId="07F4DF66" w14:textId="2637514C" w:rsidR="00AF024D" w:rsidRDefault="008B4864">
      <w:pPr>
        <w:pStyle w:val="Obsah2"/>
        <w:rPr>
          <w:rFonts w:asciiTheme="minorHAnsi" w:eastAsiaTheme="minorEastAsia" w:hAnsiTheme="minorHAnsi" w:cstheme="minorBidi"/>
          <w:bCs w:val="0"/>
          <w:sz w:val="22"/>
          <w:szCs w:val="22"/>
          <w:lang w:eastAsia="cs-CZ"/>
        </w:rPr>
      </w:pPr>
      <w:hyperlink w:anchor="_Toc26181020" w:history="1">
        <w:r w:rsidR="00AF024D" w:rsidRPr="004D6CA5">
          <w:rPr>
            <w:rStyle w:val="Hypertextovodkaz"/>
          </w:rPr>
          <w:t>10.4</w:t>
        </w:r>
        <w:r w:rsidR="00AF024D">
          <w:rPr>
            <w:rFonts w:asciiTheme="minorHAnsi" w:eastAsiaTheme="minorEastAsia" w:hAnsiTheme="minorHAnsi" w:cstheme="minorBidi"/>
            <w:bCs w:val="0"/>
            <w:sz w:val="22"/>
            <w:szCs w:val="22"/>
            <w:lang w:eastAsia="cs-CZ"/>
          </w:rPr>
          <w:tab/>
        </w:r>
        <w:r w:rsidR="00AF024D" w:rsidRPr="004D6CA5">
          <w:rPr>
            <w:rStyle w:val="Hypertextovodkaz"/>
          </w:rPr>
          <w:t>Ochrana životního a pracovního prostředí</w:t>
        </w:r>
        <w:r w:rsidR="00AF024D">
          <w:rPr>
            <w:webHidden/>
          </w:rPr>
          <w:tab/>
        </w:r>
        <w:r w:rsidR="00AF024D">
          <w:rPr>
            <w:webHidden/>
          </w:rPr>
          <w:fldChar w:fldCharType="begin"/>
        </w:r>
        <w:r w:rsidR="00AF024D">
          <w:rPr>
            <w:webHidden/>
          </w:rPr>
          <w:instrText xml:space="preserve"> PAGEREF _Toc26181020 \h </w:instrText>
        </w:r>
        <w:r w:rsidR="00AF024D">
          <w:rPr>
            <w:webHidden/>
          </w:rPr>
        </w:r>
        <w:r w:rsidR="00AF024D">
          <w:rPr>
            <w:webHidden/>
          </w:rPr>
          <w:fldChar w:fldCharType="separate"/>
        </w:r>
        <w:r w:rsidR="00AF024D">
          <w:rPr>
            <w:webHidden/>
          </w:rPr>
          <w:t>15</w:t>
        </w:r>
        <w:r w:rsidR="00AF024D">
          <w:rPr>
            <w:webHidden/>
          </w:rPr>
          <w:fldChar w:fldCharType="end"/>
        </w:r>
      </w:hyperlink>
    </w:p>
    <w:p w14:paraId="582B139C" w14:textId="5E17995A" w:rsidR="00AF024D" w:rsidRDefault="008B4864">
      <w:pPr>
        <w:pStyle w:val="Obsah1"/>
        <w:rPr>
          <w:rFonts w:asciiTheme="minorHAnsi" w:eastAsiaTheme="minorEastAsia" w:hAnsiTheme="minorHAnsi" w:cstheme="minorBidi"/>
          <w:b w:val="0"/>
          <w:bCs w:val="0"/>
          <w:noProof/>
          <w:sz w:val="22"/>
          <w:szCs w:val="22"/>
          <w:lang w:eastAsia="cs-CZ"/>
        </w:rPr>
      </w:pPr>
      <w:hyperlink w:anchor="_Toc26181021" w:history="1">
        <w:r w:rsidR="00AF024D" w:rsidRPr="004D6CA5">
          <w:rPr>
            <w:rStyle w:val="Hypertextovodkaz"/>
            <w:rFonts w:cs="Times New Roman"/>
            <w:noProof/>
          </w:rPr>
          <w:t>11</w:t>
        </w:r>
        <w:r w:rsidR="00AF024D">
          <w:rPr>
            <w:rFonts w:asciiTheme="minorHAnsi" w:eastAsiaTheme="minorEastAsia" w:hAnsiTheme="minorHAnsi" w:cstheme="minorBidi"/>
            <w:b w:val="0"/>
            <w:bCs w:val="0"/>
            <w:noProof/>
            <w:sz w:val="22"/>
            <w:szCs w:val="22"/>
            <w:lang w:eastAsia="cs-CZ"/>
          </w:rPr>
          <w:tab/>
        </w:r>
        <w:r w:rsidR="00AF024D" w:rsidRPr="004D6CA5">
          <w:rPr>
            <w:rStyle w:val="Hypertextovodkaz"/>
            <w:noProof/>
          </w:rPr>
          <w:t>Související normy, zákony, vyhlášky, nařízení vlády</w:t>
        </w:r>
        <w:r w:rsidR="00AF024D">
          <w:rPr>
            <w:noProof/>
            <w:webHidden/>
          </w:rPr>
          <w:tab/>
        </w:r>
        <w:r w:rsidR="00AF024D">
          <w:rPr>
            <w:noProof/>
            <w:webHidden/>
          </w:rPr>
          <w:fldChar w:fldCharType="begin"/>
        </w:r>
        <w:r w:rsidR="00AF024D">
          <w:rPr>
            <w:noProof/>
            <w:webHidden/>
          </w:rPr>
          <w:instrText xml:space="preserve"> PAGEREF _Toc26181021 \h </w:instrText>
        </w:r>
        <w:r w:rsidR="00AF024D">
          <w:rPr>
            <w:noProof/>
            <w:webHidden/>
          </w:rPr>
        </w:r>
        <w:r w:rsidR="00AF024D">
          <w:rPr>
            <w:noProof/>
            <w:webHidden/>
          </w:rPr>
          <w:fldChar w:fldCharType="separate"/>
        </w:r>
        <w:r w:rsidR="00AF024D">
          <w:rPr>
            <w:noProof/>
            <w:webHidden/>
          </w:rPr>
          <w:t>16</w:t>
        </w:r>
        <w:r w:rsidR="00AF024D">
          <w:rPr>
            <w:noProof/>
            <w:webHidden/>
          </w:rPr>
          <w:fldChar w:fldCharType="end"/>
        </w:r>
      </w:hyperlink>
    </w:p>
    <w:p w14:paraId="7C0D9D44" w14:textId="079C336C" w:rsidR="00906F1E" w:rsidRPr="008F61D8" w:rsidRDefault="00A93AEF" w:rsidP="00062621">
      <w:pPr>
        <w:tabs>
          <w:tab w:val="right" w:pos="8931"/>
        </w:tabs>
        <w:ind w:left="-680"/>
      </w:pPr>
      <w:r w:rsidRPr="008F61D8">
        <w:fldChar w:fldCharType="end"/>
      </w:r>
      <w:bookmarkStart w:id="3" w:name="UPP_Bijlagen"/>
      <w:bookmarkStart w:id="4" w:name="Blw_SamenvattingInvoegen"/>
      <w:bookmarkEnd w:id="3"/>
      <w:bookmarkEnd w:id="4"/>
    </w:p>
    <w:p w14:paraId="3157308A" w14:textId="77777777" w:rsidR="00AB5712" w:rsidRPr="008F61D8" w:rsidRDefault="00FA1A21" w:rsidP="00E60F9B">
      <w:pPr>
        <w:pStyle w:val="Nadpis1"/>
        <w:numPr>
          <w:ilvl w:val="0"/>
          <w:numId w:val="7"/>
        </w:numPr>
        <w:tabs>
          <w:tab w:val="clear" w:pos="725"/>
          <w:tab w:val="num" w:pos="360"/>
        </w:tabs>
      </w:pPr>
      <w:bookmarkStart w:id="5" w:name="_Toc26180995"/>
      <w:bookmarkStart w:id="6" w:name="Reference"/>
      <w:r w:rsidRPr="008F61D8">
        <w:lastRenderedPageBreak/>
        <w:t>Ú</w:t>
      </w:r>
      <w:r w:rsidR="00540EA1" w:rsidRPr="008F61D8">
        <w:t>vod</w:t>
      </w:r>
      <w:bookmarkEnd w:id="5"/>
      <w:r w:rsidR="00540EA1" w:rsidRPr="008F61D8">
        <w:t xml:space="preserve"> </w:t>
      </w:r>
    </w:p>
    <w:p w14:paraId="78EDFB44" w14:textId="15E62576" w:rsidR="009F5521" w:rsidRPr="008F61D8" w:rsidRDefault="00B37039" w:rsidP="005F25CE">
      <w:pPr>
        <w:widowControl w:val="0"/>
        <w:spacing w:line="280" w:lineRule="atLeast"/>
      </w:pPr>
      <w:r w:rsidRPr="008F61D8">
        <w:t xml:space="preserve">Tato </w:t>
      </w:r>
      <w:r w:rsidR="00540EA1" w:rsidRPr="008F61D8">
        <w:t xml:space="preserve">část projektové </w:t>
      </w:r>
      <w:r w:rsidR="00BA1240" w:rsidRPr="008F61D8">
        <w:t>dokumentace řeší</w:t>
      </w:r>
      <w:r w:rsidR="00490F17" w:rsidRPr="008F61D8">
        <w:t xml:space="preserve"> </w:t>
      </w:r>
      <w:r w:rsidR="00C11943">
        <w:t xml:space="preserve">nové </w:t>
      </w:r>
      <w:r w:rsidR="00FA0C4F" w:rsidRPr="008F61D8">
        <w:t xml:space="preserve">silnoproudé rozvody </w:t>
      </w:r>
      <w:r w:rsidR="005F25CE" w:rsidRPr="008F61D8">
        <w:t xml:space="preserve">elektro 0,4kV </w:t>
      </w:r>
      <w:r w:rsidR="004912CA">
        <w:t xml:space="preserve">v rámci akce </w:t>
      </w:r>
      <w:r w:rsidR="006E3A39" w:rsidRPr="008F61D8">
        <w:t>„</w:t>
      </w:r>
      <w:r w:rsidR="00C11943">
        <w:t xml:space="preserve">Stavební úpravy </w:t>
      </w:r>
      <w:r w:rsidR="004151BB">
        <w:t xml:space="preserve">pro instalaci </w:t>
      </w:r>
      <w:r w:rsidR="005B7152">
        <w:t>tramvajového simulátoru</w:t>
      </w:r>
      <w:r w:rsidR="006E3A39" w:rsidRPr="008F61D8">
        <w:t>“</w:t>
      </w:r>
      <w:r w:rsidR="00C11943">
        <w:t xml:space="preserve">, </w:t>
      </w:r>
      <w:r w:rsidR="005B7152">
        <w:t>v ar</w:t>
      </w:r>
      <w:r w:rsidR="00AA2FEE">
        <w:t>eál</w:t>
      </w:r>
      <w:r w:rsidR="005B7152">
        <w:t>u vozovny Ostrava - Poruba</w:t>
      </w:r>
      <w:r w:rsidR="00C11943">
        <w:t>.</w:t>
      </w:r>
      <w:r w:rsidR="00D12764" w:rsidRPr="008F61D8">
        <w:t xml:space="preserve"> Souběžně s</w:t>
      </w:r>
      <w:r w:rsidR="00F64463" w:rsidRPr="008F61D8">
        <w:t> </w:t>
      </w:r>
      <w:r w:rsidR="00D12764" w:rsidRPr="008F61D8">
        <w:t>t</w:t>
      </w:r>
      <w:r w:rsidR="00F64463" w:rsidRPr="008F61D8">
        <w:t>ěmito silnoproudými rozvody budou prováděny rozvody jiných profesí</w:t>
      </w:r>
      <w:r w:rsidR="004912CA">
        <w:t xml:space="preserve">, </w:t>
      </w:r>
      <w:r w:rsidR="00F64463" w:rsidRPr="008F61D8">
        <w:t xml:space="preserve">popsaných v jiných částech projektu. </w:t>
      </w:r>
    </w:p>
    <w:p w14:paraId="5CCD5770" w14:textId="77777777" w:rsidR="00B37039" w:rsidRPr="008F61D8" w:rsidRDefault="00B37039" w:rsidP="00E91325">
      <w:pPr>
        <w:widowControl w:val="0"/>
        <w:spacing w:before="120" w:after="120" w:line="280" w:lineRule="atLeast"/>
      </w:pPr>
      <w:r w:rsidRPr="008F61D8">
        <w:t>Stavba bude provedena v sou</w:t>
      </w:r>
      <w:r w:rsidR="00DF2169" w:rsidRPr="008F61D8">
        <w:t>ladu s platnými zákony, normami a</w:t>
      </w:r>
      <w:r w:rsidRPr="008F61D8">
        <w:t xml:space="preserve"> zákonnými předpisy.</w:t>
      </w:r>
    </w:p>
    <w:p w14:paraId="4CA047B7" w14:textId="77777777" w:rsidR="00540EA1" w:rsidRPr="008F61D8" w:rsidRDefault="00540EA1" w:rsidP="00540EA1">
      <w:pPr>
        <w:pStyle w:val="Zkladntext"/>
        <w:tabs>
          <w:tab w:val="left" w:pos="420"/>
        </w:tabs>
        <w:rPr>
          <w:lang w:val="cs-CZ"/>
        </w:rPr>
      </w:pPr>
    </w:p>
    <w:p w14:paraId="3BEC2421" w14:textId="77777777" w:rsidR="00540EA1" w:rsidRPr="008F61D8" w:rsidRDefault="00540EA1" w:rsidP="00540EA1">
      <w:pPr>
        <w:pStyle w:val="Zkladntext"/>
        <w:tabs>
          <w:tab w:val="left" w:pos="420"/>
        </w:tabs>
        <w:spacing w:after="120"/>
        <w:rPr>
          <w:rFonts w:cs="Arial"/>
          <w:szCs w:val="19"/>
          <w:u w:val="single"/>
          <w:lang w:val="cs-CZ" w:eastAsia="en-US"/>
        </w:rPr>
      </w:pPr>
      <w:r w:rsidRPr="008F61D8">
        <w:rPr>
          <w:rFonts w:cs="Arial"/>
          <w:szCs w:val="19"/>
          <w:u w:val="single"/>
          <w:lang w:val="cs-CZ" w:eastAsia="en-US"/>
        </w:rPr>
        <w:t xml:space="preserve">Vysvětlivky: </w:t>
      </w:r>
    </w:p>
    <w:p w14:paraId="6D32C7FF" w14:textId="77777777" w:rsidR="00540EA1" w:rsidRPr="008F61D8" w:rsidRDefault="00540EA1" w:rsidP="00540EA1">
      <w:pPr>
        <w:pStyle w:val="Zkladntext"/>
        <w:tabs>
          <w:tab w:val="left" w:pos="420"/>
        </w:tabs>
        <w:rPr>
          <w:rFonts w:cs="Arial"/>
          <w:szCs w:val="19"/>
          <w:lang w:val="cs-CZ" w:eastAsia="en-US"/>
        </w:rPr>
      </w:pPr>
      <w:r w:rsidRPr="008F61D8">
        <w:rPr>
          <w:rFonts w:cs="Arial"/>
          <w:szCs w:val="19"/>
          <w:lang w:val="cs-CZ" w:eastAsia="en-US"/>
        </w:rPr>
        <w:t>NN (nebo nn) - nízké napětí sdružené hodnoty U</w:t>
      </w:r>
      <w:r w:rsidRPr="008F61D8">
        <w:rPr>
          <w:rFonts w:cs="Arial"/>
          <w:szCs w:val="19"/>
          <w:vertAlign w:val="subscript"/>
          <w:lang w:val="cs-CZ" w:eastAsia="en-US"/>
        </w:rPr>
        <w:t>n</w:t>
      </w:r>
      <w:r w:rsidRPr="008F61D8">
        <w:rPr>
          <w:rFonts w:cs="Arial"/>
          <w:szCs w:val="19"/>
          <w:lang w:val="cs-CZ" w:eastAsia="en-US"/>
        </w:rPr>
        <w:t xml:space="preserve"> = 0,4 kV,</w:t>
      </w:r>
    </w:p>
    <w:p w14:paraId="502F82D0" w14:textId="77777777" w:rsidR="00540EA1" w:rsidRPr="008F61D8" w:rsidRDefault="00540EA1" w:rsidP="00540EA1">
      <w:pPr>
        <w:pStyle w:val="Zkladntext"/>
        <w:tabs>
          <w:tab w:val="left" w:pos="420"/>
        </w:tabs>
        <w:rPr>
          <w:rFonts w:cs="Arial"/>
          <w:szCs w:val="19"/>
          <w:lang w:val="cs-CZ" w:eastAsia="en-US"/>
        </w:rPr>
      </w:pPr>
      <w:r w:rsidRPr="008F61D8">
        <w:rPr>
          <w:rFonts w:cs="Arial"/>
          <w:szCs w:val="19"/>
          <w:lang w:val="cs-CZ" w:eastAsia="en-US"/>
        </w:rPr>
        <w:t xml:space="preserve">PD </w:t>
      </w:r>
      <w:r w:rsidRPr="008F61D8">
        <w:rPr>
          <w:rFonts w:cs="Arial"/>
          <w:szCs w:val="19"/>
          <w:lang w:val="cs-CZ" w:eastAsia="en-US"/>
        </w:rPr>
        <w:tab/>
      </w:r>
      <w:r w:rsidRPr="008F61D8">
        <w:rPr>
          <w:rFonts w:cs="Arial"/>
          <w:szCs w:val="19"/>
          <w:lang w:val="cs-CZ" w:eastAsia="en-US"/>
        </w:rPr>
        <w:tab/>
        <w:t xml:space="preserve">– </w:t>
      </w:r>
      <w:r w:rsidRPr="008F61D8">
        <w:rPr>
          <w:rFonts w:cs="Arial"/>
          <w:szCs w:val="19"/>
          <w:lang w:val="cs-CZ" w:eastAsia="en-US"/>
        </w:rPr>
        <w:tab/>
        <w:t>projektová dokumentace,</w:t>
      </w:r>
    </w:p>
    <w:p w14:paraId="49BA4519" w14:textId="77777777" w:rsidR="00540EA1" w:rsidRPr="008F61D8" w:rsidRDefault="00540EA1" w:rsidP="00540EA1">
      <w:pPr>
        <w:pStyle w:val="Zkladntext"/>
        <w:tabs>
          <w:tab w:val="left" w:pos="420"/>
        </w:tabs>
        <w:rPr>
          <w:rFonts w:cs="Arial"/>
          <w:szCs w:val="19"/>
          <w:lang w:val="cs-CZ" w:eastAsia="en-US"/>
        </w:rPr>
      </w:pPr>
      <w:r w:rsidRPr="008F61D8">
        <w:rPr>
          <w:rFonts w:cs="Arial"/>
          <w:szCs w:val="19"/>
          <w:lang w:val="cs-CZ" w:eastAsia="en-US"/>
        </w:rPr>
        <w:t xml:space="preserve">SO </w:t>
      </w:r>
      <w:r w:rsidRPr="008F61D8">
        <w:rPr>
          <w:rFonts w:cs="Arial"/>
          <w:szCs w:val="19"/>
          <w:lang w:val="cs-CZ" w:eastAsia="en-US"/>
        </w:rPr>
        <w:tab/>
      </w:r>
      <w:r w:rsidRPr="008F61D8">
        <w:rPr>
          <w:rFonts w:cs="Arial"/>
          <w:szCs w:val="19"/>
          <w:lang w:val="cs-CZ" w:eastAsia="en-US"/>
        </w:rPr>
        <w:tab/>
        <w:t xml:space="preserve">– </w:t>
      </w:r>
      <w:r w:rsidRPr="008F61D8">
        <w:rPr>
          <w:rFonts w:cs="Arial"/>
          <w:szCs w:val="19"/>
          <w:lang w:val="cs-CZ" w:eastAsia="en-US"/>
        </w:rPr>
        <w:tab/>
        <w:t>stavební objekt,</w:t>
      </w:r>
    </w:p>
    <w:p w14:paraId="09F99A44" w14:textId="77777777" w:rsidR="00540EA1" w:rsidRPr="008F61D8" w:rsidRDefault="00540EA1" w:rsidP="00540EA1">
      <w:pPr>
        <w:pStyle w:val="Zkladntext"/>
        <w:tabs>
          <w:tab w:val="left" w:pos="420"/>
        </w:tabs>
        <w:rPr>
          <w:rFonts w:cs="Arial"/>
          <w:szCs w:val="19"/>
          <w:lang w:val="cs-CZ" w:eastAsia="en-US"/>
        </w:rPr>
      </w:pPr>
      <w:r w:rsidRPr="008F61D8">
        <w:rPr>
          <w:rFonts w:cs="Arial"/>
          <w:szCs w:val="19"/>
          <w:lang w:val="cs-CZ" w:eastAsia="en-US"/>
        </w:rPr>
        <w:t>IO</w:t>
      </w:r>
      <w:r w:rsidRPr="008F61D8">
        <w:rPr>
          <w:rFonts w:cs="Arial"/>
          <w:szCs w:val="19"/>
          <w:lang w:val="cs-CZ" w:eastAsia="en-US"/>
        </w:rPr>
        <w:tab/>
      </w:r>
      <w:r w:rsidRPr="008F61D8">
        <w:rPr>
          <w:rFonts w:cs="Arial"/>
          <w:szCs w:val="19"/>
          <w:lang w:val="cs-CZ" w:eastAsia="en-US"/>
        </w:rPr>
        <w:tab/>
        <w:t xml:space="preserve">– </w:t>
      </w:r>
      <w:r w:rsidRPr="008F61D8">
        <w:rPr>
          <w:rFonts w:cs="Arial"/>
          <w:szCs w:val="19"/>
          <w:lang w:val="cs-CZ" w:eastAsia="en-US"/>
        </w:rPr>
        <w:tab/>
        <w:t>inženýrský objekt,</w:t>
      </w:r>
    </w:p>
    <w:p w14:paraId="479FCF6F" w14:textId="77777777" w:rsidR="00540EA1" w:rsidRPr="008F61D8" w:rsidRDefault="00540EA1" w:rsidP="00540EA1">
      <w:pPr>
        <w:widowControl w:val="0"/>
        <w:spacing w:line="280" w:lineRule="atLeast"/>
        <w:rPr>
          <w:rFonts w:cs="Arial"/>
          <w:szCs w:val="19"/>
        </w:rPr>
      </w:pPr>
      <w:r w:rsidRPr="008F61D8">
        <w:rPr>
          <w:rFonts w:cs="Arial"/>
          <w:szCs w:val="19"/>
        </w:rPr>
        <w:t xml:space="preserve">ČSN </w:t>
      </w:r>
      <w:r w:rsidRPr="008F61D8">
        <w:rPr>
          <w:rFonts w:cs="Arial"/>
          <w:szCs w:val="19"/>
        </w:rPr>
        <w:tab/>
        <w:t xml:space="preserve">– </w:t>
      </w:r>
      <w:r w:rsidRPr="008F61D8">
        <w:rPr>
          <w:rFonts w:cs="Arial"/>
          <w:szCs w:val="19"/>
        </w:rPr>
        <w:tab/>
        <w:t>česká technická norma.</w:t>
      </w:r>
    </w:p>
    <w:p w14:paraId="391E2DAE" w14:textId="464CD581" w:rsidR="00A0525D" w:rsidRPr="00A0525D" w:rsidRDefault="00A0525D" w:rsidP="00A0525D">
      <w:pPr>
        <w:pStyle w:val="Zkladntext"/>
        <w:tabs>
          <w:tab w:val="left" w:pos="420"/>
        </w:tabs>
        <w:rPr>
          <w:rFonts w:cs="Arial"/>
          <w:szCs w:val="19"/>
          <w:lang w:val="cs-CZ" w:eastAsia="en-US"/>
        </w:rPr>
      </w:pPr>
      <w:r w:rsidRPr="00A0525D">
        <w:rPr>
          <w:rFonts w:cs="Arial"/>
          <w:szCs w:val="19"/>
          <w:lang w:val="cs-CZ" w:eastAsia="en-US"/>
        </w:rPr>
        <w:t xml:space="preserve">HZS </w:t>
      </w:r>
      <w:r>
        <w:rPr>
          <w:rFonts w:cs="Arial"/>
          <w:szCs w:val="19"/>
          <w:lang w:val="cs-CZ" w:eastAsia="en-US"/>
        </w:rPr>
        <w:t xml:space="preserve">  </w:t>
      </w:r>
      <w:r>
        <w:rPr>
          <w:rFonts w:cs="Arial"/>
          <w:szCs w:val="19"/>
          <w:lang w:val="cs-CZ" w:eastAsia="en-US"/>
        </w:rPr>
        <w:tab/>
      </w:r>
      <w:r w:rsidRPr="00A0525D">
        <w:rPr>
          <w:rFonts w:cs="Arial"/>
          <w:szCs w:val="19"/>
          <w:lang w:val="cs-CZ" w:eastAsia="en-US"/>
        </w:rPr>
        <w:t xml:space="preserve">– </w:t>
      </w:r>
      <w:r>
        <w:rPr>
          <w:rFonts w:cs="Arial"/>
          <w:szCs w:val="19"/>
          <w:lang w:val="cs-CZ" w:eastAsia="en-US"/>
        </w:rPr>
        <w:tab/>
      </w:r>
      <w:r w:rsidRPr="00A0525D">
        <w:rPr>
          <w:rFonts w:cs="Arial"/>
          <w:szCs w:val="19"/>
          <w:lang w:val="cs-CZ" w:eastAsia="en-US"/>
        </w:rPr>
        <w:t>hasičský záchranný sbor,</w:t>
      </w:r>
    </w:p>
    <w:p w14:paraId="55CB424D" w14:textId="0CA7A1D7" w:rsidR="00A0525D" w:rsidRPr="00A0525D" w:rsidRDefault="00A0525D" w:rsidP="00A0525D">
      <w:pPr>
        <w:pStyle w:val="Zkladntext"/>
        <w:tabs>
          <w:tab w:val="left" w:pos="420"/>
        </w:tabs>
        <w:rPr>
          <w:rFonts w:cs="Arial"/>
          <w:szCs w:val="19"/>
          <w:lang w:val="cs-CZ" w:eastAsia="en-US"/>
        </w:rPr>
      </w:pPr>
      <w:r w:rsidRPr="00A0525D">
        <w:rPr>
          <w:rFonts w:cs="Arial"/>
          <w:szCs w:val="19"/>
          <w:lang w:val="cs-CZ" w:eastAsia="en-US"/>
        </w:rPr>
        <w:t xml:space="preserve">PBŘ </w:t>
      </w:r>
      <w:r>
        <w:rPr>
          <w:rFonts w:cs="Arial"/>
          <w:szCs w:val="19"/>
          <w:lang w:val="cs-CZ" w:eastAsia="en-US"/>
        </w:rPr>
        <w:tab/>
      </w:r>
      <w:r w:rsidRPr="00A0525D">
        <w:rPr>
          <w:rFonts w:cs="Arial"/>
          <w:szCs w:val="19"/>
          <w:lang w:val="cs-CZ" w:eastAsia="en-US"/>
        </w:rPr>
        <w:t xml:space="preserve">– </w:t>
      </w:r>
      <w:r>
        <w:rPr>
          <w:rFonts w:cs="Arial"/>
          <w:szCs w:val="19"/>
          <w:lang w:val="cs-CZ" w:eastAsia="en-US"/>
        </w:rPr>
        <w:tab/>
      </w:r>
      <w:r w:rsidRPr="00A0525D">
        <w:rPr>
          <w:rFonts w:cs="Arial"/>
          <w:szCs w:val="19"/>
          <w:lang w:val="cs-CZ" w:eastAsia="en-US"/>
        </w:rPr>
        <w:t>požárně bezpečnostní řešení,</w:t>
      </w:r>
    </w:p>
    <w:p w14:paraId="71BB78DC" w14:textId="15F85EC5" w:rsidR="00A0525D" w:rsidRPr="00A0525D" w:rsidRDefault="00A0525D" w:rsidP="00A0525D">
      <w:pPr>
        <w:pStyle w:val="Zkladntext"/>
        <w:tabs>
          <w:tab w:val="left" w:pos="420"/>
        </w:tabs>
        <w:rPr>
          <w:rFonts w:cs="Arial"/>
          <w:szCs w:val="19"/>
          <w:lang w:val="cs-CZ" w:eastAsia="en-US"/>
        </w:rPr>
      </w:pPr>
      <w:r w:rsidRPr="00A0525D">
        <w:rPr>
          <w:rFonts w:cs="Arial"/>
          <w:szCs w:val="19"/>
          <w:lang w:val="cs-CZ" w:eastAsia="en-US"/>
        </w:rPr>
        <w:t xml:space="preserve">VO </w:t>
      </w:r>
      <w:r>
        <w:rPr>
          <w:rFonts w:cs="Arial"/>
          <w:szCs w:val="19"/>
          <w:lang w:val="cs-CZ" w:eastAsia="en-US"/>
        </w:rPr>
        <w:tab/>
      </w:r>
      <w:r>
        <w:rPr>
          <w:rFonts w:cs="Arial"/>
          <w:szCs w:val="19"/>
          <w:lang w:val="cs-CZ" w:eastAsia="en-US"/>
        </w:rPr>
        <w:tab/>
      </w:r>
      <w:r w:rsidRPr="00A0525D">
        <w:rPr>
          <w:rFonts w:cs="Arial"/>
          <w:szCs w:val="19"/>
          <w:lang w:val="cs-CZ" w:eastAsia="en-US"/>
        </w:rPr>
        <w:t xml:space="preserve">– </w:t>
      </w:r>
      <w:r>
        <w:rPr>
          <w:rFonts w:cs="Arial"/>
          <w:szCs w:val="19"/>
          <w:lang w:val="cs-CZ" w:eastAsia="en-US"/>
        </w:rPr>
        <w:tab/>
      </w:r>
      <w:r w:rsidRPr="00A0525D">
        <w:rPr>
          <w:rFonts w:cs="Arial"/>
          <w:szCs w:val="19"/>
          <w:lang w:val="cs-CZ" w:eastAsia="en-US"/>
        </w:rPr>
        <w:t>venkovní osvětlení,</w:t>
      </w:r>
    </w:p>
    <w:p w14:paraId="4018778C" w14:textId="74585EBD" w:rsidR="00A0525D" w:rsidRPr="00A0525D" w:rsidRDefault="00A0525D" w:rsidP="00A0525D">
      <w:pPr>
        <w:pStyle w:val="Zkladntext"/>
        <w:tabs>
          <w:tab w:val="left" w:pos="420"/>
        </w:tabs>
        <w:rPr>
          <w:rFonts w:cs="Arial"/>
          <w:szCs w:val="19"/>
          <w:lang w:val="cs-CZ" w:eastAsia="en-US"/>
        </w:rPr>
      </w:pPr>
      <w:r w:rsidRPr="00A0525D">
        <w:rPr>
          <w:rFonts w:cs="Arial"/>
          <w:szCs w:val="19"/>
          <w:lang w:val="cs-CZ" w:eastAsia="en-US"/>
        </w:rPr>
        <w:t xml:space="preserve">VZT </w:t>
      </w:r>
      <w:r>
        <w:rPr>
          <w:rFonts w:cs="Arial"/>
          <w:szCs w:val="19"/>
          <w:lang w:val="cs-CZ" w:eastAsia="en-US"/>
        </w:rPr>
        <w:tab/>
      </w:r>
      <w:r>
        <w:rPr>
          <w:rFonts w:cs="Arial"/>
          <w:szCs w:val="19"/>
          <w:lang w:val="cs-CZ" w:eastAsia="en-US"/>
        </w:rPr>
        <w:tab/>
      </w:r>
      <w:r w:rsidRPr="00A0525D">
        <w:rPr>
          <w:rFonts w:cs="Arial"/>
          <w:szCs w:val="19"/>
          <w:lang w:val="cs-CZ" w:eastAsia="en-US"/>
        </w:rPr>
        <w:t xml:space="preserve">– </w:t>
      </w:r>
      <w:r>
        <w:rPr>
          <w:rFonts w:cs="Arial"/>
          <w:szCs w:val="19"/>
          <w:lang w:val="cs-CZ" w:eastAsia="en-US"/>
        </w:rPr>
        <w:tab/>
      </w:r>
      <w:r w:rsidRPr="00A0525D">
        <w:rPr>
          <w:rFonts w:cs="Arial"/>
          <w:szCs w:val="19"/>
          <w:lang w:val="cs-CZ" w:eastAsia="en-US"/>
        </w:rPr>
        <w:t>vzduchotechnika</w:t>
      </w:r>
    </w:p>
    <w:p w14:paraId="05AF17CB" w14:textId="7D377B2F" w:rsidR="00A0525D" w:rsidRPr="00A0525D" w:rsidRDefault="00A0525D" w:rsidP="00A0525D">
      <w:pPr>
        <w:pStyle w:val="Zkladntext"/>
        <w:tabs>
          <w:tab w:val="left" w:pos="420"/>
        </w:tabs>
        <w:rPr>
          <w:rFonts w:cs="Arial"/>
          <w:szCs w:val="19"/>
          <w:lang w:val="cs-CZ" w:eastAsia="en-US"/>
        </w:rPr>
      </w:pPr>
      <w:r w:rsidRPr="00A0525D">
        <w:rPr>
          <w:rFonts w:cs="Arial"/>
          <w:szCs w:val="19"/>
          <w:lang w:val="cs-CZ" w:eastAsia="en-US"/>
        </w:rPr>
        <w:t xml:space="preserve">ZTI </w:t>
      </w:r>
      <w:r>
        <w:rPr>
          <w:rFonts w:cs="Arial"/>
          <w:szCs w:val="19"/>
          <w:lang w:val="cs-CZ" w:eastAsia="en-US"/>
        </w:rPr>
        <w:tab/>
      </w:r>
      <w:r>
        <w:rPr>
          <w:rFonts w:cs="Arial"/>
          <w:szCs w:val="19"/>
          <w:lang w:val="cs-CZ" w:eastAsia="en-US"/>
        </w:rPr>
        <w:tab/>
      </w:r>
      <w:r w:rsidRPr="00A0525D">
        <w:rPr>
          <w:rFonts w:cs="Arial"/>
          <w:szCs w:val="19"/>
          <w:lang w:val="cs-CZ" w:eastAsia="en-US"/>
        </w:rPr>
        <w:t>–</w:t>
      </w:r>
      <w:r>
        <w:rPr>
          <w:rFonts w:cs="Arial"/>
          <w:szCs w:val="19"/>
          <w:lang w:val="cs-CZ" w:eastAsia="en-US"/>
        </w:rPr>
        <w:tab/>
      </w:r>
      <w:r w:rsidRPr="00A0525D">
        <w:rPr>
          <w:rFonts w:cs="Arial"/>
          <w:szCs w:val="19"/>
          <w:lang w:val="cs-CZ" w:eastAsia="en-US"/>
        </w:rPr>
        <w:t xml:space="preserve"> zdravotechnická instalace</w:t>
      </w:r>
    </w:p>
    <w:p w14:paraId="58E5C005" w14:textId="77777777" w:rsidR="00154DC3" w:rsidRPr="008F61D8" w:rsidRDefault="00154DC3" w:rsidP="00154DC3">
      <w:pPr>
        <w:widowControl w:val="0"/>
        <w:spacing w:line="280" w:lineRule="atLeast"/>
      </w:pPr>
    </w:p>
    <w:p w14:paraId="010472D6" w14:textId="77777777" w:rsidR="00DF2169" w:rsidRPr="008F61D8" w:rsidRDefault="00DF2169" w:rsidP="00583762">
      <w:pPr>
        <w:widowControl w:val="0"/>
        <w:spacing w:line="280" w:lineRule="atLeast"/>
      </w:pPr>
    </w:p>
    <w:p w14:paraId="22B62840" w14:textId="77777777" w:rsidR="00873280" w:rsidRPr="008F61D8" w:rsidRDefault="00E57425" w:rsidP="00E57425">
      <w:pPr>
        <w:pStyle w:val="Nadpis1"/>
        <w:tabs>
          <w:tab w:val="clear" w:pos="725"/>
          <w:tab w:val="num" w:pos="360"/>
        </w:tabs>
      </w:pPr>
      <w:bookmarkStart w:id="7" w:name="_Toc26180996"/>
      <w:r w:rsidRPr="008F61D8">
        <w:t>Výchozí podklady pro zpracování</w:t>
      </w:r>
      <w:bookmarkEnd w:id="7"/>
    </w:p>
    <w:p w14:paraId="4132F50B" w14:textId="77777777" w:rsidR="003B6B30" w:rsidRPr="008F61D8" w:rsidRDefault="003C2B31" w:rsidP="00482D61">
      <w:pPr>
        <w:pStyle w:val="Zhlav"/>
        <w:numPr>
          <w:ilvl w:val="0"/>
          <w:numId w:val="4"/>
        </w:numPr>
        <w:tabs>
          <w:tab w:val="clear" w:pos="720"/>
          <w:tab w:val="num" w:pos="360"/>
        </w:tabs>
        <w:ind w:left="426" w:hanging="426"/>
      </w:pPr>
      <w:r w:rsidRPr="008F61D8">
        <w:t>Výkresová d</w:t>
      </w:r>
      <w:r w:rsidR="003B6B30" w:rsidRPr="008F61D8">
        <w:t xml:space="preserve">okumentace </w:t>
      </w:r>
      <w:r w:rsidR="00490F17" w:rsidRPr="008F61D8">
        <w:t>ostatních profesí</w:t>
      </w:r>
    </w:p>
    <w:p w14:paraId="5AEF8B83" w14:textId="77777777" w:rsidR="00252932" w:rsidRPr="008F61D8" w:rsidRDefault="00252932" w:rsidP="00066085">
      <w:pPr>
        <w:pStyle w:val="Zhlav"/>
        <w:numPr>
          <w:ilvl w:val="0"/>
          <w:numId w:val="4"/>
        </w:numPr>
        <w:tabs>
          <w:tab w:val="clear" w:pos="720"/>
          <w:tab w:val="num" w:pos="360"/>
        </w:tabs>
        <w:ind w:hanging="720"/>
      </w:pPr>
      <w:r w:rsidRPr="008F61D8">
        <w:t>Koordinační jednání</w:t>
      </w:r>
    </w:p>
    <w:p w14:paraId="32C800F3" w14:textId="77777777" w:rsidR="003C2B31" w:rsidRPr="008F61D8" w:rsidRDefault="003C2B31" w:rsidP="00066085">
      <w:pPr>
        <w:pStyle w:val="Zhlav"/>
        <w:numPr>
          <w:ilvl w:val="0"/>
          <w:numId w:val="4"/>
        </w:numPr>
        <w:tabs>
          <w:tab w:val="clear" w:pos="720"/>
          <w:tab w:val="num" w:pos="360"/>
        </w:tabs>
        <w:ind w:hanging="720"/>
      </w:pPr>
      <w:r w:rsidRPr="008F61D8">
        <w:t>Obhlídka a dokumentace místa stavby</w:t>
      </w:r>
    </w:p>
    <w:p w14:paraId="3DD93462" w14:textId="77777777" w:rsidR="00D3024A" w:rsidRPr="008F61D8" w:rsidRDefault="00D3024A" w:rsidP="00066085">
      <w:pPr>
        <w:numPr>
          <w:ilvl w:val="0"/>
          <w:numId w:val="4"/>
        </w:numPr>
        <w:tabs>
          <w:tab w:val="clear" w:pos="720"/>
          <w:tab w:val="num" w:pos="360"/>
          <w:tab w:val="num" w:pos="900"/>
        </w:tabs>
        <w:ind w:left="1125" w:hanging="1125"/>
      </w:pPr>
      <w:r w:rsidRPr="008F61D8">
        <w:t xml:space="preserve">Platné státní normy ČSN a </w:t>
      </w:r>
      <w:r w:rsidR="00252932" w:rsidRPr="008F61D8">
        <w:t>materiálové katalogy</w:t>
      </w:r>
    </w:p>
    <w:p w14:paraId="50BB5FBA" w14:textId="77777777" w:rsidR="00D3024A" w:rsidRPr="008F61D8" w:rsidRDefault="00D3024A" w:rsidP="00066085">
      <w:pPr>
        <w:numPr>
          <w:ilvl w:val="0"/>
          <w:numId w:val="4"/>
        </w:numPr>
        <w:tabs>
          <w:tab w:val="clear" w:pos="720"/>
          <w:tab w:val="num" w:pos="360"/>
          <w:tab w:val="num" w:pos="900"/>
        </w:tabs>
        <w:ind w:left="1125" w:hanging="1125"/>
      </w:pPr>
      <w:r w:rsidRPr="008F61D8">
        <w:t>Údaje a požadavky investora</w:t>
      </w:r>
    </w:p>
    <w:p w14:paraId="3F545164" w14:textId="77777777" w:rsidR="00293412" w:rsidRPr="008F61D8" w:rsidRDefault="00293412" w:rsidP="00E57425">
      <w:pPr>
        <w:tabs>
          <w:tab w:val="num" w:pos="900"/>
        </w:tabs>
      </w:pPr>
    </w:p>
    <w:p w14:paraId="20C3359B" w14:textId="77777777" w:rsidR="003C2B31" w:rsidRPr="008F61D8" w:rsidRDefault="003C2B31" w:rsidP="00E57425">
      <w:pPr>
        <w:tabs>
          <w:tab w:val="num" w:pos="900"/>
        </w:tabs>
      </w:pPr>
    </w:p>
    <w:p w14:paraId="7BEC51B3" w14:textId="77777777" w:rsidR="002F3A2C" w:rsidRPr="008F61D8" w:rsidRDefault="002F3A2C" w:rsidP="002F3A2C">
      <w:pPr>
        <w:pStyle w:val="Nadpis1"/>
        <w:tabs>
          <w:tab w:val="clear" w:pos="725"/>
          <w:tab w:val="num" w:pos="360"/>
        </w:tabs>
      </w:pPr>
      <w:bookmarkStart w:id="8" w:name="_Toc26180997"/>
      <w:r w:rsidRPr="008F61D8">
        <w:t>Základní technické údaje</w:t>
      </w:r>
      <w:bookmarkEnd w:id="8"/>
    </w:p>
    <w:p w14:paraId="34072A6D" w14:textId="77777777" w:rsidR="00293412" w:rsidRPr="008F61D8" w:rsidRDefault="0033329C" w:rsidP="00293412">
      <w:pPr>
        <w:pStyle w:val="Nadpis2"/>
      </w:pPr>
      <w:bookmarkStart w:id="9" w:name="_Toc26180998"/>
      <w:r w:rsidRPr="008F61D8">
        <w:t>Rozvodná soustava</w:t>
      </w:r>
      <w:bookmarkEnd w:id="9"/>
    </w:p>
    <w:p w14:paraId="11F36EBE" w14:textId="77777777" w:rsidR="0033329C" w:rsidRPr="008F61D8" w:rsidRDefault="0033329C" w:rsidP="0033329C">
      <w:pPr>
        <w:tabs>
          <w:tab w:val="num" w:pos="900"/>
        </w:tabs>
      </w:pPr>
      <w:r w:rsidRPr="008F61D8">
        <w:t xml:space="preserve">Rozvodná soustava: </w:t>
      </w:r>
      <w:r w:rsidRPr="008F61D8">
        <w:tab/>
      </w:r>
      <w:r w:rsidRPr="008F61D8">
        <w:tab/>
        <w:t>3 PEN, stř., 50Hz, TN-C</w:t>
      </w:r>
      <w:r w:rsidR="00F64463" w:rsidRPr="008F61D8">
        <w:t>-S</w:t>
      </w:r>
    </w:p>
    <w:p w14:paraId="42EC2C04" w14:textId="77777777" w:rsidR="00F64463" w:rsidRPr="008F61D8" w:rsidRDefault="00F64463" w:rsidP="0033329C">
      <w:pPr>
        <w:tabs>
          <w:tab w:val="num" w:pos="900"/>
        </w:tabs>
      </w:pPr>
    </w:p>
    <w:p w14:paraId="796169BF" w14:textId="77777777" w:rsidR="0033329C" w:rsidRPr="008F61D8" w:rsidRDefault="0033329C" w:rsidP="005F25CE">
      <w:pPr>
        <w:tabs>
          <w:tab w:val="num" w:pos="900"/>
        </w:tabs>
      </w:pPr>
      <w:r w:rsidRPr="008F61D8">
        <w:tab/>
      </w:r>
      <w:r w:rsidRPr="008F61D8">
        <w:tab/>
      </w:r>
      <w:r w:rsidRPr="008F61D8">
        <w:tab/>
      </w:r>
      <w:r w:rsidRPr="008F61D8">
        <w:tab/>
        <w:t>Provozní napětí:</w:t>
      </w:r>
      <w:r w:rsidRPr="008F61D8">
        <w:tab/>
        <w:t xml:space="preserve"> </w:t>
      </w:r>
      <w:r w:rsidRPr="008F61D8">
        <w:tab/>
      </w:r>
      <w:r w:rsidRPr="008F61D8">
        <w:tab/>
        <w:t>400/230 V</w:t>
      </w:r>
    </w:p>
    <w:p w14:paraId="2922AB7D" w14:textId="77777777" w:rsidR="0033329C" w:rsidRPr="008F61D8" w:rsidRDefault="0033329C" w:rsidP="0033329C">
      <w:pPr>
        <w:tabs>
          <w:tab w:val="num" w:pos="900"/>
        </w:tabs>
      </w:pPr>
      <w:r w:rsidRPr="008F61D8">
        <w:t>Ochrana před úrazem elektrickým proudem dle ČSN 33 2000-4-41 ed.</w:t>
      </w:r>
      <w:r w:rsidR="00C11943">
        <w:t>3</w:t>
      </w:r>
      <w:r w:rsidRPr="008F61D8">
        <w:t xml:space="preserve">: </w:t>
      </w:r>
    </w:p>
    <w:p w14:paraId="3219B1DA" w14:textId="77777777" w:rsidR="0033329C" w:rsidRPr="008F61D8" w:rsidRDefault="0033329C" w:rsidP="0033329C">
      <w:pPr>
        <w:tabs>
          <w:tab w:val="num" w:pos="900"/>
        </w:tabs>
      </w:pPr>
      <w:r w:rsidRPr="008F61D8">
        <w:t>Základní ochrana:</w:t>
      </w:r>
      <w:r w:rsidRPr="008F61D8">
        <w:tab/>
      </w:r>
      <w:r w:rsidRPr="008F61D8">
        <w:tab/>
        <w:t>- zábranou, krytím a izolací</w:t>
      </w:r>
    </w:p>
    <w:p w14:paraId="1EC8D110" w14:textId="77777777" w:rsidR="0033329C" w:rsidRPr="008F61D8" w:rsidRDefault="0033329C" w:rsidP="0033329C">
      <w:pPr>
        <w:tabs>
          <w:tab w:val="num" w:pos="900"/>
        </w:tabs>
      </w:pPr>
      <w:r w:rsidRPr="008F61D8">
        <w:t xml:space="preserve">Ochrana při poruše: </w:t>
      </w:r>
      <w:r w:rsidRPr="008F61D8">
        <w:tab/>
      </w:r>
      <w:r w:rsidRPr="008F61D8">
        <w:tab/>
        <w:t>- automatickým odpojením od zdroje v síti TN</w:t>
      </w:r>
    </w:p>
    <w:p w14:paraId="190916A0" w14:textId="5F134D14" w:rsidR="0033329C" w:rsidRDefault="0033329C" w:rsidP="0033329C">
      <w:pPr>
        <w:tabs>
          <w:tab w:val="num" w:pos="900"/>
        </w:tabs>
        <w:spacing w:after="120"/>
      </w:pPr>
      <w:r w:rsidRPr="008F61D8">
        <w:t>Doplňková ochrana:</w:t>
      </w:r>
      <w:r w:rsidRPr="008F61D8">
        <w:tab/>
      </w:r>
      <w:r w:rsidRPr="008F61D8">
        <w:tab/>
        <w:t xml:space="preserve">- </w:t>
      </w:r>
      <w:r w:rsidR="003C2B31" w:rsidRPr="008F61D8">
        <w:t>proudovým chráničem</w:t>
      </w:r>
    </w:p>
    <w:p w14:paraId="26F185F1" w14:textId="77777777" w:rsidR="00BB0124" w:rsidRDefault="00BB0124" w:rsidP="00BB0124">
      <w:pPr>
        <w:tabs>
          <w:tab w:val="num" w:pos="900"/>
        </w:tabs>
      </w:pPr>
      <w:r w:rsidRPr="008F61D8">
        <w:t>Stupeň dodávky elektrické energie (ČSN 34 1610):</w:t>
      </w:r>
      <w:r w:rsidRPr="008F61D8">
        <w:tab/>
      </w:r>
      <w:r w:rsidRPr="008F61D8">
        <w:tab/>
        <w:t>3</w:t>
      </w:r>
    </w:p>
    <w:p w14:paraId="0280EC2F" w14:textId="77777777" w:rsidR="00BB0124" w:rsidRPr="008F61D8" w:rsidRDefault="00BB0124" w:rsidP="0033329C">
      <w:pPr>
        <w:tabs>
          <w:tab w:val="num" w:pos="900"/>
        </w:tabs>
        <w:spacing w:after="120"/>
      </w:pPr>
    </w:p>
    <w:p w14:paraId="0CB5BA5D" w14:textId="77777777" w:rsidR="00F64463" w:rsidRPr="008F61D8" w:rsidRDefault="00F64463" w:rsidP="00F64463">
      <w:pPr>
        <w:pStyle w:val="Nadpis2"/>
      </w:pPr>
      <w:bookmarkStart w:id="10" w:name="_Toc26180999"/>
      <w:r w:rsidRPr="008F61D8">
        <w:t>Vnější vlivy</w:t>
      </w:r>
      <w:bookmarkEnd w:id="10"/>
    </w:p>
    <w:p w14:paraId="32BB4B24" w14:textId="77777777" w:rsidR="00A90DE0" w:rsidRPr="00BD5EDC" w:rsidRDefault="00A90DE0" w:rsidP="00A90DE0">
      <w:r w:rsidRPr="00BD5EDC">
        <w:t xml:space="preserve">Projektovaná elektrická zařízení jsou navržena a zvolena v souladu s ČSN 33200-5-51 ed.3 s ohledem na vnější vlivy, jímž mohou být vystavena. </w:t>
      </w:r>
    </w:p>
    <w:p w14:paraId="563E773F" w14:textId="77777777" w:rsidR="00A90DE0" w:rsidRDefault="00A90DE0" w:rsidP="00A90DE0">
      <w:r>
        <w:lastRenderedPageBreak/>
        <w:t>V objektu jsou vnější vlivy jednoznačné a dle ČSN 33 2000-5-51 ed.3 jsou považovány za normální, tudíž dle ČSN 33 2000-5-51 ed.3 čl. NA 512.2.5 není nutné zpracovávat protokol o určení vnějších vlivů. Vnější vlivy (nebo její části) dle ČSN 33 2000-5-51 ed.3 čl. NA 512.2.5 není nutno určovat v prostorech, pro které jsou tyto vlivy stanoveny jednoznačně technickou normou nebo jiným předpisem. Vnější vlivy jiné než ty, které lze považovat za normální, jsou jednoznačně popsány technickou normou ČSN 33 2000-7-701 ed.2.</w:t>
      </w:r>
    </w:p>
    <w:p w14:paraId="35719D8E" w14:textId="77777777" w:rsidR="0033329C" w:rsidRPr="008F61D8" w:rsidRDefault="0033329C" w:rsidP="00293412"/>
    <w:p w14:paraId="62B6191D" w14:textId="77777777" w:rsidR="0033329C" w:rsidRPr="008F61D8" w:rsidRDefault="0033329C" w:rsidP="0033329C">
      <w:pPr>
        <w:pStyle w:val="Nadpis2"/>
      </w:pPr>
      <w:bookmarkStart w:id="11" w:name="_Toc26181000"/>
      <w:r w:rsidRPr="008F61D8">
        <w:t>Bilance odběru elektrické energie</w:t>
      </w:r>
      <w:bookmarkEnd w:id="11"/>
    </w:p>
    <w:p w14:paraId="7EEE6724" w14:textId="77777777" w:rsidR="00613E95" w:rsidRDefault="00613E95" w:rsidP="005F25CE">
      <w:pPr>
        <w:pStyle w:val="TPOOdstavec"/>
        <w:rPr>
          <w:rFonts w:ascii="Arial" w:hAnsi="Arial"/>
          <w:sz w:val="19"/>
          <w:szCs w:val="24"/>
          <w:lang w:eastAsia="en-US"/>
        </w:rPr>
      </w:pPr>
    </w:p>
    <w:tbl>
      <w:tblPr>
        <w:tblW w:w="7803" w:type="dxa"/>
        <w:tblCellMar>
          <w:left w:w="70" w:type="dxa"/>
          <w:right w:w="70" w:type="dxa"/>
        </w:tblCellMar>
        <w:tblLook w:val="04A0" w:firstRow="1" w:lastRow="0" w:firstColumn="1" w:lastColumn="0" w:noHBand="0" w:noVBand="1"/>
      </w:tblPr>
      <w:tblGrid>
        <w:gridCol w:w="1120"/>
        <w:gridCol w:w="3215"/>
        <w:gridCol w:w="1240"/>
        <w:gridCol w:w="1003"/>
        <w:gridCol w:w="1225"/>
      </w:tblGrid>
      <w:tr w:rsidR="00DA0E97" w:rsidRPr="00DA0E97" w14:paraId="2EDBD90B" w14:textId="77777777" w:rsidTr="005E2C57">
        <w:trPr>
          <w:trHeight w:val="270"/>
        </w:trPr>
        <w:tc>
          <w:tcPr>
            <w:tcW w:w="7803" w:type="dxa"/>
            <w:gridSpan w:val="5"/>
            <w:tcBorders>
              <w:top w:val="single" w:sz="8" w:space="0" w:color="auto"/>
              <w:left w:val="single" w:sz="8" w:space="0" w:color="auto"/>
              <w:bottom w:val="single" w:sz="8" w:space="0" w:color="auto"/>
              <w:right w:val="single" w:sz="8" w:space="0" w:color="000000"/>
            </w:tcBorders>
            <w:shd w:val="clear" w:color="000000" w:fill="FFFFFF"/>
            <w:noWrap/>
            <w:vAlign w:val="bottom"/>
            <w:hideMark/>
          </w:tcPr>
          <w:p w14:paraId="1AF7C8B7" w14:textId="77777777" w:rsidR="00DA0E97" w:rsidRPr="00DA0E97" w:rsidRDefault="00DA0E97" w:rsidP="00DA0E97">
            <w:pPr>
              <w:spacing w:line="240" w:lineRule="auto"/>
              <w:jc w:val="center"/>
              <w:rPr>
                <w:rFonts w:cs="Arial"/>
                <w:b/>
                <w:bCs/>
                <w:sz w:val="16"/>
                <w:szCs w:val="16"/>
                <w:lang w:eastAsia="cs-CZ"/>
              </w:rPr>
            </w:pPr>
            <w:r w:rsidRPr="00DA0E97">
              <w:rPr>
                <w:rFonts w:cs="Arial"/>
                <w:b/>
                <w:bCs/>
                <w:sz w:val="16"/>
                <w:szCs w:val="16"/>
                <w:lang w:eastAsia="cs-CZ"/>
              </w:rPr>
              <w:t>Energetická bilance objektu</w:t>
            </w:r>
          </w:p>
        </w:tc>
      </w:tr>
      <w:tr w:rsidR="00DA0E97" w:rsidRPr="00DA0E97" w14:paraId="0E84C264" w14:textId="77777777" w:rsidTr="005E2C57">
        <w:trPr>
          <w:trHeight w:val="450"/>
        </w:trPr>
        <w:tc>
          <w:tcPr>
            <w:tcW w:w="1120" w:type="dxa"/>
            <w:tcBorders>
              <w:top w:val="nil"/>
              <w:left w:val="single" w:sz="8" w:space="0" w:color="auto"/>
              <w:bottom w:val="nil"/>
              <w:right w:val="nil"/>
            </w:tcBorders>
            <w:shd w:val="clear" w:color="000000" w:fill="FFFFFF"/>
            <w:hideMark/>
          </w:tcPr>
          <w:p w14:paraId="43223631" w14:textId="77777777" w:rsidR="00DA0E97" w:rsidRPr="00DA0E97" w:rsidRDefault="00DA0E97" w:rsidP="00DA0E97">
            <w:pPr>
              <w:spacing w:line="240" w:lineRule="auto"/>
              <w:jc w:val="center"/>
              <w:rPr>
                <w:rFonts w:cs="Arial"/>
                <w:b/>
                <w:bCs/>
                <w:sz w:val="16"/>
                <w:szCs w:val="16"/>
                <w:lang w:eastAsia="cs-CZ"/>
              </w:rPr>
            </w:pPr>
            <w:r w:rsidRPr="00DA0E97">
              <w:rPr>
                <w:rFonts w:cs="Arial"/>
                <w:b/>
                <w:bCs/>
                <w:sz w:val="16"/>
                <w:szCs w:val="16"/>
                <w:lang w:eastAsia="cs-CZ"/>
              </w:rPr>
              <w:t xml:space="preserve">Dodávka </w:t>
            </w:r>
            <w:r w:rsidRPr="00DA0E97">
              <w:rPr>
                <w:rFonts w:cs="Arial"/>
                <w:b/>
                <w:bCs/>
                <w:sz w:val="16"/>
                <w:szCs w:val="16"/>
                <w:lang w:eastAsia="cs-CZ"/>
              </w:rPr>
              <w:br/>
              <w:t>profese</w:t>
            </w:r>
          </w:p>
        </w:tc>
        <w:tc>
          <w:tcPr>
            <w:tcW w:w="3215" w:type="dxa"/>
            <w:tcBorders>
              <w:top w:val="nil"/>
              <w:left w:val="single" w:sz="8" w:space="0" w:color="auto"/>
              <w:bottom w:val="nil"/>
              <w:right w:val="single" w:sz="4" w:space="0" w:color="auto"/>
            </w:tcBorders>
            <w:shd w:val="clear" w:color="000000" w:fill="FFFFFF"/>
            <w:noWrap/>
            <w:hideMark/>
          </w:tcPr>
          <w:p w14:paraId="1285BC50" w14:textId="77777777" w:rsidR="00DA0E97" w:rsidRPr="00DA0E97" w:rsidRDefault="00DA0E97" w:rsidP="00DA0E97">
            <w:pPr>
              <w:spacing w:line="240" w:lineRule="auto"/>
              <w:jc w:val="left"/>
              <w:rPr>
                <w:rFonts w:cs="Arial"/>
                <w:b/>
                <w:bCs/>
                <w:sz w:val="16"/>
                <w:szCs w:val="16"/>
                <w:lang w:eastAsia="cs-CZ"/>
              </w:rPr>
            </w:pPr>
            <w:r w:rsidRPr="00DA0E97">
              <w:rPr>
                <w:rFonts w:cs="Arial"/>
                <w:b/>
                <w:bCs/>
                <w:sz w:val="16"/>
                <w:szCs w:val="16"/>
                <w:lang w:eastAsia="cs-CZ"/>
              </w:rPr>
              <w:t>Popis spotřebiče</w:t>
            </w:r>
          </w:p>
        </w:tc>
        <w:tc>
          <w:tcPr>
            <w:tcW w:w="1240" w:type="dxa"/>
            <w:tcBorders>
              <w:top w:val="nil"/>
              <w:left w:val="nil"/>
              <w:bottom w:val="nil"/>
              <w:right w:val="single" w:sz="4" w:space="0" w:color="auto"/>
            </w:tcBorders>
            <w:shd w:val="clear" w:color="000000" w:fill="FFFFFF"/>
            <w:hideMark/>
          </w:tcPr>
          <w:p w14:paraId="2F95F99E" w14:textId="77777777" w:rsidR="00DA0E97" w:rsidRPr="00DA0E97" w:rsidRDefault="00DA0E97" w:rsidP="00DA0E97">
            <w:pPr>
              <w:spacing w:line="240" w:lineRule="auto"/>
              <w:jc w:val="center"/>
              <w:rPr>
                <w:rFonts w:cs="Arial"/>
                <w:b/>
                <w:bCs/>
                <w:sz w:val="16"/>
                <w:szCs w:val="16"/>
                <w:lang w:eastAsia="cs-CZ"/>
              </w:rPr>
            </w:pPr>
            <w:r w:rsidRPr="00DA0E97">
              <w:rPr>
                <w:rFonts w:cs="Arial"/>
                <w:b/>
                <w:bCs/>
                <w:sz w:val="16"/>
                <w:szCs w:val="16"/>
                <w:lang w:eastAsia="cs-CZ"/>
              </w:rPr>
              <w:t>Instalovaný příkon Pi</w:t>
            </w:r>
          </w:p>
        </w:tc>
        <w:tc>
          <w:tcPr>
            <w:tcW w:w="1003" w:type="dxa"/>
            <w:tcBorders>
              <w:top w:val="nil"/>
              <w:left w:val="nil"/>
              <w:bottom w:val="nil"/>
              <w:right w:val="single" w:sz="4" w:space="0" w:color="auto"/>
            </w:tcBorders>
            <w:shd w:val="clear" w:color="000000" w:fill="FFFFFF"/>
            <w:hideMark/>
          </w:tcPr>
          <w:p w14:paraId="2795F0DA" w14:textId="77777777" w:rsidR="00DA0E97" w:rsidRPr="00DA0E97" w:rsidRDefault="00DA0E97" w:rsidP="00DA0E97">
            <w:pPr>
              <w:spacing w:line="240" w:lineRule="auto"/>
              <w:jc w:val="center"/>
              <w:rPr>
                <w:rFonts w:cs="Arial"/>
                <w:b/>
                <w:bCs/>
                <w:sz w:val="16"/>
                <w:szCs w:val="16"/>
                <w:lang w:eastAsia="cs-CZ"/>
              </w:rPr>
            </w:pPr>
            <w:r w:rsidRPr="00DA0E97">
              <w:rPr>
                <w:rFonts w:cs="Arial"/>
                <w:b/>
                <w:bCs/>
                <w:sz w:val="16"/>
                <w:szCs w:val="16"/>
                <w:lang w:eastAsia="cs-CZ"/>
              </w:rPr>
              <w:t>Koeficient soudobosti</w:t>
            </w:r>
          </w:p>
        </w:tc>
        <w:tc>
          <w:tcPr>
            <w:tcW w:w="1225" w:type="dxa"/>
            <w:tcBorders>
              <w:top w:val="nil"/>
              <w:left w:val="nil"/>
              <w:bottom w:val="nil"/>
              <w:right w:val="single" w:sz="8" w:space="0" w:color="auto"/>
            </w:tcBorders>
            <w:shd w:val="clear" w:color="000000" w:fill="FFFFFF"/>
            <w:hideMark/>
          </w:tcPr>
          <w:p w14:paraId="3E45957D" w14:textId="77777777" w:rsidR="00DA0E97" w:rsidRPr="00DA0E97" w:rsidRDefault="00DA0E97" w:rsidP="00DA0E97">
            <w:pPr>
              <w:spacing w:line="240" w:lineRule="auto"/>
              <w:jc w:val="center"/>
              <w:rPr>
                <w:rFonts w:cs="Arial"/>
                <w:b/>
                <w:bCs/>
                <w:sz w:val="16"/>
                <w:szCs w:val="16"/>
                <w:lang w:eastAsia="cs-CZ"/>
              </w:rPr>
            </w:pPr>
            <w:r w:rsidRPr="00DA0E97">
              <w:rPr>
                <w:rFonts w:cs="Arial"/>
                <w:b/>
                <w:bCs/>
                <w:sz w:val="16"/>
                <w:szCs w:val="16"/>
                <w:lang w:eastAsia="cs-CZ"/>
              </w:rPr>
              <w:t>Výpočtový příkon Pp</w:t>
            </w:r>
          </w:p>
        </w:tc>
      </w:tr>
      <w:tr w:rsidR="00DA0E97" w:rsidRPr="00DA0E97" w14:paraId="7D3E6D84" w14:textId="77777777" w:rsidTr="005E2C57">
        <w:trPr>
          <w:trHeight w:val="240"/>
        </w:trPr>
        <w:tc>
          <w:tcPr>
            <w:tcW w:w="1120" w:type="dxa"/>
            <w:tcBorders>
              <w:top w:val="nil"/>
              <w:left w:val="single" w:sz="8" w:space="0" w:color="auto"/>
              <w:bottom w:val="single" w:sz="8" w:space="0" w:color="auto"/>
              <w:right w:val="nil"/>
            </w:tcBorders>
            <w:shd w:val="clear" w:color="000000" w:fill="FFFFFF"/>
            <w:noWrap/>
            <w:vAlign w:val="bottom"/>
            <w:hideMark/>
          </w:tcPr>
          <w:p w14:paraId="162231F9" w14:textId="77777777" w:rsidR="00DA0E97" w:rsidRPr="00DA0E97" w:rsidRDefault="00DA0E97" w:rsidP="00DA0E97">
            <w:pPr>
              <w:spacing w:line="240" w:lineRule="auto"/>
              <w:jc w:val="center"/>
              <w:rPr>
                <w:rFonts w:cs="Arial"/>
                <w:sz w:val="16"/>
                <w:szCs w:val="16"/>
                <w:lang w:eastAsia="cs-CZ"/>
              </w:rPr>
            </w:pPr>
            <w:r w:rsidRPr="00DA0E97">
              <w:rPr>
                <w:rFonts w:cs="Arial"/>
                <w:sz w:val="16"/>
                <w:szCs w:val="16"/>
                <w:lang w:eastAsia="cs-CZ"/>
              </w:rPr>
              <w:t> </w:t>
            </w:r>
          </w:p>
        </w:tc>
        <w:tc>
          <w:tcPr>
            <w:tcW w:w="3215" w:type="dxa"/>
            <w:tcBorders>
              <w:top w:val="nil"/>
              <w:left w:val="single" w:sz="8" w:space="0" w:color="auto"/>
              <w:bottom w:val="single" w:sz="8" w:space="0" w:color="auto"/>
              <w:right w:val="single" w:sz="4" w:space="0" w:color="auto"/>
            </w:tcBorders>
            <w:shd w:val="clear" w:color="000000" w:fill="FFFFFF"/>
            <w:noWrap/>
            <w:vAlign w:val="bottom"/>
            <w:hideMark/>
          </w:tcPr>
          <w:p w14:paraId="38E3E769" w14:textId="77777777" w:rsidR="00DA0E97" w:rsidRPr="00DA0E97" w:rsidRDefault="00DA0E97" w:rsidP="00DA0E97">
            <w:pPr>
              <w:spacing w:line="240" w:lineRule="auto"/>
              <w:jc w:val="left"/>
              <w:rPr>
                <w:rFonts w:cs="Arial"/>
                <w:sz w:val="16"/>
                <w:szCs w:val="16"/>
                <w:lang w:eastAsia="cs-CZ"/>
              </w:rPr>
            </w:pPr>
            <w:r w:rsidRPr="00DA0E97">
              <w:rPr>
                <w:rFonts w:cs="Arial"/>
                <w:sz w:val="16"/>
                <w:szCs w:val="16"/>
                <w:lang w:eastAsia="cs-CZ"/>
              </w:rPr>
              <w:t> </w:t>
            </w:r>
          </w:p>
        </w:tc>
        <w:tc>
          <w:tcPr>
            <w:tcW w:w="1240" w:type="dxa"/>
            <w:tcBorders>
              <w:top w:val="nil"/>
              <w:left w:val="nil"/>
              <w:bottom w:val="single" w:sz="8" w:space="0" w:color="auto"/>
              <w:right w:val="single" w:sz="4" w:space="0" w:color="auto"/>
            </w:tcBorders>
            <w:shd w:val="clear" w:color="000000" w:fill="FFFFFF"/>
            <w:noWrap/>
            <w:vAlign w:val="bottom"/>
            <w:hideMark/>
          </w:tcPr>
          <w:p w14:paraId="1A318BB3" w14:textId="77777777" w:rsidR="00DA0E97" w:rsidRPr="00DA0E97" w:rsidRDefault="00DA0E97" w:rsidP="00DA0E97">
            <w:pPr>
              <w:spacing w:line="240" w:lineRule="auto"/>
              <w:jc w:val="center"/>
              <w:rPr>
                <w:rFonts w:cs="Arial"/>
                <w:b/>
                <w:bCs/>
                <w:sz w:val="16"/>
                <w:szCs w:val="16"/>
                <w:lang w:eastAsia="cs-CZ"/>
              </w:rPr>
            </w:pPr>
            <w:r w:rsidRPr="00DA0E97">
              <w:rPr>
                <w:rFonts w:cs="Arial"/>
                <w:b/>
                <w:bCs/>
                <w:sz w:val="16"/>
                <w:szCs w:val="16"/>
                <w:lang w:eastAsia="cs-CZ"/>
              </w:rPr>
              <w:t>(kVA)</w:t>
            </w:r>
          </w:p>
        </w:tc>
        <w:tc>
          <w:tcPr>
            <w:tcW w:w="1003" w:type="dxa"/>
            <w:tcBorders>
              <w:top w:val="nil"/>
              <w:left w:val="nil"/>
              <w:bottom w:val="single" w:sz="8" w:space="0" w:color="auto"/>
              <w:right w:val="single" w:sz="4" w:space="0" w:color="auto"/>
            </w:tcBorders>
            <w:shd w:val="clear" w:color="000000" w:fill="FFFFFF"/>
            <w:noWrap/>
            <w:vAlign w:val="bottom"/>
            <w:hideMark/>
          </w:tcPr>
          <w:p w14:paraId="79C922B9" w14:textId="77777777" w:rsidR="00DA0E97" w:rsidRPr="00DA0E97" w:rsidRDefault="00DA0E97" w:rsidP="00DA0E97">
            <w:pPr>
              <w:spacing w:line="240" w:lineRule="auto"/>
              <w:jc w:val="center"/>
              <w:rPr>
                <w:rFonts w:cs="Arial"/>
                <w:b/>
                <w:bCs/>
                <w:sz w:val="16"/>
                <w:szCs w:val="16"/>
                <w:lang w:eastAsia="cs-CZ"/>
              </w:rPr>
            </w:pPr>
            <w:r w:rsidRPr="00DA0E97">
              <w:rPr>
                <w:rFonts w:cs="Arial"/>
                <w:b/>
                <w:bCs/>
                <w:sz w:val="16"/>
                <w:szCs w:val="16"/>
                <w:lang w:eastAsia="cs-CZ"/>
              </w:rPr>
              <w:t>β</w:t>
            </w:r>
          </w:p>
        </w:tc>
        <w:tc>
          <w:tcPr>
            <w:tcW w:w="1225" w:type="dxa"/>
            <w:tcBorders>
              <w:top w:val="nil"/>
              <w:left w:val="nil"/>
              <w:bottom w:val="single" w:sz="8" w:space="0" w:color="auto"/>
              <w:right w:val="single" w:sz="8" w:space="0" w:color="auto"/>
            </w:tcBorders>
            <w:shd w:val="clear" w:color="000000" w:fill="FFFFFF"/>
            <w:noWrap/>
            <w:vAlign w:val="bottom"/>
            <w:hideMark/>
          </w:tcPr>
          <w:p w14:paraId="34460519" w14:textId="77777777" w:rsidR="00DA0E97" w:rsidRPr="00DA0E97" w:rsidRDefault="00DA0E97" w:rsidP="00DA0E97">
            <w:pPr>
              <w:spacing w:line="240" w:lineRule="auto"/>
              <w:jc w:val="center"/>
              <w:rPr>
                <w:rFonts w:cs="Arial"/>
                <w:b/>
                <w:bCs/>
                <w:sz w:val="16"/>
                <w:szCs w:val="16"/>
                <w:lang w:eastAsia="cs-CZ"/>
              </w:rPr>
            </w:pPr>
            <w:r w:rsidRPr="00DA0E97">
              <w:rPr>
                <w:rFonts w:cs="Arial"/>
                <w:b/>
                <w:bCs/>
                <w:sz w:val="16"/>
                <w:szCs w:val="16"/>
                <w:lang w:eastAsia="cs-CZ"/>
              </w:rPr>
              <w:t>(kVA)</w:t>
            </w:r>
          </w:p>
        </w:tc>
      </w:tr>
      <w:tr w:rsidR="00DA0E97" w:rsidRPr="00DA0E97" w14:paraId="55BCD672" w14:textId="77777777" w:rsidTr="005E2C57">
        <w:trPr>
          <w:trHeight w:val="225"/>
        </w:trPr>
        <w:tc>
          <w:tcPr>
            <w:tcW w:w="1120" w:type="dxa"/>
            <w:tcBorders>
              <w:top w:val="single" w:sz="4" w:space="0" w:color="auto"/>
              <w:left w:val="single" w:sz="8" w:space="0" w:color="auto"/>
              <w:bottom w:val="single" w:sz="4" w:space="0" w:color="auto"/>
              <w:right w:val="nil"/>
            </w:tcBorders>
            <w:shd w:val="clear" w:color="000000" w:fill="FFFFFF"/>
            <w:noWrap/>
            <w:vAlign w:val="bottom"/>
            <w:hideMark/>
          </w:tcPr>
          <w:p w14:paraId="5EFC4E32" w14:textId="77777777" w:rsidR="00DA0E97" w:rsidRPr="00DA0E97" w:rsidRDefault="00DA0E97" w:rsidP="00DA0E97">
            <w:pPr>
              <w:spacing w:line="240" w:lineRule="auto"/>
              <w:jc w:val="center"/>
              <w:rPr>
                <w:rFonts w:cs="Arial"/>
                <w:sz w:val="16"/>
                <w:szCs w:val="16"/>
                <w:lang w:eastAsia="cs-CZ"/>
              </w:rPr>
            </w:pPr>
            <w:r w:rsidRPr="00DA0E97">
              <w:rPr>
                <w:rFonts w:cs="Arial"/>
                <w:sz w:val="16"/>
                <w:szCs w:val="16"/>
                <w:lang w:eastAsia="cs-CZ"/>
              </w:rPr>
              <w:t>Silnoproud</w:t>
            </w:r>
          </w:p>
        </w:tc>
        <w:tc>
          <w:tcPr>
            <w:tcW w:w="3215" w:type="dxa"/>
            <w:tcBorders>
              <w:top w:val="single" w:sz="4" w:space="0" w:color="auto"/>
              <w:left w:val="single" w:sz="8" w:space="0" w:color="auto"/>
              <w:bottom w:val="single" w:sz="4" w:space="0" w:color="auto"/>
              <w:right w:val="single" w:sz="4" w:space="0" w:color="auto"/>
            </w:tcBorders>
            <w:shd w:val="clear" w:color="000000" w:fill="FFFFFF"/>
            <w:noWrap/>
            <w:vAlign w:val="bottom"/>
            <w:hideMark/>
          </w:tcPr>
          <w:p w14:paraId="1050CE13" w14:textId="77777777" w:rsidR="00DA0E97" w:rsidRPr="00DA0E97" w:rsidRDefault="00DA0E97" w:rsidP="00DA0E97">
            <w:pPr>
              <w:spacing w:line="240" w:lineRule="auto"/>
              <w:jc w:val="left"/>
              <w:rPr>
                <w:rFonts w:cs="Arial"/>
                <w:sz w:val="16"/>
                <w:szCs w:val="16"/>
                <w:lang w:eastAsia="cs-CZ"/>
              </w:rPr>
            </w:pPr>
            <w:r w:rsidRPr="00DA0E97">
              <w:rPr>
                <w:rFonts w:cs="Arial"/>
                <w:sz w:val="16"/>
                <w:szCs w:val="16"/>
                <w:lang w:eastAsia="cs-CZ"/>
              </w:rPr>
              <w:t>Osvětlení</w:t>
            </w:r>
          </w:p>
        </w:tc>
        <w:tc>
          <w:tcPr>
            <w:tcW w:w="1240" w:type="dxa"/>
            <w:tcBorders>
              <w:top w:val="nil"/>
              <w:left w:val="nil"/>
              <w:bottom w:val="single" w:sz="4" w:space="0" w:color="auto"/>
              <w:right w:val="single" w:sz="4" w:space="0" w:color="auto"/>
            </w:tcBorders>
            <w:shd w:val="clear" w:color="000000" w:fill="FFFFFF"/>
            <w:noWrap/>
            <w:vAlign w:val="bottom"/>
            <w:hideMark/>
          </w:tcPr>
          <w:p w14:paraId="06FE76B0" w14:textId="395A3330" w:rsidR="00DA0E97" w:rsidRPr="00DA0E97" w:rsidRDefault="00977FF2" w:rsidP="00DA0E97">
            <w:pPr>
              <w:spacing w:line="240" w:lineRule="auto"/>
              <w:jc w:val="center"/>
              <w:rPr>
                <w:rFonts w:cs="Arial"/>
                <w:sz w:val="16"/>
                <w:szCs w:val="16"/>
                <w:lang w:eastAsia="cs-CZ"/>
              </w:rPr>
            </w:pPr>
            <w:r>
              <w:rPr>
                <w:rFonts w:cs="Arial"/>
                <w:sz w:val="16"/>
                <w:szCs w:val="16"/>
                <w:lang w:eastAsia="cs-CZ"/>
              </w:rPr>
              <w:t>0,5</w:t>
            </w:r>
          </w:p>
        </w:tc>
        <w:tc>
          <w:tcPr>
            <w:tcW w:w="1003" w:type="dxa"/>
            <w:tcBorders>
              <w:top w:val="nil"/>
              <w:left w:val="nil"/>
              <w:bottom w:val="single" w:sz="4" w:space="0" w:color="auto"/>
              <w:right w:val="single" w:sz="4" w:space="0" w:color="auto"/>
            </w:tcBorders>
            <w:shd w:val="clear" w:color="000000" w:fill="FFFFFF"/>
            <w:noWrap/>
            <w:vAlign w:val="bottom"/>
            <w:hideMark/>
          </w:tcPr>
          <w:p w14:paraId="6B1BF1DC" w14:textId="79A47BEA" w:rsidR="00FC2F9D" w:rsidRPr="00DA0E97" w:rsidRDefault="00FC2F9D" w:rsidP="00FC2F9D">
            <w:pPr>
              <w:spacing w:line="240" w:lineRule="auto"/>
              <w:jc w:val="center"/>
              <w:rPr>
                <w:rFonts w:cs="Arial"/>
                <w:sz w:val="16"/>
                <w:szCs w:val="16"/>
                <w:lang w:eastAsia="cs-CZ"/>
              </w:rPr>
            </w:pPr>
            <w:r>
              <w:rPr>
                <w:rFonts w:cs="Arial"/>
                <w:sz w:val="16"/>
                <w:szCs w:val="16"/>
                <w:lang w:eastAsia="cs-CZ"/>
              </w:rPr>
              <w:t>1,0</w:t>
            </w:r>
          </w:p>
        </w:tc>
        <w:tc>
          <w:tcPr>
            <w:tcW w:w="1225" w:type="dxa"/>
            <w:tcBorders>
              <w:top w:val="nil"/>
              <w:left w:val="nil"/>
              <w:bottom w:val="single" w:sz="4" w:space="0" w:color="auto"/>
              <w:right w:val="single" w:sz="8" w:space="0" w:color="auto"/>
            </w:tcBorders>
            <w:shd w:val="clear" w:color="000000" w:fill="FFFFFF"/>
            <w:noWrap/>
            <w:vAlign w:val="bottom"/>
            <w:hideMark/>
          </w:tcPr>
          <w:p w14:paraId="2A1A8068" w14:textId="7136B636" w:rsidR="00DA0E97" w:rsidRPr="00DA0E97" w:rsidRDefault="00977FF2" w:rsidP="00DA0E97">
            <w:pPr>
              <w:spacing w:line="240" w:lineRule="auto"/>
              <w:jc w:val="center"/>
              <w:rPr>
                <w:rFonts w:cs="Arial"/>
                <w:sz w:val="16"/>
                <w:szCs w:val="16"/>
                <w:lang w:eastAsia="cs-CZ"/>
              </w:rPr>
            </w:pPr>
            <w:r>
              <w:rPr>
                <w:rFonts w:cs="Arial"/>
                <w:sz w:val="16"/>
                <w:szCs w:val="16"/>
                <w:lang w:eastAsia="cs-CZ"/>
              </w:rPr>
              <w:t>0,5</w:t>
            </w:r>
          </w:p>
        </w:tc>
      </w:tr>
      <w:tr w:rsidR="00DA0E97" w:rsidRPr="00DA0E97" w14:paraId="34566AE0" w14:textId="77777777" w:rsidTr="005E2C57">
        <w:trPr>
          <w:trHeight w:val="225"/>
        </w:trPr>
        <w:tc>
          <w:tcPr>
            <w:tcW w:w="1120" w:type="dxa"/>
            <w:tcBorders>
              <w:top w:val="nil"/>
              <w:left w:val="single" w:sz="8" w:space="0" w:color="auto"/>
              <w:bottom w:val="single" w:sz="4" w:space="0" w:color="auto"/>
              <w:right w:val="nil"/>
            </w:tcBorders>
            <w:shd w:val="clear" w:color="000000" w:fill="FFFFFF"/>
            <w:noWrap/>
            <w:vAlign w:val="bottom"/>
            <w:hideMark/>
          </w:tcPr>
          <w:p w14:paraId="487BA3E3" w14:textId="77777777" w:rsidR="00DA0E97" w:rsidRPr="00DA0E97" w:rsidRDefault="00DA0E97" w:rsidP="00DA0E97">
            <w:pPr>
              <w:spacing w:line="240" w:lineRule="auto"/>
              <w:jc w:val="center"/>
              <w:rPr>
                <w:rFonts w:cs="Arial"/>
                <w:sz w:val="16"/>
                <w:szCs w:val="16"/>
                <w:lang w:eastAsia="cs-CZ"/>
              </w:rPr>
            </w:pPr>
            <w:r w:rsidRPr="00DA0E97">
              <w:rPr>
                <w:rFonts w:cs="Arial"/>
                <w:sz w:val="16"/>
                <w:szCs w:val="16"/>
                <w:lang w:eastAsia="cs-CZ"/>
              </w:rPr>
              <w:t>Silnoproud</w:t>
            </w:r>
          </w:p>
        </w:tc>
        <w:tc>
          <w:tcPr>
            <w:tcW w:w="3215" w:type="dxa"/>
            <w:tcBorders>
              <w:top w:val="nil"/>
              <w:left w:val="single" w:sz="8" w:space="0" w:color="auto"/>
              <w:bottom w:val="single" w:sz="4" w:space="0" w:color="auto"/>
              <w:right w:val="single" w:sz="4" w:space="0" w:color="auto"/>
            </w:tcBorders>
            <w:shd w:val="clear" w:color="000000" w:fill="FFFFFF"/>
            <w:noWrap/>
            <w:vAlign w:val="bottom"/>
            <w:hideMark/>
          </w:tcPr>
          <w:p w14:paraId="4A4B1873" w14:textId="77777777" w:rsidR="00DA0E97" w:rsidRPr="00DA0E97" w:rsidRDefault="00DA0E97" w:rsidP="00DA0E97">
            <w:pPr>
              <w:spacing w:line="240" w:lineRule="auto"/>
              <w:jc w:val="left"/>
              <w:rPr>
                <w:rFonts w:cs="Arial"/>
                <w:sz w:val="16"/>
                <w:szCs w:val="16"/>
                <w:lang w:eastAsia="cs-CZ"/>
              </w:rPr>
            </w:pPr>
            <w:r w:rsidRPr="00DA0E97">
              <w:rPr>
                <w:rFonts w:cs="Arial"/>
                <w:sz w:val="16"/>
                <w:szCs w:val="16"/>
                <w:lang w:eastAsia="cs-CZ"/>
              </w:rPr>
              <w:t>Zásuvkové rozvody - všeobecné</w:t>
            </w:r>
          </w:p>
        </w:tc>
        <w:tc>
          <w:tcPr>
            <w:tcW w:w="1240" w:type="dxa"/>
            <w:tcBorders>
              <w:top w:val="nil"/>
              <w:left w:val="nil"/>
              <w:bottom w:val="single" w:sz="4" w:space="0" w:color="auto"/>
              <w:right w:val="single" w:sz="4" w:space="0" w:color="auto"/>
            </w:tcBorders>
            <w:shd w:val="clear" w:color="000000" w:fill="FFFFFF"/>
            <w:noWrap/>
            <w:vAlign w:val="bottom"/>
            <w:hideMark/>
          </w:tcPr>
          <w:p w14:paraId="3DF5DD94" w14:textId="76B97812" w:rsidR="00DA0E97" w:rsidRPr="00DA0E97" w:rsidRDefault="009C51BE" w:rsidP="00DA0E97">
            <w:pPr>
              <w:spacing w:line="240" w:lineRule="auto"/>
              <w:jc w:val="center"/>
              <w:rPr>
                <w:rFonts w:cs="Arial"/>
                <w:color w:val="000000"/>
                <w:sz w:val="16"/>
                <w:szCs w:val="16"/>
                <w:lang w:eastAsia="cs-CZ"/>
              </w:rPr>
            </w:pPr>
            <w:r>
              <w:rPr>
                <w:rFonts w:cs="Arial"/>
                <w:color w:val="000000"/>
                <w:sz w:val="16"/>
                <w:szCs w:val="16"/>
                <w:lang w:eastAsia="cs-CZ"/>
              </w:rPr>
              <w:t>18,1</w:t>
            </w:r>
          </w:p>
        </w:tc>
        <w:tc>
          <w:tcPr>
            <w:tcW w:w="1003" w:type="dxa"/>
            <w:tcBorders>
              <w:top w:val="nil"/>
              <w:left w:val="nil"/>
              <w:bottom w:val="single" w:sz="4" w:space="0" w:color="auto"/>
              <w:right w:val="single" w:sz="4" w:space="0" w:color="auto"/>
            </w:tcBorders>
            <w:shd w:val="clear" w:color="000000" w:fill="FFFFFF"/>
            <w:noWrap/>
            <w:vAlign w:val="bottom"/>
            <w:hideMark/>
          </w:tcPr>
          <w:p w14:paraId="1C423C87" w14:textId="77777777" w:rsidR="00DA0E97" w:rsidRPr="00DA0E97" w:rsidRDefault="00DA0E97" w:rsidP="00DA0E97">
            <w:pPr>
              <w:spacing w:line="240" w:lineRule="auto"/>
              <w:jc w:val="center"/>
              <w:rPr>
                <w:rFonts w:cs="Arial"/>
                <w:color w:val="000000"/>
                <w:sz w:val="16"/>
                <w:szCs w:val="16"/>
                <w:lang w:eastAsia="cs-CZ"/>
              </w:rPr>
            </w:pPr>
            <w:r w:rsidRPr="00DA0E97">
              <w:rPr>
                <w:rFonts w:cs="Arial"/>
                <w:color w:val="000000"/>
                <w:sz w:val="16"/>
                <w:szCs w:val="16"/>
                <w:lang w:eastAsia="cs-CZ"/>
              </w:rPr>
              <w:t>0,1</w:t>
            </w:r>
          </w:p>
        </w:tc>
        <w:tc>
          <w:tcPr>
            <w:tcW w:w="1225" w:type="dxa"/>
            <w:tcBorders>
              <w:top w:val="nil"/>
              <w:left w:val="nil"/>
              <w:bottom w:val="single" w:sz="4" w:space="0" w:color="auto"/>
              <w:right w:val="single" w:sz="8" w:space="0" w:color="auto"/>
            </w:tcBorders>
            <w:shd w:val="clear" w:color="000000" w:fill="FFFFFF"/>
            <w:noWrap/>
            <w:vAlign w:val="bottom"/>
            <w:hideMark/>
          </w:tcPr>
          <w:p w14:paraId="3418BEA4" w14:textId="299AD378" w:rsidR="00DA0E97" w:rsidRPr="00DA0E97" w:rsidRDefault="009C51BE" w:rsidP="00DA0E97">
            <w:pPr>
              <w:spacing w:line="240" w:lineRule="auto"/>
              <w:jc w:val="center"/>
              <w:rPr>
                <w:rFonts w:cs="Arial"/>
                <w:sz w:val="16"/>
                <w:szCs w:val="16"/>
                <w:lang w:eastAsia="cs-CZ"/>
              </w:rPr>
            </w:pPr>
            <w:r>
              <w:rPr>
                <w:rFonts w:cs="Arial"/>
                <w:sz w:val="16"/>
                <w:szCs w:val="16"/>
                <w:lang w:eastAsia="cs-CZ"/>
              </w:rPr>
              <w:t>1,81</w:t>
            </w:r>
          </w:p>
        </w:tc>
      </w:tr>
      <w:tr w:rsidR="00DA0E97" w:rsidRPr="00DA0E97" w14:paraId="74B0FC49" w14:textId="77777777" w:rsidTr="005E2C57">
        <w:trPr>
          <w:trHeight w:val="225"/>
        </w:trPr>
        <w:tc>
          <w:tcPr>
            <w:tcW w:w="1120" w:type="dxa"/>
            <w:tcBorders>
              <w:top w:val="nil"/>
              <w:left w:val="single" w:sz="8" w:space="0" w:color="auto"/>
              <w:bottom w:val="single" w:sz="4" w:space="0" w:color="auto"/>
              <w:right w:val="nil"/>
            </w:tcBorders>
            <w:shd w:val="clear" w:color="000000" w:fill="FFFFFF"/>
            <w:noWrap/>
            <w:vAlign w:val="bottom"/>
            <w:hideMark/>
          </w:tcPr>
          <w:p w14:paraId="724EF049" w14:textId="77777777" w:rsidR="00DA0E97" w:rsidRPr="00DA0E97" w:rsidRDefault="00DA0E97" w:rsidP="00DA0E97">
            <w:pPr>
              <w:spacing w:line="240" w:lineRule="auto"/>
              <w:jc w:val="center"/>
              <w:rPr>
                <w:rFonts w:cs="Arial"/>
                <w:sz w:val="16"/>
                <w:szCs w:val="16"/>
                <w:lang w:eastAsia="cs-CZ"/>
              </w:rPr>
            </w:pPr>
            <w:r w:rsidRPr="00DA0E97">
              <w:rPr>
                <w:rFonts w:cs="Arial"/>
                <w:sz w:val="16"/>
                <w:szCs w:val="16"/>
                <w:lang w:eastAsia="cs-CZ"/>
              </w:rPr>
              <w:t>Silnoproud</w:t>
            </w:r>
          </w:p>
        </w:tc>
        <w:tc>
          <w:tcPr>
            <w:tcW w:w="3215" w:type="dxa"/>
            <w:tcBorders>
              <w:top w:val="nil"/>
              <w:left w:val="single" w:sz="8" w:space="0" w:color="auto"/>
              <w:bottom w:val="single" w:sz="4" w:space="0" w:color="auto"/>
              <w:right w:val="single" w:sz="4" w:space="0" w:color="auto"/>
            </w:tcBorders>
            <w:shd w:val="clear" w:color="000000" w:fill="FFFFFF"/>
            <w:noWrap/>
            <w:vAlign w:val="bottom"/>
            <w:hideMark/>
          </w:tcPr>
          <w:p w14:paraId="59650359" w14:textId="77777777" w:rsidR="00DA0E97" w:rsidRPr="00DA0E97" w:rsidRDefault="00DA0E97" w:rsidP="00DA0E97">
            <w:pPr>
              <w:spacing w:line="240" w:lineRule="auto"/>
              <w:jc w:val="left"/>
              <w:rPr>
                <w:rFonts w:cs="Arial"/>
                <w:sz w:val="16"/>
                <w:szCs w:val="16"/>
                <w:lang w:eastAsia="cs-CZ"/>
              </w:rPr>
            </w:pPr>
            <w:r w:rsidRPr="00DA0E97">
              <w:rPr>
                <w:rFonts w:cs="Arial"/>
                <w:sz w:val="16"/>
                <w:szCs w:val="16"/>
                <w:lang w:eastAsia="cs-CZ"/>
              </w:rPr>
              <w:t>Zásuvkové rozvody - PC pracoviště</w:t>
            </w:r>
          </w:p>
        </w:tc>
        <w:tc>
          <w:tcPr>
            <w:tcW w:w="1240" w:type="dxa"/>
            <w:tcBorders>
              <w:top w:val="nil"/>
              <w:left w:val="nil"/>
              <w:bottom w:val="single" w:sz="4" w:space="0" w:color="auto"/>
              <w:right w:val="single" w:sz="4" w:space="0" w:color="auto"/>
            </w:tcBorders>
            <w:shd w:val="clear" w:color="000000" w:fill="FFFFFF"/>
            <w:noWrap/>
            <w:vAlign w:val="bottom"/>
            <w:hideMark/>
          </w:tcPr>
          <w:p w14:paraId="133E5DA7" w14:textId="0A200686" w:rsidR="00DA0E97" w:rsidRPr="00DA0E97" w:rsidRDefault="00DA0E97" w:rsidP="00DA0E97">
            <w:pPr>
              <w:spacing w:line="240" w:lineRule="auto"/>
              <w:jc w:val="center"/>
              <w:rPr>
                <w:rFonts w:cs="Arial"/>
                <w:color w:val="000000"/>
                <w:sz w:val="16"/>
                <w:szCs w:val="16"/>
                <w:lang w:eastAsia="cs-CZ"/>
              </w:rPr>
            </w:pPr>
            <w:r w:rsidRPr="00DA0E97">
              <w:rPr>
                <w:rFonts w:cs="Arial"/>
                <w:color w:val="000000"/>
                <w:sz w:val="16"/>
                <w:szCs w:val="16"/>
                <w:lang w:eastAsia="cs-CZ"/>
              </w:rPr>
              <w:t>10,</w:t>
            </w:r>
            <w:r w:rsidR="00EE2C61">
              <w:rPr>
                <w:rFonts w:cs="Arial"/>
                <w:color w:val="000000"/>
                <w:sz w:val="16"/>
                <w:szCs w:val="16"/>
                <w:lang w:eastAsia="cs-CZ"/>
              </w:rPr>
              <w:t>82</w:t>
            </w:r>
          </w:p>
        </w:tc>
        <w:tc>
          <w:tcPr>
            <w:tcW w:w="1003" w:type="dxa"/>
            <w:tcBorders>
              <w:top w:val="nil"/>
              <w:left w:val="nil"/>
              <w:bottom w:val="single" w:sz="4" w:space="0" w:color="auto"/>
              <w:right w:val="single" w:sz="4" w:space="0" w:color="auto"/>
            </w:tcBorders>
            <w:shd w:val="clear" w:color="000000" w:fill="FFFFFF"/>
            <w:noWrap/>
            <w:vAlign w:val="bottom"/>
            <w:hideMark/>
          </w:tcPr>
          <w:p w14:paraId="5A9B8DDB" w14:textId="05EB8514" w:rsidR="00DA0E97" w:rsidRPr="00DA0E97" w:rsidRDefault="00DA0E97" w:rsidP="00DA0E97">
            <w:pPr>
              <w:spacing w:line="240" w:lineRule="auto"/>
              <w:jc w:val="center"/>
              <w:rPr>
                <w:rFonts w:cs="Arial"/>
                <w:color w:val="000000"/>
                <w:sz w:val="16"/>
                <w:szCs w:val="16"/>
                <w:lang w:eastAsia="cs-CZ"/>
              </w:rPr>
            </w:pPr>
            <w:r w:rsidRPr="00DA0E97">
              <w:rPr>
                <w:rFonts w:cs="Arial"/>
                <w:color w:val="000000"/>
                <w:sz w:val="16"/>
                <w:szCs w:val="16"/>
                <w:lang w:eastAsia="cs-CZ"/>
              </w:rPr>
              <w:t>0,</w:t>
            </w:r>
            <w:r w:rsidR="00FE1397">
              <w:rPr>
                <w:rFonts w:cs="Arial"/>
                <w:color w:val="000000"/>
                <w:sz w:val="16"/>
                <w:szCs w:val="16"/>
                <w:lang w:eastAsia="cs-CZ"/>
              </w:rPr>
              <w:t>55</w:t>
            </w:r>
          </w:p>
        </w:tc>
        <w:tc>
          <w:tcPr>
            <w:tcW w:w="1225" w:type="dxa"/>
            <w:tcBorders>
              <w:top w:val="nil"/>
              <w:left w:val="nil"/>
              <w:bottom w:val="single" w:sz="4" w:space="0" w:color="auto"/>
              <w:right w:val="single" w:sz="8" w:space="0" w:color="auto"/>
            </w:tcBorders>
            <w:shd w:val="clear" w:color="000000" w:fill="FFFFFF"/>
            <w:noWrap/>
            <w:vAlign w:val="bottom"/>
            <w:hideMark/>
          </w:tcPr>
          <w:p w14:paraId="1C9E019F" w14:textId="0484D939" w:rsidR="00DA0E97" w:rsidRPr="00DA0E97" w:rsidRDefault="0003152B" w:rsidP="00DA0E97">
            <w:pPr>
              <w:spacing w:line="240" w:lineRule="auto"/>
              <w:jc w:val="center"/>
              <w:rPr>
                <w:rFonts w:cs="Arial"/>
                <w:sz w:val="16"/>
                <w:szCs w:val="16"/>
                <w:lang w:eastAsia="cs-CZ"/>
              </w:rPr>
            </w:pPr>
            <w:r>
              <w:rPr>
                <w:rFonts w:cs="Arial"/>
                <w:sz w:val="16"/>
                <w:szCs w:val="16"/>
                <w:lang w:eastAsia="cs-CZ"/>
              </w:rPr>
              <w:t>5</w:t>
            </w:r>
            <w:r w:rsidR="00DA0E97" w:rsidRPr="00DA0E97">
              <w:rPr>
                <w:rFonts w:cs="Arial"/>
                <w:sz w:val="16"/>
                <w:szCs w:val="16"/>
                <w:lang w:eastAsia="cs-CZ"/>
              </w:rPr>
              <w:t>,</w:t>
            </w:r>
            <w:r>
              <w:rPr>
                <w:rFonts w:cs="Arial"/>
                <w:sz w:val="16"/>
                <w:szCs w:val="16"/>
                <w:lang w:eastAsia="cs-CZ"/>
              </w:rPr>
              <w:t>95</w:t>
            </w:r>
          </w:p>
        </w:tc>
      </w:tr>
      <w:tr w:rsidR="00DA0E97" w:rsidRPr="00DA0E97" w14:paraId="55E48B06" w14:textId="77777777" w:rsidTr="005E2C57">
        <w:trPr>
          <w:trHeight w:val="225"/>
        </w:trPr>
        <w:tc>
          <w:tcPr>
            <w:tcW w:w="1120" w:type="dxa"/>
            <w:tcBorders>
              <w:top w:val="nil"/>
              <w:left w:val="single" w:sz="8" w:space="0" w:color="auto"/>
              <w:bottom w:val="single" w:sz="4" w:space="0" w:color="auto"/>
              <w:right w:val="nil"/>
            </w:tcBorders>
            <w:shd w:val="clear" w:color="000000" w:fill="FFFFFF"/>
            <w:noWrap/>
            <w:vAlign w:val="bottom"/>
            <w:hideMark/>
          </w:tcPr>
          <w:p w14:paraId="44CB8052" w14:textId="77777777" w:rsidR="00DA0E97" w:rsidRPr="00DA0E97" w:rsidRDefault="00DA0E97" w:rsidP="00DA0E97">
            <w:pPr>
              <w:spacing w:line="240" w:lineRule="auto"/>
              <w:jc w:val="center"/>
              <w:rPr>
                <w:rFonts w:cs="Arial"/>
                <w:sz w:val="16"/>
                <w:szCs w:val="16"/>
                <w:lang w:eastAsia="cs-CZ"/>
              </w:rPr>
            </w:pPr>
            <w:r w:rsidRPr="00DA0E97">
              <w:rPr>
                <w:rFonts w:cs="Arial"/>
                <w:sz w:val="16"/>
                <w:szCs w:val="16"/>
                <w:lang w:eastAsia="cs-CZ"/>
              </w:rPr>
              <w:t>Slaboproud</w:t>
            </w:r>
          </w:p>
        </w:tc>
        <w:tc>
          <w:tcPr>
            <w:tcW w:w="3215" w:type="dxa"/>
            <w:tcBorders>
              <w:top w:val="nil"/>
              <w:left w:val="single" w:sz="8" w:space="0" w:color="auto"/>
              <w:bottom w:val="single" w:sz="4" w:space="0" w:color="auto"/>
              <w:right w:val="single" w:sz="4" w:space="0" w:color="auto"/>
            </w:tcBorders>
            <w:shd w:val="clear" w:color="000000" w:fill="FFFFFF"/>
            <w:noWrap/>
            <w:vAlign w:val="bottom"/>
            <w:hideMark/>
          </w:tcPr>
          <w:p w14:paraId="4E0690BF" w14:textId="3945C931" w:rsidR="00DA0E97" w:rsidRPr="00DA0E97" w:rsidRDefault="00DA0E97" w:rsidP="00DA0E97">
            <w:pPr>
              <w:spacing w:line="240" w:lineRule="auto"/>
              <w:jc w:val="left"/>
              <w:rPr>
                <w:rFonts w:cs="Arial"/>
                <w:sz w:val="16"/>
                <w:szCs w:val="16"/>
                <w:lang w:eastAsia="cs-CZ"/>
              </w:rPr>
            </w:pPr>
            <w:r w:rsidRPr="00DA0E97">
              <w:rPr>
                <w:rFonts w:cs="Arial"/>
                <w:sz w:val="16"/>
                <w:szCs w:val="16"/>
                <w:lang w:eastAsia="cs-CZ"/>
              </w:rPr>
              <w:t xml:space="preserve">Zásuvkové rozvody </w:t>
            </w:r>
            <w:r w:rsidR="0003152B">
              <w:rPr>
                <w:rFonts w:cs="Arial"/>
                <w:sz w:val="16"/>
                <w:szCs w:val="16"/>
                <w:lang w:eastAsia="cs-CZ"/>
              </w:rPr>
              <w:t>–</w:t>
            </w:r>
            <w:r w:rsidRPr="00DA0E97">
              <w:rPr>
                <w:rFonts w:cs="Arial"/>
                <w:sz w:val="16"/>
                <w:szCs w:val="16"/>
                <w:lang w:eastAsia="cs-CZ"/>
              </w:rPr>
              <w:t xml:space="preserve"> </w:t>
            </w:r>
            <w:r w:rsidR="0003152B">
              <w:rPr>
                <w:rFonts w:cs="Arial"/>
                <w:sz w:val="16"/>
                <w:szCs w:val="16"/>
                <w:lang w:eastAsia="cs-CZ"/>
              </w:rPr>
              <w:t>Datový rozváděč</w:t>
            </w:r>
          </w:p>
        </w:tc>
        <w:tc>
          <w:tcPr>
            <w:tcW w:w="1240" w:type="dxa"/>
            <w:tcBorders>
              <w:top w:val="nil"/>
              <w:left w:val="nil"/>
              <w:bottom w:val="single" w:sz="4" w:space="0" w:color="auto"/>
              <w:right w:val="single" w:sz="4" w:space="0" w:color="auto"/>
            </w:tcBorders>
            <w:shd w:val="clear" w:color="000000" w:fill="FFFFFF"/>
            <w:noWrap/>
            <w:vAlign w:val="bottom"/>
            <w:hideMark/>
          </w:tcPr>
          <w:p w14:paraId="6CEBC9BF" w14:textId="6F128C9A" w:rsidR="00DA0E97" w:rsidRPr="00DA0E97" w:rsidRDefault="00CB50D0" w:rsidP="00DA0E97">
            <w:pPr>
              <w:spacing w:line="240" w:lineRule="auto"/>
              <w:jc w:val="center"/>
              <w:rPr>
                <w:rFonts w:cs="Arial"/>
                <w:color w:val="000000"/>
                <w:sz w:val="16"/>
                <w:szCs w:val="16"/>
                <w:lang w:eastAsia="cs-CZ"/>
              </w:rPr>
            </w:pPr>
            <w:r>
              <w:rPr>
                <w:rFonts w:cs="Arial"/>
                <w:color w:val="000000"/>
                <w:sz w:val="16"/>
                <w:szCs w:val="16"/>
                <w:lang w:eastAsia="cs-CZ"/>
              </w:rPr>
              <w:t>2,0</w:t>
            </w:r>
          </w:p>
        </w:tc>
        <w:tc>
          <w:tcPr>
            <w:tcW w:w="1003" w:type="dxa"/>
            <w:tcBorders>
              <w:top w:val="nil"/>
              <w:left w:val="nil"/>
              <w:bottom w:val="single" w:sz="4" w:space="0" w:color="auto"/>
              <w:right w:val="single" w:sz="4" w:space="0" w:color="auto"/>
            </w:tcBorders>
            <w:shd w:val="clear" w:color="000000" w:fill="FFFFFF"/>
            <w:noWrap/>
            <w:vAlign w:val="bottom"/>
            <w:hideMark/>
          </w:tcPr>
          <w:p w14:paraId="2CA7A6D7" w14:textId="5FFF7FFA" w:rsidR="00DA0E97" w:rsidRPr="00DA0E97" w:rsidRDefault="00DA0E97" w:rsidP="00DA0E97">
            <w:pPr>
              <w:spacing w:line="240" w:lineRule="auto"/>
              <w:jc w:val="center"/>
              <w:rPr>
                <w:rFonts w:cs="Arial"/>
                <w:color w:val="000000"/>
                <w:sz w:val="16"/>
                <w:szCs w:val="16"/>
                <w:lang w:eastAsia="cs-CZ"/>
              </w:rPr>
            </w:pPr>
            <w:r w:rsidRPr="00DA0E97">
              <w:rPr>
                <w:rFonts w:cs="Arial"/>
                <w:color w:val="000000"/>
                <w:sz w:val="16"/>
                <w:szCs w:val="16"/>
                <w:lang w:eastAsia="cs-CZ"/>
              </w:rPr>
              <w:t>0,</w:t>
            </w:r>
            <w:r w:rsidR="00CB50D0">
              <w:rPr>
                <w:rFonts w:cs="Arial"/>
                <w:color w:val="000000"/>
                <w:sz w:val="16"/>
                <w:szCs w:val="16"/>
                <w:lang w:eastAsia="cs-CZ"/>
              </w:rPr>
              <w:t>75</w:t>
            </w:r>
          </w:p>
        </w:tc>
        <w:tc>
          <w:tcPr>
            <w:tcW w:w="1225" w:type="dxa"/>
            <w:tcBorders>
              <w:top w:val="nil"/>
              <w:left w:val="nil"/>
              <w:bottom w:val="single" w:sz="4" w:space="0" w:color="auto"/>
              <w:right w:val="single" w:sz="8" w:space="0" w:color="auto"/>
            </w:tcBorders>
            <w:shd w:val="clear" w:color="000000" w:fill="FFFFFF"/>
            <w:noWrap/>
            <w:vAlign w:val="bottom"/>
            <w:hideMark/>
          </w:tcPr>
          <w:p w14:paraId="36B842B9" w14:textId="20E12C8B" w:rsidR="00B76294" w:rsidRPr="00DA0E97" w:rsidRDefault="00B76294" w:rsidP="00B76294">
            <w:pPr>
              <w:spacing w:line="240" w:lineRule="auto"/>
              <w:jc w:val="center"/>
              <w:rPr>
                <w:rFonts w:cs="Arial"/>
                <w:sz w:val="16"/>
                <w:szCs w:val="16"/>
                <w:lang w:eastAsia="cs-CZ"/>
              </w:rPr>
            </w:pPr>
            <w:r>
              <w:rPr>
                <w:rFonts w:cs="Arial"/>
                <w:sz w:val="16"/>
                <w:szCs w:val="16"/>
                <w:lang w:eastAsia="cs-CZ"/>
              </w:rPr>
              <w:t>1,5</w:t>
            </w:r>
          </w:p>
        </w:tc>
      </w:tr>
      <w:tr w:rsidR="00DA0E97" w:rsidRPr="00DA0E97" w14:paraId="1DCA4A40" w14:textId="77777777" w:rsidTr="005E2C57">
        <w:trPr>
          <w:trHeight w:val="225"/>
        </w:trPr>
        <w:tc>
          <w:tcPr>
            <w:tcW w:w="1120" w:type="dxa"/>
            <w:tcBorders>
              <w:top w:val="nil"/>
              <w:left w:val="single" w:sz="8" w:space="0" w:color="auto"/>
              <w:bottom w:val="single" w:sz="4" w:space="0" w:color="auto"/>
              <w:right w:val="nil"/>
            </w:tcBorders>
            <w:shd w:val="clear" w:color="000000" w:fill="FFFFFF"/>
            <w:noWrap/>
            <w:vAlign w:val="bottom"/>
            <w:hideMark/>
          </w:tcPr>
          <w:p w14:paraId="3BB63A86" w14:textId="77777777" w:rsidR="00DA0E97" w:rsidRPr="00DA0E97" w:rsidRDefault="00DA0E97" w:rsidP="00DA0E97">
            <w:pPr>
              <w:spacing w:line="240" w:lineRule="auto"/>
              <w:jc w:val="center"/>
              <w:rPr>
                <w:rFonts w:cs="Arial"/>
                <w:sz w:val="16"/>
                <w:szCs w:val="16"/>
                <w:lang w:eastAsia="cs-CZ"/>
              </w:rPr>
            </w:pPr>
            <w:r w:rsidRPr="00DA0E97">
              <w:rPr>
                <w:rFonts w:cs="Arial"/>
                <w:sz w:val="16"/>
                <w:szCs w:val="16"/>
                <w:lang w:eastAsia="cs-CZ"/>
              </w:rPr>
              <w:t>VZT</w:t>
            </w:r>
          </w:p>
        </w:tc>
        <w:tc>
          <w:tcPr>
            <w:tcW w:w="3215" w:type="dxa"/>
            <w:tcBorders>
              <w:top w:val="nil"/>
              <w:left w:val="single" w:sz="8" w:space="0" w:color="auto"/>
              <w:bottom w:val="single" w:sz="4" w:space="0" w:color="auto"/>
              <w:right w:val="single" w:sz="4" w:space="0" w:color="auto"/>
            </w:tcBorders>
            <w:shd w:val="clear" w:color="000000" w:fill="FFFFFF"/>
            <w:noWrap/>
            <w:vAlign w:val="bottom"/>
            <w:hideMark/>
          </w:tcPr>
          <w:p w14:paraId="58EFFC3F" w14:textId="77777777" w:rsidR="00DA0E97" w:rsidRPr="00DA0E97" w:rsidRDefault="00DA0E97" w:rsidP="00DA0E97">
            <w:pPr>
              <w:spacing w:line="240" w:lineRule="auto"/>
              <w:jc w:val="left"/>
              <w:rPr>
                <w:rFonts w:cs="Arial"/>
                <w:sz w:val="16"/>
                <w:szCs w:val="16"/>
                <w:lang w:eastAsia="cs-CZ"/>
              </w:rPr>
            </w:pPr>
            <w:r w:rsidRPr="00DA0E97">
              <w:rPr>
                <w:rFonts w:cs="Arial"/>
                <w:sz w:val="16"/>
                <w:szCs w:val="16"/>
                <w:lang w:eastAsia="cs-CZ"/>
              </w:rPr>
              <w:t xml:space="preserve">Vzduchotechnika </w:t>
            </w:r>
          </w:p>
        </w:tc>
        <w:tc>
          <w:tcPr>
            <w:tcW w:w="1240" w:type="dxa"/>
            <w:tcBorders>
              <w:top w:val="nil"/>
              <w:left w:val="nil"/>
              <w:bottom w:val="single" w:sz="4" w:space="0" w:color="auto"/>
              <w:right w:val="single" w:sz="4" w:space="0" w:color="auto"/>
            </w:tcBorders>
            <w:shd w:val="clear" w:color="000000" w:fill="FFFFFF"/>
            <w:noWrap/>
            <w:vAlign w:val="bottom"/>
            <w:hideMark/>
          </w:tcPr>
          <w:p w14:paraId="09ACE75D" w14:textId="02A9F4FF" w:rsidR="00DA0E97" w:rsidRPr="00DA0E97" w:rsidRDefault="00424F21" w:rsidP="00DA0E97">
            <w:pPr>
              <w:spacing w:line="240" w:lineRule="auto"/>
              <w:jc w:val="center"/>
              <w:rPr>
                <w:rFonts w:cs="Arial"/>
                <w:color w:val="000000"/>
                <w:sz w:val="16"/>
                <w:szCs w:val="16"/>
                <w:lang w:eastAsia="cs-CZ"/>
              </w:rPr>
            </w:pPr>
            <w:r>
              <w:rPr>
                <w:rFonts w:cs="Arial"/>
                <w:color w:val="000000"/>
                <w:sz w:val="16"/>
                <w:szCs w:val="16"/>
                <w:lang w:eastAsia="cs-CZ"/>
              </w:rPr>
              <w:t>28,92</w:t>
            </w:r>
          </w:p>
        </w:tc>
        <w:tc>
          <w:tcPr>
            <w:tcW w:w="1003" w:type="dxa"/>
            <w:tcBorders>
              <w:top w:val="nil"/>
              <w:left w:val="nil"/>
              <w:bottom w:val="single" w:sz="4" w:space="0" w:color="auto"/>
              <w:right w:val="single" w:sz="4" w:space="0" w:color="auto"/>
            </w:tcBorders>
            <w:shd w:val="clear" w:color="000000" w:fill="FFFFFF"/>
            <w:noWrap/>
            <w:vAlign w:val="bottom"/>
            <w:hideMark/>
          </w:tcPr>
          <w:p w14:paraId="49349288" w14:textId="5105AFA4" w:rsidR="00DA0E97" w:rsidRPr="00DA0E97" w:rsidRDefault="00DA0E97" w:rsidP="00DA0E97">
            <w:pPr>
              <w:spacing w:line="240" w:lineRule="auto"/>
              <w:jc w:val="center"/>
              <w:rPr>
                <w:rFonts w:cs="Arial"/>
                <w:color w:val="000000"/>
                <w:sz w:val="16"/>
                <w:szCs w:val="16"/>
                <w:lang w:eastAsia="cs-CZ"/>
              </w:rPr>
            </w:pPr>
            <w:r w:rsidRPr="00DA0E97">
              <w:rPr>
                <w:rFonts w:cs="Arial"/>
                <w:color w:val="000000"/>
                <w:sz w:val="16"/>
                <w:szCs w:val="16"/>
                <w:lang w:eastAsia="cs-CZ"/>
              </w:rPr>
              <w:t>0,</w:t>
            </w:r>
            <w:r w:rsidR="00424F21">
              <w:rPr>
                <w:rFonts w:cs="Arial"/>
                <w:color w:val="000000"/>
                <w:sz w:val="16"/>
                <w:szCs w:val="16"/>
                <w:lang w:eastAsia="cs-CZ"/>
              </w:rPr>
              <w:t>60</w:t>
            </w:r>
          </w:p>
        </w:tc>
        <w:tc>
          <w:tcPr>
            <w:tcW w:w="1225" w:type="dxa"/>
            <w:tcBorders>
              <w:top w:val="nil"/>
              <w:left w:val="nil"/>
              <w:bottom w:val="single" w:sz="4" w:space="0" w:color="auto"/>
              <w:right w:val="single" w:sz="8" w:space="0" w:color="auto"/>
            </w:tcBorders>
            <w:shd w:val="clear" w:color="000000" w:fill="FFFFFF"/>
            <w:noWrap/>
            <w:vAlign w:val="bottom"/>
            <w:hideMark/>
          </w:tcPr>
          <w:p w14:paraId="00E64AA5" w14:textId="2EAC9C1C" w:rsidR="00DA0E97" w:rsidRPr="00DA0E97" w:rsidRDefault="005E2C57" w:rsidP="00DA0E97">
            <w:pPr>
              <w:spacing w:line="240" w:lineRule="auto"/>
              <w:jc w:val="center"/>
              <w:rPr>
                <w:rFonts w:cs="Arial"/>
                <w:sz w:val="16"/>
                <w:szCs w:val="16"/>
                <w:lang w:eastAsia="cs-CZ"/>
              </w:rPr>
            </w:pPr>
            <w:r>
              <w:rPr>
                <w:rFonts w:cs="Arial"/>
                <w:sz w:val="16"/>
                <w:szCs w:val="16"/>
                <w:lang w:eastAsia="cs-CZ"/>
              </w:rPr>
              <w:t>17,35</w:t>
            </w:r>
          </w:p>
        </w:tc>
      </w:tr>
      <w:tr w:rsidR="00DA0E97" w:rsidRPr="00DA0E97" w14:paraId="36C20829" w14:textId="77777777" w:rsidTr="005E2C57">
        <w:trPr>
          <w:trHeight w:val="225"/>
        </w:trPr>
        <w:tc>
          <w:tcPr>
            <w:tcW w:w="1120" w:type="dxa"/>
            <w:tcBorders>
              <w:top w:val="nil"/>
              <w:left w:val="single" w:sz="8" w:space="0" w:color="auto"/>
              <w:bottom w:val="single" w:sz="4" w:space="0" w:color="auto"/>
              <w:right w:val="nil"/>
            </w:tcBorders>
            <w:shd w:val="clear" w:color="000000" w:fill="FFFFFF"/>
            <w:noWrap/>
            <w:vAlign w:val="bottom"/>
            <w:hideMark/>
          </w:tcPr>
          <w:p w14:paraId="43F2A450" w14:textId="77777777" w:rsidR="00DA0E97" w:rsidRPr="00DA0E97" w:rsidRDefault="00DA0E97" w:rsidP="00DA0E97">
            <w:pPr>
              <w:spacing w:line="240" w:lineRule="auto"/>
              <w:jc w:val="center"/>
              <w:rPr>
                <w:rFonts w:cs="Arial"/>
                <w:sz w:val="16"/>
                <w:szCs w:val="16"/>
                <w:lang w:eastAsia="cs-CZ"/>
              </w:rPr>
            </w:pPr>
            <w:r w:rsidRPr="00DA0E97">
              <w:rPr>
                <w:rFonts w:cs="Arial"/>
                <w:sz w:val="16"/>
                <w:szCs w:val="16"/>
                <w:lang w:eastAsia="cs-CZ"/>
              </w:rPr>
              <w:t>Technologie</w:t>
            </w:r>
          </w:p>
        </w:tc>
        <w:tc>
          <w:tcPr>
            <w:tcW w:w="3215" w:type="dxa"/>
            <w:tcBorders>
              <w:top w:val="nil"/>
              <w:left w:val="single" w:sz="8" w:space="0" w:color="auto"/>
              <w:bottom w:val="single" w:sz="4" w:space="0" w:color="auto"/>
              <w:right w:val="single" w:sz="4" w:space="0" w:color="auto"/>
            </w:tcBorders>
            <w:shd w:val="clear" w:color="000000" w:fill="FFFFFF"/>
            <w:noWrap/>
            <w:vAlign w:val="bottom"/>
            <w:hideMark/>
          </w:tcPr>
          <w:p w14:paraId="4E9667D4" w14:textId="0FF2E8CE" w:rsidR="00DA0E97" w:rsidRPr="00DA0E97" w:rsidRDefault="005E2C57" w:rsidP="00DA0E97">
            <w:pPr>
              <w:spacing w:line="240" w:lineRule="auto"/>
              <w:jc w:val="left"/>
              <w:rPr>
                <w:rFonts w:cs="Arial"/>
                <w:sz w:val="16"/>
                <w:szCs w:val="16"/>
                <w:lang w:eastAsia="cs-CZ"/>
              </w:rPr>
            </w:pPr>
            <w:r>
              <w:rPr>
                <w:rFonts w:cs="Arial"/>
                <w:sz w:val="16"/>
                <w:szCs w:val="16"/>
                <w:lang w:eastAsia="cs-CZ"/>
              </w:rPr>
              <w:t>Simulátor</w:t>
            </w:r>
          </w:p>
        </w:tc>
        <w:tc>
          <w:tcPr>
            <w:tcW w:w="1240" w:type="dxa"/>
            <w:tcBorders>
              <w:top w:val="nil"/>
              <w:left w:val="nil"/>
              <w:bottom w:val="single" w:sz="4" w:space="0" w:color="auto"/>
              <w:right w:val="single" w:sz="4" w:space="0" w:color="auto"/>
            </w:tcBorders>
            <w:shd w:val="clear" w:color="000000" w:fill="FFFFFF"/>
            <w:noWrap/>
            <w:vAlign w:val="bottom"/>
            <w:hideMark/>
          </w:tcPr>
          <w:p w14:paraId="7B1A16E4" w14:textId="454479A5" w:rsidR="00DA0E97" w:rsidRPr="00DA0E97" w:rsidRDefault="005E2C57" w:rsidP="00DA0E97">
            <w:pPr>
              <w:spacing w:line="240" w:lineRule="auto"/>
              <w:jc w:val="center"/>
              <w:rPr>
                <w:rFonts w:cs="Arial"/>
                <w:color w:val="000000"/>
                <w:sz w:val="16"/>
                <w:szCs w:val="16"/>
                <w:lang w:eastAsia="cs-CZ"/>
              </w:rPr>
            </w:pPr>
            <w:r>
              <w:rPr>
                <w:rFonts w:cs="Arial"/>
                <w:color w:val="000000"/>
                <w:sz w:val="16"/>
                <w:szCs w:val="16"/>
                <w:lang w:eastAsia="cs-CZ"/>
              </w:rPr>
              <w:t>30,0</w:t>
            </w:r>
          </w:p>
        </w:tc>
        <w:tc>
          <w:tcPr>
            <w:tcW w:w="1003" w:type="dxa"/>
            <w:tcBorders>
              <w:top w:val="nil"/>
              <w:left w:val="nil"/>
              <w:bottom w:val="single" w:sz="4" w:space="0" w:color="auto"/>
              <w:right w:val="single" w:sz="4" w:space="0" w:color="auto"/>
            </w:tcBorders>
            <w:shd w:val="clear" w:color="000000" w:fill="FFFFFF"/>
            <w:noWrap/>
            <w:vAlign w:val="bottom"/>
            <w:hideMark/>
          </w:tcPr>
          <w:p w14:paraId="32ED11BB" w14:textId="720A6278" w:rsidR="00DA0E97" w:rsidRPr="00DA0E97" w:rsidRDefault="005E2C57" w:rsidP="00DA0E97">
            <w:pPr>
              <w:spacing w:line="240" w:lineRule="auto"/>
              <w:jc w:val="center"/>
              <w:rPr>
                <w:rFonts w:cs="Arial"/>
                <w:color w:val="000000"/>
                <w:sz w:val="16"/>
                <w:szCs w:val="16"/>
                <w:lang w:eastAsia="cs-CZ"/>
              </w:rPr>
            </w:pPr>
            <w:r>
              <w:rPr>
                <w:rFonts w:cs="Arial"/>
                <w:color w:val="000000"/>
                <w:sz w:val="16"/>
                <w:szCs w:val="16"/>
                <w:lang w:eastAsia="cs-CZ"/>
              </w:rPr>
              <w:t>1,00</w:t>
            </w:r>
          </w:p>
        </w:tc>
        <w:tc>
          <w:tcPr>
            <w:tcW w:w="1225" w:type="dxa"/>
            <w:tcBorders>
              <w:top w:val="nil"/>
              <w:left w:val="nil"/>
              <w:bottom w:val="single" w:sz="4" w:space="0" w:color="auto"/>
              <w:right w:val="single" w:sz="8" w:space="0" w:color="auto"/>
            </w:tcBorders>
            <w:shd w:val="clear" w:color="000000" w:fill="FFFFFF"/>
            <w:noWrap/>
            <w:vAlign w:val="bottom"/>
            <w:hideMark/>
          </w:tcPr>
          <w:p w14:paraId="4BCDF1CC" w14:textId="2CA0FC76" w:rsidR="00DA0E97" w:rsidRPr="00DA0E97" w:rsidRDefault="005E2C57" w:rsidP="00DA0E97">
            <w:pPr>
              <w:spacing w:line="240" w:lineRule="auto"/>
              <w:jc w:val="center"/>
              <w:rPr>
                <w:rFonts w:cs="Arial"/>
                <w:sz w:val="16"/>
                <w:szCs w:val="16"/>
                <w:lang w:eastAsia="cs-CZ"/>
              </w:rPr>
            </w:pPr>
            <w:r>
              <w:rPr>
                <w:rFonts w:cs="Arial"/>
                <w:sz w:val="16"/>
                <w:szCs w:val="16"/>
                <w:lang w:eastAsia="cs-CZ"/>
              </w:rPr>
              <w:t>30,00</w:t>
            </w:r>
          </w:p>
        </w:tc>
      </w:tr>
      <w:tr w:rsidR="00DA0E97" w:rsidRPr="00DA0E97" w14:paraId="2103913A" w14:textId="77777777" w:rsidTr="005E2C57">
        <w:trPr>
          <w:trHeight w:val="225"/>
        </w:trPr>
        <w:tc>
          <w:tcPr>
            <w:tcW w:w="1120" w:type="dxa"/>
            <w:tcBorders>
              <w:top w:val="nil"/>
              <w:left w:val="single" w:sz="8" w:space="0" w:color="auto"/>
              <w:bottom w:val="single" w:sz="4" w:space="0" w:color="auto"/>
              <w:right w:val="nil"/>
            </w:tcBorders>
            <w:shd w:val="clear" w:color="000000" w:fill="FFFFFF"/>
            <w:noWrap/>
            <w:vAlign w:val="bottom"/>
            <w:hideMark/>
          </w:tcPr>
          <w:p w14:paraId="4CBFD9B2" w14:textId="77777777" w:rsidR="00DA0E97" w:rsidRPr="00DA0E97" w:rsidRDefault="00DA0E97" w:rsidP="00DA0E97">
            <w:pPr>
              <w:spacing w:line="240" w:lineRule="auto"/>
              <w:jc w:val="center"/>
              <w:rPr>
                <w:rFonts w:cs="Arial"/>
                <w:sz w:val="16"/>
                <w:szCs w:val="16"/>
                <w:lang w:eastAsia="cs-CZ"/>
              </w:rPr>
            </w:pPr>
            <w:r w:rsidRPr="00DA0E97">
              <w:rPr>
                <w:rFonts w:cs="Arial"/>
                <w:sz w:val="16"/>
                <w:szCs w:val="16"/>
                <w:lang w:eastAsia="cs-CZ"/>
              </w:rPr>
              <w:t> </w:t>
            </w:r>
          </w:p>
        </w:tc>
        <w:tc>
          <w:tcPr>
            <w:tcW w:w="3215" w:type="dxa"/>
            <w:tcBorders>
              <w:top w:val="nil"/>
              <w:left w:val="single" w:sz="8" w:space="0" w:color="auto"/>
              <w:bottom w:val="single" w:sz="4" w:space="0" w:color="auto"/>
              <w:right w:val="single" w:sz="4" w:space="0" w:color="auto"/>
            </w:tcBorders>
            <w:shd w:val="clear" w:color="000000" w:fill="FFFFFF"/>
            <w:noWrap/>
            <w:vAlign w:val="bottom"/>
            <w:hideMark/>
          </w:tcPr>
          <w:p w14:paraId="770F6278" w14:textId="77777777" w:rsidR="00DA0E97" w:rsidRPr="00DA0E97" w:rsidRDefault="00DA0E97" w:rsidP="00DA0E97">
            <w:pPr>
              <w:spacing w:line="240" w:lineRule="auto"/>
              <w:jc w:val="left"/>
              <w:rPr>
                <w:rFonts w:cs="Arial"/>
                <w:sz w:val="16"/>
                <w:szCs w:val="16"/>
                <w:lang w:eastAsia="cs-CZ"/>
              </w:rPr>
            </w:pPr>
            <w:r w:rsidRPr="00DA0E97">
              <w:rPr>
                <w:rFonts w:cs="Arial"/>
                <w:sz w:val="16"/>
                <w:szCs w:val="16"/>
                <w:lang w:eastAsia="cs-CZ"/>
              </w:rPr>
              <w:t>Rezerva</w:t>
            </w:r>
          </w:p>
        </w:tc>
        <w:tc>
          <w:tcPr>
            <w:tcW w:w="1240" w:type="dxa"/>
            <w:tcBorders>
              <w:top w:val="nil"/>
              <w:left w:val="nil"/>
              <w:bottom w:val="single" w:sz="4" w:space="0" w:color="auto"/>
              <w:right w:val="single" w:sz="4" w:space="0" w:color="auto"/>
            </w:tcBorders>
            <w:shd w:val="clear" w:color="000000" w:fill="FFFFFF"/>
            <w:noWrap/>
            <w:vAlign w:val="bottom"/>
            <w:hideMark/>
          </w:tcPr>
          <w:p w14:paraId="24418983" w14:textId="6C0A69D3" w:rsidR="00DA0E97" w:rsidRPr="00DA0E97" w:rsidRDefault="005E2C57" w:rsidP="00DA0E97">
            <w:pPr>
              <w:spacing w:line="240" w:lineRule="auto"/>
              <w:jc w:val="center"/>
              <w:rPr>
                <w:rFonts w:cs="Arial"/>
                <w:color w:val="000000"/>
                <w:sz w:val="16"/>
                <w:szCs w:val="16"/>
                <w:lang w:eastAsia="cs-CZ"/>
              </w:rPr>
            </w:pPr>
            <w:r>
              <w:rPr>
                <w:rFonts w:cs="Arial"/>
                <w:color w:val="000000"/>
                <w:sz w:val="16"/>
                <w:szCs w:val="16"/>
                <w:lang w:eastAsia="cs-CZ"/>
              </w:rPr>
              <w:t>0,0</w:t>
            </w:r>
          </w:p>
        </w:tc>
        <w:tc>
          <w:tcPr>
            <w:tcW w:w="1003" w:type="dxa"/>
            <w:tcBorders>
              <w:top w:val="nil"/>
              <w:left w:val="nil"/>
              <w:bottom w:val="single" w:sz="4" w:space="0" w:color="auto"/>
              <w:right w:val="single" w:sz="4" w:space="0" w:color="auto"/>
            </w:tcBorders>
            <w:shd w:val="clear" w:color="000000" w:fill="FFFFFF"/>
            <w:noWrap/>
            <w:vAlign w:val="bottom"/>
            <w:hideMark/>
          </w:tcPr>
          <w:p w14:paraId="01451A12" w14:textId="77777777" w:rsidR="00DA0E97" w:rsidRPr="00DA0E97" w:rsidRDefault="00DA0E97" w:rsidP="00DA0E97">
            <w:pPr>
              <w:spacing w:line="240" w:lineRule="auto"/>
              <w:jc w:val="center"/>
              <w:rPr>
                <w:rFonts w:cs="Arial"/>
                <w:color w:val="000000"/>
                <w:sz w:val="16"/>
                <w:szCs w:val="16"/>
                <w:lang w:eastAsia="cs-CZ"/>
              </w:rPr>
            </w:pPr>
            <w:r w:rsidRPr="00DA0E97">
              <w:rPr>
                <w:rFonts w:cs="Arial"/>
                <w:color w:val="000000"/>
                <w:sz w:val="16"/>
                <w:szCs w:val="16"/>
                <w:lang w:eastAsia="cs-CZ"/>
              </w:rPr>
              <w:t>0,85</w:t>
            </w:r>
          </w:p>
        </w:tc>
        <w:tc>
          <w:tcPr>
            <w:tcW w:w="1225" w:type="dxa"/>
            <w:tcBorders>
              <w:top w:val="nil"/>
              <w:left w:val="nil"/>
              <w:bottom w:val="single" w:sz="4" w:space="0" w:color="auto"/>
              <w:right w:val="single" w:sz="8" w:space="0" w:color="auto"/>
            </w:tcBorders>
            <w:shd w:val="clear" w:color="000000" w:fill="FFFFFF"/>
            <w:noWrap/>
            <w:vAlign w:val="bottom"/>
            <w:hideMark/>
          </w:tcPr>
          <w:p w14:paraId="5305CFD9" w14:textId="21FEB106" w:rsidR="00DA0E97" w:rsidRPr="00DA0E97" w:rsidRDefault="005E2C57" w:rsidP="00DA0E97">
            <w:pPr>
              <w:spacing w:line="240" w:lineRule="auto"/>
              <w:jc w:val="center"/>
              <w:rPr>
                <w:rFonts w:cs="Arial"/>
                <w:sz w:val="16"/>
                <w:szCs w:val="16"/>
                <w:lang w:eastAsia="cs-CZ"/>
              </w:rPr>
            </w:pPr>
            <w:r>
              <w:rPr>
                <w:rFonts w:cs="Arial"/>
                <w:sz w:val="16"/>
                <w:szCs w:val="16"/>
                <w:lang w:eastAsia="cs-CZ"/>
              </w:rPr>
              <w:t>0,0</w:t>
            </w:r>
          </w:p>
        </w:tc>
      </w:tr>
      <w:tr w:rsidR="00DA0E97" w:rsidRPr="00DA0E97" w14:paraId="6C857DCD" w14:textId="77777777" w:rsidTr="005E2C57">
        <w:trPr>
          <w:trHeight w:val="240"/>
        </w:trPr>
        <w:tc>
          <w:tcPr>
            <w:tcW w:w="1120" w:type="dxa"/>
            <w:tcBorders>
              <w:top w:val="nil"/>
              <w:left w:val="single" w:sz="8" w:space="0" w:color="auto"/>
              <w:bottom w:val="single" w:sz="8" w:space="0" w:color="auto"/>
              <w:right w:val="nil"/>
            </w:tcBorders>
            <w:shd w:val="clear" w:color="000000" w:fill="FFFFFF"/>
            <w:noWrap/>
            <w:vAlign w:val="bottom"/>
            <w:hideMark/>
          </w:tcPr>
          <w:p w14:paraId="20E71166" w14:textId="77777777" w:rsidR="00DA0E97" w:rsidRPr="00DA0E97" w:rsidRDefault="00DA0E97" w:rsidP="00DA0E97">
            <w:pPr>
              <w:spacing w:line="240" w:lineRule="auto"/>
              <w:jc w:val="center"/>
              <w:rPr>
                <w:rFonts w:cs="Arial"/>
                <w:sz w:val="16"/>
                <w:szCs w:val="16"/>
                <w:lang w:eastAsia="cs-CZ"/>
              </w:rPr>
            </w:pPr>
            <w:r w:rsidRPr="00DA0E97">
              <w:rPr>
                <w:rFonts w:cs="Arial"/>
                <w:sz w:val="16"/>
                <w:szCs w:val="16"/>
                <w:lang w:eastAsia="cs-CZ"/>
              </w:rPr>
              <w:t> </w:t>
            </w:r>
          </w:p>
        </w:tc>
        <w:tc>
          <w:tcPr>
            <w:tcW w:w="3215" w:type="dxa"/>
            <w:tcBorders>
              <w:top w:val="nil"/>
              <w:left w:val="single" w:sz="8" w:space="0" w:color="auto"/>
              <w:bottom w:val="single" w:sz="4" w:space="0" w:color="auto"/>
              <w:right w:val="single" w:sz="4" w:space="0" w:color="auto"/>
            </w:tcBorders>
            <w:shd w:val="clear" w:color="000000" w:fill="FFFFFF"/>
            <w:noWrap/>
            <w:vAlign w:val="bottom"/>
            <w:hideMark/>
          </w:tcPr>
          <w:p w14:paraId="5B9339CA" w14:textId="77777777" w:rsidR="00DA0E97" w:rsidRPr="00DA0E97" w:rsidRDefault="00DA0E97" w:rsidP="00DA0E97">
            <w:pPr>
              <w:spacing w:line="240" w:lineRule="auto"/>
              <w:jc w:val="left"/>
              <w:rPr>
                <w:rFonts w:cs="Arial"/>
                <w:sz w:val="16"/>
                <w:szCs w:val="16"/>
                <w:lang w:eastAsia="cs-CZ"/>
              </w:rPr>
            </w:pPr>
            <w:r w:rsidRPr="00DA0E97">
              <w:rPr>
                <w:rFonts w:cs="Arial"/>
                <w:sz w:val="16"/>
                <w:szCs w:val="16"/>
                <w:lang w:eastAsia="cs-CZ"/>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3A1CDC04" w14:textId="77777777" w:rsidR="00DA0E97" w:rsidRPr="00DA0E97" w:rsidRDefault="00DA0E97" w:rsidP="00DA0E97">
            <w:pPr>
              <w:spacing w:line="240" w:lineRule="auto"/>
              <w:jc w:val="center"/>
              <w:rPr>
                <w:rFonts w:cs="Arial"/>
                <w:sz w:val="16"/>
                <w:szCs w:val="16"/>
                <w:lang w:eastAsia="cs-CZ"/>
              </w:rPr>
            </w:pPr>
            <w:r w:rsidRPr="00DA0E97">
              <w:rPr>
                <w:rFonts w:cs="Arial"/>
                <w:sz w:val="16"/>
                <w:szCs w:val="16"/>
                <w:lang w:eastAsia="cs-CZ"/>
              </w:rPr>
              <w:t> </w:t>
            </w:r>
          </w:p>
        </w:tc>
        <w:tc>
          <w:tcPr>
            <w:tcW w:w="1003" w:type="dxa"/>
            <w:tcBorders>
              <w:top w:val="nil"/>
              <w:left w:val="nil"/>
              <w:bottom w:val="single" w:sz="4" w:space="0" w:color="auto"/>
              <w:right w:val="single" w:sz="4" w:space="0" w:color="auto"/>
            </w:tcBorders>
            <w:shd w:val="clear" w:color="000000" w:fill="FFFFFF"/>
            <w:noWrap/>
            <w:vAlign w:val="bottom"/>
            <w:hideMark/>
          </w:tcPr>
          <w:p w14:paraId="003152EF" w14:textId="77777777" w:rsidR="00DA0E97" w:rsidRPr="00DA0E97" w:rsidRDefault="00DA0E97" w:rsidP="00DA0E97">
            <w:pPr>
              <w:spacing w:line="240" w:lineRule="auto"/>
              <w:jc w:val="center"/>
              <w:rPr>
                <w:rFonts w:cs="Arial"/>
                <w:sz w:val="16"/>
                <w:szCs w:val="16"/>
                <w:lang w:eastAsia="cs-CZ"/>
              </w:rPr>
            </w:pPr>
            <w:r w:rsidRPr="00DA0E97">
              <w:rPr>
                <w:rFonts w:cs="Arial"/>
                <w:sz w:val="16"/>
                <w:szCs w:val="16"/>
                <w:lang w:eastAsia="cs-CZ"/>
              </w:rPr>
              <w:t> </w:t>
            </w:r>
          </w:p>
        </w:tc>
        <w:tc>
          <w:tcPr>
            <w:tcW w:w="1225" w:type="dxa"/>
            <w:tcBorders>
              <w:top w:val="nil"/>
              <w:left w:val="nil"/>
              <w:bottom w:val="single" w:sz="4" w:space="0" w:color="auto"/>
              <w:right w:val="single" w:sz="8" w:space="0" w:color="auto"/>
            </w:tcBorders>
            <w:shd w:val="clear" w:color="000000" w:fill="FFFFFF"/>
            <w:noWrap/>
            <w:vAlign w:val="bottom"/>
            <w:hideMark/>
          </w:tcPr>
          <w:p w14:paraId="7F474741" w14:textId="77777777" w:rsidR="00DA0E97" w:rsidRPr="00DA0E97" w:rsidRDefault="00DA0E97" w:rsidP="00DA0E97">
            <w:pPr>
              <w:spacing w:line="240" w:lineRule="auto"/>
              <w:jc w:val="center"/>
              <w:rPr>
                <w:rFonts w:cs="Arial"/>
                <w:color w:val="000000"/>
                <w:sz w:val="16"/>
                <w:szCs w:val="16"/>
                <w:lang w:eastAsia="cs-CZ"/>
              </w:rPr>
            </w:pPr>
            <w:r w:rsidRPr="00DA0E97">
              <w:rPr>
                <w:rFonts w:cs="Arial"/>
                <w:color w:val="000000"/>
                <w:sz w:val="16"/>
                <w:szCs w:val="16"/>
                <w:lang w:eastAsia="cs-CZ"/>
              </w:rPr>
              <w:t> </w:t>
            </w:r>
          </w:p>
        </w:tc>
      </w:tr>
      <w:tr w:rsidR="00DA0E97" w:rsidRPr="00DA0E97" w14:paraId="6791B723" w14:textId="77777777" w:rsidTr="005E2C57">
        <w:trPr>
          <w:trHeight w:val="225"/>
        </w:trPr>
        <w:tc>
          <w:tcPr>
            <w:tcW w:w="1120" w:type="dxa"/>
            <w:tcBorders>
              <w:top w:val="nil"/>
              <w:left w:val="single" w:sz="8" w:space="0" w:color="auto"/>
              <w:bottom w:val="nil"/>
              <w:right w:val="nil"/>
            </w:tcBorders>
            <w:shd w:val="clear" w:color="000000" w:fill="FFFFFF"/>
            <w:noWrap/>
            <w:vAlign w:val="bottom"/>
            <w:hideMark/>
          </w:tcPr>
          <w:p w14:paraId="58380CFE" w14:textId="77777777" w:rsidR="00DA0E97" w:rsidRPr="00DA0E97" w:rsidRDefault="00DA0E97" w:rsidP="00DA0E97">
            <w:pPr>
              <w:spacing w:line="240" w:lineRule="auto"/>
              <w:jc w:val="center"/>
              <w:rPr>
                <w:rFonts w:cs="Arial"/>
                <w:b/>
                <w:bCs/>
                <w:sz w:val="16"/>
                <w:szCs w:val="16"/>
                <w:lang w:eastAsia="cs-CZ"/>
              </w:rPr>
            </w:pPr>
            <w:r w:rsidRPr="00DA0E97">
              <w:rPr>
                <w:rFonts w:cs="Arial"/>
                <w:b/>
                <w:bCs/>
                <w:sz w:val="16"/>
                <w:szCs w:val="16"/>
                <w:lang w:eastAsia="cs-CZ"/>
              </w:rPr>
              <w:t> </w:t>
            </w:r>
          </w:p>
        </w:tc>
        <w:tc>
          <w:tcPr>
            <w:tcW w:w="3215" w:type="dxa"/>
            <w:tcBorders>
              <w:top w:val="single" w:sz="8" w:space="0" w:color="auto"/>
              <w:left w:val="single" w:sz="8" w:space="0" w:color="auto"/>
              <w:bottom w:val="nil"/>
              <w:right w:val="single" w:sz="4" w:space="0" w:color="auto"/>
            </w:tcBorders>
            <w:shd w:val="clear" w:color="000000" w:fill="FFFFFF"/>
            <w:noWrap/>
            <w:vAlign w:val="bottom"/>
            <w:hideMark/>
          </w:tcPr>
          <w:p w14:paraId="79575F49" w14:textId="77777777" w:rsidR="00DA0E97" w:rsidRPr="00DA0E97" w:rsidRDefault="00DA0E97" w:rsidP="00DA0E97">
            <w:pPr>
              <w:spacing w:line="240" w:lineRule="auto"/>
              <w:jc w:val="left"/>
              <w:rPr>
                <w:rFonts w:cs="Arial"/>
                <w:b/>
                <w:bCs/>
                <w:sz w:val="16"/>
                <w:szCs w:val="16"/>
                <w:lang w:eastAsia="cs-CZ"/>
              </w:rPr>
            </w:pPr>
            <w:r w:rsidRPr="00DA0E97">
              <w:rPr>
                <w:rFonts w:cs="Arial"/>
                <w:b/>
                <w:bCs/>
                <w:sz w:val="16"/>
                <w:szCs w:val="16"/>
                <w:lang w:eastAsia="cs-CZ"/>
              </w:rPr>
              <w:t>Celkem Pi</w:t>
            </w:r>
          </w:p>
        </w:tc>
        <w:tc>
          <w:tcPr>
            <w:tcW w:w="1240" w:type="dxa"/>
            <w:tcBorders>
              <w:top w:val="single" w:sz="8" w:space="0" w:color="auto"/>
              <w:left w:val="nil"/>
              <w:bottom w:val="nil"/>
              <w:right w:val="single" w:sz="4" w:space="0" w:color="auto"/>
            </w:tcBorders>
            <w:shd w:val="clear" w:color="000000" w:fill="FFFFFF"/>
            <w:noWrap/>
            <w:vAlign w:val="bottom"/>
            <w:hideMark/>
          </w:tcPr>
          <w:p w14:paraId="27EF6CC1" w14:textId="636DED9A" w:rsidR="00DA0E97" w:rsidRPr="00DA0E97" w:rsidRDefault="00472AC5" w:rsidP="00DA0E97">
            <w:pPr>
              <w:spacing w:line="240" w:lineRule="auto"/>
              <w:jc w:val="center"/>
              <w:rPr>
                <w:rFonts w:cs="Arial"/>
                <w:b/>
                <w:bCs/>
                <w:sz w:val="16"/>
                <w:szCs w:val="16"/>
                <w:lang w:eastAsia="cs-CZ"/>
              </w:rPr>
            </w:pPr>
            <w:r>
              <w:rPr>
                <w:rFonts w:cs="Arial"/>
                <w:b/>
                <w:bCs/>
                <w:sz w:val="16"/>
                <w:szCs w:val="16"/>
                <w:lang w:eastAsia="cs-CZ"/>
              </w:rPr>
              <w:t>90,34</w:t>
            </w:r>
          </w:p>
        </w:tc>
        <w:tc>
          <w:tcPr>
            <w:tcW w:w="1003" w:type="dxa"/>
            <w:tcBorders>
              <w:top w:val="single" w:sz="8" w:space="0" w:color="auto"/>
              <w:left w:val="nil"/>
              <w:bottom w:val="nil"/>
              <w:right w:val="single" w:sz="4" w:space="0" w:color="auto"/>
            </w:tcBorders>
            <w:shd w:val="clear" w:color="000000" w:fill="FFFFFF"/>
            <w:noWrap/>
            <w:vAlign w:val="bottom"/>
            <w:hideMark/>
          </w:tcPr>
          <w:p w14:paraId="272BFE0F" w14:textId="77777777" w:rsidR="00DA0E97" w:rsidRPr="00DA0E97" w:rsidRDefault="00DA0E97" w:rsidP="00DA0E97">
            <w:pPr>
              <w:spacing w:line="240" w:lineRule="auto"/>
              <w:jc w:val="center"/>
              <w:rPr>
                <w:rFonts w:cs="Arial"/>
                <w:sz w:val="16"/>
                <w:szCs w:val="16"/>
                <w:lang w:eastAsia="cs-CZ"/>
              </w:rPr>
            </w:pPr>
            <w:r w:rsidRPr="00DA0E97">
              <w:rPr>
                <w:rFonts w:cs="Arial"/>
                <w:sz w:val="16"/>
                <w:szCs w:val="16"/>
                <w:lang w:eastAsia="cs-CZ"/>
              </w:rPr>
              <w:t> </w:t>
            </w:r>
          </w:p>
        </w:tc>
        <w:tc>
          <w:tcPr>
            <w:tcW w:w="1225" w:type="dxa"/>
            <w:tcBorders>
              <w:top w:val="single" w:sz="8" w:space="0" w:color="auto"/>
              <w:left w:val="nil"/>
              <w:bottom w:val="nil"/>
              <w:right w:val="single" w:sz="8" w:space="0" w:color="auto"/>
            </w:tcBorders>
            <w:shd w:val="clear" w:color="000000" w:fill="FFFFFF"/>
            <w:noWrap/>
            <w:vAlign w:val="bottom"/>
            <w:hideMark/>
          </w:tcPr>
          <w:p w14:paraId="5DBE4609" w14:textId="6B0E9850" w:rsidR="00DA0E97" w:rsidRPr="00DA0E97" w:rsidRDefault="00472AC5" w:rsidP="00DA0E97">
            <w:pPr>
              <w:spacing w:line="240" w:lineRule="auto"/>
              <w:jc w:val="center"/>
              <w:rPr>
                <w:rFonts w:cs="Arial"/>
                <w:b/>
                <w:bCs/>
                <w:sz w:val="16"/>
                <w:szCs w:val="16"/>
                <w:lang w:eastAsia="cs-CZ"/>
              </w:rPr>
            </w:pPr>
            <w:r>
              <w:rPr>
                <w:rFonts w:cs="Arial"/>
                <w:b/>
                <w:bCs/>
                <w:sz w:val="16"/>
                <w:szCs w:val="16"/>
                <w:lang w:eastAsia="cs-CZ"/>
              </w:rPr>
              <w:t>57,11</w:t>
            </w:r>
          </w:p>
        </w:tc>
      </w:tr>
      <w:tr w:rsidR="00DA0E97" w:rsidRPr="00DA0E97" w14:paraId="79533163" w14:textId="77777777" w:rsidTr="005E2C57">
        <w:trPr>
          <w:trHeight w:val="102"/>
        </w:trPr>
        <w:tc>
          <w:tcPr>
            <w:tcW w:w="1120" w:type="dxa"/>
            <w:tcBorders>
              <w:top w:val="nil"/>
              <w:left w:val="single" w:sz="8" w:space="0" w:color="auto"/>
              <w:bottom w:val="single" w:sz="8" w:space="0" w:color="auto"/>
              <w:right w:val="nil"/>
            </w:tcBorders>
            <w:shd w:val="clear" w:color="000000" w:fill="FFFFFF"/>
            <w:noWrap/>
            <w:vAlign w:val="bottom"/>
            <w:hideMark/>
          </w:tcPr>
          <w:p w14:paraId="5C2B9AD2" w14:textId="77777777" w:rsidR="00DA0E97" w:rsidRPr="00DA0E97" w:rsidRDefault="00DA0E97" w:rsidP="00DA0E97">
            <w:pPr>
              <w:spacing w:line="240" w:lineRule="auto"/>
              <w:jc w:val="center"/>
              <w:rPr>
                <w:rFonts w:cs="Arial"/>
                <w:sz w:val="16"/>
                <w:szCs w:val="16"/>
                <w:lang w:eastAsia="cs-CZ"/>
              </w:rPr>
            </w:pPr>
            <w:r w:rsidRPr="00DA0E97">
              <w:rPr>
                <w:rFonts w:cs="Arial"/>
                <w:sz w:val="16"/>
                <w:szCs w:val="16"/>
                <w:lang w:eastAsia="cs-CZ"/>
              </w:rPr>
              <w:t> </w:t>
            </w:r>
          </w:p>
        </w:tc>
        <w:tc>
          <w:tcPr>
            <w:tcW w:w="3215" w:type="dxa"/>
            <w:tcBorders>
              <w:top w:val="nil"/>
              <w:left w:val="single" w:sz="8" w:space="0" w:color="auto"/>
              <w:bottom w:val="single" w:sz="8" w:space="0" w:color="auto"/>
              <w:right w:val="single" w:sz="4" w:space="0" w:color="auto"/>
            </w:tcBorders>
            <w:shd w:val="clear" w:color="000000" w:fill="FFFFFF"/>
            <w:noWrap/>
            <w:vAlign w:val="bottom"/>
            <w:hideMark/>
          </w:tcPr>
          <w:p w14:paraId="0FDF53B7" w14:textId="77777777" w:rsidR="00DA0E97" w:rsidRPr="00DA0E97" w:rsidRDefault="00DA0E97" w:rsidP="00DA0E97">
            <w:pPr>
              <w:spacing w:line="240" w:lineRule="auto"/>
              <w:jc w:val="left"/>
              <w:rPr>
                <w:rFonts w:cs="Arial"/>
                <w:sz w:val="16"/>
                <w:szCs w:val="16"/>
                <w:lang w:eastAsia="cs-CZ"/>
              </w:rPr>
            </w:pPr>
            <w:r w:rsidRPr="00DA0E97">
              <w:rPr>
                <w:rFonts w:cs="Arial"/>
                <w:sz w:val="16"/>
                <w:szCs w:val="16"/>
                <w:lang w:eastAsia="cs-CZ"/>
              </w:rPr>
              <w:t> </w:t>
            </w:r>
          </w:p>
        </w:tc>
        <w:tc>
          <w:tcPr>
            <w:tcW w:w="1240" w:type="dxa"/>
            <w:tcBorders>
              <w:top w:val="nil"/>
              <w:left w:val="nil"/>
              <w:bottom w:val="single" w:sz="8" w:space="0" w:color="auto"/>
              <w:right w:val="single" w:sz="4" w:space="0" w:color="auto"/>
            </w:tcBorders>
            <w:shd w:val="clear" w:color="000000" w:fill="FFFFFF"/>
            <w:noWrap/>
            <w:vAlign w:val="bottom"/>
            <w:hideMark/>
          </w:tcPr>
          <w:p w14:paraId="059B5CC4" w14:textId="77777777" w:rsidR="00DA0E97" w:rsidRPr="00DA0E97" w:rsidRDefault="00DA0E97" w:rsidP="00DA0E97">
            <w:pPr>
              <w:spacing w:line="240" w:lineRule="auto"/>
              <w:jc w:val="center"/>
              <w:rPr>
                <w:rFonts w:cs="Arial"/>
                <w:sz w:val="16"/>
                <w:szCs w:val="16"/>
                <w:lang w:eastAsia="cs-CZ"/>
              </w:rPr>
            </w:pPr>
            <w:r w:rsidRPr="00DA0E97">
              <w:rPr>
                <w:rFonts w:cs="Arial"/>
                <w:sz w:val="16"/>
                <w:szCs w:val="16"/>
                <w:lang w:eastAsia="cs-CZ"/>
              </w:rPr>
              <w:t> </w:t>
            </w:r>
          </w:p>
        </w:tc>
        <w:tc>
          <w:tcPr>
            <w:tcW w:w="1003" w:type="dxa"/>
            <w:tcBorders>
              <w:top w:val="nil"/>
              <w:left w:val="nil"/>
              <w:bottom w:val="single" w:sz="8" w:space="0" w:color="auto"/>
              <w:right w:val="single" w:sz="4" w:space="0" w:color="auto"/>
            </w:tcBorders>
            <w:shd w:val="clear" w:color="000000" w:fill="FFFFFF"/>
            <w:noWrap/>
            <w:vAlign w:val="bottom"/>
            <w:hideMark/>
          </w:tcPr>
          <w:p w14:paraId="3442710B" w14:textId="77777777" w:rsidR="00DA0E97" w:rsidRPr="00DA0E97" w:rsidRDefault="00DA0E97" w:rsidP="00DA0E97">
            <w:pPr>
              <w:spacing w:line="240" w:lineRule="auto"/>
              <w:jc w:val="center"/>
              <w:rPr>
                <w:rFonts w:cs="Arial"/>
                <w:sz w:val="16"/>
                <w:szCs w:val="16"/>
                <w:lang w:eastAsia="cs-CZ"/>
              </w:rPr>
            </w:pPr>
            <w:r w:rsidRPr="00DA0E97">
              <w:rPr>
                <w:rFonts w:cs="Arial"/>
                <w:sz w:val="16"/>
                <w:szCs w:val="16"/>
                <w:lang w:eastAsia="cs-CZ"/>
              </w:rPr>
              <w:t> </w:t>
            </w:r>
          </w:p>
        </w:tc>
        <w:tc>
          <w:tcPr>
            <w:tcW w:w="1225" w:type="dxa"/>
            <w:tcBorders>
              <w:top w:val="nil"/>
              <w:left w:val="nil"/>
              <w:bottom w:val="single" w:sz="8" w:space="0" w:color="auto"/>
              <w:right w:val="single" w:sz="8" w:space="0" w:color="auto"/>
            </w:tcBorders>
            <w:shd w:val="clear" w:color="000000" w:fill="FFFFFF"/>
            <w:noWrap/>
            <w:vAlign w:val="bottom"/>
            <w:hideMark/>
          </w:tcPr>
          <w:p w14:paraId="73F7826B" w14:textId="77777777" w:rsidR="00DA0E97" w:rsidRPr="00DA0E97" w:rsidRDefault="00DA0E97" w:rsidP="00DA0E97">
            <w:pPr>
              <w:spacing w:line="240" w:lineRule="auto"/>
              <w:jc w:val="center"/>
              <w:rPr>
                <w:rFonts w:cs="Arial"/>
                <w:sz w:val="16"/>
                <w:szCs w:val="16"/>
                <w:lang w:eastAsia="cs-CZ"/>
              </w:rPr>
            </w:pPr>
            <w:r w:rsidRPr="00DA0E97">
              <w:rPr>
                <w:rFonts w:cs="Arial"/>
                <w:sz w:val="16"/>
                <w:szCs w:val="16"/>
                <w:lang w:eastAsia="cs-CZ"/>
              </w:rPr>
              <w:t> </w:t>
            </w:r>
          </w:p>
        </w:tc>
      </w:tr>
      <w:tr w:rsidR="00DA0E97" w:rsidRPr="00DA0E97" w14:paraId="0038FAEE" w14:textId="77777777" w:rsidTr="005E2C57">
        <w:trPr>
          <w:trHeight w:val="225"/>
        </w:trPr>
        <w:tc>
          <w:tcPr>
            <w:tcW w:w="1120" w:type="dxa"/>
            <w:tcBorders>
              <w:top w:val="nil"/>
              <w:left w:val="single" w:sz="8" w:space="0" w:color="auto"/>
              <w:bottom w:val="nil"/>
              <w:right w:val="nil"/>
            </w:tcBorders>
            <w:shd w:val="clear" w:color="000000" w:fill="FFFFFF"/>
            <w:noWrap/>
            <w:vAlign w:val="bottom"/>
            <w:hideMark/>
          </w:tcPr>
          <w:p w14:paraId="079AA02C" w14:textId="77777777" w:rsidR="00DA0E97" w:rsidRPr="00DA0E97" w:rsidRDefault="00DA0E97" w:rsidP="00DA0E97">
            <w:pPr>
              <w:spacing w:line="240" w:lineRule="auto"/>
              <w:jc w:val="center"/>
              <w:rPr>
                <w:rFonts w:cs="Arial"/>
                <w:sz w:val="16"/>
                <w:szCs w:val="16"/>
                <w:lang w:eastAsia="cs-CZ"/>
              </w:rPr>
            </w:pPr>
            <w:r w:rsidRPr="00DA0E97">
              <w:rPr>
                <w:rFonts w:cs="Arial"/>
                <w:sz w:val="16"/>
                <w:szCs w:val="16"/>
                <w:lang w:eastAsia="cs-CZ"/>
              </w:rPr>
              <w:t> </w:t>
            </w:r>
          </w:p>
        </w:tc>
        <w:tc>
          <w:tcPr>
            <w:tcW w:w="3215" w:type="dxa"/>
            <w:tcBorders>
              <w:top w:val="nil"/>
              <w:left w:val="single" w:sz="8" w:space="0" w:color="auto"/>
              <w:bottom w:val="nil"/>
              <w:right w:val="nil"/>
            </w:tcBorders>
            <w:shd w:val="clear" w:color="000000" w:fill="FFFFFF"/>
            <w:noWrap/>
            <w:vAlign w:val="bottom"/>
            <w:hideMark/>
          </w:tcPr>
          <w:p w14:paraId="51FF7F8A" w14:textId="77777777" w:rsidR="00DA0E97" w:rsidRPr="00DA0E97" w:rsidRDefault="00DA0E97" w:rsidP="00DA0E97">
            <w:pPr>
              <w:spacing w:line="240" w:lineRule="auto"/>
              <w:jc w:val="left"/>
              <w:rPr>
                <w:rFonts w:cs="Arial"/>
                <w:sz w:val="16"/>
                <w:szCs w:val="16"/>
                <w:lang w:eastAsia="cs-CZ"/>
              </w:rPr>
            </w:pPr>
            <w:r w:rsidRPr="00DA0E97">
              <w:rPr>
                <w:rFonts w:cs="Arial"/>
                <w:sz w:val="16"/>
                <w:szCs w:val="16"/>
                <w:lang w:eastAsia="cs-CZ"/>
              </w:rPr>
              <w:t>Napěťová hladina (V)</w:t>
            </w:r>
          </w:p>
        </w:tc>
        <w:tc>
          <w:tcPr>
            <w:tcW w:w="1240" w:type="dxa"/>
            <w:tcBorders>
              <w:top w:val="nil"/>
              <w:left w:val="nil"/>
              <w:bottom w:val="nil"/>
              <w:right w:val="nil"/>
            </w:tcBorders>
            <w:shd w:val="clear" w:color="000000" w:fill="FFFFFF"/>
            <w:noWrap/>
            <w:vAlign w:val="bottom"/>
            <w:hideMark/>
          </w:tcPr>
          <w:p w14:paraId="51CCBCE1" w14:textId="77777777" w:rsidR="00DA0E97" w:rsidRPr="00DA0E97" w:rsidRDefault="00DA0E97" w:rsidP="00DA0E97">
            <w:pPr>
              <w:spacing w:line="240" w:lineRule="auto"/>
              <w:jc w:val="center"/>
              <w:rPr>
                <w:rFonts w:cs="Arial"/>
                <w:sz w:val="16"/>
                <w:szCs w:val="16"/>
                <w:lang w:eastAsia="cs-CZ"/>
              </w:rPr>
            </w:pPr>
            <w:r w:rsidRPr="00DA0E97">
              <w:rPr>
                <w:rFonts w:cs="Arial"/>
                <w:sz w:val="16"/>
                <w:szCs w:val="16"/>
                <w:lang w:eastAsia="cs-CZ"/>
              </w:rPr>
              <w:t>400</w:t>
            </w:r>
          </w:p>
        </w:tc>
        <w:tc>
          <w:tcPr>
            <w:tcW w:w="1003" w:type="dxa"/>
            <w:tcBorders>
              <w:top w:val="nil"/>
              <w:left w:val="nil"/>
              <w:bottom w:val="nil"/>
              <w:right w:val="nil"/>
            </w:tcBorders>
            <w:shd w:val="clear" w:color="000000" w:fill="FFFFFF"/>
            <w:noWrap/>
            <w:vAlign w:val="bottom"/>
            <w:hideMark/>
          </w:tcPr>
          <w:p w14:paraId="3676E539" w14:textId="77777777" w:rsidR="00DA0E97" w:rsidRPr="00DA0E97" w:rsidRDefault="00DA0E97" w:rsidP="00DA0E97">
            <w:pPr>
              <w:spacing w:line="240" w:lineRule="auto"/>
              <w:jc w:val="left"/>
              <w:rPr>
                <w:rFonts w:cs="Arial"/>
                <w:sz w:val="16"/>
                <w:szCs w:val="16"/>
                <w:lang w:eastAsia="cs-CZ"/>
              </w:rPr>
            </w:pPr>
            <w:r w:rsidRPr="00DA0E97">
              <w:rPr>
                <w:rFonts w:cs="Arial"/>
                <w:sz w:val="16"/>
                <w:szCs w:val="16"/>
                <w:lang w:eastAsia="cs-CZ"/>
              </w:rPr>
              <w:t>V</w:t>
            </w:r>
          </w:p>
        </w:tc>
        <w:tc>
          <w:tcPr>
            <w:tcW w:w="1225" w:type="dxa"/>
            <w:tcBorders>
              <w:top w:val="nil"/>
              <w:left w:val="nil"/>
              <w:bottom w:val="nil"/>
              <w:right w:val="single" w:sz="8" w:space="0" w:color="auto"/>
            </w:tcBorders>
            <w:shd w:val="clear" w:color="000000" w:fill="FFFFFF"/>
            <w:noWrap/>
            <w:vAlign w:val="bottom"/>
            <w:hideMark/>
          </w:tcPr>
          <w:p w14:paraId="0A447B40" w14:textId="77777777" w:rsidR="00DA0E97" w:rsidRPr="00DA0E97" w:rsidRDefault="00DA0E97" w:rsidP="00DA0E97">
            <w:pPr>
              <w:spacing w:line="240" w:lineRule="auto"/>
              <w:jc w:val="left"/>
              <w:rPr>
                <w:rFonts w:cs="Arial"/>
                <w:sz w:val="16"/>
                <w:szCs w:val="16"/>
                <w:lang w:eastAsia="cs-CZ"/>
              </w:rPr>
            </w:pPr>
            <w:r w:rsidRPr="00DA0E97">
              <w:rPr>
                <w:rFonts w:cs="Arial"/>
                <w:sz w:val="16"/>
                <w:szCs w:val="16"/>
                <w:lang w:eastAsia="cs-CZ"/>
              </w:rPr>
              <w:t> </w:t>
            </w:r>
          </w:p>
        </w:tc>
      </w:tr>
      <w:tr w:rsidR="00DA0E97" w:rsidRPr="00DA0E97" w14:paraId="1C74B4D1" w14:textId="77777777" w:rsidTr="005E2C57">
        <w:trPr>
          <w:trHeight w:val="225"/>
        </w:trPr>
        <w:tc>
          <w:tcPr>
            <w:tcW w:w="1120" w:type="dxa"/>
            <w:tcBorders>
              <w:top w:val="nil"/>
              <w:left w:val="single" w:sz="8" w:space="0" w:color="auto"/>
              <w:bottom w:val="nil"/>
              <w:right w:val="nil"/>
            </w:tcBorders>
            <w:shd w:val="clear" w:color="000000" w:fill="FFFFFF"/>
            <w:noWrap/>
            <w:vAlign w:val="bottom"/>
            <w:hideMark/>
          </w:tcPr>
          <w:p w14:paraId="24FF242D" w14:textId="77777777" w:rsidR="00DA0E97" w:rsidRPr="00DA0E97" w:rsidRDefault="00DA0E97" w:rsidP="00DA0E97">
            <w:pPr>
              <w:spacing w:line="240" w:lineRule="auto"/>
              <w:jc w:val="center"/>
              <w:rPr>
                <w:rFonts w:cs="Arial"/>
                <w:sz w:val="16"/>
                <w:szCs w:val="16"/>
                <w:lang w:eastAsia="cs-CZ"/>
              </w:rPr>
            </w:pPr>
            <w:r w:rsidRPr="00DA0E97">
              <w:rPr>
                <w:rFonts w:cs="Arial"/>
                <w:sz w:val="16"/>
                <w:szCs w:val="16"/>
                <w:lang w:eastAsia="cs-CZ"/>
              </w:rPr>
              <w:t> </w:t>
            </w:r>
          </w:p>
        </w:tc>
        <w:tc>
          <w:tcPr>
            <w:tcW w:w="3215" w:type="dxa"/>
            <w:tcBorders>
              <w:top w:val="nil"/>
              <w:left w:val="single" w:sz="8" w:space="0" w:color="auto"/>
              <w:bottom w:val="nil"/>
              <w:right w:val="nil"/>
            </w:tcBorders>
            <w:shd w:val="clear" w:color="000000" w:fill="FFFFFF"/>
            <w:noWrap/>
            <w:vAlign w:val="bottom"/>
            <w:hideMark/>
          </w:tcPr>
          <w:p w14:paraId="6B1B902A" w14:textId="77777777" w:rsidR="00DA0E97" w:rsidRPr="00DA0E97" w:rsidRDefault="00DA0E97" w:rsidP="00DA0E97">
            <w:pPr>
              <w:spacing w:line="240" w:lineRule="auto"/>
              <w:jc w:val="left"/>
              <w:rPr>
                <w:rFonts w:cs="Arial"/>
                <w:sz w:val="16"/>
                <w:szCs w:val="16"/>
                <w:lang w:eastAsia="cs-CZ"/>
              </w:rPr>
            </w:pPr>
            <w:r w:rsidRPr="00DA0E97">
              <w:rPr>
                <w:rFonts w:cs="Arial"/>
                <w:sz w:val="16"/>
                <w:szCs w:val="16"/>
                <w:lang w:eastAsia="cs-CZ"/>
              </w:rPr>
              <w:t>Instalovaný příkon Pi (kW)</w:t>
            </w:r>
          </w:p>
        </w:tc>
        <w:tc>
          <w:tcPr>
            <w:tcW w:w="1240" w:type="dxa"/>
            <w:tcBorders>
              <w:top w:val="nil"/>
              <w:left w:val="nil"/>
              <w:bottom w:val="nil"/>
              <w:right w:val="nil"/>
            </w:tcBorders>
            <w:shd w:val="clear" w:color="000000" w:fill="FFFFFF"/>
            <w:noWrap/>
            <w:vAlign w:val="bottom"/>
            <w:hideMark/>
          </w:tcPr>
          <w:p w14:paraId="1B767DDE" w14:textId="06128D61" w:rsidR="00DA0E97" w:rsidRPr="00DA0E97" w:rsidRDefault="00472AC5" w:rsidP="00DA0E97">
            <w:pPr>
              <w:spacing w:line="240" w:lineRule="auto"/>
              <w:jc w:val="center"/>
              <w:rPr>
                <w:rFonts w:cs="Arial"/>
                <w:sz w:val="16"/>
                <w:szCs w:val="16"/>
                <w:lang w:eastAsia="cs-CZ"/>
              </w:rPr>
            </w:pPr>
            <w:r>
              <w:rPr>
                <w:rFonts w:cs="Arial"/>
                <w:sz w:val="16"/>
                <w:szCs w:val="16"/>
                <w:lang w:eastAsia="cs-CZ"/>
              </w:rPr>
              <w:t>57,11</w:t>
            </w:r>
          </w:p>
        </w:tc>
        <w:tc>
          <w:tcPr>
            <w:tcW w:w="1003" w:type="dxa"/>
            <w:tcBorders>
              <w:top w:val="nil"/>
              <w:left w:val="nil"/>
              <w:bottom w:val="nil"/>
              <w:right w:val="nil"/>
            </w:tcBorders>
            <w:shd w:val="clear" w:color="000000" w:fill="FFFFFF"/>
            <w:noWrap/>
            <w:vAlign w:val="bottom"/>
            <w:hideMark/>
          </w:tcPr>
          <w:p w14:paraId="2BC762A0" w14:textId="77777777" w:rsidR="00DA0E97" w:rsidRPr="00DA0E97" w:rsidRDefault="00DA0E97" w:rsidP="00DA0E97">
            <w:pPr>
              <w:spacing w:line="240" w:lineRule="auto"/>
              <w:jc w:val="left"/>
              <w:rPr>
                <w:rFonts w:cs="Arial"/>
                <w:sz w:val="16"/>
                <w:szCs w:val="16"/>
                <w:lang w:eastAsia="cs-CZ"/>
              </w:rPr>
            </w:pPr>
            <w:r w:rsidRPr="00DA0E97">
              <w:rPr>
                <w:rFonts w:cs="Arial"/>
                <w:sz w:val="16"/>
                <w:szCs w:val="16"/>
                <w:lang w:eastAsia="cs-CZ"/>
              </w:rPr>
              <w:t>kW</w:t>
            </w:r>
          </w:p>
        </w:tc>
        <w:tc>
          <w:tcPr>
            <w:tcW w:w="1225" w:type="dxa"/>
            <w:tcBorders>
              <w:top w:val="nil"/>
              <w:left w:val="nil"/>
              <w:bottom w:val="nil"/>
              <w:right w:val="single" w:sz="8" w:space="0" w:color="auto"/>
            </w:tcBorders>
            <w:shd w:val="clear" w:color="000000" w:fill="FFFFFF"/>
            <w:noWrap/>
            <w:vAlign w:val="bottom"/>
            <w:hideMark/>
          </w:tcPr>
          <w:p w14:paraId="1B1F57B7" w14:textId="77777777" w:rsidR="00DA0E97" w:rsidRPr="00DA0E97" w:rsidRDefault="00DA0E97" w:rsidP="00DA0E97">
            <w:pPr>
              <w:spacing w:line="240" w:lineRule="auto"/>
              <w:jc w:val="left"/>
              <w:rPr>
                <w:rFonts w:cs="Arial"/>
                <w:sz w:val="16"/>
                <w:szCs w:val="16"/>
                <w:lang w:eastAsia="cs-CZ"/>
              </w:rPr>
            </w:pPr>
            <w:r w:rsidRPr="00DA0E97">
              <w:rPr>
                <w:rFonts w:cs="Arial"/>
                <w:sz w:val="16"/>
                <w:szCs w:val="16"/>
                <w:lang w:eastAsia="cs-CZ"/>
              </w:rPr>
              <w:t> </w:t>
            </w:r>
          </w:p>
        </w:tc>
      </w:tr>
      <w:tr w:rsidR="00DA0E97" w:rsidRPr="00DA0E97" w14:paraId="3BC3CD82" w14:textId="77777777" w:rsidTr="005E2C57">
        <w:trPr>
          <w:trHeight w:val="225"/>
        </w:trPr>
        <w:tc>
          <w:tcPr>
            <w:tcW w:w="1120" w:type="dxa"/>
            <w:tcBorders>
              <w:top w:val="nil"/>
              <w:left w:val="single" w:sz="8" w:space="0" w:color="auto"/>
              <w:bottom w:val="nil"/>
              <w:right w:val="nil"/>
            </w:tcBorders>
            <w:shd w:val="clear" w:color="000000" w:fill="FFFFFF"/>
            <w:noWrap/>
            <w:vAlign w:val="bottom"/>
            <w:hideMark/>
          </w:tcPr>
          <w:p w14:paraId="44496548" w14:textId="77777777" w:rsidR="00DA0E97" w:rsidRPr="00DA0E97" w:rsidRDefault="00DA0E97" w:rsidP="00DA0E97">
            <w:pPr>
              <w:spacing w:line="240" w:lineRule="auto"/>
              <w:jc w:val="center"/>
              <w:rPr>
                <w:rFonts w:cs="Arial"/>
                <w:sz w:val="16"/>
                <w:szCs w:val="16"/>
                <w:lang w:eastAsia="cs-CZ"/>
              </w:rPr>
            </w:pPr>
            <w:r w:rsidRPr="00DA0E97">
              <w:rPr>
                <w:rFonts w:cs="Arial"/>
                <w:sz w:val="16"/>
                <w:szCs w:val="16"/>
                <w:lang w:eastAsia="cs-CZ"/>
              </w:rPr>
              <w:t> </w:t>
            </w:r>
          </w:p>
        </w:tc>
        <w:tc>
          <w:tcPr>
            <w:tcW w:w="3215" w:type="dxa"/>
            <w:tcBorders>
              <w:top w:val="nil"/>
              <w:left w:val="single" w:sz="8" w:space="0" w:color="auto"/>
              <w:bottom w:val="nil"/>
              <w:right w:val="nil"/>
            </w:tcBorders>
            <w:shd w:val="clear" w:color="000000" w:fill="FFFFFF"/>
            <w:noWrap/>
            <w:vAlign w:val="bottom"/>
            <w:hideMark/>
          </w:tcPr>
          <w:p w14:paraId="4EBF4D34" w14:textId="77777777" w:rsidR="00DA0E97" w:rsidRPr="00DA0E97" w:rsidRDefault="00DA0E97" w:rsidP="00DA0E97">
            <w:pPr>
              <w:spacing w:line="240" w:lineRule="auto"/>
              <w:jc w:val="left"/>
              <w:rPr>
                <w:rFonts w:cs="Arial"/>
                <w:sz w:val="16"/>
                <w:szCs w:val="16"/>
                <w:lang w:eastAsia="cs-CZ"/>
              </w:rPr>
            </w:pPr>
            <w:r w:rsidRPr="00DA0E97">
              <w:rPr>
                <w:rFonts w:cs="Arial"/>
                <w:sz w:val="16"/>
                <w:szCs w:val="16"/>
                <w:lang w:eastAsia="cs-CZ"/>
              </w:rPr>
              <w:t>Celkový koeficient soudobosti βcelk</w:t>
            </w:r>
          </w:p>
        </w:tc>
        <w:tc>
          <w:tcPr>
            <w:tcW w:w="1240" w:type="dxa"/>
            <w:tcBorders>
              <w:top w:val="nil"/>
              <w:left w:val="nil"/>
              <w:bottom w:val="nil"/>
              <w:right w:val="nil"/>
            </w:tcBorders>
            <w:shd w:val="clear" w:color="000000" w:fill="FFFFFF"/>
            <w:noWrap/>
            <w:vAlign w:val="bottom"/>
            <w:hideMark/>
          </w:tcPr>
          <w:p w14:paraId="1C0199C3" w14:textId="5C3F506A" w:rsidR="00DA0E97" w:rsidRPr="00DA0E97" w:rsidRDefault="00472AC5" w:rsidP="00DA0E97">
            <w:pPr>
              <w:spacing w:line="240" w:lineRule="auto"/>
              <w:jc w:val="center"/>
              <w:rPr>
                <w:rFonts w:cs="Arial"/>
                <w:sz w:val="16"/>
                <w:szCs w:val="16"/>
                <w:lang w:eastAsia="cs-CZ"/>
              </w:rPr>
            </w:pPr>
            <w:r>
              <w:rPr>
                <w:rFonts w:cs="Arial"/>
                <w:sz w:val="16"/>
                <w:szCs w:val="16"/>
                <w:lang w:eastAsia="cs-CZ"/>
              </w:rPr>
              <w:t>1,0</w:t>
            </w:r>
          </w:p>
        </w:tc>
        <w:tc>
          <w:tcPr>
            <w:tcW w:w="1003" w:type="dxa"/>
            <w:tcBorders>
              <w:top w:val="nil"/>
              <w:left w:val="nil"/>
              <w:bottom w:val="nil"/>
              <w:right w:val="nil"/>
            </w:tcBorders>
            <w:shd w:val="clear" w:color="000000" w:fill="FFFFFF"/>
            <w:noWrap/>
            <w:vAlign w:val="bottom"/>
            <w:hideMark/>
          </w:tcPr>
          <w:p w14:paraId="04748777" w14:textId="77777777" w:rsidR="00DA0E97" w:rsidRPr="00DA0E97" w:rsidRDefault="00DA0E97" w:rsidP="00DA0E97">
            <w:pPr>
              <w:spacing w:line="240" w:lineRule="auto"/>
              <w:jc w:val="left"/>
              <w:rPr>
                <w:rFonts w:cs="Arial"/>
                <w:sz w:val="16"/>
                <w:szCs w:val="16"/>
                <w:lang w:eastAsia="cs-CZ"/>
              </w:rPr>
            </w:pPr>
            <w:r w:rsidRPr="00DA0E97">
              <w:rPr>
                <w:rFonts w:cs="Arial"/>
                <w:sz w:val="16"/>
                <w:szCs w:val="16"/>
                <w:lang w:eastAsia="cs-CZ"/>
              </w:rPr>
              <w:t> </w:t>
            </w:r>
          </w:p>
        </w:tc>
        <w:tc>
          <w:tcPr>
            <w:tcW w:w="1225" w:type="dxa"/>
            <w:tcBorders>
              <w:top w:val="nil"/>
              <w:left w:val="nil"/>
              <w:bottom w:val="nil"/>
              <w:right w:val="single" w:sz="8" w:space="0" w:color="auto"/>
            </w:tcBorders>
            <w:shd w:val="clear" w:color="000000" w:fill="FFFFFF"/>
            <w:noWrap/>
            <w:vAlign w:val="bottom"/>
            <w:hideMark/>
          </w:tcPr>
          <w:p w14:paraId="057D877F" w14:textId="77777777" w:rsidR="00DA0E97" w:rsidRPr="00DA0E97" w:rsidRDefault="00DA0E97" w:rsidP="00DA0E97">
            <w:pPr>
              <w:spacing w:line="240" w:lineRule="auto"/>
              <w:jc w:val="center"/>
              <w:rPr>
                <w:rFonts w:cs="Arial"/>
                <w:sz w:val="16"/>
                <w:szCs w:val="16"/>
                <w:lang w:eastAsia="cs-CZ"/>
              </w:rPr>
            </w:pPr>
            <w:r w:rsidRPr="00DA0E97">
              <w:rPr>
                <w:rFonts w:cs="Arial"/>
                <w:sz w:val="16"/>
                <w:szCs w:val="16"/>
                <w:lang w:eastAsia="cs-CZ"/>
              </w:rPr>
              <w:t> </w:t>
            </w:r>
          </w:p>
        </w:tc>
      </w:tr>
      <w:tr w:rsidR="00DA0E97" w:rsidRPr="00DA0E97" w14:paraId="1A570BF1" w14:textId="77777777" w:rsidTr="005E2C57">
        <w:trPr>
          <w:trHeight w:val="225"/>
        </w:trPr>
        <w:tc>
          <w:tcPr>
            <w:tcW w:w="1120" w:type="dxa"/>
            <w:tcBorders>
              <w:top w:val="nil"/>
              <w:left w:val="single" w:sz="8" w:space="0" w:color="auto"/>
              <w:bottom w:val="nil"/>
              <w:right w:val="nil"/>
            </w:tcBorders>
            <w:shd w:val="clear" w:color="000000" w:fill="FFFFFF"/>
            <w:noWrap/>
            <w:vAlign w:val="bottom"/>
            <w:hideMark/>
          </w:tcPr>
          <w:p w14:paraId="61AFBACF" w14:textId="77777777" w:rsidR="00DA0E97" w:rsidRPr="00DA0E97" w:rsidRDefault="00DA0E97" w:rsidP="00DA0E97">
            <w:pPr>
              <w:spacing w:line="240" w:lineRule="auto"/>
              <w:jc w:val="center"/>
              <w:rPr>
                <w:rFonts w:cs="Arial"/>
                <w:sz w:val="16"/>
                <w:szCs w:val="16"/>
                <w:lang w:eastAsia="cs-CZ"/>
              </w:rPr>
            </w:pPr>
            <w:r w:rsidRPr="00DA0E97">
              <w:rPr>
                <w:rFonts w:cs="Arial"/>
                <w:sz w:val="16"/>
                <w:szCs w:val="16"/>
                <w:lang w:eastAsia="cs-CZ"/>
              </w:rPr>
              <w:t> </w:t>
            </w:r>
          </w:p>
        </w:tc>
        <w:tc>
          <w:tcPr>
            <w:tcW w:w="3215" w:type="dxa"/>
            <w:tcBorders>
              <w:top w:val="nil"/>
              <w:left w:val="single" w:sz="8" w:space="0" w:color="auto"/>
              <w:bottom w:val="nil"/>
              <w:right w:val="nil"/>
            </w:tcBorders>
            <w:shd w:val="clear" w:color="000000" w:fill="FFFFFF"/>
            <w:noWrap/>
            <w:vAlign w:val="bottom"/>
            <w:hideMark/>
          </w:tcPr>
          <w:p w14:paraId="2D9E7516" w14:textId="77777777" w:rsidR="00DA0E97" w:rsidRPr="00DA0E97" w:rsidRDefault="00DA0E97" w:rsidP="00DA0E97">
            <w:pPr>
              <w:spacing w:line="240" w:lineRule="auto"/>
              <w:jc w:val="left"/>
              <w:rPr>
                <w:rFonts w:cs="Arial"/>
                <w:b/>
                <w:bCs/>
                <w:sz w:val="16"/>
                <w:szCs w:val="16"/>
                <w:lang w:eastAsia="cs-CZ"/>
              </w:rPr>
            </w:pPr>
            <w:r w:rsidRPr="00DA0E97">
              <w:rPr>
                <w:rFonts w:cs="Arial"/>
                <w:b/>
                <w:bCs/>
                <w:sz w:val="16"/>
                <w:szCs w:val="16"/>
                <w:lang w:eastAsia="cs-CZ"/>
              </w:rPr>
              <w:t>Výpočtový příkon Pp (kW)</w:t>
            </w:r>
          </w:p>
        </w:tc>
        <w:tc>
          <w:tcPr>
            <w:tcW w:w="1240" w:type="dxa"/>
            <w:tcBorders>
              <w:top w:val="nil"/>
              <w:left w:val="nil"/>
              <w:bottom w:val="nil"/>
              <w:right w:val="nil"/>
            </w:tcBorders>
            <w:shd w:val="clear" w:color="000000" w:fill="FFFFFF"/>
            <w:noWrap/>
            <w:vAlign w:val="bottom"/>
            <w:hideMark/>
          </w:tcPr>
          <w:p w14:paraId="32FE9752" w14:textId="59F1B987" w:rsidR="00DA0E97" w:rsidRPr="00DA0E97" w:rsidRDefault="00472AC5" w:rsidP="00DA0E97">
            <w:pPr>
              <w:spacing w:line="240" w:lineRule="auto"/>
              <w:jc w:val="center"/>
              <w:rPr>
                <w:rFonts w:cs="Arial"/>
                <w:b/>
                <w:bCs/>
                <w:sz w:val="16"/>
                <w:szCs w:val="16"/>
                <w:lang w:eastAsia="cs-CZ"/>
              </w:rPr>
            </w:pPr>
            <w:r>
              <w:rPr>
                <w:rFonts w:cs="Arial"/>
                <w:b/>
                <w:bCs/>
                <w:sz w:val="16"/>
                <w:szCs w:val="16"/>
                <w:lang w:eastAsia="cs-CZ"/>
              </w:rPr>
              <w:t>57,11</w:t>
            </w:r>
          </w:p>
        </w:tc>
        <w:tc>
          <w:tcPr>
            <w:tcW w:w="1003" w:type="dxa"/>
            <w:tcBorders>
              <w:top w:val="nil"/>
              <w:left w:val="nil"/>
              <w:bottom w:val="nil"/>
              <w:right w:val="nil"/>
            </w:tcBorders>
            <w:shd w:val="clear" w:color="000000" w:fill="FFFFFF"/>
            <w:noWrap/>
            <w:vAlign w:val="bottom"/>
            <w:hideMark/>
          </w:tcPr>
          <w:p w14:paraId="6C0005D2" w14:textId="77777777" w:rsidR="00DA0E97" w:rsidRPr="00DA0E97" w:rsidRDefault="00DA0E97" w:rsidP="00DA0E97">
            <w:pPr>
              <w:spacing w:line="240" w:lineRule="auto"/>
              <w:jc w:val="left"/>
              <w:rPr>
                <w:rFonts w:cs="Arial"/>
                <w:sz w:val="16"/>
                <w:szCs w:val="16"/>
                <w:lang w:eastAsia="cs-CZ"/>
              </w:rPr>
            </w:pPr>
            <w:r w:rsidRPr="00DA0E97">
              <w:rPr>
                <w:rFonts w:cs="Arial"/>
                <w:sz w:val="16"/>
                <w:szCs w:val="16"/>
                <w:lang w:eastAsia="cs-CZ"/>
              </w:rPr>
              <w:t>kW</w:t>
            </w:r>
          </w:p>
        </w:tc>
        <w:tc>
          <w:tcPr>
            <w:tcW w:w="1225" w:type="dxa"/>
            <w:tcBorders>
              <w:top w:val="nil"/>
              <w:left w:val="nil"/>
              <w:bottom w:val="nil"/>
              <w:right w:val="single" w:sz="8" w:space="0" w:color="auto"/>
            </w:tcBorders>
            <w:shd w:val="clear" w:color="000000" w:fill="FFFFFF"/>
            <w:noWrap/>
            <w:vAlign w:val="bottom"/>
            <w:hideMark/>
          </w:tcPr>
          <w:p w14:paraId="57EC2BBE" w14:textId="77777777" w:rsidR="00DA0E97" w:rsidRPr="00DA0E97" w:rsidRDefault="00DA0E97" w:rsidP="00DA0E97">
            <w:pPr>
              <w:spacing w:line="240" w:lineRule="auto"/>
              <w:jc w:val="center"/>
              <w:rPr>
                <w:rFonts w:cs="Arial"/>
                <w:sz w:val="16"/>
                <w:szCs w:val="16"/>
                <w:lang w:eastAsia="cs-CZ"/>
              </w:rPr>
            </w:pPr>
            <w:r w:rsidRPr="00DA0E97">
              <w:rPr>
                <w:rFonts w:cs="Arial"/>
                <w:sz w:val="16"/>
                <w:szCs w:val="16"/>
                <w:lang w:eastAsia="cs-CZ"/>
              </w:rPr>
              <w:t> </w:t>
            </w:r>
          </w:p>
        </w:tc>
      </w:tr>
      <w:tr w:rsidR="00DA0E97" w:rsidRPr="00DA0E97" w14:paraId="76DD4C73" w14:textId="77777777" w:rsidTr="005E2C57">
        <w:trPr>
          <w:trHeight w:val="225"/>
        </w:trPr>
        <w:tc>
          <w:tcPr>
            <w:tcW w:w="1120" w:type="dxa"/>
            <w:tcBorders>
              <w:top w:val="nil"/>
              <w:left w:val="single" w:sz="8" w:space="0" w:color="auto"/>
              <w:bottom w:val="nil"/>
              <w:right w:val="nil"/>
            </w:tcBorders>
            <w:shd w:val="clear" w:color="000000" w:fill="FFFFFF"/>
            <w:noWrap/>
            <w:vAlign w:val="bottom"/>
            <w:hideMark/>
          </w:tcPr>
          <w:p w14:paraId="1871CFF4" w14:textId="77777777" w:rsidR="00DA0E97" w:rsidRPr="00DA0E97" w:rsidRDefault="00DA0E97" w:rsidP="00DA0E97">
            <w:pPr>
              <w:spacing w:line="240" w:lineRule="auto"/>
              <w:jc w:val="center"/>
              <w:rPr>
                <w:rFonts w:cs="Arial"/>
                <w:sz w:val="16"/>
                <w:szCs w:val="16"/>
                <w:lang w:eastAsia="cs-CZ"/>
              </w:rPr>
            </w:pPr>
            <w:r w:rsidRPr="00DA0E97">
              <w:rPr>
                <w:rFonts w:cs="Arial"/>
                <w:sz w:val="16"/>
                <w:szCs w:val="16"/>
                <w:lang w:eastAsia="cs-CZ"/>
              </w:rPr>
              <w:t> </w:t>
            </w:r>
          </w:p>
        </w:tc>
        <w:tc>
          <w:tcPr>
            <w:tcW w:w="3215" w:type="dxa"/>
            <w:tcBorders>
              <w:top w:val="nil"/>
              <w:left w:val="single" w:sz="8" w:space="0" w:color="auto"/>
              <w:bottom w:val="nil"/>
              <w:right w:val="nil"/>
            </w:tcBorders>
            <w:shd w:val="clear" w:color="000000" w:fill="FFFFFF"/>
            <w:noWrap/>
            <w:vAlign w:val="bottom"/>
            <w:hideMark/>
          </w:tcPr>
          <w:p w14:paraId="61438E58" w14:textId="77777777" w:rsidR="00DA0E97" w:rsidRPr="00DA0E97" w:rsidRDefault="00DA0E97" w:rsidP="00DA0E97">
            <w:pPr>
              <w:spacing w:line="240" w:lineRule="auto"/>
              <w:jc w:val="left"/>
              <w:rPr>
                <w:rFonts w:cs="Arial"/>
                <w:sz w:val="16"/>
                <w:szCs w:val="16"/>
                <w:lang w:eastAsia="cs-CZ"/>
              </w:rPr>
            </w:pPr>
            <w:r w:rsidRPr="00DA0E97">
              <w:rPr>
                <w:rFonts w:cs="Arial"/>
                <w:sz w:val="16"/>
                <w:szCs w:val="16"/>
                <w:lang w:eastAsia="cs-CZ"/>
              </w:rPr>
              <w:t>Hodnota proudu dle výpočtového příkonu (A)</w:t>
            </w:r>
          </w:p>
        </w:tc>
        <w:tc>
          <w:tcPr>
            <w:tcW w:w="1240" w:type="dxa"/>
            <w:tcBorders>
              <w:top w:val="nil"/>
              <w:left w:val="nil"/>
              <w:bottom w:val="nil"/>
              <w:right w:val="nil"/>
            </w:tcBorders>
            <w:shd w:val="clear" w:color="000000" w:fill="FFFFFF"/>
            <w:noWrap/>
            <w:vAlign w:val="bottom"/>
            <w:hideMark/>
          </w:tcPr>
          <w:p w14:paraId="77B8A37A" w14:textId="700DD85E" w:rsidR="00DA0E97" w:rsidRPr="00DA0E97" w:rsidRDefault="00587F85" w:rsidP="00DA0E97">
            <w:pPr>
              <w:spacing w:line="240" w:lineRule="auto"/>
              <w:jc w:val="center"/>
              <w:rPr>
                <w:rFonts w:cs="Arial"/>
                <w:sz w:val="16"/>
                <w:szCs w:val="16"/>
                <w:lang w:eastAsia="cs-CZ"/>
              </w:rPr>
            </w:pPr>
            <w:r>
              <w:rPr>
                <w:rFonts w:cs="Arial"/>
                <w:sz w:val="16"/>
                <w:szCs w:val="16"/>
                <w:lang w:eastAsia="cs-CZ"/>
              </w:rPr>
              <w:t>86,8</w:t>
            </w:r>
          </w:p>
        </w:tc>
        <w:tc>
          <w:tcPr>
            <w:tcW w:w="1003" w:type="dxa"/>
            <w:tcBorders>
              <w:top w:val="nil"/>
              <w:left w:val="nil"/>
              <w:bottom w:val="nil"/>
              <w:right w:val="nil"/>
            </w:tcBorders>
            <w:shd w:val="clear" w:color="000000" w:fill="FFFFFF"/>
            <w:noWrap/>
            <w:vAlign w:val="bottom"/>
            <w:hideMark/>
          </w:tcPr>
          <w:p w14:paraId="0164738A" w14:textId="77777777" w:rsidR="00DA0E97" w:rsidRPr="00DA0E97" w:rsidRDefault="00DA0E97" w:rsidP="00DA0E97">
            <w:pPr>
              <w:spacing w:line="240" w:lineRule="auto"/>
              <w:jc w:val="left"/>
              <w:rPr>
                <w:rFonts w:cs="Arial"/>
                <w:sz w:val="16"/>
                <w:szCs w:val="16"/>
                <w:lang w:eastAsia="cs-CZ"/>
              </w:rPr>
            </w:pPr>
            <w:r w:rsidRPr="00DA0E97">
              <w:rPr>
                <w:rFonts w:cs="Arial"/>
                <w:sz w:val="16"/>
                <w:szCs w:val="16"/>
                <w:lang w:eastAsia="cs-CZ"/>
              </w:rPr>
              <w:t>A</w:t>
            </w:r>
          </w:p>
        </w:tc>
        <w:tc>
          <w:tcPr>
            <w:tcW w:w="1225" w:type="dxa"/>
            <w:tcBorders>
              <w:top w:val="nil"/>
              <w:left w:val="nil"/>
              <w:bottom w:val="nil"/>
              <w:right w:val="single" w:sz="8" w:space="0" w:color="auto"/>
            </w:tcBorders>
            <w:shd w:val="clear" w:color="000000" w:fill="FFFFFF"/>
            <w:noWrap/>
            <w:vAlign w:val="bottom"/>
            <w:hideMark/>
          </w:tcPr>
          <w:p w14:paraId="05B11E1F" w14:textId="77777777" w:rsidR="00DA0E97" w:rsidRPr="00DA0E97" w:rsidRDefault="00DA0E97" w:rsidP="00DA0E97">
            <w:pPr>
              <w:spacing w:line="240" w:lineRule="auto"/>
              <w:jc w:val="center"/>
              <w:rPr>
                <w:rFonts w:cs="Arial"/>
                <w:b/>
                <w:bCs/>
                <w:sz w:val="16"/>
                <w:szCs w:val="16"/>
                <w:lang w:eastAsia="cs-CZ"/>
              </w:rPr>
            </w:pPr>
            <w:r w:rsidRPr="00DA0E97">
              <w:rPr>
                <w:rFonts w:cs="Arial"/>
                <w:b/>
                <w:bCs/>
                <w:sz w:val="16"/>
                <w:szCs w:val="16"/>
                <w:lang w:eastAsia="cs-CZ"/>
              </w:rPr>
              <w:t> </w:t>
            </w:r>
          </w:p>
        </w:tc>
      </w:tr>
      <w:tr w:rsidR="00DA0E97" w:rsidRPr="00DA0E97" w14:paraId="47EBE999" w14:textId="77777777" w:rsidTr="005E2C57">
        <w:trPr>
          <w:trHeight w:val="225"/>
        </w:trPr>
        <w:tc>
          <w:tcPr>
            <w:tcW w:w="1120" w:type="dxa"/>
            <w:tcBorders>
              <w:top w:val="nil"/>
              <w:left w:val="single" w:sz="8" w:space="0" w:color="auto"/>
              <w:bottom w:val="nil"/>
              <w:right w:val="nil"/>
            </w:tcBorders>
            <w:shd w:val="clear" w:color="000000" w:fill="FFFFFF"/>
            <w:noWrap/>
            <w:vAlign w:val="bottom"/>
            <w:hideMark/>
          </w:tcPr>
          <w:p w14:paraId="22CABE2A" w14:textId="77777777" w:rsidR="00DA0E97" w:rsidRPr="00DA0E97" w:rsidRDefault="00DA0E97" w:rsidP="00DA0E97">
            <w:pPr>
              <w:spacing w:line="240" w:lineRule="auto"/>
              <w:jc w:val="center"/>
              <w:rPr>
                <w:rFonts w:cs="Arial"/>
                <w:sz w:val="16"/>
                <w:szCs w:val="16"/>
                <w:lang w:eastAsia="cs-CZ"/>
              </w:rPr>
            </w:pPr>
            <w:r w:rsidRPr="00DA0E97">
              <w:rPr>
                <w:rFonts w:cs="Arial"/>
                <w:sz w:val="16"/>
                <w:szCs w:val="16"/>
                <w:lang w:eastAsia="cs-CZ"/>
              </w:rPr>
              <w:t> </w:t>
            </w:r>
          </w:p>
        </w:tc>
        <w:tc>
          <w:tcPr>
            <w:tcW w:w="3215" w:type="dxa"/>
            <w:tcBorders>
              <w:top w:val="nil"/>
              <w:left w:val="single" w:sz="8" w:space="0" w:color="auto"/>
              <w:bottom w:val="nil"/>
              <w:right w:val="nil"/>
            </w:tcBorders>
            <w:shd w:val="clear" w:color="000000" w:fill="FFFFFF"/>
            <w:noWrap/>
            <w:vAlign w:val="bottom"/>
            <w:hideMark/>
          </w:tcPr>
          <w:p w14:paraId="56EE1883" w14:textId="77777777" w:rsidR="00DA0E97" w:rsidRPr="00DA0E97" w:rsidRDefault="00DA0E97" w:rsidP="00DA0E97">
            <w:pPr>
              <w:spacing w:line="240" w:lineRule="auto"/>
              <w:jc w:val="left"/>
              <w:rPr>
                <w:rFonts w:cs="Arial"/>
                <w:sz w:val="16"/>
                <w:szCs w:val="16"/>
                <w:lang w:eastAsia="cs-CZ"/>
              </w:rPr>
            </w:pPr>
            <w:r w:rsidRPr="00DA0E97">
              <w:rPr>
                <w:rFonts w:cs="Arial"/>
                <w:sz w:val="16"/>
                <w:szCs w:val="16"/>
                <w:lang w:eastAsia="cs-CZ"/>
              </w:rPr>
              <w:t>Požadovaný jistič před elektroměrem</w:t>
            </w:r>
          </w:p>
        </w:tc>
        <w:tc>
          <w:tcPr>
            <w:tcW w:w="1240" w:type="dxa"/>
            <w:tcBorders>
              <w:top w:val="nil"/>
              <w:left w:val="nil"/>
              <w:bottom w:val="nil"/>
              <w:right w:val="nil"/>
            </w:tcBorders>
            <w:shd w:val="clear" w:color="000000" w:fill="FFFFFF"/>
            <w:noWrap/>
            <w:vAlign w:val="bottom"/>
            <w:hideMark/>
          </w:tcPr>
          <w:p w14:paraId="072F4FD5" w14:textId="27FADF92" w:rsidR="00DA0E97" w:rsidRPr="00DA0E97" w:rsidRDefault="00DA0E97" w:rsidP="00DA0E97">
            <w:pPr>
              <w:spacing w:line="240" w:lineRule="auto"/>
              <w:jc w:val="center"/>
              <w:rPr>
                <w:rFonts w:cs="Arial"/>
                <w:b/>
                <w:bCs/>
                <w:sz w:val="16"/>
                <w:szCs w:val="16"/>
                <w:lang w:eastAsia="cs-CZ"/>
              </w:rPr>
            </w:pPr>
            <w:r w:rsidRPr="00DA0E97">
              <w:rPr>
                <w:rFonts w:cs="Arial"/>
                <w:b/>
                <w:bCs/>
                <w:sz w:val="16"/>
                <w:szCs w:val="16"/>
                <w:lang w:eastAsia="cs-CZ"/>
              </w:rPr>
              <w:t>3f/</w:t>
            </w:r>
            <w:r w:rsidR="00587F85">
              <w:rPr>
                <w:rFonts w:cs="Arial"/>
                <w:b/>
                <w:bCs/>
                <w:sz w:val="16"/>
                <w:szCs w:val="16"/>
                <w:lang w:eastAsia="cs-CZ"/>
              </w:rPr>
              <w:t>100</w:t>
            </w:r>
            <w:r w:rsidRPr="00DA0E97">
              <w:rPr>
                <w:rFonts w:cs="Arial"/>
                <w:b/>
                <w:bCs/>
                <w:sz w:val="16"/>
                <w:szCs w:val="16"/>
                <w:lang w:eastAsia="cs-CZ"/>
              </w:rPr>
              <w:t>A</w:t>
            </w:r>
          </w:p>
        </w:tc>
        <w:tc>
          <w:tcPr>
            <w:tcW w:w="1003" w:type="dxa"/>
            <w:tcBorders>
              <w:top w:val="nil"/>
              <w:left w:val="nil"/>
              <w:bottom w:val="nil"/>
              <w:right w:val="nil"/>
            </w:tcBorders>
            <w:shd w:val="clear" w:color="000000" w:fill="FFFFFF"/>
            <w:noWrap/>
            <w:vAlign w:val="bottom"/>
            <w:hideMark/>
          </w:tcPr>
          <w:p w14:paraId="3D16439E" w14:textId="77777777" w:rsidR="00DA0E97" w:rsidRPr="00DA0E97" w:rsidRDefault="00DA0E97" w:rsidP="00DA0E97">
            <w:pPr>
              <w:spacing w:line="240" w:lineRule="auto"/>
              <w:jc w:val="left"/>
              <w:rPr>
                <w:rFonts w:cs="Arial"/>
                <w:sz w:val="16"/>
                <w:szCs w:val="16"/>
                <w:lang w:eastAsia="cs-CZ"/>
              </w:rPr>
            </w:pPr>
            <w:r w:rsidRPr="00DA0E97">
              <w:rPr>
                <w:rFonts w:cs="Arial"/>
                <w:sz w:val="16"/>
                <w:szCs w:val="16"/>
                <w:lang w:eastAsia="cs-CZ"/>
              </w:rPr>
              <w:t>A</w:t>
            </w:r>
          </w:p>
        </w:tc>
        <w:tc>
          <w:tcPr>
            <w:tcW w:w="1225" w:type="dxa"/>
            <w:tcBorders>
              <w:top w:val="nil"/>
              <w:left w:val="nil"/>
              <w:bottom w:val="nil"/>
              <w:right w:val="single" w:sz="8" w:space="0" w:color="auto"/>
            </w:tcBorders>
            <w:shd w:val="clear" w:color="000000" w:fill="FFFFFF"/>
            <w:noWrap/>
            <w:vAlign w:val="bottom"/>
            <w:hideMark/>
          </w:tcPr>
          <w:p w14:paraId="1A2CE8CE" w14:textId="77777777" w:rsidR="00DA0E97" w:rsidRPr="00DA0E97" w:rsidRDefault="00DA0E97" w:rsidP="00DA0E97">
            <w:pPr>
              <w:spacing w:line="240" w:lineRule="auto"/>
              <w:jc w:val="center"/>
              <w:rPr>
                <w:rFonts w:cs="Arial"/>
                <w:b/>
                <w:bCs/>
                <w:sz w:val="16"/>
                <w:szCs w:val="16"/>
                <w:lang w:eastAsia="cs-CZ"/>
              </w:rPr>
            </w:pPr>
            <w:r w:rsidRPr="00DA0E97">
              <w:rPr>
                <w:rFonts w:cs="Arial"/>
                <w:b/>
                <w:bCs/>
                <w:sz w:val="16"/>
                <w:szCs w:val="16"/>
                <w:lang w:eastAsia="cs-CZ"/>
              </w:rPr>
              <w:t> </w:t>
            </w:r>
          </w:p>
        </w:tc>
      </w:tr>
      <w:tr w:rsidR="00DA0E97" w:rsidRPr="00DA0E97" w14:paraId="135579B8" w14:textId="77777777" w:rsidTr="005E2C57">
        <w:trPr>
          <w:trHeight w:val="240"/>
        </w:trPr>
        <w:tc>
          <w:tcPr>
            <w:tcW w:w="1120" w:type="dxa"/>
            <w:tcBorders>
              <w:top w:val="nil"/>
              <w:left w:val="single" w:sz="8" w:space="0" w:color="auto"/>
              <w:bottom w:val="single" w:sz="8" w:space="0" w:color="auto"/>
              <w:right w:val="nil"/>
            </w:tcBorders>
            <w:shd w:val="clear" w:color="000000" w:fill="FFFFFF"/>
            <w:noWrap/>
            <w:vAlign w:val="bottom"/>
            <w:hideMark/>
          </w:tcPr>
          <w:p w14:paraId="406D665A" w14:textId="77777777" w:rsidR="00DA0E97" w:rsidRPr="00DA0E97" w:rsidRDefault="00DA0E97" w:rsidP="00DA0E97">
            <w:pPr>
              <w:spacing w:line="240" w:lineRule="auto"/>
              <w:jc w:val="center"/>
              <w:rPr>
                <w:rFonts w:cs="Arial"/>
                <w:sz w:val="16"/>
                <w:szCs w:val="16"/>
                <w:lang w:eastAsia="cs-CZ"/>
              </w:rPr>
            </w:pPr>
            <w:r w:rsidRPr="00DA0E97">
              <w:rPr>
                <w:rFonts w:cs="Arial"/>
                <w:sz w:val="16"/>
                <w:szCs w:val="16"/>
                <w:lang w:eastAsia="cs-CZ"/>
              </w:rPr>
              <w:t> </w:t>
            </w:r>
          </w:p>
        </w:tc>
        <w:tc>
          <w:tcPr>
            <w:tcW w:w="3215" w:type="dxa"/>
            <w:tcBorders>
              <w:top w:val="nil"/>
              <w:left w:val="single" w:sz="8" w:space="0" w:color="auto"/>
              <w:bottom w:val="single" w:sz="8" w:space="0" w:color="auto"/>
              <w:right w:val="nil"/>
            </w:tcBorders>
            <w:shd w:val="clear" w:color="000000" w:fill="FFFFFF"/>
            <w:noWrap/>
            <w:vAlign w:val="bottom"/>
            <w:hideMark/>
          </w:tcPr>
          <w:p w14:paraId="3FFC6762" w14:textId="77777777" w:rsidR="00DA0E97" w:rsidRPr="00DA0E97" w:rsidRDefault="00DA0E97" w:rsidP="00DA0E97">
            <w:pPr>
              <w:spacing w:line="240" w:lineRule="auto"/>
              <w:jc w:val="left"/>
              <w:rPr>
                <w:rFonts w:cs="Arial"/>
                <w:sz w:val="16"/>
                <w:szCs w:val="16"/>
                <w:lang w:eastAsia="cs-CZ"/>
              </w:rPr>
            </w:pPr>
            <w:r w:rsidRPr="00DA0E97">
              <w:rPr>
                <w:rFonts w:cs="Arial"/>
                <w:sz w:val="16"/>
                <w:szCs w:val="16"/>
                <w:lang w:eastAsia="cs-CZ"/>
              </w:rPr>
              <w:t>Předpokládaná roční odebraná práce</w:t>
            </w:r>
          </w:p>
        </w:tc>
        <w:tc>
          <w:tcPr>
            <w:tcW w:w="1240" w:type="dxa"/>
            <w:tcBorders>
              <w:top w:val="nil"/>
              <w:left w:val="nil"/>
              <w:bottom w:val="single" w:sz="8" w:space="0" w:color="auto"/>
              <w:right w:val="nil"/>
            </w:tcBorders>
            <w:shd w:val="clear" w:color="000000" w:fill="FFFFFF"/>
            <w:noWrap/>
            <w:vAlign w:val="bottom"/>
            <w:hideMark/>
          </w:tcPr>
          <w:p w14:paraId="5116E887" w14:textId="0DC9C580" w:rsidR="00DA0E97" w:rsidRPr="00DA0E97" w:rsidRDefault="00587F85" w:rsidP="00DA0E97">
            <w:pPr>
              <w:spacing w:line="240" w:lineRule="auto"/>
              <w:jc w:val="center"/>
              <w:rPr>
                <w:rFonts w:cs="Arial"/>
                <w:b/>
                <w:bCs/>
                <w:sz w:val="16"/>
                <w:szCs w:val="16"/>
                <w:lang w:eastAsia="cs-CZ"/>
              </w:rPr>
            </w:pPr>
            <w:r>
              <w:rPr>
                <w:rFonts w:cs="Arial"/>
                <w:b/>
                <w:bCs/>
                <w:sz w:val="16"/>
                <w:szCs w:val="16"/>
                <w:lang w:eastAsia="cs-CZ"/>
              </w:rPr>
              <w:t>118795,04</w:t>
            </w:r>
          </w:p>
        </w:tc>
        <w:tc>
          <w:tcPr>
            <w:tcW w:w="1003" w:type="dxa"/>
            <w:tcBorders>
              <w:top w:val="nil"/>
              <w:left w:val="nil"/>
              <w:bottom w:val="single" w:sz="8" w:space="0" w:color="auto"/>
              <w:right w:val="nil"/>
            </w:tcBorders>
            <w:shd w:val="clear" w:color="000000" w:fill="FFFFFF"/>
            <w:noWrap/>
            <w:vAlign w:val="bottom"/>
            <w:hideMark/>
          </w:tcPr>
          <w:p w14:paraId="76E35948" w14:textId="77777777" w:rsidR="00DA0E97" w:rsidRPr="00DA0E97" w:rsidRDefault="00DA0E97" w:rsidP="00DA0E97">
            <w:pPr>
              <w:spacing w:line="240" w:lineRule="auto"/>
              <w:jc w:val="left"/>
              <w:rPr>
                <w:rFonts w:cs="Arial"/>
                <w:sz w:val="16"/>
                <w:szCs w:val="16"/>
                <w:lang w:eastAsia="cs-CZ"/>
              </w:rPr>
            </w:pPr>
            <w:r w:rsidRPr="00DA0E97">
              <w:rPr>
                <w:rFonts w:cs="Arial"/>
                <w:sz w:val="16"/>
                <w:szCs w:val="16"/>
                <w:lang w:eastAsia="cs-CZ"/>
              </w:rPr>
              <w:t>kWh</w:t>
            </w:r>
          </w:p>
        </w:tc>
        <w:tc>
          <w:tcPr>
            <w:tcW w:w="1225" w:type="dxa"/>
            <w:tcBorders>
              <w:top w:val="nil"/>
              <w:left w:val="nil"/>
              <w:bottom w:val="single" w:sz="8" w:space="0" w:color="auto"/>
              <w:right w:val="single" w:sz="8" w:space="0" w:color="auto"/>
            </w:tcBorders>
            <w:shd w:val="clear" w:color="000000" w:fill="FFFFFF"/>
            <w:noWrap/>
            <w:vAlign w:val="bottom"/>
            <w:hideMark/>
          </w:tcPr>
          <w:p w14:paraId="0AE521FC" w14:textId="77777777" w:rsidR="00DA0E97" w:rsidRPr="00DA0E97" w:rsidRDefault="00DA0E97" w:rsidP="00DA0E97">
            <w:pPr>
              <w:spacing w:line="240" w:lineRule="auto"/>
              <w:jc w:val="center"/>
              <w:rPr>
                <w:rFonts w:cs="Arial"/>
                <w:b/>
                <w:bCs/>
                <w:sz w:val="16"/>
                <w:szCs w:val="16"/>
                <w:lang w:eastAsia="cs-CZ"/>
              </w:rPr>
            </w:pPr>
            <w:r w:rsidRPr="00DA0E97">
              <w:rPr>
                <w:rFonts w:cs="Arial"/>
                <w:b/>
                <w:bCs/>
                <w:sz w:val="16"/>
                <w:szCs w:val="16"/>
                <w:lang w:eastAsia="cs-CZ"/>
              </w:rPr>
              <w:t> </w:t>
            </w:r>
          </w:p>
        </w:tc>
      </w:tr>
    </w:tbl>
    <w:p w14:paraId="512B5206" w14:textId="77777777" w:rsidR="00DA0E97" w:rsidRDefault="00DA0E97" w:rsidP="005F25CE">
      <w:pPr>
        <w:pStyle w:val="TPOOdstavec"/>
        <w:rPr>
          <w:rFonts w:ascii="Arial" w:hAnsi="Arial"/>
          <w:sz w:val="19"/>
          <w:szCs w:val="24"/>
          <w:lang w:eastAsia="en-US"/>
        </w:rPr>
      </w:pPr>
    </w:p>
    <w:p w14:paraId="19ADABFF" w14:textId="77777777" w:rsidR="00DA669C" w:rsidRPr="008F61D8" w:rsidRDefault="00DA669C" w:rsidP="002C2C56"/>
    <w:p w14:paraId="5D16FF20" w14:textId="4737E077" w:rsidR="00F64463" w:rsidRPr="008F61D8" w:rsidRDefault="00F64463" w:rsidP="00F64463">
      <w:pPr>
        <w:pStyle w:val="Nadpis2"/>
      </w:pPr>
      <w:bookmarkStart w:id="12" w:name="_Toc325548126"/>
      <w:bookmarkStart w:id="13" w:name="_Toc26181001"/>
      <w:r w:rsidRPr="008F61D8">
        <w:t>Napájení elektrickou energií a připojení na veřejnou distribuční síť</w:t>
      </w:r>
      <w:bookmarkEnd w:id="12"/>
      <w:bookmarkEnd w:id="13"/>
    </w:p>
    <w:p w14:paraId="564661A4" w14:textId="77777777" w:rsidR="00613E95" w:rsidRPr="008F61D8" w:rsidRDefault="00613E95" w:rsidP="00613E95">
      <w:pPr>
        <w:pStyle w:val="TPOOdstavec"/>
        <w:rPr>
          <w:rFonts w:ascii="Arial" w:hAnsi="Arial"/>
          <w:sz w:val="19"/>
          <w:szCs w:val="24"/>
          <w:lang w:eastAsia="en-US"/>
        </w:rPr>
      </w:pPr>
    </w:p>
    <w:p w14:paraId="60A75298" w14:textId="13B949F5" w:rsidR="00DA35AE" w:rsidRDefault="00F219E0" w:rsidP="00613E95">
      <w:pPr>
        <w:spacing w:after="120"/>
      </w:pPr>
      <w:r>
        <w:t xml:space="preserve">Technologie simulátoru </w:t>
      </w:r>
      <w:r w:rsidR="00D862EB">
        <w:t xml:space="preserve">bude napojen na </w:t>
      </w:r>
      <w:r w:rsidR="003D26F5">
        <w:t xml:space="preserve">rozvodnou soustavu areálu vozovny Ostrava – Poruba. V průběhu stavby bude </w:t>
      </w:r>
      <w:r w:rsidR="00201542">
        <w:t>určen</w:t>
      </w:r>
      <w:r w:rsidR="00787982">
        <w:t xml:space="preserve">o vhodné </w:t>
      </w:r>
      <w:r w:rsidR="00201542">
        <w:t xml:space="preserve">napojovací místo </w:t>
      </w:r>
      <w:r w:rsidR="006F6E14">
        <w:t>el. energie. V určeném rozváděči bude instalován nov</w:t>
      </w:r>
      <w:r w:rsidR="00862489">
        <w:t xml:space="preserve">ý jistič B100/3 k napojení nového rozváděče RM1 </w:t>
      </w:r>
      <w:r w:rsidR="00DA35AE">
        <w:t>kabelem CYKY-J 3x35+25.</w:t>
      </w:r>
    </w:p>
    <w:p w14:paraId="37DD8EAA" w14:textId="4FABF155" w:rsidR="00941E55" w:rsidRPr="00941E55" w:rsidRDefault="00941E55" w:rsidP="005C2BCA">
      <w:pPr>
        <w:pStyle w:val="Bezmezer"/>
        <w:spacing w:line="280" w:lineRule="exact"/>
        <w:rPr>
          <w:rFonts w:ascii="Arial" w:eastAsia="Times New Roman" w:hAnsi="Arial" w:cs="Times New Roman"/>
          <w:sz w:val="19"/>
          <w:szCs w:val="24"/>
        </w:rPr>
      </w:pPr>
      <w:r>
        <w:rPr>
          <w:rFonts w:ascii="Arial" w:eastAsia="Times New Roman" w:hAnsi="Arial" w:cs="Times New Roman"/>
          <w:sz w:val="19"/>
          <w:szCs w:val="24"/>
        </w:rPr>
        <w:t xml:space="preserve">V místnosti </w:t>
      </w:r>
      <w:r w:rsidR="005C2BCA">
        <w:rPr>
          <w:rFonts w:ascii="Arial" w:eastAsia="Times New Roman" w:hAnsi="Arial" w:cs="Times New Roman"/>
          <w:sz w:val="19"/>
          <w:szCs w:val="24"/>
        </w:rPr>
        <w:t xml:space="preserve">simulátoru je instalovaný stávající rozváděč </w:t>
      </w:r>
      <w:r w:rsidR="00870B4D">
        <w:rPr>
          <w:rFonts w:ascii="Arial" w:eastAsia="Times New Roman" w:hAnsi="Arial" w:cs="Times New Roman"/>
          <w:sz w:val="19"/>
          <w:szCs w:val="24"/>
        </w:rPr>
        <w:t xml:space="preserve">RS1 </w:t>
      </w:r>
      <w:r w:rsidR="005C2BCA">
        <w:rPr>
          <w:rFonts w:ascii="Arial" w:eastAsia="Times New Roman" w:hAnsi="Arial" w:cs="Times New Roman"/>
          <w:sz w:val="19"/>
          <w:szCs w:val="24"/>
        </w:rPr>
        <w:t>s h</w:t>
      </w:r>
      <w:r w:rsidR="00BA6C5F">
        <w:rPr>
          <w:rFonts w:ascii="Arial" w:eastAsia="Times New Roman" w:hAnsi="Arial" w:cs="Times New Roman"/>
          <w:sz w:val="19"/>
          <w:szCs w:val="24"/>
        </w:rPr>
        <w:t>l</w:t>
      </w:r>
      <w:r w:rsidR="005C2BCA">
        <w:rPr>
          <w:rFonts w:ascii="Arial" w:eastAsia="Times New Roman" w:hAnsi="Arial" w:cs="Times New Roman"/>
          <w:sz w:val="19"/>
          <w:szCs w:val="24"/>
        </w:rPr>
        <w:t xml:space="preserve">avním </w:t>
      </w:r>
      <w:r w:rsidR="00BA6C5F">
        <w:rPr>
          <w:rFonts w:ascii="Arial" w:eastAsia="Times New Roman" w:hAnsi="Arial" w:cs="Times New Roman"/>
          <w:sz w:val="19"/>
          <w:szCs w:val="24"/>
        </w:rPr>
        <w:t xml:space="preserve">jističem o hodnotě 80A. </w:t>
      </w:r>
      <w:r w:rsidR="00557A9E">
        <w:rPr>
          <w:rFonts w:ascii="Arial" w:eastAsia="Times New Roman" w:hAnsi="Arial" w:cs="Times New Roman"/>
          <w:sz w:val="19"/>
          <w:szCs w:val="24"/>
        </w:rPr>
        <w:t>V případě napojení rozváděče simulátoru na tento rozváděč</w:t>
      </w:r>
      <w:r w:rsidR="00870B4D">
        <w:rPr>
          <w:rFonts w:ascii="Arial" w:eastAsia="Times New Roman" w:hAnsi="Arial" w:cs="Times New Roman"/>
          <w:sz w:val="19"/>
          <w:szCs w:val="24"/>
        </w:rPr>
        <w:t xml:space="preserve"> RS1</w:t>
      </w:r>
      <w:r w:rsidR="009205E2">
        <w:rPr>
          <w:rFonts w:ascii="Arial" w:eastAsia="Times New Roman" w:hAnsi="Arial" w:cs="Times New Roman"/>
          <w:sz w:val="19"/>
          <w:szCs w:val="24"/>
        </w:rPr>
        <w:t xml:space="preserve">, provozovatel </w:t>
      </w:r>
      <w:r w:rsidR="008804D4">
        <w:rPr>
          <w:rFonts w:ascii="Arial" w:eastAsia="Times New Roman" w:hAnsi="Arial" w:cs="Times New Roman"/>
          <w:sz w:val="19"/>
          <w:szCs w:val="24"/>
        </w:rPr>
        <w:t xml:space="preserve">si je vědom, že musí upravit </w:t>
      </w:r>
      <w:r w:rsidRPr="00941E55">
        <w:rPr>
          <w:rFonts w:ascii="Arial" w:eastAsia="Times New Roman" w:hAnsi="Arial" w:cs="Times New Roman"/>
          <w:sz w:val="19"/>
          <w:szCs w:val="24"/>
        </w:rPr>
        <w:t xml:space="preserve">provoz tak, aby nedošlo k vypnutí </w:t>
      </w:r>
      <w:r w:rsidR="00AD6CD7">
        <w:rPr>
          <w:rFonts w:ascii="Arial" w:eastAsia="Times New Roman" w:hAnsi="Arial" w:cs="Times New Roman"/>
          <w:sz w:val="19"/>
          <w:szCs w:val="24"/>
        </w:rPr>
        <w:t xml:space="preserve">hlavního </w:t>
      </w:r>
      <w:r w:rsidRPr="00941E55">
        <w:rPr>
          <w:rFonts w:ascii="Arial" w:eastAsia="Times New Roman" w:hAnsi="Arial" w:cs="Times New Roman"/>
          <w:sz w:val="19"/>
          <w:szCs w:val="24"/>
        </w:rPr>
        <w:t xml:space="preserve">jističe </w:t>
      </w:r>
      <w:r w:rsidR="00AD6CD7">
        <w:rPr>
          <w:rFonts w:ascii="Arial" w:eastAsia="Times New Roman" w:hAnsi="Arial" w:cs="Times New Roman"/>
          <w:sz w:val="19"/>
          <w:szCs w:val="24"/>
        </w:rPr>
        <w:t>v RS1</w:t>
      </w:r>
      <w:r w:rsidRPr="00941E55">
        <w:rPr>
          <w:rFonts w:ascii="Arial" w:eastAsia="Times New Roman" w:hAnsi="Arial" w:cs="Times New Roman"/>
          <w:sz w:val="19"/>
          <w:szCs w:val="24"/>
        </w:rPr>
        <w:t xml:space="preserve">. Bude zpracován provozně technický předpis, který omezí současný provoz spotřebičů velkých příkonů. </w:t>
      </w:r>
    </w:p>
    <w:p w14:paraId="6E3C2F1D" w14:textId="5F3DBE4D" w:rsidR="00B76E8C" w:rsidRDefault="00B76E8C" w:rsidP="004C5C3E"/>
    <w:p w14:paraId="15E85F01" w14:textId="77777777" w:rsidR="00B76E8C" w:rsidRDefault="00B76E8C" w:rsidP="00B76E8C">
      <w:pPr>
        <w:pStyle w:val="Nadpis2"/>
      </w:pPr>
      <w:bookmarkStart w:id="14" w:name="_Toc16512614"/>
      <w:bookmarkStart w:id="15" w:name="_Toc26181003"/>
      <w:r>
        <w:t>Měření elektrické energie</w:t>
      </w:r>
      <w:bookmarkEnd w:id="14"/>
      <w:bookmarkEnd w:id="15"/>
    </w:p>
    <w:p w14:paraId="7996404A" w14:textId="77777777" w:rsidR="00DA3AB6" w:rsidRDefault="00047354" w:rsidP="006B5003">
      <w:pPr>
        <w:pStyle w:val="Zhlav"/>
        <w:spacing w:line="280" w:lineRule="atLeast"/>
        <w:rPr>
          <w:szCs w:val="19"/>
        </w:rPr>
      </w:pPr>
      <w:r>
        <w:rPr>
          <w:szCs w:val="19"/>
        </w:rPr>
        <w:t xml:space="preserve">Rozváděč </w:t>
      </w:r>
      <w:r w:rsidR="00113DE3">
        <w:rPr>
          <w:szCs w:val="19"/>
        </w:rPr>
        <w:t>simulátoru je napojen na rozvod areálu vozovny, která je napoje</w:t>
      </w:r>
      <w:r w:rsidR="00DA6007">
        <w:rPr>
          <w:szCs w:val="19"/>
        </w:rPr>
        <w:t>na na f</w:t>
      </w:r>
      <w:r w:rsidR="00B76E8C" w:rsidRPr="006B5003">
        <w:rPr>
          <w:szCs w:val="19"/>
        </w:rPr>
        <w:t>aktura</w:t>
      </w:r>
      <w:r w:rsidR="00A65739" w:rsidRPr="006B5003">
        <w:rPr>
          <w:szCs w:val="19"/>
        </w:rPr>
        <w:t>č</w:t>
      </w:r>
      <w:r w:rsidR="00B76E8C" w:rsidRPr="006B5003">
        <w:rPr>
          <w:szCs w:val="19"/>
        </w:rPr>
        <w:t>ní měření el. energie</w:t>
      </w:r>
      <w:r w:rsidR="00DA6007">
        <w:rPr>
          <w:szCs w:val="19"/>
        </w:rPr>
        <w:t xml:space="preserve">. Proto </w:t>
      </w:r>
      <w:r w:rsidR="00DA3AB6">
        <w:rPr>
          <w:szCs w:val="19"/>
        </w:rPr>
        <w:t xml:space="preserve">fakturační </w:t>
      </w:r>
      <w:r w:rsidR="00DA6007">
        <w:rPr>
          <w:szCs w:val="19"/>
        </w:rPr>
        <w:t>mě</w:t>
      </w:r>
      <w:r w:rsidR="00DA3AB6">
        <w:rPr>
          <w:szCs w:val="19"/>
        </w:rPr>
        <w:t>ř</w:t>
      </w:r>
      <w:r w:rsidR="00DA6007">
        <w:rPr>
          <w:szCs w:val="19"/>
        </w:rPr>
        <w:t xml:space="preserve">ení elektrické energie není součástí </w:t>
      </w:r>
      <w:r w:rsidR="00DA3AB6">
        <w:rPr>
          <w:szCs w:val="19"/>
        </w:rPr>
        <w:t>této dokumentace.</w:t>
      </w:r>
    </w:p>
    <w:p w14:paraId="3E4325B6" w14:textId="77777777" w:rsidR="00B76E8C" w:rsidRDefault="00B76E8C" w:rsidP="004C5C3E"/>
    <w:p w14:paraId="310A9A8C" w14:textId="77777777" w:rsidR="00A65739" w:rsidRDefault="00A65739" w:rsidP="00A65739">
      <w:pPr>
        <w:pStyle w:val="Nadpis2"/>
      </w:pPr>
      <w:bookmarkStart w:id="16" w:name="_Toc352171428"/>
      <w:bookmarkStart w:id="17" w:name="_Toc482804268"/>
      <w:bookmarkStart w:id="18" w:name="_Toc16512615"/>
      <w:bookmarkStart w:id="19" w:name="_Toc26181004"/>
      <w:r w:rsidRPr="00A65739">
        <w:rPr>
          <w:rFonts w:cs="Times New Roman"/>
          <w:szCs w:val="20"/>
        </w:rPr>
        <w:lastRenderedPageBreak/>
        <w:t>Ř</w:t>
      </w:r>
      <w:r w:rsidRPr="008B14B3">
        <w:t>ešení ochrany proti přetížení a zkratu, zkratové poměry</w:t>
      </w:r>
      <w:bookmarkEnd w:id="16"/>
      <w:bookmarkEnd w:id="17"/>
      <w:bookmarkEnd w:id="18"/>
      <w:bookmarkEnd w:id="19"/>
    </w:p>
    <w:p w14:paraId="7ED7C81E" w14:textId="77777777" w:rsidR="00A65739" w:rsidRPr="006B5003" w:rsidRDefault="00A65739" w:rsidP="00A65739">
      <w:pPr>
        <w:pStyle w:val="Zhlav"/>
        <w:spacing w:line="280" w:lineRule="atLeast"/>
        <w:rPr>
          <w:szCs w:val="19"/>
        </w:rPr>
      </w:pPr>
      <w:r w:rsidRPr="006B5003">
        <w:rPr>
          <w:szCs w:val="19"/>
        </w:rPr>
        <w:t>Jištění je navrženo v souladu s ČSN 33 2000-5-52 ed.2. V rozvaděčích jsou použity modulární jističe, případně chrániče s nadproudovou ochranou.</w:t>
      </w:r>
    </w:p>
    <w:p w14:paraId="3725303E" w14:textId="45B3E763" w:rsidR="00A65739" w:rsidRPr="006B5003" w:rsidRDefault="00A65739" w:rsidP="00A65739">
      <w:pPr>
        <w:pStyle w:val="Zhlav"/>
        <w:spacing w:line="280" w:lineRule="atLeast"/>
        <w:rPr>
          <w:szCs w:val="19"/>
        </w:rPr>
      </w:pPr>
      <w:r w:rsidRPr="006B5003">
        <w:rPr>
          <w:szCs w:val="19"/>
        </w:rPr>
        <w:t xml:space="preserve">Hodnota zkratového proudu by v podružných rozváděčích neměla dle ČSN EN 60 909-0 ed.2 překročit hodnotu Ik“ = 10,0 kA v měřené části. </w:t>
      </w:r>
    </w:p>
    <w:p w14:paraId="28B8926B" w14:textId="77777777" w:rsidR="00A65739" w:rsidRPr="006B5003" w:rsidRDefault="00A65739" w:rsidP="00A65739">
      <w:pPr>
        <w:pStyle w:val="Zhlav"/>
        <w:spacing w:line="280" w:lineRule="atLeast"/>
        <w:rPr>
          <w:szCs w:val="19"/>
        </w:rPr>
      </w:pPr>
      <w:r w:rsidRPr="006B5003">
        <w:rPr>
          <w:szCs w:val="19"/>
        </w:rPr>
        <w:t>(Ik - počáteční rázový zkratový proud)</w:t>
      </w:r>
    </w:p>
    <w:p w14:paraId="4BD5C8D2" w14:textId="77777777" w:rsidR="00A65739" w:rsidRPr="006B5003" w:rsidRDefault="00A65739" w:rsidP="00A65739">
      <w:pPr>
        <w:pStyle w:val="Zhlav"/>
        <w:spacing w:line="280" w:lineRule="atLeast"/>
        <w:rPr>
          <w:szCs w:val="19"/>
        </w:rPr>
      </w:pPr>
      <w:r w:rsidRPr="006B5003">
        <w:rPr>
          <w:szCs w:val="19"/>
        </w:rPr>
        <w:t>Elektrické instalace, rozvody a zařízení musí být uspořádány tak, aby vlivem vysoké teploty nebo elektrického oblouku nemohlo dojít ke vznícení hořlavých hmot. Ochrana před nadproudy a poruchovými proudy bude zajištěna jistícími přístroji (jističe, pojistky) dle příslušných norem řady ČSN 33 2000.</w:t>
      </w:r>
    </w:p>
    <w:p w14:paraId="6385F1BC" w14:textId="77777777" w:rsidR="00A65739" w:rsidRDefault="00A65739" w:rsidP="00A65739">
      <w:pPr>
        <w:pStyle w:val="Zhlav"/>
        <w:spacing w:line="280" w:lineRule="atLeast"/>
        <w:rPr>
          <w:sz w:val="20"/>
        </w:rPr>
      </w:pPr>
    </w:p>
    <w:p w14:paraId="2497A426" w14:textId="77777777" w:rsidR="00A65739" w:rsidRPr="00B841B4" w:rsidRDefault="00A65739" w:rsidP="00A65739">
      <w:pPr>
        <w:pStyle w:val="Nadpis2"/>
        <w:tabs>
          <w:tab w:val="clear" w:pos="725"/>
        </w:tabs>
        <w:ind w:left="0" w:hanging="16"/>
      </w:pPr>
      <w:bookmarkStart w:id="20" w:name="_Toc482804269"/>
      <w:bookmarkStart w:id="21" w:name="_Toc16512616"/>
      <w:bookmarkStart w:id="22" w:name="_Toc26181005"/>
      <w:r w:rsidRPr="00B841B4">
        <w:t>Zajištění bezpečnosti</w:t>
      </w:r>
      <w:bookmarkEnd w:id="20"/>
      <w:bookmarkEnd w:id="21"/>
      <w:bookmarkEnd w:id="22"/>
    </w:p>
    <w:p w14:paraId="6880FA07" w14:textId="77777777" w:rsidR="00A65739" w:rsidRPr="006B5003" w:rsidRDefault="00A65739" w:rsidP="00A65739">
      <w:pPr>
        <w:pStyle w:val="Zhlav"/>
        <w:spacing w:line="280" w:lineRule="atLeast"/>
        <w:rPr>
          <w:szCs w:val="19"/>
        </w:rPr>
      </w:pPr>
      <w:r w:rsidRPr="006B5003">
        <w:rPr>
          <w:szCs w:val="19"/>
        </w:rPr>
        <w:t>Ochrana před úrazem elektrickým proudem – OCHRANNÁ OPATŘENÍ:</w:t>
      </w:r>
    </w:p>
    <w:p w14:paraId="3704CF89" w14:textId="77777777" w:rsidR="00A65739" w:rsidRPr="006B5003" w:rsidRDefault="00A65739" w:rsidP="00A65739">
      <w:pPr>
        <w:pStyle w:val="Zhlav"/>
        <w:spacing w:line="280" w:lineRule="atLeast"/>
        <w:rPr>
          <w:szCs w:val="19"/>
        </w:rPr>
      </w:pPr>
      <w:r w:rsidRPr="006B5003">
        <w:rPr>
          <w:szCs w:val="19"/>
        </w:rPr>
        <w:t>kombinace opatření pro zajištění základní ochrany (ochrana před nebezpečným dotykem živých částí) a (nezávislého) opatření pro zajištění ochrany při poruše (ochrana před nebezpečným dotykem neživých částí):</w:t>
      </w:r>
    </w:p>
    <w:p w14:paraId="4E9A9150" w14:textId="77777777" w:rsidR="00A65739" w:rsidRPr="006B5003" w:rsidRDefault="00A65739" w:rsidP="00A65739">
      <w:pPr>
        <w:pStyle w:val="Zhlav"/>
        <w:spacing w:line="280" w:lineRule="atLeast"/>
        <w:rPr>
          <w:szCs w:val="19"/>
        </w:rPr>
      </w:pPr>
      <w:r w:rsidRPr="006B5003">
        <w:rPr>
          <w:szCs w:val="19"/>
        </w:rPr>
        <w:t>u zařízení do 1000V – AC – musí být v souladu s ČSN 33 2000-4-41 ed.3</w:t>
      </w:r>
    </w:p>
    <w:p w14:paraId="1AC57C09" w14:textId="77777777" w:rsidR="00A65739" w:rsidRPr="006B5003" w:rsidRDefault="00A65739" w:rsidP="00A65739">
      <w:pPr>
        <w:pStyle w:val="Zhlav"/>
        <w:spacing w:line="280" w:lineRule="atLeast"/>
        <w:rPr>
          <w:szCs w:val="19"/>
        </w:rPr>
      </w:pPr>
      <w:r w:rsidRPr="006B5003">
        <w:rPr>
          <w:szCs w:val="19"/>
        </w:rPr>
        <w:t>kombinace opatření pro zajištění základní ochrany (ochrana před nebezpečným dotykem živých částí – ochrana živých částí izolací, ochrana kryty nebo přepážkami) a (nezávislého) opatření pro zajištění ochrany při poruše (ochrana před nebezpečným dotykem neživých částí – automatické odpojení od zdroje v případě poruchy a ochranné pospojování (ochranné uzemnění)).</w:t>
      </w:r>
    </w:p>
    <w:p w14:paraId="2534342C" w14:textId="77777777" w:rsidR="00A65739" w:rsidRDefault="00A65739" w:rsidP="004C5C3E"/>
    <w:p w14:paraId="5EC239B9" w14:textId="77777777" w:rsidR="00705199" w:rsidRDefault="00705199" w:rsidP="00705199">
      <w:pPr>
        <w:pStyle w:val="Nadpis2"/>
        <w:keepNext w:val="0"/>
        <w:widowControl w:val="0"/>
        <w:numPr>
          <w:ilvl w:val="1"/>
          <w:numId w:val="29"/>
        </w:numPr>
        <w:tabs>
          <w:tab w:val="clear" w:pos="725"/>
          <w:tab w:val="num" w:pos="1286"/>
        </w:tabs>
        <w:spacing w:before="0" w:after="0" w:line="360" w:lineRule="auto"/>
        <w:jc w:val="left"/>
      </w:pPr>
      <w:bookmarkStart w:id="23" w:name="_Toc16512613"/>
      <w:bookmarkStart w:id="24" w:name="_Toc26181006"/>
      <w:r>
        <w:t>Zásobování elektrickou energií – záložní napájení</w:t>
      </w:r>
      <w:bookmarkEnd w:id="23"/>
      <w:bookmarkEnd w:id="24"/>
    </w:p>
    <w:p w14:paraId="43C4317B" w14:textId="77777777" w:rsidR="00E80FC5" w:rsidRDefault="00E80FC5" w:rsidP="00705199">
      <w:pPr>
        <w:pStyle w:val="Zhlav"/>
        <w:spacing w:line="280" w:lineRule="atLeast"/>
        <w:rPr>
          <w:szCs w:val="19"/>
        </w:rPr>
      </w:pPr>
      <w:r>
        <w:rPr>
          <w:szCs w:val="19"/>
        </w:rPr>
        <w:t>Záložní napájení k provozu simulátoru není požadováno.</w:t>
      </w:r>
    </w:p>
    <w:p w14:paraId="4F2544AF" w14:textId="77777777" w:rsidR="009D573A" w:rsidRPr="004404EA" w:rsidRDefault="009D573A" w:rsidP="00613E95">
      <w:pPr>
        <w:spacing w:after="120"/>
      </w:pPr>
    </w:p>
    <w:p w14:paraId="63C8C996" w14:textId="77777777" w:rsidR="007F3E43" w:rsidRPr="006327A8" w:rsidRDefault="007F3E43" w:rsidP="007F3E43">
      <w:pPr>
        <w:pStyle w:val="Nadpis1"/>
      </w:pPr>
      <w:bookmarkStart w:id="25" w:name="_Toc171768489"/>
      <w:bookmarkStart w:id="26" w:name="_Toc171838626"/>
      <w:bookmarkStart w:id="27" w:name="_Toc276373588"/>
      <w:bookmarkStart w:id="28" w:name="_Toc325548132"/>
      <w:bookmarkStart w:id="29" w:name="_Toc26181007"/>
      <w:r>
        <w:t>Umělé o</w:t>
      </w:r>
      <w:r w:rsidRPr="006327A8">
        <w:t>světlení</w:t>
      </w:r>
      <w:bookmarkEnd w:id="25"/>
      <w:bookmarkEnd w:id="26"/>
      <w:bookmarkEnd w:id="27"/>
      <w:bookmarkEnd w:id="28"/>
      <w:bookmarkEnd w:id="29"/>
    </w:p>
    <w:p w14:paraId="28EA5B6E" w14:textId="77777777" w:rsidR="007F3E43" w:rsidRPr="006327A8" w:rsidRDefault="007F3E43" w:rsidP="007F3E43">
      <w:pPr>
        <w:pStyle w:val="Nadpis2"/>
      </w:pPr>
      <w:bookmarkStart w:id="30" w:name="_Toc26181008"/>
      <w:r w:rsidRPr="006327A8">
        <w:t>Normy a hlavní související předpisy</w:t>
      </w:r>
      <w:r>
        <w:t>, technické řešení návrhu umělého osvětlení</w:t>
      </w:r>
      <w:bookmarkEnd w:id="30"/>
    </w:p>
    <w:p w14:paraId="41C25FEE" w14:textId="30054969" w:rsidR="00AC5DD9" w:rsidRPr="002E2228" w:rsidRDefault="009966E5" w:rsidP="006171A6">
      <w:pPr>
        <w:pStyle w:val="Zhlav"/>
        <w:spacing w:line="280" w:lineRule="atLeast"/>
        <w:rPr>
          <w:szCs w:val="19"/>
        </w:rPr>
      </w:pPr>
      <w:r w:rsidRPr="002E2228">
        <w:rPr>
          <w:szCs w:val="19"/>
        </w:rPr>
        <w:t>Umělé osvětlení bude</w:t>
      </w:r>
      <w:r w:rsidR="00AC5DD9" w:rsidRPr="002E2228">
        <w:rPr>
          <w:szCs w:val="19"/>
        </w:rPr>
        <w:t xml:space="preserve"> navrženo ve smyslu ČSN EN 12 665, ČSN EN 12 464-1 a souvisejících norem, svítidly s LED zdroji. Počet</w:t>
      </w:r>
      <w:r w:rsidRPr="002E2228">
        <w:rPr>
          <w:szCs w:val="19"/>
        </w:rPr>
        <w:t xml:space="preserve"> svítidel a jejich rozmístění </w:t>
      </w:r>
      <w:r w:rsidR="002B17C8" w:rsidRPr="002E2228">
        <w:rPr>
          <w:szCs w:val="19"/>
        </w:rPr>
        <w:t>je</w:t>
      </w:r>
      <w:r w:rsidR="00AC5DD9" w:rsidRPr="002E2228">
        <w:rPr>
          <w:szCs w:val="19"/>
        </w:rPr>
        <w:t xml:space="preserve"> zřejmé z výkresové části návrhu osvětlovací sou</w:t>
      </w:r>
      <w:r w:rsidRPr="002E2228">
        <w:rPr>
          <w:szCs w:val="19"/>
        </w:rPr>
        <w:t>stavy. Projektované osvětlení bude</w:t>
      </w:r>
      <w:r w:rsidR="00AC5DD9" w:rsidRPr="002E2228">
        <w:rPr>
          <w:szCs w:val="19"/>
        </w:rPr>
        <w:t xml:space="preserve"> navrženo na základě světelně technického projektu s výpočty umělého osvětlení.</w:t>
      </w:r>
    </w:p>
    <w:p w14:paraId="58E7068D" w14:textId="1A0ACFA7" w:rsidR="008B5CB4" w:rsidRPr="002E2228" w:rsidRDefault="009966E5" w:rsidP="006171A6">
      <w:pPr>
        <w:pStyle w:val="Zhlav"/>
        <w:spacing w:line="280" w:lineRule="atLeast"/>
        <w:rPr>
          <w:szCs w:val="19"/>
        </w:rPr>
      </w:pPr>
      <w:r w:rsidRPr="002E2228">
        <w:rPr>
          <w:szCs w:val="19"/>
        </w:rPr>
        <w:t xml:space="preserve">Svítidla </w:t>
      </w:r>
      <w:r w:rsidR="002B17C8" w:rsidRPr="002E2228">
        <w:rPr>
          <w:szCs w:val="19"/>
        </w:rPr>
        <w:t>jsou</w:t>
      </w:r>
      <w:r w:rsidR="00AC5DD9" w:rsidRPr="002E2228">
        <w:rPr>
          <w:szCs w:val="19"/>
        </w:rPr>
        <w:t xml:space="preserve"> charakterizována základními parametry podle interiéru místností, požadované inten</w:t>
      </w:r>
      <w:r w:rsidR="008B5CB4" w:rsidRPr="002E2228">
        <w:rPr>
          <w:szCs w:val="19"/>
        </w:rPr>
        <w:t>zity osvětlení a vnějších vlivů, tak, aby bylo dosaženo přijatelného stavu z hlediska hygieny práce a požadavků ČSN EN 12464-1.</w:t>
      </w:r>
    </w:p>
    <w:p w14:paraId="31F327F0" w14:textId="198F6283" w:rsidR="00A65739" w:rsidRPr="002E2228" w:rsidRDefault="00A65739" w:rsidP="00A65739">
      <w:pPr>
        <w:pStyle w:val="Zhlav"/>
        <w:spacing w:line="280" w:lineRule="atLeast"/>
        <w:rPr>
          <w:szCs w:val="19"/>
        </w:rPr>
      </w:pPr>
      <w:r w:rsidRPr="002E2228">
        <w:rPr>
          <w:szCs w:val="19"/>
        </w:rPr>
        <w:t xml:space="preserve">Svítidla jsou charakterizována základními parametry podle interiéru místností, požadované intenzity osvětlení a vnějších vlivů. Pro vhodné barevné podání byly voleny </w:t>
      </w:r>
      <w:r w:rsidR="006171A6" w:rsidRPr="002E2228">
        <w:rPr>
          <w:szCs w:val="19"/>
        </w:rPr>
        <w:t xml:space="preserve">LED </w:t>
      </w:r>
      <w:r w:rsidRPr="002E2228">
        <w:rPr>
          <w:szCs w:val="19"/>
        </w:rPr>
        <w:t>světelné zdroje s teple bílou barvou světla.</w:t>
      </w:r>
    </w:p>
    <w:p w14:paraId="584FFE6C" w14:textId="6DC72102" w:rsidR="00A65739" w:rsidRPr="002E2228" w:rsidRDefault="00AF1D63" w:rsidP="00A65739">
      <w:pPr>
        <w:pStyle w:val="Zhlav"/>
        <w:spacing w:line="280" w:lineRule="atLeast"/>
        <w:rPr>
          <w:szCs w:val="19"/>
        </w:rPr>
      </w:pPr>
      <w:r>
        <w:rPr>
          <w:szCs w:val="19"/>
        </w:rPr>
        <w:t xml:space="preserve">Místnost instruktora </w:t>
      </w:r>
      <w:r w:rsidR="00010EA2" w:rsidRPr="002E2228">
        <w:rPr>
          <w:szCs w:val="19"/>
        </w:rPr>
        <w:t>bud</w:t>
      </w:r>
      <w:r>
        <w:rPr>
          <w:szCs w:val="19"/>
        </w:rPr>
        <w:t>e</w:t>
      </w:r>
      <w:r w:rsidR="00010EA2" w:rsidRPr="002E2228">
        <w:rPr>
          <w:szCs w:val="19"/>
        </w:rPr>
        <w:t xml:space="preserve"> osvětlen</w:t>
      </w:r>
      <w:r>
        <w:rPr>
          <w:szCs w:val="19"/>
        </w:rPr>
        <w:t>a</w:t>
      </w:r>
      <w:r w:rsidR="00010EA2" w:rsidRPr="002E2228">
        <w:rPr>
          <w:szCs w:val="19"/>
        </w:rPr>
        <w:t xml:space="preserve"> </w:t>
      </w:r>
      <w:r w:rsidR="00A65739" w:rsidRPr="002E2228">
        <w:rPr>
          <w:szCs w:val="19"/>
        </w:rPr>
        <w:t xml:space="preserve">s intenzitou 500lx. Prostor </w:t>
      </w:r>
      <w:r w:rsidR="008C7F8B">
        <w:rPr>
          <w:szCs w:val="19"/>
        </w:rPr>
        <w:t xml:space="preserve">simulátoru </w:t>
      </w:r>
      <w:r w:rsidR="00A65739" w:rsidRPr="002E2228">
        <w:rPr>
          <w:szCs w:val="19"/>
        </w:rPr>
        <w:t xml:space="preserve">je navržen na intenzitu 300lx. </w:t>
      </w:r>
    </w:p>
    <w:p w14:paraId="2EB8D5DF" w14:textId="77777777" w:rsidR="00A65739" w:rsidRPr="00A51B26" w:rsidRDefault="00A65739" w:rsidP="009D573A">
      <w:pPr>
        <w:spacing w:after="120"/>
      </w:pPr>
    </w:p>
    <w:p w14:paraId="03F1A63B" w14:textId="77777777" w:rsidR="007F3E43" w:rsidRPr="00CE0D43" w:rsidRDefault="00AC5DD9" w:rsidP="00AC5DD9">
      <w:pPr>
        <w:pStyle w:val="Nadpis2"/>
      </w:pPr>
      <w:bookmarkStart w:id="31" w:name="_Toc26181009"/>
      <w:r>
        <w:t>Ovládání a řízení osvětlení</w:t>
      </w:r>
      <w:bookmarkEnd w:id="31"/>
    </w:p>
    <w:p w14:paraId="6882CD38" w14:textId="5138392B" w:rsidR="00B00674" w:rsidRPr="002E2228" w:rsidRDefault="008B5CB4" w:rsidP="006171A6">
      <w:pPr>
        <w:pStyle w:val="Zhlav"/>
        <w:spacing w:line="280" w:lineRule="atLeast"/>
        <w:rPr>
          <w:szCs w:val="19"/>
        </w:rPr>
      </w:pPr>
      <w:r w:rsidRPr="002E2228">
        <w:rPr>
          <w:szCs w:val="19"/>
        </w:rPr>
        <w:t xml:space="preserve">Svítidla budou </w:t>
      </w:r>
      <w:r w:rsidR="00E45B07" w:rsidRPr="002E2228">
        <w:rPr>
          <w:szCs w:val="19"/>
        </w:rPr>
        <w:t>o</w:t>
      </w:r>
      <w:r w:rsidR="00B00674" w:rsidRPr="002E2228">
        <w:rPr>
          <w:szCs w:val="19"/>
        </w:rPr>
        <w:t>vlád</w:t>
      </w:r>
      <w:r w:rsidR="00E45B07" w:rsidRPr="002E2228">
        <w:rPr>
          <w:szCs w:val="19"/>
        </w:rPr>
        <w:t>á</w:t>
      </w:r>
      <w:r w:rsidR="00B00674" w:rsidRPr="002E2228">
        <w:rPr>
          <w:szCs w:val="19"/>
        </w:rPr>
        <w:t>n</w:t>
      </w:r>
      <w:r w:rsidR="00E45B07" w:rsidRPr="002E2228">
        <w:rPr>
          <w:szCs w:val="19"/>
        </w:rPr>
        <w:t xml:space="preserve">a </w:t>
      </w:r>
      <w:r w:rsidR="00B00674" w:rsidRPr="002E2228">
        <w:rPr>
          <w:szCs w:val="19"/>
        </w:rPr>
        <w:t xml:space="preserve">bude pomocí </w:t>
      </w:r>
      <w:r w:rsidR="00E45B07" w:rsidRPr="002E2228">
        <w:rPr>
          <w:szCs w:val="19"/>
        </w:rPr>
        <w:t>vypínač</w:t>
      </w:r>
      <w:r w:rsidR="001362A0">
        <w:rPr>
          <w:szCs w:val="19"/>
        </w:rPr>
        <w:t>ů</w:t>
      </w:r>
      <w:r w:rsidR="00E45B07" w:rsidRPr="002E2228">
        <w:rPr>
          <w:szCs w:val="19"/>
        </w:rPr>
        <w:t xml:space="preserve"> č.1.</w:t>
      </w:r>
      <w:r w:rsidR="00B00674" w:rsidRPr="002E2228">
        <w:rPr>
          <w:szCs w:val="19"/>
        </w:rPr>
        <w:t xml:space="preserve"> </w:t>
      </w:r>
    </w:p>
    <w:p w14:paraId="7D07C87D" w14:textId="6AE31FB5" w:rsidR="007F3E43" w:rsidRPr="002E2228" w:rsidRDefault="007F3E43" w:rsidP="006171A6">
      <w:pPr>
        <w:pStyle w:val="Zhlav"/>
        <w:spacing w:line="280" w:lineRule="atLeast"/>
        <w:rPr>
          <w:szCs w:val="19"/>
        </w:rPr>
      </w:pPr>
      <w:r w:rsidRPr="002E2228">
        <w:rPr>
          <w:szCs w:val="19"/>
        </w:rPr>
        <w:t>Výška ovladačů cca 1,</w:t>
      </w:r>
      <w:r w:rsidR="008D72A2" w:rsidRPr="002E2228">
        <w:rPr>
          <w:szCs w:val="19"/>
        </w:rPr>
        <w:t>2</w:t>
      </w:r>
      <w:r w:rsidRPr="002E2228">
        <w:rPr>
          <w:szCs w:val="19"/>
        </w:rPr>
        <w:t xml:space="preserve">m </w:t>
      </w:r>
      <w:r w:rsidR="008D72A2" w:rsidRPr="002E2228">
        <w:rPr>
          <w:szCs w:val="19"/>
        </w:rPr>
        <w:t>nad podlahou</w:t>
      </w:r>
      <w:r w:rsidRPr="002E2228">
        <w:rPr>
          <w:szCs w:val="19"/>
        </w:rPr>
        <w:t xml:space="preserve">. </w:t>
      </w:r>
      <w:r w:rsidR="00330C2E" w:rsidRPr="002E2228">
        <w:rPr>
          <w:szCs w:val="19"/>
        </w:rPr>
        <w:t>V </w:t>
      </w:r>
      <w:r w:rsidR="00E45B07" w:rsidRPr="002E2228">
        <w:rPr>
          <w:szCs w:val="19"/>
        </w:rPr>
        <w:t>místnostech budou mít el. prvky krytí IP21.</w:t>
      </w:r>
    </w:p>
    <w:p w14:paraId="2EA359E0" w14:textId="26444211" w:rsidR="00A65739" w:rsidRPr="002E2228" w:rsidRDefault="00A65739" w:rsidP="006171A6">
      <w:pPr>
        <w:pStyle w:val="Zhlav"/>
        <w:spacing w:line="280" w:lineRule="atLeast"/>
        <w:rPr>
          <w:szCs w:val="19"/>
        </w:rPr>
      </w:pPr>
      <w:r w:rsidRPr="002E2228">
        <w:rPr>
          <w:szCs w:val="19"/>
        </w:rPr>
        <w:t>Osvětlení v místnosti dispečinku bude stmíváno systémem DALI. Na ovladači DALI budou nastaveny tři zá</w:t>
      </w:r>
      <w:r w:rsidR="008D72A2" w:rsidRPr="002E2228">
        <w:rPr>
          <w:szCs w:val="19"/>
        </w:rPr>
        <w:t>k</w:t>
      </w:r>
      <w:r w:rsidRPr="002E2228">
        <w:rPr>
          <w:szCs w:val="19"/>
        </w:rPr>
        <w:t xml:space="preserve">ladní </w:t>
      </w:r>
    </w:p>
    <w:p w14:paraId="4BBBA098" w14:textId="77777777" w:rsidR="00A65739" w:rsidRPr="002E2228" w:rsidRDefault="00A65739" w:rsidP="00A65739">
      <w:pPr>
        <w:pStyle w:val="Zhlav"/>
        <w:spacing w:line="280" w:lineRule="atLeast"/>
        <w:rPr>
          <w:szCs w:val="19"/>
        </w:rPr>
      </w:pPr>
      <w:r w:rsidRPr="002E2228">
        <w:rPr>
          <w:szCs w:val="19"/>
        </w:rPr>
        <w:t xml:space="preserve">Veškeré rozvody osvětlení budou provedeny kabely CYKY-J(O) o průřezu 1,5 mm2. </w:t>
      </w:r>
    </w:p>
    <w:p w14:paraId="780CC63A" w14:textId="23A73B74" w:rsidR="00A65739" w:rsidRPr="002E2228" w:rsidRDefault="00A65739" w:rsidP="00A65739">
      <w:pPr>
        <w:pStyle w:val="Zhlav"/>
        <w:spacing w:line="280" w:lineRule="atLeast"/>
        <w:rPr>
          <w:szCs w:val="19"/>
        </w:rPr>
      </w:pPr>
      <w:r w:rsidRPr="002E2228">
        <w:rPr>
          <w:szCs w:val="19"/>
        </w:rPr>
        <w:t>Rozvody NN budou provedeny kabely CYKY uložené pod omítkou (v podhledu v drátěném kabelovém žlabu). Elektroinstalace bude provedena dle norem ČSN 33 2000-4-41 ed.3, ČSN 33 2000-5-51 ed.3, ČSN 33 2000-5-52 ed.2</w:t>
      </w:r>
      <w:r w:rsidR="001362A0">
        <w:rPr>
          <w:szCs w:val="19"/>
        </w:rPr>
        <w:t xml:space="preserve"> </w:t>
      </w:r>
      <w:r w:rsidRPr="002E2228">
        <w:rPr>
          <w:szCs w:val="19"/>
        </w:rPr>
        <w:t>a s nimi související.</w:t>
      </w:r>
    </w:p>
    <w:p w14:paraId="1D1D8533" w14:textId="77777777" w:rsidR="00273FB8" w:rsidRPr="00CE0D43" w:rsidRDefault="00273FB8" w:rsidP="009D573A">
      <w:pPr>
        <w:spacing w:after="120"/>
      </w:pPr>
    </w:p>
    <w:p w14:paraId="108BBF2F" w14:textId="77777777" w:rsidR="007F3E43" w:rsidRPr="00CE0D43" w:rsidRDefault="007F3E43" w:rsidP="00B43132">
      <w:pPr>
        <w:pStyle w:val="Nadpis2"/>
      </w:pPr>
      <w:bookmarkStart w:id="32" w:name="_Toc276373589"/>
      <w:bookmarkStart w:id="33" w:name="_Toc325548133"/>
      <w:bookmarkStart w:id="34" w:name="_Toc26181010"/>
      <w:r w:rsidRPr="00CE0D43">
        <w:t>Nouzové a bezpečnostní osvětlení</w:t>
      </w:r>
      <w:bookmarkEnd w:id="32"/>
      <w:bookmarkEnd w:id="33"/>
      <w:bookmarkEnd w:id="34"/>
    </w:p>
    <w:p w14:paraId="5C3236C1" w14:textId="016E76AF" w:rsidR="003F54DA" w:rsidRPr="002E2228" w:rsidRDefault="003F54DA" w:rsidP="003F54DA">
      <w:pPr>
        <w:pStyle w:val="Zhlav"/>
        <w:spacing w:line="280" w:lineRule="atLeast"/>
        <w:rPr>
          <w:szCs w:val="19"/>
        </w:rPr>
      </w:pPr>
      <w:r w:rsidRPr="002E2228">
        <w:rPr>
          <w:szCs w:val="19"/>
        </w:rPr>
        <w:t>Řešení systému nouzového a bezpečnostního osvětlení objektu vychází z obecně platných norem a nařízení pro tuto oblast</w:t>
      </w:r>
      <w:r w:rsidR="00093E23">
        <w:rPr>
          <w:szCs w:val="19"/>
        </w:rPr>
        <w:t>,</w:t>
      </w:r>
      <w:r w:rsidRPr="002E2228">
        <w:rPr>
          <w:szCs w:val="19"/>
        </w:rPr>
        <w:t xml:space="preserve"> a zvláště pak s přihlédnutím k následujícím skutečnostem:</w:t>
      </w:r>
    </w:p>
    <w:p w14:paraId="0D6B6B4C" w14:textId="05CBCF66" w:rsidR="003F54DA" w:rsidRPr="002E2228" w:rsidRDefault="00093E23" w:rsidP="002E2228">
      <w:pPr>
        <w:pStyle w:val="Zhlav"/>
        <w:spacing w:line="280" w:lineRule="atLeast"/>
        <w:rPr>
          <w:szCs w:val="19"/>
        </w:rPr>
      </w:pPr>
      <w:r>
        <w:rPr>
          <w:szCs w:val="19"/>
        </w:rPr>
        <w:t>-</w:t>
      </w:r>
      <w:r w:rsidR="003F54DA" w:rsidRPr="002E2228">
        <w:rPr>
          <w:szCs w:val="19"/>
        </w:rPr>
        <w:t>doba trvání osvětlení z baterií bude min. 1 hodina. Výpočet hodnot osvětlení a stanovení počtu svítidel bylo navrženo v souladu s normou pro nouzové a bezpečnostní osvětlení ČSN EN 1838 (osy úniku 1 lx, antipanické prostory 0,5 lx).</w:t>
      </w:r>
    </w:p>
    <w:p w14:paraId="6D000CA3" w14:textId="286F6114" w:rsidR="003F54DA" w:rsidRPr="002E2228" w:rsidRDefault="00093E23" w:rsidP="002E2228">
      <w:pPr>
        <w:pStyle w:val="Zhlav"/>
        <w:spacing w:line="280" w:lineRule="atLeast"/>
        <w:rPr>
          <w:szCs w:val="19"/>
        </w:rPr>
      </w:pPr>
      <w:r>
        <w:rPr>
          <w:szCs w:val="19"/>
        </w:rPr>
        <w:t>-</w:t>
      </w:r>
      <w:r w:rsidR="003F54DA" w:rsidRPr="002E2228">
        <w:rPr>
          <w:szCs w:val="19"/>
        </w:rPr>
        <w:t>Nouzová svítidla budou napojen</w:t>
      </w:r>
      <w:r w:rsidR="00EE188D" w:rsidRPr="002E2228">
        <w:rPr>
          <w:szCs w:val="19"/>
        </w:rPr>
        <w:t>a</w:t>
      </w:r>
      <w:r w:rsidR="003F54DA" w:rsidRPr="002E2228">
        <w:rPr>
          <w:szCs w:val="19"/>
        </w:rPr>
        <w:t xml:space="preserve"> na baterii </w:t>
      </w:r>
      <w:r>
        <w:rPr>
          <w:szCs w:val="19"/>
        </w:rPr>
        <w:t>instalovanou ve svítidlu</w:t>
      </w:r>
      <w:r w:rsidR="004A550B">
        <w:rPr>
          <w:szCs w:val="19"/>
        </w:rPr>
        <w:t>.</w:t>
      </w:r>
    </w:p>
    <w:p w14:paraId="35F1B4BD" w14:textId="77777777" w:rsidR="003F54DA" w:rsidRPr="002E2228" w:rsidRDefault="003F54DA" w:rsidP="003F54DA">
      <w:pPr>
        <w:pStyle w:val="Zhlav"/>
        <w:spacing w:line="280" w:lineRule="atLeast"/>
        <w:rPr>
          <w:szCs w:val="19"/>
        </w:rPr>
      </w:pPr>
    </w:p>
    <w:p w14:paraId="14AF8351" w14:textId="6A6B97BA" w:rsidR="003F54DA" w:rsidRDefault="003F54DA" w:rsidP="003F54DA">
      <w:pPr>
        <w:pStyle w:val="Zhlav"/>
        <w:spacing w:line="280" w:lineRule="atLeast"/>
        <w:rPr>
          <w:szCs w:val="19"/>
        </w:rPr>
      </w:pPr>
      <w:r w:rsidRPr="002E2228">
        <w:rPr>
          <w:szCs w:val="19"/>
        </w:rPr>
        <w:t>Řešení systému nouzového a bezpečnostního osvětlení objektu vychází z požadavků projektu PBŘ, obecně platných norem a nařízení pro tuto oblast. Návrh nouzového osvětlení je navržen dle požadavků norem ČSN EN 1383.</w:t>
      </w:r>
    </w:p>
    <w:p w14:paraId="2C4D66EF" w14:textId="77777777" w:rsidR="00D826B2" w:rsidRDefault="00D826B2" w:rsidP="00D613D3">
      <w:pPr>
        <w:pStyle w:val="normln0"/>
        <w:spacing w:line="360" w:lineRule="auto"/>
        <w:ind w:left="720"/>
        <w:rPr>
          <w:rFonts w:ascii="Arial" w:hAnsi="Arial"/>
          <w:sz w:val="19"/>
          <w:szCs w:val="24"/>
          <w:lang w:eastAsia="en-US"/>
        </w:rPr>
      </w:pPr>
    </w:p>
    <w:p w14:paraId="3072B49E" w14:textId="77777777" w:rsidR="00E45B07" w:rsidRPr="00BB35C4" w:rsidRDefault="00E45B07" w:rsidP="00E45B07">
      <w:pPr>
        <w:pStyle w:val="Nadpis1"/>
      </w:pPr>
      <w:bookmarkStart w:id="35" w:name="_Toc26181011"/>
      <w:r>
        <w:t>Zásuvkové rozvody</w:t>
      </w:r>
      <w:bookmarkEnd w:id="35"/>
    </w:p>
    <w:p w14:paraId="3B87EA6A" w14:textId="7F5A15CC" w:rsidR="00E45B07" w:rsidRPr="002E2228" w:rsidRDefault="00E45B07" w:rsidP="003F78E3">
      <w:pPr>
        <w:pStyle w:val="Zhlav"/>
        <w:spacing w:line="280" w:lineRule="atLeast"/>
        <w:rPr>
          <w:szCs w:val="19"/>
        </w:rPr>
      </w:pPr>
      <w:r w:rsidRPr="002E2228">
        <w:rPr>
          <w:szCs w:val="19"/>
        </w:rPr>
        <w:t>Nové zásuvkové okruhy budou provedeny kabelem CYKY-J 3x2,5 mm2. Zásuvky budou umístěny 0,3m nad podlahou</w:t>
      </w:r>
      <w:r w:rsidR="00C7071D">
        <w:rPr>
          <w:szCs w:val="19"/>
        </w:rPr>
        <w:t>,</w:t>
      </w:r>
      <w:r w:rsidRPr="002E2228">
        <w:rPr>
          <w:szCs w:val="19"/>
        </w:rPr>
        <w:t xml:space="preserve"> pokud není stanoveno jinak. </w:t>
      </w:r>
    </w:p>
    <w:p w14:paraId="6838B641" w14:textId="77777777" w:rsidR="00E45B07" w:rsidRPr="002E2228" w:rsidRDefault="00E45B07" w:rsidP="003F78E3">
      <w:pPr>
        <w:pStyle w:val="Zhlav"/>
        <w:spacing w:line="280" w:lineRule="atLeast"/>
        <w:rPr>
          <w:szCs w:val="19"/>
        </w:rPr>
      </w:pPr>
      <w:r w:rsidRPr="002E2228">
        <w:rPr>
          <w:szCs w:val="19"/>
        </w:rPr>
        <w:t xml:space="preserve">Zásuvky pro napájení spotřebičů v prostorech </w:t>
      </w:r>
      <w:r w:rsidR="00B43132" w:rsidRPr="002E2228">
        <w:rPr>
          <w:szCs w:val="19"/>
        </w:rPr>
        <w:t>kuchyněk</w:t>
      </w:r>
      <w:r w:rsidRPr="002E2228">
        <w:rPr>
          <w:szCs w:val="19"/>
        </w:rPr>
        <w:t xml:space="preserve"> budou umístěny nad pracovním prostorem min. 1,2m nad podlahou.</w:t>
      </w:r>
    </w:p>
    <w:p w14:paraId="62B4BBF8" w14:textId="77777777" w:rsidR="00E45B07" w:rsidRPr="002E2228" w:rsidRDefault="00E45B07" w:rsidP="003F78E3">
      <w:pPr>
        <w:pStyle w:val="Zhlav"/>
        <w:spacing w:line="280" w:lineRule="atLeast"/>
        <w:rPr>
          <w:szCs w:val="19"/>
        </w:rPr>
      </w:pPr>
      <w:r w:rsidRPr="002E2228">
        <w:rPr>
          <w:szCs w:val="19"/>
        </w:rPr>
        <w:t>Zásuvky budou napojeny přes proudový chránič s vybavovacím proudem 30mA, mimo zásuvek určené pro napájení lednic nebo IT techniku. Zásuvkové okruhy pro odbočení budou používat odbočovacích krabic.</w:t>
      </w:r>
    </w:p>
    <w:p w14:paraId="4A9C0990" w14:textId="77777777" w:rsidR="00E45B07" w:rsidRPr="002E2228" w:rsidRDefault="00E45B07" w:rsidP="003F78E3">
      <w:pPr>
        <w:pStyle w:val="Zhlav"/>
        <w:spacing w:line="280" w:lineRule="atLeast"/>
        <w:rPr>
          <w:szCs w:val="19"/>
        </w:rPr>
      </w:pPr>
      <w:r w:rsidRPr="002E2228">
        <w:rPr>
          <w:szCs w:val="19"/>
        </w:rPr>
        <w:t xml:space="preserve">Rozvody NN budou provedeny kabely CYKY a mimo podhled budou uložených pod omítkou. Elektroinstalace bude provedena dle norem ČSN 33 2000-4-41 ed.2, ČSN 33 2000-5-51 ed.2, ČSN 33 2000-5-52 ed.2 a s nimi související. </w:t>
      </w:r>
    </w:p>
    <w:p w14:paraId="5F27A570" w14:textId="77777777" w:rsidR="00B43132" w:rsidRPr="008F5525" w:rsidRDefault="00B43132" w:rsidP="00E45B07">
      <w:pPr>
        <w:pStyle w:val="Zkladntext"/>
        <w:spacing w:line="280" w:lineRule="exact"/>
        <w:rPr>
          <w:szCs w:val="24"/>
          <w:lang w:val="cs-CZ" w:eastAsia="en-US"/>
        </w:rPr>
      </w:pPr>
    </w:p>
    <w:p w14:paraId="0F02A882" w14:textId="77777777" w:rsidR="00E45B07" w:rsidRPr="00BB35C4" w:rsidRDefault="00E45B07" w:rsidP="00E45B07">
      <w:pPr>
        <w:pStyle w:val="Nadpis1"/>
      </w:pPr>
      <w:bookmarkStart w:id="36" w:name="_Toc26181012"/>
      <w:r w:rsidRPr="00693CC9">
        <w:t>Připojení ostatních el. spotřebičů</w:t>
      </w:r>
      <w:bookmarkEnd w:id="36"/>
    </w:p>
    <w:p w14:paraId="74074F80" w14:textId="0812B29A" w:rsidR="00E45B07" w:rsidRPr="002E2228" w:rsidRDefault="00E45B07" w:rsidP="003F78E3">
      <w:pPr>
        <w:pStyle w:val="Zhlav"/>
        <w:spacing w:line="280" w:lineRule="atLeast"/>
        <w:rPr>
          <w:szCs w:val="19"/>
        </w:rPr>
      </w:pPr>
      <w:r w:rsidRPr="002E2228">
        <w:rPr>
          <w:szCs w:val="19"/>
        </w:rPr>
        <w:t xml:space="preserve">Další rozvody budou určeny pro připojení technických zařízení, které využívají el. energii pro převod na mechanickou nebo tepelnou energii, tj. zařízení VZT a </w:t>
      </w:r>
      <w:r w:rsidR="00A00982">
        <w:rPr>
          <w:szCs w:val="19"/>
        </w:rPr>
        <w:t>simulátoru</w:t>
      </w:r>
      <w:r w:rsidRPr="002E2228">
        <w:rPr>
          <w:szCs w:val="19"/>
        </w:rPr>
        <w:t xml:space="preserve"> apod. </w:t>
      </w:r>
    </w:p>
    <w:p w14:paraId="5781DE41" w14:textId="77777777" w:rsidR="00E45B07" w:rsidRPr="002E2228" w:rsidRDefault="00E45B07" w:rsidP="00C64339">
      <w:pPr>
        <w:pStyle w:val="Zhlav"/>
        <w:spacing w:line="280" w:lineRule="atLeast"/>
        <w:rPr>
          <w:szCs w:val="19"/>
        </w:rPr>
      </w:pPr>
      <w:r w:rsidRPr="002E2228">
        <w:rPr>
          <w:szCs w:val="19"/>
        </w:rPr>
        <w:t xml:space="preserve">Přesné napojení </w:t>
      </w:r>
      <w:r w:rsidR="00B43132" w:rsidRPr="002E2228">
        <w:rPr>
          <w:szCs w:val="19"/>
        </w:rPr>
        <w:t>bude provedeno dle požadavků výrobce jednotlivých zařízení technologie. Ukončení technologických prvků se předpokládá pomocí zásuvky nebo volným přívodem</w:t>
      </w:r>
      <w:r w:rsidRPr="002E2228">
        <w:rPr>
          <w:szCs w:val="19"/>
        </w:rPr>
        <w:t>.</w:t>
      </w:r>
      <w:r w:rsidR="003F54DA" w:rsidRPr="002E2228">
        <w:rPr>
          <w:szCs w:val="19"/>
        </w:rPr>
        <w:t xml:space="preserve"> </w:t>
      </w:r>
    </w:p>
    <w:p w14:paraId="2C384E17" w14:textId="30C1FA27" w:rsidR="003F54DA" w:rsidRPr="002E2228" w:rsidRDefault="003F54DA" w:rsidP="00C64339">
      <w:pPr>
        <w:pStyle w:val="Zhlav"/>
        <w:spacing w:line="280" w:lineRule="atLeast"/>
        <w:rPr>
          <w:szCs w:val="19"/>
        </w:rPr>
      </w:pPr>
      <w:r w:rsidRPr="002E2228">
        <w:rPr>
          <w:szCs w:val="19"/>
        </w:rPr>
        <w:t>Předpokládá se, že vešk</w:t>
      </w:r>
      <w:r w:rsidR="00842F35">
        <w:rPr>
          <w:szCs w:val="19"/>
        </w:rPr>
        <w:t>e</w:t>
      </w:r>
      <w:r w:rsidRPr="002E2228">
        <w:rPr>
          <w:szCs w:val="19"/>
        </w:rPr>
        <w:t>r</w:t>
      </w:r>
      <w:r w:rsidR="00C64339" w:rsidRPr="002E2228">
        <w:rPr>
          <w:szCs w:val="19"/>
        </w:rPr>
        <w:t>á</w:t>
      </w:r>
      <w:r w:rsidRPr="002E2228">
        <w:rPr>
          <w:szCs w:val="19"/>
        </w:rPr>
        <w:t xml:space="preserve"> zařízení budou autonomní nebo součástí dodávky zařízení bude regulace a měření.</w:t>
      </w:r>
    </w:p>
    <w:p w14:paraId="0718801B" w14:textId="406A614D" w:rsidR="003F54DA" w:rsidRPr="002E2228" w:rsidRDefault="003F54DA" w:rsidP="003F54DA">
      <w:pPr>
        <w:pStyle w:val="Zhlav"/>
        <w:spacing w:line="280" w:lineRule="atLeast"/>
        <w:rPr>
          <w:szCs w:val="19"/>
        </w:rPr>
      </w:pPr>
      <w:r w:rsidRPr="002E2228">
        <w:rPr>
          <w:szCs w:val="19"/>
        </w:rPr>
        <w:t>VZT zařízení č.1 -</w:t>
      </w:r>
      <w:r w:rsidR="00381980">
        <w:rPr>
          <w:szCs w:val="19"/>
        </w:rPr>
        <w:t>2</w:t>
      </w:r>
      <w:r w:rsidRPr="002E2228">
        <w:rPr>
          <w:szCs w:val="19"/>
        </w:rPr>
        <w:t xml:space="preserve"> bude napojeno přímo kabelem CYKY-J, jedná se o autonomní zařízení, součástí dodávky VZT bude řídící jednotka MaR.</w:t>
      </w:r>
    </w:p>
    <w:p w14:paraId="10D6A59F" w14:textId="77777777" w:rsidR="007A4BC9" w:rsidRDefault="007A439C" w:rsidP="003F54DA">
      <w:pPr>
        <w:pStyle w:val="Zhlav"/>
        <w:spacing w:line="280" w:lineRule="atLeast"/>
        <w:rPr>
          <w:szCs w:val="19"/>
        </w:rPr>
      </w:pPr>
      <w:r>
        <w:rPr>
          <w:szCs w:val="19"/>
        </w:rPr>
        <w:t xml:space="preserve">Technologie simulátoru bude napojeno </w:t>
      </w:r>
      <w:r w:rsidR="007A4BC9">
        <w:rPr>
          <w:szCs w:val="19"/>
        </w:rPr>
        <w:t>na připravení zásuvky 32A/400V.</w:t>
      </w:r>
    </w:p>
    <w:p w14:paraId="51F744AE" w14:textId="3D508212" w:rsidR="003F54DA" w:rsidRPr="002E2228" w:rsidRDefault="007A4BC9" w:rsidP="003F54DA">
      <w:pPr>
        <w:pStyle w:val="Zhlav"/>
        <w:spacing w:line="280" w:lineRule="atLeast"/>
        <w:rPr>
          <w:szCs w:val="19"/>
        </w:rPr>
      </w:pPr>
      <w:r>
        <w:rPr>
          <w:szCs w:val="19"/>
        </w:rPr>
        <w:t xml:space="preserve">Pracoviště </w:t>
      </w:r>
      <w:r w:rsidR="00DF3A8F">
        <w:rPr>
          <w:szCs w:val="19"/>
        </w:rPr>
        <w:t>instruktora bude napojeno na zásuvky 16A/230V.</w:t>
      </w:r>
    </w:p>
    <w:p w14:paraId="16129BE2" w14:textId="77777777" w:rsidR="003F54DA" w:rsidRDefault="003F54DA" w:rsidP="00E45B07">
      <w:pPr>
        <w:rPr>
          <w:rFonts w:cs="Arial"/>
          <w:szCs w:val="20"/>
          <w:lang w:eastAsia="nl-NL"/>
        </w:rPr>
      </w:pPr>
    </w:p>
    <w:p w14:paraId="62F2EA51" w14:textId="77777777" w:rsidR="003F54DA" w:rsidRPr="00CF5540" w:rsidRDefault="003F54DA" w:rsidP="003F54DA">
      <w:pPr>
        <w:pStyle w:val="Nadpis1"/>
      </w:pPr>
      <w:bookmarkStart w:id="37" w:name="_Toc16512624"/>
      <w:bookmarkStart w:id="38" w:name="_Toc26181013"/>
      <w:r w:rsidRPr="00CF5540">
        <w:t>Ochrana proti přepětí</w:t>
      </w:r>
      <w:bookmarkEnd w:id="37"/>
      <w:bookmarkEnd w:id="38"/>
    </w:p>
    <w:p w14:paraId="1C140EA1" w14:textId="051B5784" w:rsidR="003F54DA" w:rsidRPr="002E2228" w:rsidRDefault="003F54DA" w:rsidP="003F54DA">
      <w:pPr>
        <w:pStyle w:val="Zhlav"/>
        <w:spacing w:line="280" w:lineRule="atLeast"/>
        <w:rPr>
          <w:szCs w:val="19"/>
        </w:rPr>
      </w:pPr>
      <w:r w:rsidRPr="002E2228">
        <w:rPr>
          <w:szCs w:val="19"/>
        </w:rPr>
        <w:t xml:space="preserve">Přepěťové ochrany budou namontovány ve třech stupních. První </w:t>
      </w:r>
      <w:r w:rsidR="00460EAF">
        <w:rPr>
          <w:szCs w:val="19"/>
        </w:rPr>
        <w:t xml:space="preserve">a druhý </w:t>
      </w:r>
      <w:r w:rsidR="00936046">
        <w:rPr>
          <w:szCs w:val="19"/>
        </w:rPr>
        <w:t xml:space="preserve">stupeň </w:t>
      </w:r>
      <w:r w:rsidRPr="002E2228">
        <w:rPr>
          <w:szCs w:val="19"/>
        </w:rPr>
        <w:t>“tř.I</w:t>
      </w:r>
      <w:r w:rsidR="00936046">
        <w:rPr>
          <w:szCs w:val="19"/>
        </w:rPr>
        <w:t xml:space="preserve"> + II</w:t>
      </w:r>
      <w:r w:rsidRPr="002E2228">
        <w:rPr>
          <w:szCs w:val="19"/>
        </w:rPr>
        <w:t xml:space="preserve">” </w:t>
      </w:r>
      <w:r w:rsidR="00C038C6">
        <w:rPr>
          <w:szCs w:val="19"/>
        </w:rPr>
        <w:t>bude</w:t>
      </w:r>
      <w:r w:rsidRPr="002E2228">
        <w:rPr>
          <w:szCs w:val="19"/>
        </w:rPr>
        <w:t xml:space="preserve"> instalován v podružn</w:t>
      </w:r>
      <w:r w:rsidR="00DF3A8F">
        <w:rPr>
          <w:szCs w:val="19"/>
        </w:rPr>
        <w:t>ém</w:t>
      </w:r>
      <w:r w:rsidRPr="002E2228">
        <w:rPr>
          <w:szCs w:val="19"/>
        </w:rPr>
        <w:t xml:space="preserve"> rozváděč</w:t>
      </w:r>
      <w:r w:rsidR="00DF3A8F">
        <w:rPr>
          <w:szCs w:val="19"/>
        </w:rPr>
        <w:t>i RM1</w:t>
      </w:r>
      <w:r w:rsidRPr="002E2228">
        <w:rPr>
          <w:szCs w:val="19"/>
        </w:rPr>
        <w:t>. Třetím stup</w:t>
      </w:r>
      <w:r w:rsidR="0047219F" w:rsidRPr="002E2228">
        <w:rPr>
          <w:szCs w:val="19"/>
        </w:rPr>
        <w:t>něm</w:t>
      </w:r>
      <w:r w:rsidRPr="002E2228">
        <w:rPr>
          <w:szCs w:val="19"/>
        </w:rPr>
        <w:t xml:space="preserve"> „tř.III“ budou chráněny napájecí obvody citlivých elektronických zařízení (bude součástí napojeného zařízení např. zásuvky PC).</w:t>
      </w:r>
      <w:r w:rsidR="007B5821">
        <w:rPr>
          <w:szCs w:val="19"/>
        </w:rPr>
        <w:t xml:space="preserve"> Při přechodu </w:t>
      </w:r>
      <w:r w:rsidR="00BA447D">
        <w:rPr>
          <w:szCs w:val="19"/>
        </w:rPr>
        <w:t>kabelů VZT ze střechy do budovy</w:t>
      </w:r>
      <w:r w:rsidR="00E82C8F">
        <w:rPr>
          <w:szCs w:val="19"/>
        </w:rPr>
        <w:t>,</w:t>
      </w:r>
      <w:r w:rsidR="00BA447D">
        <w:rPr>
          <w:szCs w:val="19"/>
        </w:rPr>
        <w:t xml:space="preserve"> budou </w:t>
      </w:r>
      <w:r w:rsidR="005633CB">
        <w:rPr>
          <w:szCs w:val="19"/>
        </w:rPr>
        <w:t xml:space="preserve">kabely </w:t>
      </w:r>
      <w:r w:rsidR="00AA0C39">
        <w:rPr>
          <w:szCs w:val="19"/>
        </w:rPr>
        <w:t xml:space="preserve">napojeny na </w:t>
      </w:r>
      <w:r w:rsidR="00681C36">
        <w:rPr>
          <w:szCs w:val="19"/>
        </w:rPr>
        <w:t xml:space="preserve">skříňky FO1 nebo FO2, ve kterých je instalována </w:t>
      </w:r>
      <w:r w:rsidR="008B4864">
        <w:rPr>
          <w:szCs w:val="19"/>
        </w:rPr>
        <w:t>př. ochrana tř. I+II.</w:t>
      </w:r>
    </w:p>
    <w:p w14:paraId="4881EADD" w14:textId="77777777" w:rsidR="003F54DA" w:rsidRPr="002E2228" w:rsidRDefault="003F54DA" w:rsidP="002E2228">
      <w:pPr>
        <w:pStyle w:val="Zhlav"/>
        <w:spacing w:line="280" w:lineRule="atLeast"/>
        <w:rPr>
          <w:szCs w:val="19"/>
        </w:rPr>
      </w:pPr>
    </w:p>
    <w:p w14:paraId="3B1BF8DA" w14:textId="77777777" w:rsidR="00A65739" w:rsidRPr="008F61D8" w:rsidRDefault="00A65739" w:rsidP="00A65739">
      <w:pPr>
        <w:pStyle w:val="Nadpis1"/>
      </w:pPr>
      <w:bookmarkStart w:id="39" w:name="_Toc26181014"/>
      <w:r w:rsidRPr="008F61D8">
        <w:lastRenderedPageBreak/>
        <w:t>Trasy kabelového rozvodu</w:t>
      </w:r>
      <w:bookmarkEnd w:id="39"/>
    </w:p>
    <w:p w14:paraId="3B26917F" w14:textId="4666B91B" w:rsidR="00A65739" w:rsidRDefault="00A65739" w:rsidP="003E2675">
      <w:pPr>
        <w:pStyle w:val="Zhlav"/>
        <w:spacing w:line="280" w:lineRule="atLeast"/>
        <w:rPr>
          <w:szCs w:val="19"/>
        </w:rPr>
      </w:pPr>
      <w:r w:rsidRPr="002E2228">
        <w:rPr>
          <w:szCs w:val="19"/>
        </w:rPr>
        <w:t>V objektu budou uloženy kabely do kabelových žlabů nebo roštů</w:t>
      </w:r>
      <w:r w:rsidR="00DC7A6E" w:rsidRPr="002E2228">
        <w:rPr>
          <w:szCs w:val="19"/>
        </w:rPr>
        <w:t>,</w:t>
      </w:r>
      <w:r w:rsidRPr="002E2228">
        <w:rPr>
          <w:szCs w:val="19"/>
        </w:rPr>
        <w:t xml:space="preserve"> kotven</w:t>
      </w:r>
      <w:r w:rsidR="00AB78ED" w:rsidRPr="002E2228">
        <w:rPr>
          <w:szCs w:val="19"/>
        </w:rPr>
        <w:t>é</w:t>
      </w:r>
      <w:r w:rsidRPr="002E2228">
        <w:rPr>
          <w:szCs w:val="19"/>
        </w:rPr>
        <w:t xml:space="preserve"> k nosný</w:t>
      </w:r>
      <w:r w:rsidR="00DC7A6E" w:rsidRPr="002E2228">
        <w:rPr>
          <w:szCs w:val="19"/>
        </w:rPr>
        <w:t>m</w:t>
      </w:r>
      <w:r w:rsidRPr="002E2228">
        <w:rPr>
          <w:szCs w:val="19"/>
        </w:rPr>
        <w:t xml:space="preserve"> konstrukcí</w:t>
      </w:r>
      <w:r w:rsidR="00DC7A6E" w:rsidRPr="002E2228">
        <w:rPr>
          <w:szCs w:val="19"/>
        </w:rPr>
        <w:t>m</w:t>
      </w:r>
      <w:r w:rsidRPr="002E2228">
        <w:rPr>
          <w:szCs w:val="19"/>
        </w:rPr>
        <w:t xml:space="preserve"> stěn a stropů</w:t>
      </w:r>
      <w:r w:rsidR="00DC7A6E" w:rsidRPr="002E2228">
        <w:rPr>
          <w:szCs w:val="19"/>
        </w:rPr>
        <w:t>m</w:t>
      </w:r>
      <w:r w:rsidRPr="002E2228">
        <w:rPr>
          <w:szCs w:val="19"/>
        </w:rPr>
        <w:t xml:space="preserve">. Odbočky z hlavních kabelových tras budou provedeny jednotlivými kabely, které budou uloženy pod omítkou. </w:t>
      </w:r>
    </w:p>
    <w:p w14:paraId="51A887DB" w14:textId="77777777" w:rsidR="003F54DA" w:rsidRPr="002E2228" w:rsidRDefault="003F54DA" w:rsidP="003F54DA">
      <w:pPr>
        <w:pStyle w:val="Zhlav"/>
        <w:spacing w:line="280" w:lineRule="atLeast"/>
        <w:rPr>
          <w:szCs w:val="19"/>
        </w:rPr>
      </w:pPr>
      <w:r w:rsidRPr="002E2228">
        <w:rPr>
          <w:szCs w:val="19"/>
        </w:rPr>
        <w:t xml:space="preserve">Kabely světelných a silových okruhů budou pod omítkou vedeny vždy v instalačních zónách dle ČSN 33 2130 ed.3. Světelné obvody budou taženy v zónách ZV-h a ZS-d. Vypínače budou umístěny v zóně ZS-d, spodním okrajem 1,2 m nad podlahou. </w:t>
      </w:r>
    </w:p>
    <w:p w14:paraId="4970CAC7" w14:textId="77777777" w:rsidR="003F54DA" w:rsidRPr="002E2228" w:rsidRDefault="003F54DA" w:rsidP="003F54DA">
      <w:pPr>
        <w:pStyle w:val="Zhlav"/>
        <w:spacing w:line="280" w:lineRule="atLeast"/>
        <w:rPr>
          <w:szCs w:val="19"/>
        </w:rPr>
      </w:pPr>
      <w:r w:rsidRPr="002E2228">
        <w:rPr>
          <w:szCs w:val="19"/>
        </w:rPr>
        <w:t xml:space="preserve">Elektroinstalace bude provedena dle norem ČSN 33 2000-4-41 ed.3, ČSN 33 2000-5-51 ed.3, ČSN 33 2000-5-52 ed.2 a s nimi související. V místnostech koupelen a sprch bude dodržena ČSN EN 33 2000-7-701 ed.2. </w:t>
      </w:r>
    </w:p>
    <w:p w14:paraId="0720158E" w14:textId="77777777" w:rsidR="00A65739" w:rsidRPr="009A7066" w:rsidRDefault="00A65739" w:rsidP="00E45B07">
      <w:pPr>
        <w:rPr>
          <w:rFonts w:cs="Arial"/>
          <w:szCs w:val="20"/>
          <w:lang w:eastAsia="nl-NL"/>
        </w:rPr>
      </w:pPr>
    </w:p>
    <w:p w14:paraId="74E79338" w14:textId="146F812B" w:rsidR="00D613D3" w:rsidRPr="00F67DA7" w:rsidRDefault="00D613D3" w:rsidP="00D613D3">
      <w:pPr>
        <w:pStyle w:val="Nadpis1"/>
      </w:pPr>
      <w:bookmarkStart w:id="40" w:name="_Toc26181015"/>
      <w:bookmarkStart w:id="41" w:name="_Toc472285703"/>
      <w:r w:rsidRPr="00F67DA7">
        <w:t>Ochrana před bleskem</w:t>
      </w:r>
      <w:bookmarkEnd w:id="40"/>
      <w:r w:rsidRPr="00F67DA7">
        <w:t xml:space="preserve"> </w:t>
      </w:r>
      <w:bookmarkEnd w:id="41"/>
    </w:p>
    <w:p w14:paraId="3EF6F9EF" w14:textId="77777777" w:rsidR="00C015AA" w:rsidRDefault="00C015AA" w:rsidP="009D573A">
      <w:pPr>
        <w:spacing w:after="120"/>
        <w:rPr>
          <w:szCs w:val="19"/>
        </w:rPr>
      </w:pPr>
      <w:r>
        <w:rPr>
          <w:szCs w:val="19"/>
        </w:rPr>
        <w:t>Hromosvod není součástí této dokumentace.</w:t>
      </w:r>
    </w:p>
    <w:p w14:paraId="4418B24E" w14:textId="77777777" w:rsidR="00D613D3" w:rsidRPr="003E2675" w:rsidRDefault="00D613D3" w:rsidP="00D613D3">
      <w:pPr>
        <w:pStyle w:val="normln0"/>
        <w:spacing w:line="360" w:lineRule="auto"/>
        <w:ind w:left="720"/>
        <w:rPr>
          <w:rFonts w:ascii="Arial" w:hAnsi="Arial"/>
          <w:sz w:val="20"/>
          <w:lang w:eastAsia="en-US"/>
        </w:rPr>
      </w:pPr>
    </w:p>
    <w:p w14:paraId="027D457D" w14:textId="77777777" w:rsidR="00D613D3" w:rsidRPr="003E2675" w:rsidRDefault="00D613D3" w:rsidP="00D613D3">
      <w:pPr>
        <w:pStyle w:val="normln0"/>
        <w:spacing w:line="360" w:lineRule="auto"/>
        <w:ind w:left="720"/>
        <w:rPr>
          <w:rFonts w:ascii="Arial" w:hAnsi="Arial"/>
          <w:b/>
          <w:sz w:val="20"/>
          <w:lang w:eastAsia="en-US"/>
        </w:rPr>
      </w:pPr>
      <w:r w:rsidRPr="003E2675">
        <w:rPr>
          <w:rFonts w:ascii="Arial" w:hAnsi="Arial"/>
          <w:b/>
          <w:sz w:val="20"/>
          <w:lang w:eastAsia="en-US"/>
        </w:rPr>
        <w:t xml:space="preserve">Uzemňovací soustava  </w:t>
      </w:r>
    </w:p>
    <w:p w14:paraId="297EC748" w14:textId="690FA39C" w:rsidR="006E06B3" w:rsidRDefault="00D613D3" w:rsidP="00AA048B">
      <w:pPr>
        <w:pStyle w:val="Zhlav"/>
        <w:spacing w:line="280" w:lineRule="atLeast"/>
        <w:rPr>
          <w:b/>
          <w:sz w:val="20"/>
          <w:szCs w:val="20"/>
          <w:u w:val="single"/>
        </w:rPr>
      </w:pPr>
      <w:r w:rsidRPr="002E2228">
        <w:rPr>
          <w:szCs w:val="19"/>
        </w:rPr>
        <w:t xml:space="preserve">Pro uzemnění elektrických zařízení </w:t>
      </w:r>
      <w:r w:rsidR="003F54DA" w:rsidRPr="002E2228">
        <w:rPr>
          <w:szCs w:val="19"/>
        </w:rPr>
        <w:t xml:space="preserve">bude využit stávající zemnič. Uzemnění </w:t>
      </w:r>
      <w:r w:rsidR="00384245">
        <w:rPr>
          <w:szCs w:val="19"/>
        </w:rPr>
        <w:t xml:space="preserve">objektu </w:t>
      </w:r>
      <w:r w:rsidR="003F54DA" w:rsidRPr="002E2228">
        <w:rPr>
          <w:szCs w:val="19"/>
        </w:rPr>
        <w:t>není součástí této PD.</w:t>
      </w:r>
    </w:p>
    <w:p w14:paraId="788D6425" w14:textId="22F8C7A2" w:rsidR="006E06B3" w:rsidRDefault="006E06B3" w:rsidP="003F54DA">
      <w:pPr>
        <w:rPr>
          <w:b/>
          <w:sz w:val="20"/>
          <w:szCs w:val="20"/>
          <w:u w:val="single"/>
        </w:rPr>
      </w:pPr>
    </w:p>
    <w:p w14:paraId="3D0F55D0" w14:textId="105BDCBD" w:rsidR="00B76E81" w:rsidRDefault="00B76E81" w:rsidP="003F54DA">
      <w:pPr>
        <w:rPr>
          <w:b/>
          <w:sz w:val="20"/>
          <w:szCs w:val="20"/>
          <w:u w:val="single"/>
        </w:rPr>
      </w:pPr>
    </w:p>
    <w:p w14:paraId="2F2FFFC6" w14:textId="40FF91AE" w:rsidR="00B76E81" w:rsidRDefault="00B76E81" w:rsidP="00B76E81">
      <w:pPr>
        <w:pStyle w:val="Nadpis2"/>
      </w:pPr>
      <w:r>
        <w:t>Příprava pro slaboproudé rozvody</w:t>
      </w:r>
    </w:p>
    <w:p w14:paraId="0569C975" w14:textId="615419D9" w:rsidR="00B76E81" w:rsidRPr="00B76E81" w:rsidRDefault="00B76E81" w:rsidP="003F54DA">
      <w:pPr>
        <w:rPr>
          <w:szCs w:val="19"/>
        </w:rPr>
      </w:pPr>
      <w:r w:rsidRPr="00B76E81">
        <w:rPr>
          <w:szCs w:val="19"/>
        </w:rPr>
        <w:t xml:space="preserve">Slaboproudé rozvody </w:t>
      </w:r>
      <w:r>
        <w:rPr>
          <w:szCs w:val="19"/>
        </w:rPr>
        <w:t>simulá</w:t>
      </w:r>
      <w:r w:rsidR="005D468A">
        <w:rPr>
          <w:szCs w:val="19"/>
        </w:rPr>
        <w:t>t</w:t>
      </w:r>
      <w:r>
        <w:rPr>
          <w:szCs w:val="19"/>
        </w:rPr>
        <w:t xml:space="preserve">oru </w:t>
      </w:r>
      <w:r w:rsidR="005D468A">
        <w:rPr>
          <w:szCs w:val="19"/>
        </w:rPr>
        <w:t xml:space="preserve">a napojení na datovou </w:t>
      </w:r>
      <w:r w:rsidR="00E90224">
        <w:rPr>
          <w:szCs w:val="19"/>
        </w:rPr>
        <w:t xml:space="preserve">síť (LAN) </w:t>
      </w:r>
      <w:r w:rsidRPr="00B76E81">
        <w:rPr>
          <w:szCs w:val="19"/>
        </w:rPr>
        <w:t>nejsou sou</w:t>
      </w:r>
      <w:r w:rsidR="005D468A">
        <w:rPr>
          <w:szCs w:val="19"/>
        </w:rPr>
        <w:t>částí této do</w:t>
      </w:r>
      <w:r w:rsidR="00E90224">
        <w:rPr>
          <w:szCs w:val="19"/>
        </w:rPr>
        <w:t>kumentace. V</w:t>
      </w:r>
      <w:r w:rsidR="007D0C2A">
        <w:rPr>
          <w:szCs w:val="19"/>
        </w:rPr>
        <w:t xml:space="preserve"> </w:t>
      </w:r>
      <w:r w:rsidR="00E90224">
        <w:rPr>
          <w:szCs w:val="19"/>
        </w:rPr>
        <w:t>rámci stavebních</w:t>
      </w:r>
      <w:r w:rsidR="007D0C2A">
        <w:rPr>
          <w:szCs w:val="19"/>
        </w:rPr>
        <w:t xml:space="preserve"> prací bude provedena příprava chrániče</w:t>
      </w:r>
      <w:r w:rsidR="00D76CE6">
        <w:rPr>
          <w:szCs w:val="19"/>
        </w:rPr>
        <w:t xml:space="preserve">k pro slaboproudé rozvody. </w:t>
      </w:r>
      <w:r w:rsidR="00692E40">
        <w:rPr>
          <w:szCs w:val="19"/>
        </w:rPr>
        <w:t xml:space="preserve">V místnostech budou </w:t>
      </w:r>
      <w:r w:rsidR="008C0324">
        <w:rPr>
          <w:szCs w:val="19"/>
        </w:rPr>
        <w:t>v podlaze instalována dvě chráničky o vnitřním průměru 130</w:t>
      </w:r>
      <w:r w:rsidR="00ED42C6">
        <w:rPr>
          <w:szCs w:val="19"/>
        </w:rPr>
        <w:t xml:space="preserve"> </w:t>
      </w:r>
      <w:r w:rsidR="008C0324">
        <w:rPr>
          <w:szCs w:val="19"/>
        </w:rPr>
        <w:t>mm.</w:t>
      </w:r>
      <w:r w:rsidR="00ED42C6">
        <w:rPr>
          <w:szCs w:val="19"/>
        </w:rPr>
        <w:t xml:space="preserve">, které budou od sebe vzdálené min. 0,2m. Chráničky budou </w:t>
      </w:r>
      <w:r w:rsidR="00861630">
        <w:rPr>
          <w:szCs w:val="19"/>
        </w:rPr>
        <w:t>instalovány mezi stanovištěm simulátoru, ovlád</w:t>
      </w:r>
      <w:r w:rsidR="00CB485B">
        <w:rPr>
          <w:szCs w:val="19"/>
        </w:rPr>
        <w:t>a</w:t>
      </w:r>
      <w:r w:rsidR="00861630">
        <w:rPr>
          <w:szCs w:val="19"/>
        </w:rPr>
        <w:t xml:space="preserve">cí skříní </w:t>
      </w:r>
      <w:r w:rsidR="008B012E">
        <w:rPr>
          <w:szCs w:val="19"/>
        </w:rPr>
        <w:t xml:space="preserve">rack a </w:t>
      </w:r>
      <w:r w:rsidR="00CB485B">
        <w:rPr>
          <w:szCs w:val="19"/>
        </w:rPr>
        <w:t xml:space="preserve">stanovištěm instruktora. </w:t>
      </w:r>
    </w:p>
    <w:p w14:paraId="451E2F6E" w14:textId="320E6461" w:rsidR="00B76E81" w:rsidRPr="00B76E81" w:rsidRDefault="00B76E81" w:rsidP="003F54DA">
      <w:pPr>
        <w:rPr>
          <w:szCs w:val="19"/>
        </w:rPr>
      </w:pPr>
    </w:p>
    <w:p w14:paraId="435E181B" w14:textId="3F49E3E6" w:rsidR="004C5C3E" w:rsidRDefault="004C5C3E" w:rsidP="000C1819">
      <w:pPr>
        <w:rPr>
          <w:sz w:val="18"/>
          <w:szCs w:val="18"/>
        </w:rPr>
      </w:pPr>
    </w:p>
    <w:p w14:paraId="0BCF9915" w14:textId="77777777" w:rsidR="00573622" w:rsidRPr="007A3015" w:rsidRDefault="00573622" w:rsidP="00573622">
      <w:pPr>
        <w:pStyle w:val="Nadpis1"/>
      </w:pPr>
      <w:bookmarkStart w:id="42" w:name="_Toc336929810"/>
      <w:bookmarkStart w:id="43" w:name="_Toc338596112"/>
      <w:bookmarkStart w:id="44" w:name="_Toc341796525"/>
      <w:bookmarkStart w:id="45" w:name="_Toc26181016"/>
      <w:bookmarkStart w:id="46" w:name="_Toc336603078"/>
      <w:r w:rsidRPr="007A3015">
        <w:t>Bezpečnost a ochrana zdraví</w:t>
      </w:r>
      <w:bookmarkEnd w:id="42"/>
      <w:bookmarkEnd w:id="43"/>
      <w:bookmarkEnd w:id="44"/>
      <w:bookmarkEnd w:id="45"/>
    </w:p>
    <w:p w14:paraId="363062DE" w14:textId="77777777" w:rsidR="00573622" w:rsidRPr="007A3015" w:rsidRDefault="00573622" w:rsidP="00573622">
      <w:pPr>
        <w:pStyle w:val="Nadpis2"/>
      </w:pPr>
      <w:bookmarkStart w:id="47" w:name="_Toc336929811"/>
      <w:bookmarkStart w:id="48" w:name="_Toc338596113"/>
      <w:bookmarkStart w:id="49" w:name="_Toc341796526"/>
      <w:bookmarkStart w:id="50" w:name="_Toc26181017"/>
      <w:bookmarkEnd w:id="46"/>
      <w:r w:rsidRPr="007A3015">
        <w:t>Zajištění bezpečnosti práce při výstavbě</w:t>
      </w:r>
      <w:bookmarkEnd w:id="47"/>
      <w:bookmarkEnd w:id="48"/>
      <w:bookmarkEnd w:id="49"/>
      <w:bookmarkEnd w:id="50"/>
    </w:p>
    <w:p w14:paraId="794DA6E0" w14:textId="77777777" w:rsidR="00573622" w:rsidRPr="002E2228" w:rsidRDefault="00573622" w:rsidP="002E2228">
      <w:pPr>
        <w:rPr>
          <w:szCs w:val="19"/>
        </w:rPr>
      </w:pPr>
      <w:r w:rsidRPr="002E2228">
        <w:rPr>
          <w:szCs w:val="19"/>
        </w:rPr>
        <w:t>Veškeré činnosti, prováděné zhotovitelem stavebně montážních prací a prací souvisejících, budou vykonávány v souladu s: </w:t>
      </w:r>
    </w:p>
    <w:p w14:paraId="3307E37A" w14:textId="77777777" w:rsidR="00573622" w:rsidRPr="002E2228" w:rsidRDefault="00573622" w:rsidP="002E2228">
      <w:pPr>
        <w:rPr>
          <w:szCs w:val="19"/>
        </w:rPr>
      </w:pPr>
      <w:r w:rsidRPr="002E2228">
        <w:rPr>
          <w:szCs w:val="19"/>
        </w:rPr>
        <w:t>- vyhláškou č. 48/1982 Sb. ve znění pozdějších předpisů, kterou se stanoví základní požadavky k zajištění bezpečnosti práce a technických zařízení</w:t>
      </w:r>
    </w:p>
    <w:p w14:paraId="50AE7BC9" w14:textId="77777777" w:rsidR="00573622" w:rsidRPr="002E2228" w:rsidRDefault="00573622" w:rsidP="002E2228">
      <w:pPr>
        <w:rPr>
          <w:szCs w:val="19"/>
        </w:rPr>
      </w:pPr>
      <w:r w:rsidRPr="002E2228">
        <w:rPr>
          <w:szCs w:val="19"/>
        </w:rPr>
        <w:t>- platnými technickými normami, zejména ČSN EN 50 110-1 ed.2 a všemi souvisejícími normami.</w:t>
      </w:r>
    </w:p>
    <w:p w14:paraId="50CFBE43" w14:textId="77777777" w:rsidR="00611718" w:rsidRPr="002E2228" w:rsidRDefault="00611718" w:rsidP="002E2228">
      <w:pPr>
        <w:rPr>
          <w:szCs w:val="19"/>
        </w:rPr>
      </w:pPr>
    </w:p>
    <w:p w14:paraId="4CC2EDED" w14:textId="77777777" w:rsidR="00611718" w:rsidRPr="002E2228" w:rsidRDefault="00573622" w:rsidP="002E2228">
      <w:pPr>
        <w:rPr>
          <w:szCs w:val="19"/>
        </w:rPr>
      </w:pPr>
      <w:r w:rsidRPr="002E2228">
        <w:rPr>
          <w:szCs w:val="19"/>
        </w:rPr>
        <w:t>El. zařízení  musí splňovat požadavky stanovené ČSN 33 2000-4-41 ed.2 a požadavky všech souvisejících norem.</w:t>
      </w:r>
      <w:r w:rsidR="00611718" w:rsidRPr="002E2228">
        <w:rPr>
          <w:szCs w:val="19"/>
        </w:rPr>
        <w:t xml:space="preserve"> </w:t>
      </w:r>
      <w:r w:rsidRPr="002E2228">
        <w:rPr>
          <w:szCs w:val="19"/>
        </w:rPr>
        <w:t xml:space="preserve">Vedoucí montážní skupiny musí mít kvalifikaci nejméně dle § 8 Vyhlášky 50/1978 Sb. </w:t>
      </w:r>
    </w:p>
    <w:p w14:paraId="6D2E71EA" w14:textId="77777777" w:rsidR="00573622" w:rsidRPr="002E2228" w:rsidRDefault="00573622" w:rsidP="002E2228">
      <w:pPr>
        <w:rPr>
          <w:szCs w:val="19"/>
        </w:rPr>
      </w:pPr>
      <w:r w:rsidRPr="002E2228">
        <w:rPr>
          <w:szCs w:val="19"/>
        </w:rPr>
        <w:t>Při práci je nutné používat předepsané ochranné a pracovní pomůcky.</w:t>
      </w:r>
      <w:r w:rsidR="00611718" w:rsidRPr="002E2228">
        <w:rPr>
          <w:szCs w:val="19"/>
        </w:rPr>
        <w:t xml:space="preserve"> </w:t>
      </w:r>
      <w:r w:rsidRPr="002E2228">
        <w:rPr>
          <w:szCs w:val="19"/>
        </w:rPr>
        <w:t xml:space="preserve">Při práci na elektrotechnických zařízeních je nutné dodržovat požadavky </w:t>
      </w:r>
      <w:r w:rsidR="007F231F" w:rsidRPr="002E2228">
        <w:rPr>
          <w:szCs w:val="19"/>
        </w:rPr>
        <w:t xml:space="preserve">souboru norem </w:t>
      </w:r>
      <w:r w:rsidRPr="002E2228">
        <w:rPr>
          <w:szCs w:val="19"/>
        </w:rPr>
        <w:t>ČSN 33 2000-</w:t>
      </w:r>
      <w:smartTag w:uri="urn:schemas-microsoft-com:office:smarttags" w:element="metricconverter">
        <w:smartTagPr>
          <w:attr w:name="ProductID" w:val="4 a"/>
        </w:smartTagPr>
        <w:r w:rsidRPr="002E2228">
          <w:rPr>
            <w:szCs w:val="19"/>
          </w:rPr>
          <w:t>4 a</w:t>
        </w:r>
      </w:smartTag>
      <w:r w:rsidRPr="002E2228">
        <w:rPr>
          <w:szCs w:val="19"/>
        </w:rPr>
        <w:t xml:space="preserve"> souvisejících předpisů a ČSN. Pracovníci montážních čet musí být prokazatelně proškoleni z příslušných předpisů a norem ČSN. Pracoviště musí být příslušně vymezeno a opatřeno zábranami a výstrahami. Před uvedením do provozu musí být provedena na el. zařízení vý</w:t>
      </w:r>
      <w:r w:rsidR="00B437BF" w:rsidRPr="002E2228">
        <w:rPr>
          <w:szCs w:val="19"/>
        </w:rPr>
        <w:t>chozí revize dle ČSN 33 2000-6.</w:t>
      </w:r>
    </w:p>
    <w:p w14:paraId="29D50F87" w14:textId="77777777" w:rsidR="00B437BF" w:rsidRPr="002E2228" w:rsidRDefault="00B437BF" w:rsidP="002E2228">
      <w:pPr>
        <w:rPr>
          <w:szCs w:val="19"/>
        </w:rPr>
      </w:pPr>
    </w:p>
    <w:p w14:paraId="6DC168B6" w14:textId="77777777" w:rsidR="00573622" w:rsidRPr="007A3015" w:rsidRDefault="00573622" w:rsidP="00573622">
      <w:pPr>
        <w:pStyle w:val="Nadpis2"/>
      </w:pPr>
      <w:bookmarkStart w:id="51" w:name="_Toc336929812"/>
      <w:bookmarkStart w:id="52" w:name="_Toc338596114"/>
      <w:bookmarkStart w:id="53" w:name="_Toc341796527"/>
      <w:bookmarkStart w:id="54" w:name="_Toc26181018"/>
      <w:bookmarkStart w:id="55" w:name="_Toc157921362"/>
      <w:r w:rsidRPr="007A3015">
        <w:t>Provoz a údržba zařízení</w:t>
      </w:r>
      <w:bookmarkEnd w:id="51"/>
      <w:bookmarkEnd w:id="52"/>
      <w:bookmarkEnd w:id="53"/>
      <w:bookmarkEnd w:id="54"/>
    </w:p>
    <w:bookmarkEnd w:id="55"/>
    <w:p w14:paraId="2FDAF093" w14:textId="77777777" w:rsidR="00573622" w:rsidRPr="002E2228" w:rsidRDefault="00573622" w:rsidP="00573622">
      <w:pPr>
        <w:rPr>
          <w:szCs w:val="19"/>
        </w:rPr>
      </w:pPr>
      <w:r w:rsidRPr="002E2228">
        <w:rPr>
          <w:szCs w:val="19"/>
        </w:rPr>
        <w:t xml:space="preserve">Obsluha a práce na elektrickém zařízení musí být prováděna dle ČSN EN 50110-1 ed.2 a dle pokynů výrobce. Na el. zařízení musí být provedena výchozí revize ve smyslu ČSN 33 </w:t>
      </w:r>
      <w:smartTag w:uri="urn:schemas-microsoft-com:office:smarttags" w:element="metricconverter">
        <w:smartTagPr>
          <w:attr w:name="ProductID" w:val="1500 a"/>
        </w:smartTagPr>
        <w:r w:rsidRPr="002E2228">
          <w:rPr>
            <w:szCs w:val="19"/>
          </w:rPr>
          <w:t>1500 a</w:t>
        </w:r>
      </w:smartTag>
      <w:r w:rsidRPr="002E2228">
        <w:rPr>
          <w:szCs w:val="19"/>
        </w:rPr>
        <w:t xml:space="preserve"> ČSN 33 2000-6. Jsou-li výsledky </w:t>
      </w:r>
      <w:r w:rsidRPr="002E2228">
        <w:rPr>
          <w:szCs w:val="19"/>
        </w:rPr>
        <w:lastRenderedPageBreak/>
        <w:t>revize příznivé, uvede se zařízení do provozu a stanoví se provozní podmínky. O revizi musí být vystaven protokol. Výchozí revizi zajistí dodavatel, další revize provozovatel ve lhůtách stanovených revizním technikem.</w:t>
      </w:r>
    </w:p>
    <w:p w14:paraId="7D4C04F3" w14:textId="77777777" w:rsidR="00573622" w:rsidRPr="002E2228" w:rsidRDefault="00573622" w:rsidP="00573622">
      <w:pPr>
        <w:rPr>
          <w:szCs w:val="19"/>
        </w:rPr>
      </w:pPr>
      <w:r w:rsidRPr="002E2228">
        <w:rPr>
          <w:szCs w:val="19"/>
        </w:rPr>
        <w:t>Manipulovat se zařízením mohou pouze pověřené osoby s příslušnou elektrotechnickou kvalifikací dle vyhlášky č. 50/1978 Sb., v platném znění.</w:t>
      </w:r>
    </w:p>
    <w:p w14:paraId="6866DE67" w14:textId="77777777" w:rsidR="00906F1E" w:rsidRPr="002E2228" w:rsidRDefault="00573622" w:rsidP="00573622">
      <w:pPr>
        <w:rPr>
          <w:color w:val="000000"/>
          <w:szCs w:val="19"/>
        </w:rPr>
      </w:pPr>
      <w:r w:rsidRPr="002E2228">
        <w:rPr>
          <w:szCs w:val="19"/>
        </w:rPr>
        <w:t xml:space="preserve">Zařízení musí být průběžně a pravidelně udržováno ve vyhovujícím technickém stavu. </w:t>
      </w:r>
      <w:r w:rsidRPr="002E2228">
        <w:rPr>
          <w:color w:val="000000"/>
          <w:szCs w:val="19"/>
        </w:rPr>
        <w:t>Elektrické zařízení musí být po dobu svého provozu podrobováno pravidelným předepsaným revizím. Zpráva o výsledku revize je pro provozovatele závazná. Provozovatel musí zajistit odstranění závad nebo provést prozatímní bezpečnostní opatření ve stanovené lhůtě. Nemůže-li závady bezprostředně ohrožující zdraví odstranit, musí příslušné zařízení odpojit.</w:t>
      </w:r>
    </w:p>
    <w:p w14:paraId="4D6F06A2" w14:textId="77777777" w:rsidR="00906F1E" w:rsidRPr="002E2228" w:rsidRDefault="00906F1E" w:rsidP="00573622">
      <w:pPr>
        <w:rPr>
          <w:color w:val="000000"/>
          <w:szCs w:val="19"/>
        </w:rPr>
      </w:pPr>
    </w:p>
    <w:p w14:paraId="375E604D" w14:textId="77777777" w:rsidR="00AB7206" w:rsidRPr="002E2228" w:rsidRDefault="00AB7206" w:rsidP="00573622">
      <w:pPr>
        <w:rPr>
          <w:color w:val="000000"/>
          <w:szCs w:val="19"/>
        </w:rPr>
      </w:pPr>
      <w:r w:rsidRPr="002E2228">
        <w:rPr>
          <w:color w:val="000000"/>
          <w:szCs w:val="19"/>
        </w:rPr>
        <w:t>Maximální intervaly revizí pro systémy ochrany před bleskem a přepětím dle souboru ČSN 62305 jsou uvedeny v níže přiložené tabulce, přičemž řešený objekt je zařazen do kategorie III.</w:t>
      </w:r>
    </w:p>
    <w:p w14:paraId="3AA12F95" w14:textId="77777777" w:rsidR="00906F1E" w:rsidRPr="009A1388" w:rsidRDefault="00906F1E" w:rsidP="00573622">
      <w:pPr>
        <w:rPr>
          <w:color w:val="000000"/>
          <w:sz w:val="20"/>
          <w:szCs w:val="20"/>
        </w:rPr>
      </w:pP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2463"/>
        <w:gridCol w:w="2528"/>
        <w:gridCol w:w="1905"/>
        <w:gridCol w:w="2515"/>
      </w:tblGrid>
      <w:tr w:rsidR="00AB7206" w:rsidRPr="00AB7206" w14:paraId="476FACB5" w14:textId="77777777" w:rsidTr="00AB7206">
        <w:trPr>
          <w:tblCellSpacing w:w="0" w:type="dxa"/>
        </w:trPr>
        <w:tc>
          <w:tcPr>
            <w:tcW w:w="5000" w:type="pct"/>
            <w:gridSpan w:val="4"/>
            <w:tcBorders>
              <w:top w:val="outset" w:sz="6" w:space="0" w:color="000000"/>
              <w:left w:val="outset" w:sz="6" w:space="0" w:color="000000"/>
              <w:bottom w:val="outset" w:sz="6" w:space="0" w:color="000000"/>
              <w:right w:val="outset" w:sz="6" w:space="0" w:color="000000"/>
            </w:tcBorders>
            <w:hideMark/>
          </w:tcPr>
          <w:p w14:paraId="54AB3727" w14:textId="77777777" w:rsidR="00AB7206" w:rsidRPr="00AB7206" w:rsidRDefault="00AB7206" w:rsidP="00AB7206">
            <w:pPr>
              <w:spacing w:before="100" w:beforeAutospacing="1" w:after="100" w:afterAutospacing="1" w:line="240" w:lineRule="atLeast"/>
              <w:jc w:val="center"/>
              <w:rPr>
                <w:rFonts w:cs="Arial"/>
                <w:color w:val="000000"/>
                <w:sz w:val="18"/>
                <w:szCs w:val="18"/>
                <w:lang w:eastAsia="cs-CZ"/>
              </w:rPr>
            </w:pPr>
            <w:r w:rsidRPr="00AB7206">
              <w:rPr>
                <w:rFonts w:cs="Arial"/>
                <w:b/>
                <w:bCs/>
                <w:color w:val="000000"/>
                <w:sz w:val="18"/>
                <w:szCs w:val="18"/>
                <w:lang w:eastAsia="cs-CZ"/>
              </w:rPr>
              <w:t xml:space="preserve">Maximální intervaly </w:t>
            </w:r>
            <w:r>
              <w:rPr>
                <w:rFonts w:cs="Arial"/>
                <w:b/>
                <w:bCs/>
                <w:color w:val="000000"/>
                <w:sz w:val="18"/>
                <w:szCs w:val="18"/>
                <w:lang w:eastAsia="cs-CZ"/>
              </w:rPr>
              <w:t xml:space="preserve">revizí </w:t>
            </w:r>
            <w:r w:rsidRPr="00AB7206">
              <w:rPr>
                <w:rFonts w:cs="Arial"/>
                <w:b/>
                <w:bCs/>
                <w:color w:val="000000"/>
                <w:sz w:val="18"/>
                <w:szCs w:val="18"/>
                <w:lang w:eastAsia="cs-CZ"/>
              </w:rPr>
              <w:t>pro systémy ochrany před bleskem a přepětím dle souboru ČSN 62305</w:t>
            </w:r>
          </w:p>
        </w:tc>
      </w:tr>
      <w:tr w:rsidR="00AB7206" w:rsidRPr="00AB7206" w14:paraId="5FCF1683" w14:textId="77777777" w:rsidTr="00AB7206">
        <w:trPr>
          <w:tblCellSpacing w:w="0" w:type="dxa"/>
        </w:trPr>
        <w:tc>
          <w:tcPr>
            <w:tcW w:w="1309" w:type="pct"/>
            <w:tcBorders>
              <w:top w:val="outset" w:sz="6" w:space="0" w:color="000000"/>
              <w:left w:val="outset" w:sz="6" w:space="0" w:color="000000"/>
              <w:bottom w:val="outset" w:sz="6" w:space="0" w:color="000000"/>
              <w:right w:val="outset" w:sz="6" w:space="0" w:color="000000"/>
            </w:tcBorders>
            <w:hideMark/>
          </w:tcPr>
          <w:p w14:paraId="224177EB" w14:textId="77777777" w:rsidR="00AB7206" w:rsidRPr="00AB7206" w:rsidRDefault="00AB7206" w:rsidP="00AB7206">
            <w:pPr>
              <w:spacing w:before="100" w:beforeAutospacing="1" w:after="100" w:afterAutospacing="1" w:line="240" w:lineRule="atLeast"/>
              <w:jc w:val="center"/>
              <w:rPr>
                <w:rFonts w:cs="Arial"/>
                <w:color w:val="000000"/>
                <w:sz w:val="18"/>
                <w:szCs w:val="18"/>
                <w:lang w:eastAsia="cs-CZ"/>
              </w:rPr>
            </w:pPr>
            <w:r w:rsidRPr="00AB7206">
              <w:rPr>
                <w:rFonts w:cs="Arial"/>
                <w:b/>
                <w:bCs/>
                <w:color w:val="000000"/>
                <w:sz w:val="18"/>
                <w:szCs w:val="18"/>
                <w:lang w:eastAsia="cs-CZ"/>
              </w:rPr>
              <w:t>Hladina ochrany</w:t>
            </w:r>
          </w:p>
        </w:tc>
        <w:tc>
          <w:tcPr>
            <w:tcW w:w="1343" w:type="pct"/>
            <w:tcBorders>
              <w:top w:val="outset" w:sz="6" w:space="0" w:color="000000"/>
              <w:left w:val="outset" w:sz="6" w:space="0" w:color="000000"/>
              <w:bottom w:val="outset" w:sz="6" w:space="0" w:color="000000"/>
              <w:right w:val="outset" w:sz="6" w:space="0" w:color="000000"/>
            </w:tcBorders>
            <w:hideMark/>
          </w:tcPr>
          <w:p w14:paraId="44A235E2" w14:textId="77777777" w:rsidR="00AB7206" w:rsidRPr="00AB7206" w:rsidRDefault="00AB7206" w:rsidP="00AB7206">
            <w:pPr>
              <w:spacing w:before="100" w:beforeAutospacing="1" w:after="100" w:afterAutospacing="1" w:line="240" w:lineRule="atLeast"/>
              <w:jc w:val="center"/>
              <w:rPr>
                <w:rFonts w:cs="Arial"/>
                <w:color w:val="000000"/>
                <w:sz w:val="18"/>
                <w:szCs w:val="18"/>
                <w:lang w:eastAsia="cs-CZ"/>
              </w:rPr>
            </w:pPr>
            <w:r w:rsidRPr="00AB7206">
              <w:rPr>
                <w:rFonts w:cs="Arial"/>
                <w:b/>
                <w:bCs/>
                <w:color w:val="000000"/>
                <w:sz w:val="18"/>
                <w:szCs w:val="18"/>
                <w:lang w:eastAsia="cs-CZ"/>
              </w:rPr>
              <w:t xml:space="preserve">Vizuální kontrola </w:t>
            </w:r>
          </w:p>
          <w:p w14:paraId="1DF9EBD5" w14:textId="77777777" w:rsidR="00AB7206" w:rsidRPr="00AB7206" w:rsidRDefault="00AB7206" w:rsidP="00AB7206">
            <w:pPr>
              <w:spacing w:before="100" w:beforeAutospacing="1" w:after="100" w:afterAutospacing="1" w:line="240" w:lineRule="atLeast"/>
              <w:jc w:val="center"/>
              <w:rPr>
                <w:rFonts w:cs="Arial"/>
                <w:color w:val="000000"/>
                <w:sz w:val="18"/>
                <w:szCs w:val="18"/>
                <w:lang w:eastAsia="cs-CZ"/>
              </w:rPr>
            </w:pPr>
            <w:r w:rsidRPr="00AB7206">
              <w:rPr>
                <w:rFonts w:cs="Arial"/>
                <w:b/>
                <w:bCs/>
                <w:color w:val="000000"/>
                <w:sz w:val="18"/>
                <w:szCs w:val="18"/>
                <w:lang w:eastAsia="cs-CZ"/>
              </w:rPr>
              <w:t>v rocích</w:t>
            </w:r>
          </w:p>
        </w:tc>
        <w:tc>
          <w:tcPr>
            <w:tcW w:w="1012" w:type="pct"/>
            <w:tcBorders>
              <w:top w:val="outset" w:sz="6" w:space="0" w:color="000000"/>
              <w:left w:val="outset" w:sz="6" w:space="0" w:color="000000"/>
              <w:bottom w:val="outset" w:sz="6" w:space="0" w:color="000000"/>
              <w:right w:val="outset" w:sz="6" w:space="0" w:color="000000"/>
            </w:tcBorders>
            <w:hideMark/>
          </w:tcPr>
          <w:p w14:paraId="17D8FDDC" w14:textId="77777777" w:rsidR="00AB7206" w:rsidRPr="00AB7206" w:rsidRDefault="00AB7206" w:rsidP="00AB7206">
            <w:pPr>
              <w:spacing w:before="100" w:beforeAutospacing="1" w:after="100" w:afterAutospacing="1" w:line="240" w:lineRule="atLeast"/>
              <w:jc w:val="center"/>
              <w:rPr>
                <w:rFonts w:cs="Arial"/>
                <w:color w:val="000000"/>
                <w:sz w:val="18"/>
                <w:szCs w:val="18"/>
                <w:lang w:eastAsia="cs-CZ"/>
              </w:rPr>
            </w:pPr>
            <w:r w:rsidRPr="00AB7206">
              <w:rPr>
                <w:rFonts w:cs="Arial"/>
                <w:b/>
                <w:bCs/>
                <w:color w:val="000000"/>
                <w:sz w:val="18"/>
                <w:szCs w:val="18"/>
                <w:lang w:eastAsia="cs-CZ"/>
              </w:rPr>
              <w:t xml:space="preserve">Úplná revize </w:t>
            </w:r>
          </w:p>
          <w:p w14:paraId="7A8F8C3A" w14:textId="77777777" w:rsidR="00AB7206" w:rsidRPr="00AB7206" w:rsidRDefault="00AB7206" w:rsidP="00AB7206">
            <w:pPr>
              <w:spacing w:before="100" w:beforeAutospacing="1" w:after="100" w:afterAutospacing="1" w:line="240" w:lineRule="atLeast"/>
              <w:jc w:val="center"/>
              <w:rPr>
                <w:rFonts w:cs="Arial"/>
                <w:color w:val="000000"/>
                <w:sz w:val="18"/>
                <w:szCs w:val="18"/>
                <w:lang w:eastAsia="cs-CZ"/>
              </w:rPr>
            </w:pPr>
            <w:r w:rsidRPr="00AB7206">
              <w:rPr>
                <w:rFonts w:cs="Arial"/>
                <w:b/>
                <w:bCs/>
                <w:color w:val="000000"/>
                <w:sz w:val="18"/>
                <w:szCs w:val="18"/>
                <w:lang w:eastAsia="cs-CZ"/>
              </w:rPr>
              <w:t>v rocích</w:t>
            </w:r>
          </w:p>
        </w:tc>
        <w:tc>
          <w:tcPr>
            <w:tcW w:w="1336" w:type="pct"/>
            <w:tcBorders>
              <w:top w:val="outset" w:sz="6" w:space="0" w:color="000000"/>
              <w:left w:val="outset" w:sz="6" w:space="0" w:color="000000"/>
              <w:bottom w:val="outset" w:sz="6" w:space="0" w:color="000000"/>
              <w:right w:val="outset" w:sz="6" w:space="0" w:color="000000"/>
            </w:tcBorders>
            <w:hideMark/>
          </w:tcPr>
          <w:p w14:paraId="70038CD2" w14:textId="77777777" w:rsidR="00AB7206" w:rsidRDefault="00AB7206" w:rsidP="00AB7206">
            <w:pPr>
              <w:spacing w:before="100" w:beforeAutospacing="1" w:after="100" w:afterAutospacing="1" w:line="240" w:lineRule="atLeast"/>
              <w:jc w:val="center"/>
              <w:rPr>
                <w:rFonts w:cs="Arial"/>
                <w:b/>
                <w:bCs/>
                <w:color w:val="000000"/>
                <w:sz w:val="18"/>
                <w:szCs w:val="18"/>
                <w:lang w:eastAsia="cs-CZ"/>
              </w:rPr>
            </w:pPr>
            <w:r w:rsidRPr="00AB7206">
              <w:rPr>
                <w:rFonts w:cs="Arial"/>
                <w:b/>
                <w:bCs/>
                <w:color w:val="000000"/>
                <w:sz w:val="18"/>
                <w:szCs w:val="18"/>
                <w:lang w:eastAsia="cs-CZ"/>
              </w:rPr>
              <w:t xml:space="preserve">Kritické systémy </w:t>
            </w:r>
          </w:p>
          <w:p w14:paraId="533E48F4" w14:textId="77777777" w:rsidR="00AB7206" w:rsidRPr="00AB7206" w:rsidRDefault="00AB7206" w:rsidP="00AB7206">
            <w:pPr>
              <w:spacing w:before="100" w:beforeAutospacing="1" w:after="100" w:afterAutospacing="1" w:line="240" w:lineRule="atLeast"/>
              <w:jc w:val="center"/>
              <w:rPr>
                <w:rFonts w:cs="Arial"/>
                <w:color w:val="000000"/>
                <w:sz w:val="18"/>
                <w:szCs w:val="18"/>
                <w:lang w:eastAsia="cs-CZ"/>
              </w:rPr>
            </w:pPr>
            <w:r w:rsidRPr="00AB7206">
              <w:rPr>
                <w:rFonts w:cs="Arial"/>
                <w:b/>
                <w:bCs/>
                <w:color w:val="000000"/>
                <w:sz w:val="18"/>
                <w:szCs w:val="18"/>
                <w:lang w:eastAsia="cs-CZ"/>
              </w:rPr>
              <w:t xml:space="preserve">úplná revize </w:t>
            </w:r>
          </w:p>
          <w:p w14:paraId="17818B70" w14:textId="77777777" w:rsidR="00AB7206" w:rsidRPr="00AB7206" w:rsidRDefault="00AB7206" w:rsidP="00AB7206">
            <w:pPr>
              <w:spacing w:before="100" w:beforeAutospacing="1" w:after="100" w:afterAutospacing="1" w:line="240" w:lineRule="atLeast"/>
              <w:jc w:val="center"/>
              <w:rPr>
                <w:rFonts w:cs="Arial"/>
                <w:color w:val="000000"/>
                <w:sz w:val="18"/>
                <w:szCs w:val="18"/>
                <w:lang w:eastAsia="cs-CZ"/>
              </w:rPr>
            </w:pPr>
            <w:r w:rsidRPr="00AB7206">
              <w:rPr>
                <w:rFonts w:cs="Arial"/>
                <w:b/>
                <w:bCs/>
                <w:color w:val="000000"/>
                <w:sz w:val="18"/>
                <w:szCs w:val="18"/>
                <w:lang w:eastAsia="cs-CZ"/>
              </w:rPr>
              <w:t>v rocích</w:t>
            </w:r>
          </w:p>
        </w:tc>
      </w:tr>
      <w:tr w:rsidR="00AB7206" w:rsidRPr="00AB7206" w14:paraId="2AC6B7BD" w14:textId="77777777" w:rsidTr="00AB7206">
        <w:trPr>
          <w:tblCellSpacing w:w="0" w:type="dxa"/>
        </w:trPr>
        <w:tc>
          <w:tcPr>
            <w:tcW w:w="1309" w:type="pct"/>
            <w:tcBorders>
              <w:top w:val="outset" w:sz="6" w:space="0" w:color="000000"/>
              <w:left w:val="outset" w:sz="6" w:space="0" w:color="000000"/>
              <w:bottom w:val="outset" w:sz="6" w:space="0" w:color="000000"/>
              <w:right w:val="outset" w:sz="6" w:space="0" w:color="000000"/>
            </w:tcBorders>
            <w:hideMark/>
          </w:tcPr>
          <w:p w14:paraId="269F7CBA" w14:textId="77777777" w:rsidR="00AB7206" w:rsidRPr="00AB7206" w:rsidRDefault="00AB7206" w:rsidP="00AB7206">
            <w:pPr>
              <w:spacing w:before="100" w:beforeAutospacing="1" w:after="100" w:afterAutospacing="1" w:line="240" w:lineRule="atLeast"/>
              <w:jc w:val="center"/>
              <w:rPr>
                <w:rFonts w:cs="Arial"/>
                <w:color w:val="000000"/>
                <w:sz w:val="20"/>
                <w:szCs w:val="20"/>
                <w:lang w:eastAsia="cs-CZ"/>
              </w:rPr>
            </w:pPr>
            <w:r w:rsidRPr="00AB7206">
              <w:rPr>
                <w:rFonts w:cs="Arial"/>
                <w:color w:val="000000"/>
                <w:sz w:val="20"/>
                <w:szCs w:val="20"/>
                <w:lang w:eastAsia="cs-CZ"/>
              </w:rPr>
              <w:t>I a II</w:t>
            </w:r>
          </w:p>
        </w:tc>
        <w:tc>
          <w:tcPr>
            <w:tcW w:w="1343" w:type="pct"/>
            <w:tcBorders>
              <w:top w:val="outset" w:sz="6" w:space="0" w:color="000000"/>
              <w:left w:val="outset" w:sz="6" w:space="0" w:color="000000"/>
              <w:bottom w:val="outset" w:sz="6" w:space="0" w:color="000000"/>
              <w:right w:val="outset" w:sz="6" w:space="0" w:color="000000"/>
            </w:tcBorders>
            <w:hideMark/>
          </w:tcPr>
          <w:p w14:paraId="4F80BCF1" w14:textId="77777777" w:rsidR="00AB7206" w:rsidRPr="00AB7206" w:rsidRDefault="00AB7206" w:rsidP="00AB7206">
            <w:pPr>
              <w:spacing w:before="100" w:beforeAutospacing="1" w:after="100" w:afterAutospacing="1" w:line="240" w:lineRule="atLeast"/>
              <w:jc w:val="center"/>
              <w:rPr>
                <w:rFonts w:cs="Arial"/>
                <w:color w:val="000000"/>
                <w:sz w:val="18"/>
                <w:szCs w:val="18"/>
                <w:lang w:eastAsia="cs-CZ"/>
              </w:rPr>
            </w:pPr>
            <w:r w:rsidRPr="00AB7206">
              <w:rPr>
                <w:rFonts w:cs="Arial"/>
                <w:color w:val="000000"/>
                <w:sz w:val="18"/>
                <w:szCs w:val="18"/>
                <w:lang w:eastAsia="cs-CZ"/>
              </w:rPr>
              <w:t>1</w:t>
            </w:r>
          </w:p>
        </w:tc>
        <w:tc>
          <w:tcPr>
            <w:tcW w:w="1012" w:type="pct"/>
            <w:tcBorders>
              <w:top w:val="outset" w:sz="6" w:space="0" w:color="000000"/>
              <w:left w:val="outset" w:sz="6" w:space="0" w:color="000000"/>
              <w:bottom w:val="outset" w:sz="6" w:space="0" w:color="000000"/>
              <w:right w:val="outset" w:sz="6" w:space="0" w:color="000000"/>
            </w:tcBorders>
            <w:hideMark/>
          </w:tcPr>
          <w:p w14:paraId="18DD4D6F" w14:textId="77777777" w:rsidR="00AB7206" w:rsidRPr="00AB7206" w:rsidRDefault="00AB7206" w:rsidP="00AB7206">
            <w:pPr>
              <w:spacing w:before="100" w:beforeAutospacing="1" w:after="100" w:afterAutospacing="1" w:line="240" w:lineRule="atLeast"/>
              <w:jc w:val="center"/>
              <w:rPr>
                <w:rFonts w:cs="Arial"/>
                <w:color w:val="000000"/>
                <w:sz w:val="18"/>
                <w:szCs w:val="18"/>
                <w:lang w:eastAsia="cs-CZ"/>
              </w:rPr>
            </w:pPr>
            <w:r w:rsidRPr="00AB7206">
              <w:rPr>
                <w:rFonts w:cs="Arial"/>
                <w:color w:val="000000"/>
                <w:sz w:val="18"/>
                <w:szCs w:val="18"/>
                <w:lang w:eastAsia="cs-CZ"/>
              </w:rPr>
              <w:t>2</w:t>
            </w:r>
          </w:p>
        </w:tc>
        <w:tc>
          <w:tcPr>
            <w:tcW w:w="1336" w:type="pct"/>
            <w:tcBorders>
              <w:top w:val="outset" w:sz="6" w:space="0" w:color="000000"/>
              <w:left w:val="outset" w:sz="6" w:space="0" w:color="000000"/>
              <w:bottom w:val="outset" w:sz="6" w:space="0" w:color="000000"/>
              <w:right w:val="outset" w:sz="6" w:space="0" w:color="000000"/>
            </w:tcBorders>
            <w:hideMark/>
          </w:tcPr>
          <w:p w14:paraId="7CF053AB" w14:textId="77777777" w:rsidR="00AB7206" w:rsidRPr="00AB7206" w:rsidRDefault="00AB7206" w:rsidP="00AB7206">
            <w:pPr>
              <w:spacing w:before="100" w:beforeAutospacing="1" w:after="100" w:afterAutospacing="1" w:line="240" w:lineRule="atLeast"/>
              <w:jc w:val="center"/>
              <w:rPr>
                <w:rFonts w:cs="Arial"/>
                <w:color w:val="000000"/>
                <w:sz w:val="18"/>
                <w:szCs w:val="18"/>
                <w:lang w:eastAsia="cs-CZ"/>
              </w:rPr>
            </w:pPr>
            <w:r w:rsidRPr="00AB7206">
              <w:rPr>
                <w:rFonts w:cs="Arial"/>
                <w:color w:val="000000"/>
                <w:sz w:val="18"/>
                <w:szCs w:val="18"/>
                <w:lang w:eastAsia="cs-CZ"/>
              </w:rPr>
              <w:t>1</w:t>
            </w:r>
          </w:p>
        </w:tc>
      </w:tr>
      <w:tr w:rsidR="00AB7206" w:rsidRPr="00AB7206" w14:paraId="32B7EBAD" w14:textId="77777777" w:rsidTr="00AB7206">
        <w:trPr>
          <w:tblCellSpacing w:w="0" w:type="dxa"/>
        </w:trPr>
        <w:tc>
          <w:tcPr>
            <w:tcW w:w="1309" w:type="pct"/>
            <w:tcBorders>
              <w:top w:val="outset" w:sz="6" w:space="0" w:color="000000"/>
              <w:left w:val="outset" w:sz="6" w:space="0" w:color="000000"/>
              <w:bottom w:val="outset" w:sz="6" w:space="0" w:color="000000"/>
              <w:right w:val="outset" w:sz="6" w:space="0" w:color="000000"/>
            </w:tcBorders>
            <w:hideMark/>
          </w:tcPr>
          <w:p w14:paraId="2483A7CD" w14:textId="77777777" w:rsidR="00AB7206" w:rsidRPr="00AB7206" w:rsidRDefault="00AB7206" w:rsidP="00AB7206">
            <w:pPr>
              <w:spacing w:before="100" w:beforeAutospacing="1" w:after="100" w:afterAutospacing="1" w:line="240" w:lineRule="atLeast"/>
              <w:jc w:val="center"/>
              <w:rPr>
                <w:rFonts w:cs="Arial"/>
                <w:color w:val="000000"/>
                <w:sz w:val="20"/>
                <w:szCs w:val="20"/>
                <w:lang w:eastAsia="cs-CZ"/>
              </w:rPr>
            </w:pPr>
            <w:r w:rsidRPr="00AB7206">
              <w:rPr>
                <w:rFonts w:cs="Arial"/>
                <w:color w:val="000000"/>
                <w:sz w:val="20"/>
                <w:szCs w:val="20"/>
                <w:lang w:eastAsia="cs-CZ"/>
              </w:rPr>
              <w:t>III a IV</w:t>
            </w:r>
          </w:p>
        </w:tc>
        <w:tc>
          <w:tcPr>
            <w:tcW w:w="1343" w:type="pct"/>
            <w:tcBorders>
              <w:top w:val="outset" w:sz="6" w:space="0" w:color="000000"/>
              <w:left w:val="outset" w:sz="6" w:space="0" w:color="000000"/>
              <w:bottom w:val="outset" w:sz="6" w:space="0" w:color="000000"/>
              <w:right w:val="outset" w:sz="6" w:space="0" w:color="000000"/>
            </w:tcBorders>
            <w:hideMark/>
          </w:tcPr>
          <w:p w14:paraId="69C92AA7" w14:textId="77777777" w:rsidR="00AB7206" w:rsidRPr="00AB7206" w:rsidRDefault="00AB7206" w:rsidP="00AB7206">
            <w:pPr>
              <w:spacing w:before="100" w:beforeAutospacing="1" w:after="100" w:afterAutospacing="1" w:line="240" w:lineRule="atLeast"/>
              <w:jc w:val="center"/>
              <w:rPr>
                <w:rFonts w:cs="Arial"/>
                <w:color w:val="000000"/>
                <w:sz w:val="18"/>
                <w:szCs w:val="18"/>
                <w:lang w:eastAsia="cs-CZ"/>
              </w:rPr>
            </w:pPr>
            <w:r w:rsidRPr="00AB7206">
              <w:rPr>
                <w:rFonts w:cs="Arial"/>
                <w:color w:val="000000"/>
                <w:sz w:val="18"/>
                <w:szCs w:val="18"/>
                <w:lang w:eastAsia="cs-CZ"/>
              </w:rPr>
              <w:t>2</w:t>
            </w:r>
          </w:p>
        </w:tc>
        <w:tc>
          <w:tcPr>
            <w:tcW w:w="1012" w:type="pct"/>
            <w:tcBorders>
              <w:top w:val="outset" w:sz="6" w:space="0" w:color="000000"/>
              <w:left w:val="outset" w:sz="6" w:space="0" w:color="000000"/>
              <w:bottom w:val="outset" w:sz="6" w:space="0" w:color="000000"/>
              <w:right w:val="outset" w:sz="6" w:space="0" w:color="000000"/>
            </w:tcBorders>
            <w:hideMark/>
          </w:tcPr>
          <w:p w14:paraId="657637EF" w14:textId="77777777" w:rsidR="00AB7206" w:rsidRPr="00AB7206" w:rsidRDefault="00AB7206" w:rsidP="00AB7206">
            <w:pPr>
              <w:spacing w:before="100" w:beforeAutospacing="1" w:after="100" w:afterAutospacing="1" w:line="240" w:lineRule="atLeast"/>
              <w:jc w:val="center"/>
              <w:rPr>
                <w:rFonts w:cs="Arial"/>
                <w:color w:val="000000"/>
                <w:sz w:val="18"/>
                <w:szCs w:val="18"/>
                <w:lang w:eastAsia="cs-CZ"/>
              </w:rPr>
            </w:pPr>
            <w:r w:rsidRPr="00AB7206">
              <w:rPr>
                <w:rFonts w:cs="Arial"/>
                <w:color w:val="000000"/>
                <w:sz w:val="18"/>
                <w:szCs w:val="18"/>
                <w:lang w:eastAsia="cs-CZ"/>
              </w:rPr>
              <w:t>4</w:t>
            </w:r>
          </w:p>
        </w:tc>
        <w:tc>
          <w:tcPr>
            <w:tcW w:w="1336" w:type="pct"/>
            <w:tcBorders>
              <w:top w:val="outset" w:sz="6" w:space="0" w:color="000000"/>
              <w:left w:val="outset" w:sz="6" w:space="0" w:color="000000"/>
              <w:bottom w:val="outset" w:sz="6" w:space="0" w:color="000000"/>
              <w:right w:val="outset" w:sz="6" w:space="0" w:color="000000"/>
            </w:tcBorders>
            <w:hideMark/>
          </w:tcPr>
          <w:p w14:paraId="034CC1EA" w14:textId="77777777" w:rsidR="00AB7206" w:rsidRPr="00AB7206" w:rsidRDefault="00AB7206" w:rsidP="00AB7206">
            <w:pPr>
              <w:spacing w:before="100" w:beforeAutospacing="1" w:after="100" w:afterAutospacing="1" w:line="240" w:lineRule="atLeast"/>
              <w:jc w:val="center"/>
              <w:rPr>
                <w:rFonts w:cs="Arial"/>
                <w:color w:val="000000"/>
                <w:sz w:val="18"/>
                <w:szCs w:val="18"/>
                <w:lang w:eastAsia="cs-CZ"/>
              </w:rPr>
            </w:pPr>
            <w:r w:rsidRPr="00AB7206">
              <w:rPr>
                <w:rFonts w:cs="Arial"/>
                <w:color w:val="000000"/>
                <w:sz w:val="18"/>
                <w:szCs w:val="18"/>
                <w:lang w:eastAsia="cs-CZ"/>
              </w:rPr>
              <w:t>1</w:t>
            </w:r>
          </w:p>
        </w:tc>
      </w:tr>
    </w:tbl>
    <w:p w14:paraId="54D91222" w14:textId="77777777" w:rsidR="00AB7206" w:rsidRPr="007A3015" w:rsidRDefault="00AB7206" w:rsidP="00573622">
      <w:pPr>
        <w:rPr>
          <w:color w:val="000000"/>
        </w:rPr>
      </w:pPr>
    </w:p>
    <w:p w14:paraId="26997B5E" w14:textId="77777777" w:rsidR="00573622" w:rsidRPr="007A3015" w:rsidRDefault="00573622" w:rsidP="00573622"/>
    <w:p w14:paraId="691E96E5" w14:textId="77777777" w:rsidR="00573622" w:rsidRPr="007A3015" w:rsidRDefault="00573622" w:rsidP="00573622">
      <w:pPr>
        <w:pStyle w:val="Nadpis2"/>
      </w:pPr>
      <w:bookmarkStart w:id="56" w:name="_Toc336929813"/>
      <w:bookmarkStart w:id="57" w:name="_Toc338596115"/>
      <w:bookmarkStart w:id="58" w:name="_Toc341796528"/>
      <w:bookmarkStart w:id="59" w:name="_Toc26181019"/>
      <w:bookmarkStart w:id="60" w:name="_Toc157921363"/>
      <w:r w:rsidRPr="007A3015">
        <w:t>Protipožární opatření</w:t>
      </w:r>
      <w:bookmarkEnd w:id="56"/>
      <w:bookmarkEnd w:id="57"/>
      <w:bookmarkEnd w:id="58"/>
      <w:bookmarkEnd w:id="59"/>
    </w:p>
    <w:bookmarkEnd w:id="60"/>
    <w:p w14:paraId="558FAF8C" w14:textId="77777777" w:rsidR="00573622" w:rsidRPr="002E2228" w:rsidRDefault="00573622" w:rsidP="00573622">
      <w:pPr>
        <w:rPr>
          <w:szCs w:val="19"/>
        </w:rPr>
      </w:pPr>
      <w:r w:rsidRPr="002E2228">
        <w:rPr>
          <w:szCs w:val="19"/>
        </w:rPr>
        <w:t>Protipožární zabezpečení stavby musí odpovídat zákonu č. 67/2001 Sb. o požární ochraně ve znění pozdějších předpisů. Při veškerých činnostech prováděných zhotovitelem stavebně montážních prací a prací souvisejících budou respektovány podmínky stanovené zákonem č. 91/1995Sb., o požární ochraně, ve znění pozdějších předpisů a vyhláškou č. 246/2001 Sb. o stanovení podmínek požární bezpečnosti a výkonu státního požárního dozoru (vyhláška o požární prevenci).</w:t>
      </w:r>
    </w:p>
    <w:p w14:paraId="044E7E55" w14:textId="77777777" w:rsidR="00573622" w:rsidRPr="007A3015" w:rsidRDefault="00573622" w:rsidP="00573622"/>
    <w:p w14:paraId="525128A4" w14:textId="77777777" w:rsidR="00573622" w:rsidRPr="007A3015" w:rsidRDefault="00573622" w:rsidP="00573622">
      <w:pPr>
        <w:pStyle w:val="Nadpis2"/>
      </w:pPr>
      <w:bookmarkStart w:id="61" w:name="_Toc336929814"/>
      <w:bookmarkStart w:id="62" w:name="_Toc338596116"/>
      <w:bookmarkStart w:id="63" w:name="_Toc341796529"/>
      <w:bookmarkStart w:id="64" w:name="_Toc26181020"/>
      <w:bookmarkStart w:id="65" w:name="_Toc157921364"/>
      <w:bookmarkStart w:id="66" w:name="_Toc159209952"/>
      <w:bookmarkStart w:id="67" w:name="_Toc179009848"/>
      <w:r w:rsidRPr="007A3015">
        <w:t>Ochrana životního a pracovního prostředí</w:t>
      </w:r>
      <w:bookmarkEnd w:id="61"/>
      <w:bookmarkEnd w:id="62"/>
      <w:bookmarkEnd w:id="63"/>
      <w:bookmarkEnd w:id="64"/>
    </w:p>
    <w:bookmarkEnd w:id="65"/>
    <w:bookmarkEnd w:id="66"/>
    <w:bookmarkEnd w:id="67"/>
    <w:p w14:paraId="0E910A67" w14:textId="77777777" w:rsidR="00573622" w:rsidRPr="002E2228" w:rsidRDefault="00573622" w:rsidP="00573622">
      <w:pPr>
        <w:tabs>
          <w:tab w:val="left" w:pos="0"/>
        </w:tabs>
        <w:rPr>
          <w:szCs w:val="19"/>
        </w:rPr>
      </w:pPr>
      <w:r w:rsidRPr="002E2228">
        <w:rPr>
          <w:szCs w:val="19"/>
        </w:rPr>
        <w:t>Veškeré činnosti prováděné zhotovitelem stavebně montážních prací a prací souvisejících budou vykonávány při dodržení podmínek a požadavků stanovených zejména následujícími zákony a vyhláškami:</w:t>
      </w:r>
    </w:p>
    <w:p w14:paraId="6D48B754" w14:textId="77777777" w:rsidR="00573622" w:rsidRPr="002E2228" w:rsidRDefault="00573622" w:rsidP="00573622">
      <w:pPr>
        <w:tabs>
          <w:tab w:val="left" w:pos="0"/>
        </w:tabs>
        <w:rPr>
          <w:szCs w:val="19"/>
        </w:rPr>
      </w:pPr>
      <w:r w:rsidRPr="002E2228">
        <w:rPr>
          <w:szCs w:val="19"/>
        </w:rPr>
        <w:t>Zákon č. 334/1992 Sb. o ochraně zemědělského půdního fondu, ve znění pozdějších předpisů</w:t>
      </w:r>
    </w:p>
    <w:p w14:paraId="19AE0E46" w14:textId="77777777" w:rsidR="00573622" w:rsidRPr="002E2228" w:rsidRDefault="00573622" w:rsidP="00573622">
      <w:pPr>
        <w:tabs>
          <w:tab w:val="left" w:pos="0"/>
        </w:tabs>
        <w:rPr>
          <w:szCs w:val="19"/>
        </w:rPr>
      </w:pPr>
      <w:r w:rsidRPr="002E2228">
        <w:rPr>
          <w:szCs w:val="19"/>
        </w:rPr>
        <w:t>Zákon č. 114/1992 Sb. o ochraně přírody a krajiny, ve znění pozdějších předpisů</w:t>
      </w:r>
    </w:p>
    <w:p w14:paraId="4566578A" w14:textId="77777777" w:rsidR="00573622" w:rsidRPr="002E2228" w:rsidRDefault="00573622" w:rsidP="00573622">
      <w:pPr>
        <w:tabs>
          <w:tab w:val="left" w:pos="0"/>
        </w:tabs>
        <w:rPr>
          <w:szCs w:val="19"/>
        </w:rPr>
      </w:pPr>
      <w:r w:rsidRPr="002E2228">
        <w:rPr>
          <w:szCs w:val="19"/>
        </w:rPr>
        <w:t>Zákon č. 289/1995 Sb. o lesích, ve znění pozdějších předpisů</w:t>
      </w:r>
    </w:p>
    <w:p w14:paraId="0239273F" w14:textId="77777777" w:rsidR="00573622" w:rsidRPr="002E2228" w:rsidRDefault="00573622" w:rsidP="00573622">
      <w:pPr>
        <w:tabs>
          <w:tab w:val="left" w:pos="0"/>
        </w:tabs>
        <w:rPr>
          <w:szCs w:val="19"/>
        </w:rPr>
      </w:pPr>
      <w:r w:rsidRPr="002E2228">
        <w:rPr>
          <w:szCs w:val="19"/>
        </w:rPr>
        <w:t>Zákon č. 254/2001 Sb. o vodách a změně některých zákonů (vodní zákon)</w:t>
      </w:r>
    </w:p>
    <w:p w14:paraId="65A354C1" w14:textId="77777777" w:rsidR="00573622" w:rsidRPr="002E2228" w:rsidRDefault="00573622" w:rsidP="00573622">
      <w:pPr>
        <w:tabs>
          <w:tab w:val="left" w:pos="0"/>
        </w:tabs>
        <w:rPr>
          <w:szCs w:val="19"/>
        </w:rPr>
      </w:pPr>
      <w:r w:rsidRPr="002E2228">
        <w:rPr>
          <w:szCs w:val="19"/>
        </w:rPr>
        <w:t>Zákon č. 86/2002 Sb. o ochraně ovzduší a o změně některých dalších zákonů (zákon o ochraně ovzduší), ve znění pozdějších předpisů</w:t>
      </w:r>
    </w:p>
    <w:p w14:paraId="45F76B26" w14:textId="77777777" w:rsidR="00573622" w:rsidRPr="002E2228" w:rsidRDefault="00573622" w:rsidP="00573622">
      <w:pPr>
        <w:tabs>
          <w:tab w:val="left" w:pos="0"/>
        </w:tabs>
        <w:rPr>
          <w:szCs w:val="19"/>
        </w:rPr>
      </w:pPr>
      <w:r w:rsidRPr="002E2228">
        <w:rPr>
          <w:szCs w:val="19"/>
        </w:rPr>
        <w:t>Zákon č. 185/2001 Sb. o odpadech a o změně některých dalších zákonů</w:t>
      </w:r>
    </w:p>
    <w:p w14:paraId="3FD66506" w14:textId="77777777" w:rsidR="00573622" w:rsidRPr="002E2228" w:rsidRDefault="00573622" w:rsidP="00573622">
      <w:pPr>
        <w:tabs>
          <w:tab w:val="left" w:pos="0"/>
        </w:tabs>
        <w:rPr>
          <w:szCs w:val="19"/>
        </w:rPr>
      </w:pPr>
      <w:r w:rsidRPr="002E2228">
        <w:rPr>
          <w:szCs w:val="19"/>
        </w:rPr>
        <w:t>Vyhláška č.383/2001 Sb., o podrobnostech nakládání s odpady</w:t>
      </w:r>
    </w:p>
    <w:p w14:paraId="1EEE7751" w14:textId="77777777" w:rsidR="00573622" w:rsidRPr="002E2228" w:rsidRDefault="00573622" w:rsidP="00573622">
      <w:pPr>
        <w:tabs>
          <w:tab w:val="left" w:pos="0"/>
        </w:tabs>
        <w:rPr>
          <w:szCs w:val="19"/>
        </w:rPr>
      </w:pPr>
    </w:p>
    <w:p w14:paraId="3D6413A0" w14:textId="77777777" w:rsidR="00573622" w:rsidRPr="002E2228" w:rsidRDefault="00573622" w:rsidP="00573622">
      <w:pPr>
        <w:tabs>
          <w:tab w:val="left" w:pos="0"/>
        </w:tabs>
        <w:rPr>
          <w:szCs w:val="19"/>
        </w:rPr>
      </w:pPr>
      <w:r w:rsidRPr="002E2228">
        <w:rPr>
          <w:szCs w:val="19"/>
        </w:rPr>
        <w:lastRenderedPageBreak/>
        <w:t>V průběhu stavebních a montážních prací budou provedena taková opatření, aby nedošlo k porušení zákona o odpadech č. 185/2001 Sb., ve znění pozdějších předpisů. Stavební odpad bude odvážen na řízenou skládku a budou pořízeny doklady o uložení odpadů. Vytříděný odpad pocházející ze stavebně montážní činnosti bude shromažďován podle druhů v kontejnerech, sudech, zvláštních nádobách a obalech tak, aby bylo zabráněno jeho mísení nebo úniku do okolního prostoru. Odpady, které jsou klasifikovány jako odpady nebezpečné, budou shromažďovány odděleně podle druhů včetně označení nebezpečných odpadů identifikačním listem. Na zpevněných plochách k tomu určených budou odpady shromažďovány pouze po nevyhnutnou dobu do předání odpadu jinému subjektu k využití nebo zneškodnění na základě smlouvy uzavřené mezi původcem odpadu a odběratelem nebo zneškodňovatelem.</w:t>
      </w:r>
    </w:p>
    <w:p w14:paraId="4351B99E" w14:textId="77777777" w:rsidR="00573622" w:rsidRPr="002E2228" w:rsidRDefault="00573622" w:rsidP="00573622">
      <w:pPr>
        <w:rPr>
          <w:szCs w:val="19"/>
        </w:rPr>
      </w:pPr>
      <w:r w:rsidRPr="002E2228">
        <w:rPr>
          <w:szCs w:val="19"/>
        </w:rPr>
        <w:t>Seznam možných subjektů provádějících likvidaci odpadu bude uveden v příloze žádosti o "souhlas k nakládání a přepravě nebezpečných odpadů", který si vyžádá zástupce dodavatele stavby u referátu životního prostředí příslušného městského úřadu.</w:t>
      </w:r>
    </w:p>
    <w:p w14:paraId="314AA9BB" w14:textId="77777777" w:rsidR="0080538B" w:rsidRPr="002E2228" w:rsidRDefault="0080538B" w:rsidP="00573622">
      <w:pPr>
        <w:rPr>
          <w:szCs w:val="19"/>
        </w:rPr>
      </w:pPr>
    </w:p>
    <w:p w14:paraId="185E41C7" w14:textId="77777777" w:rsidR="00573622" w:rsidRPr="002E2228" w:rsidRDefault="00573622" w:rsidP="00573622">
      <w:pPr>
        <w:rPr>
          <w:szCs w:val="19"/>
        </w:rPr>
      </w:pPr>
      <w:r w:rsidRPr="002E2228">
        <w:rPr>
          <w:szCs w:val="19"/>
        </w:rPr>
        <w:t>Při stavbě lze předpokládat vznik těchto odpadů:</w:t>
      </w:r>
    </w:p>
    <w:p w14:paraId="730E36C6" w14:textId="77777777" w:rsidR="00573622" w:rsidRDefault="00573622" w:rsidP="00573622"/>
    <w:tbl>
      <w:tblPr>
        <w:tblW w:w="836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4536"/>
        <w:gridCol w:w="1276"/>
        <w:gridCol w:w="1417"/>
      </w:tblGrid>
      <w:tr w:rsidR="00573622" w:rsidRPr="00C516AF" w14:paraId="6FD4E9AE" w14:textId="77777777" w:rsidTr="0035268F">
        <w:trPr>
          <w:tblHeader/>
        </w:trPr>
        <w:tc>
          <w:tcPr>
            <w:tcW w:w="1134" w:type="dxa"/>
            <w:tcBorders>
              <w:bottom w:val="double" w:sz="4" w:space="0" w:color="auto"/>
            </w:tcBorders>
            <w:vAlign w:val="center"/>
          </w:tcPr>
          <w:p w14:paraId="03582EB6" w14:textId="77777777" w:rsidR="00573622" w:rsidRPr="00C516AF" w:rsidRDefault="00573622" w:rsidP="0035268F">
            <w:pPr>
              <w:pStyle w:val="TPOOdstavec"/>
              <w:rPr>
                <w:rFonts w:ascii="Arial" w:hAnsi="Arial" w:cs="Arial"/>
                <w:b/>
                <w:sz w:val="20"/>
              </w:rPr>
            </w:pPr>
            <w:r w:rsidRPr="00C516AF">
              <w:rPr>
                <w:rFonts w:ascii="Arial" w:hAnsi="Arial" w:cs="Arial"/>
                <w:b/>
                <w:sz w:val="20"/>
              </w:rPr>
              <w:t>Kód odpadu</w:t>
            </w:r>
          </w:p>
        </w:tc>
        <w:tc>
          <w:tcPr>
            <w:tcW w:w="4536" w:type="dxa"/>
            <w:tcBorders>
              <w:bottom w:val="double" w:sz="4" w:space="0" w:color="auto"/>
            </w:tcBorders>
            <w:vAlign w:val="center"/>
          </w:tcPr>
          <w:p w14:paraId="6904BB6E" w14:textId="77777777" w:rsidR="00573622" w:rsidRPr="00C516AF" w:rsidRDefault="00573622" w:rsidP="0035268F">
            <w:pPr>
              <w:pStyle w:val="TPOOdstavec"/>
              <w:rPr>
                <w:rFonts w:ascii="Arial" w:hAnsi="Arial" w:cs="Arial"/>
                <w:b/>
                <w:sz w:val="20"/>
              </w:rPr>
            </w:pPr>
            <w:r w:rsidRPr="00C516AF">
              <w:rPr>
                <w:rFonts w:ascii="Arial" w:hAnsi="Arial" w:cs="Arial"/>
                <w:b/>
                <w:sz w:val="20"/>
              </w:rPr>
              <w:t>Druh odpadu</w:t>
            </w:r>
          </w:p>
        </w:tc>
        <w:tc>
          <w:tcPr>
            <w:tcW w:w="1276" w:type="dxa"/>
            <w:tcBorders>
              <w:bottom w:val="double" w:sz="4" w:space="0" w:color="auto"/>
            </w:tcBorders>
            <w:vAlign w:val="center"/>
          </w:tcPr>
          <w:p w14:paraId="75975774" w14:textId="77777777" w:rsidR="00573622" w:rsidRPr="00C516AF" w:rsidRDefault="00573622" w:rsidP="0035268F">
            <w:pPr>
              <w:pStyle w:val="TPOOdstavec"/>
              <w:jc w:val="center"/>
              <w:rPr>
                <w:rFonts w:ascii="Arial" w:hAnsi="Arial" w:cs="Arial"/>
                <w:b/>
                <w:sz w:val="20"/>
              </w:rPr>
            </w:pPr>
            <w:r w:rsidRPr="00C516AF">
              <w:rPr>
                <w:rFonts w:ascii="Arial" w:hAnsi="Arial" w:cs="Arial"/>
                <w:b/>
                <w:sz w:val="20"/>
              </w:rPr>
              <w:t>Kategorie</w:t>
            </w:r>
          </w:p>
        </w:tc>
        <w:tc>
          <w:tcPr>
            <w:tcW w:w="1417" w:type="dxa"/>
            <w:tcBorders>
              <w:bottom w:val="double" w:sz="4" w:space="0" w:color="auto"/>
            </w:tcBorders>
            <w:vAlign w:val="center"/>
          </w:tcPr>
          <w:p w14:paraId="4A02FDF1" w14:textId="77777777" w:rsidR="00573622" w:rsidRPr="00C516AF" w:rsidRDefault="00573622" w:rsidP="0035268F">
            <w:pPr>
              <w:pStyle w:val="TPOOdstavec"/>
              <w:jc w:val="center"/>
              <w:rPr>
                <w:rFonts w:ascii="Arial" w:hAnsi="Arial" w:cs="Arial"/>
                <w:b/>
                <w:sz w:val="20"/>
              </w:rPr>
            </w:pPr>
            <w:r>
              <w:rPr>
                <w:rFonts w:ascii="Arial" w:hAnsi="Arial" w:cs="Arial"/>
                <w:b/>
                <w:sz w:val="20"/>
              </w:rPr>
              <w:t>Způsob nakládání</w:t>
            </w:r>
          </w:p>
        </w:tc>
      </w:tr>
      <w:tr w:rsidR="00573622" w:rsidRPr="00C516AF" w14:paraId="3A522A63" w14:textId="77777777" w:rsidTr="0035268F">
        <w:tc>
          <w:tcPr>
            <w:tcW w:w="1134" w:type="dxa"/>
            <w:tcBorders>
              <w:top w:val="nil"/>
            </w:tcBorders>
            <w:vAlign w:val="center"/>
          </w:tcPr>
          <w:p w14:paraId="56159DF6"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t>02 01 03</w:t>
            </w:r>
          </w:p>
        </w:tc>
        <w:tc>
          <w:tcPr>
            <w:tcW w:w="4536" w:type="dxa"/>
            <w:tcBorders>
              <w:top w:val="nil"/>
            </w:tcBorders>
            <w:vAlign w:val="center"/>
          </w:tcPr>
          <w:p w14:paraId="1659D9FC"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t>Odpad rostlinných pletiv</w:t>
            </w:r>
          </w:p>
        </w:tc>
        <w:tc>
          <w:tcPr>
            <w:tcW w:w="1276" w:type="dxa"/>
            <w:tcBorders>
              <w:top w:val="nil"/>
            </w:tcBorders>
            <w:vAlign w:val="center"/>
          </w:tcPr>
          <w:p w14:paraId="100C5671"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O</w:t>
            </w:r>
          </w:p>
        </w:tc>
        <w:tc>
          <w:tcPr>
            <w:tcW w:w="1417" w:type="dxa"/>
            <w:tcBorders>
              <w:top w:val="nil"/>
            </w:tcBorders>
            <w:vAlign w:val="center"/>
          </w:tcPr>
          <w:p w14:paraId="445CE1E0"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4</w:t>
            </w:r>
          </w:p>
        </w:tc>
      </w:tr>
      <w:tr w:rsidR="00573622" w:rsidRPr="00C516AF" w14:paraId="0D77FBFE" w14:textId="77777777" w:rsidTr="0035268F">
        <w:tc>
          <w:tcPr>
            <w:tcW w:w="1134" w:type="dxa"/>
            <w:tcBorders>
              <w:top w:val="nil"/>
            </w:tcBorders>
            <w:vAlign w:val="center"/>
          </w:tcPr>
          <w:p w14:paraId="7D30F3E6"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t>17 01 01</w:t>
            </w:r>
          </w:p>
        </w:tc>
        <w:tc>
          <w:tcPr>
            <w:tcW w:w="4536" w:type="dxa"/>
            <w:tcBorders>
              <w:top w:val="nil"/>
            </w:tcBorders>
            <w:vAlign w:val="center"/>
          </w:tcPr>
          <w:p w14:paraId="5A09B9E3"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t>Beton</w:t>
            </w:r>
          </w:p>
        </w:tc>
        <w:tc>
          <w:tcPr>
            <w:tcW w:w="1276" w:type="dxa"/>
            <w:tcBorders>
              <w:top w:val="nil"/>
            </w:tcBorders>
            <w:vAlign w:val="center"/>
          </w:tcPr>
          <w:p w14:paraId="422D12B4"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O</w:t>
            </w:r>
          </w:p>
        </w:tc>
        <w:tc>
          <w:tcPr>
            <w:tcW w:w="1417" w:type="dxa"/>
            <w:tcBorders>
              <w:top w:val="nil"/>
            </w:tcBorders>
            <w:vAlign w:val="center"/>
          </w:tcPr>
          <w:p w14:paraId="56336A0B"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1</w:t>
            </w:r>
          </w:p>
        </w:tc>
      </w:tr>
      <w:tr w:rsidR="00573622" w:rsidRPr="00C516AF" w14:paraId="7D202D28" w14:textId="77777777" w:rsidTr="0035268F">
        <w:tc>
          <w:tcPr>
            <w:tcW w:w="1134" w:type="dxa"/>
            <w:vAlign w:val="center"/>
          </w:tcPr>
          <w:p w14:paraId="4F0B0A80"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t>17 01 02</w:t>
            </w:r>
          </w:p>
        </w:tc>
        <w:tc>
          <w:tcPr>
            <w:tcW w:w="4536" w:type="dxa"/>
            <w:vAlign w:val="center"/>
          </w:tcPr>
          <w:p w14:paraId="759EB86C"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t>Cihly</w:t>
            </w:r>
          </w:p>
        </w:tc>
        <w:tc>
          <w:tcPr>
            <w:tcW w:w="1276" w:type="dxa"/>
            <w:vAlign w:val="center"/>
          </w:tcPr>
          <w:p w14:paraId="651604F6"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O</w:t>
            </w:r>
          </w:p>
        </w:tc>
        <w:tc>
          <w:tcPr>
            <w:tcW w:w="1417" w:type="dxa"/>
            <w:vAlign w:val="center"/>
          </w:tcPr>
          <w:p w14:paraId="18C949C8"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1</w:t>
            </w:r>
          </w:p>
        </w:tc>
      </w:tr>
      <w:tr w:rsidR="00573622" w:rsidRPr="00C516AF" w14:paraId="657ADFA4" w14:textId="77777777" w:rsidTr="0035268F">
        <w:tc>
          <w:tcPr>
            <w:tcW w:w="1134" w:type="dxa"/>
            <w:vAlign w:val="center"/>
          </w:tcPr>
          <w:p w14:paraId="56715DE0"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t>17 01 07</w:t>
            </w:r>
          </w:p>
        </w:tc>
        <w:tc>
          <w:tcPr>
            <w:tcW w:w="4536" w:type="dxa"/>
            <w:vAlign w:val="center"/>
          </w:tcPr>
          <w:p w14:paraId="562B4E70"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t>Směsi nebo oddělené frakce betonu, cihel, tašek a keramických výrobků</w:t>
            </w:r>
          </w:p>
        </w:tc>
        <w:tc>
          <w:tcPr>
            <w:tcW w:w="1276" w:type="dxa"/>
            <w:vAlign w:val="center"/>
          </w:tcPr>
          <w:p w14:paraId="566D0663"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O</w:t>
            </w:r>
          </w:p>
        </w:tc>
        <w:tc>
          <w:tcPr>
            <w:tcW w:w="1417" w:type="dxa"/>
            <w:vAlign w:val="center"/>
          </w:tcPr>
          <w:p w14:paraId="2F9AECCA"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1</w:t>
            </w:r>
          </w:p>
        </w:tc>
      </w:tr>
      <w:tr w:rsidR="00573622" w:rsidRPr="00C516AF" w14:paraId="32663068" w14:textId="77777777" w:rsidTr="0035268F">
        <w:tc>
          <w:tcPr>
            <w:tcW w:w="1134" w:type="dxa"/>
            <w:vAlign w:val="center"/>
          </w:tcPr>
          <w:p w14:paraId="35E283C0"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t>17 02 01</w:t>
            </w:r>
          </w:p>
        </w:tc>
        <w:tc>
          <w:tcPr>
            <w:tcW w:w="4536" w:type="dxa"/>
            <w:vAlign w:val="center"/>
          </w:tcPr>
          <w:p w14:paraId="4DE5292D"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t>Dřevo</w:t>
            </w:r>
          </w:p>
        </w:tc>
        <w:tc>
          <w:tcPr>
            <w:tcW w:w="1276" w:type="dxa"/>
            <w:vAlign w:val="center"/>
          </w:tcPr>
          <w:p w14:paraId="6B6987AD"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O</w:t>
            </w:r>
          </w:p>
        </w:tc>
        <w:tc>
          <w:tcPr>
            <w:tcW w:w="1417" w:type="dxa"/>
            <w:vAlign w:val="center"/>
          </w:tcPr>
          <w:p w14:paraId="4A86DA01"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2</w:t>
            </w:r>
          </w:p>
        </w:tc>
      </w:tr>
      <w:tr w:rsidR="00573622" w:rsidRPr="00C516AF" w14:paraId="1C985965" w14:textId="77777777" w:rsidTr="0035268F">
        <w:tc>
          <w:tcPr>
            <w:tcW w:w="1134" w:type="dxa"/>
            <w:vAlign w:val="center"/>
          </w:tcPr>
          <w:p w14:paraId="155BC9AB"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t>17 02 03</w:t>
            </w:r>
          </w:p>
        </w:tc>
        <w:tc>
          <w:tcPr>
            <w:tcW w:w="4536" w:type="dxa"/>
            <w:vAlign w:val="center"/>
          </w:tcPr>
          <w:p w14:paraId="7D546E53"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t>Plasty</w:t>
            </w:r>
          </w:p>
        </w:tc>
        <w:tc>
          <w:tcPr>
            <w:tcW w:w="1276" w:type="dxa"/>
            <w:vAlign w:val="center"/>
          </w:tcPr>
          <w:p w14:paraId="2B1951C0"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O</w:t>
            </w:r>
          </w:p>
        </w:tc>
        <w:tc>
          <w:tcPr>
            <w:tcW w:w="1417" w:type="dxa"/>
            <w:vAlign w:val="center"/>
          </w:tcPr>
          <w:p w14:paraId="0562064D"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2</w:t>
            </w:r>
          </w:p>
        </w:tc>
      </w:tr>
      <w:tr w:rsidR="00573622" w:rsidRPr="00C516AF" w14:paraId="5844E604" w14:textId="77777777" w:rsidTr="0035268F">
        <w:tc>
          <w:tcPr>
            <w:tcW w:w="1134" w:type="dxa"/>
            <w:vAlign w:val="center"/>
          </w:tcPr>
          <w:p w14:paraId="1BAA2B9F"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t>17 04 01</w:t>
            </w:r>
          </w:p>
        </w:tc>
        <w:tc>
          <w:tcPr>
            <w:tcW w:w="4536" w:type="dxa"/>
            <w:vAlign w:val="center"/>
          </w:tcPr>
          <w:p w14:paraId="6A582184"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t>Měď, bronz, mosaz</w:t>
            </w:r>
          </w:p>
        </w:tc>
        <w:tc>
          <w:tcPr>
            <w:tcW w:w="1276" w:type="dxa"/>
            <w:vAlign w:val="center"/>
          </w:tcPr>
          <w:p w14:paraId="520AABFB"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O</w:t>
            </w:r>
          </w:p>
        </w:tc>
        <w:tc>
          <w:tcPr>
            <w:tcW w:w="1417" w:type="dxa"/>
            <w:vAlign w:val="center"/>
          </w:tcPr>
          <w:p w14:paraId="7E748CA7"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2</w:t>
            </w:r>
          </w:p>
        </w:tc>
      </w:tr>
      <w:tr w:rsidR="00573622" w:rsidRPr="00C516AF" w14:paraId="65B792E4" w14:textId="77777777" w:rsidTr="0035268F">
        <w:tc>
          <w:tcPr>
            <w:tcW w:w="1134" w:type="dxa"/>
            <w:vAlign w:val="center"/>
          </w:tcPr>
          <w:p w14:paraId="66391153"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t>17 04 02</w:t>
            </w:r>
          </w:p>
        </w:tc>
        <w:tc>
          <w:tcPr>
            <w:tcW w:w="4536" w:type="dxa"/>
            <w:vAlign w:val="center"/>
          </w:tcPr>
          <w:p w14:paraId="365A903E"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t>Hliník</w:t>
            </w:r>
          </w:p>
        </w:tc>
        <w:tc>
          <w:tcPr>
            <w:tcW w:w="1276" w:type="dxa"/>
            <w:vAlign w:val="center"/>
          </w:tcPr>
          <w:p w14:paraId="4B5C745D"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O</w:t>
            </w:r>
          </w:p>
        </w:tc>
        <w:tc>
          <w:tcPr>
            <w:tcW w:w="1417" w:type="dxa"/>
            <w:vAlign w:val="center"/>
          </w:tcPr>
          <w:p w14:paraId="34E8E575"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2</w:t>
            </w:r>
          </w:p>
        </w:tc>
      </w:tr>
      <w:tr w:rsidR="00573622" w:rsidRPr="00C516AF" w14:paraId="23EE6C09" w14:textId="77777777" w:rsidTr="0035268F">
        <w:tc>
          <w:tcPr>
            <w:tcW w:w="1134" w:type="dxa"/>
            <w:vAlign w:val="center"/>
          </w:tcPr>
          <w:p w14:paraId="4E8B296A"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t>17 04 05</w:t>
            </w:r>
          </w:p>
        </w:tc>
        <w:tc>
          <w:tcPr>
            <w:tcW w:w="4536" w:type="dxa"/>
            <w:vAlign w:val="center"/>
          </w:tcPr>
          <w:p w14:paraId="4BC0B9A0"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t>Železo a ocel</w:t>
            </w:r>
          </w:p>
        </w:tc>
        <w:tc>
          <w:tcPr>
            <w:tcW w:w="1276" w:type="dxa"/>
            <w:vAlign w:val="center"/>
          </w:tcPr>
          <w:p w14:paraId="3B9DFB1A"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O</w:t>
            </w:r>
          </w:p>
        </w:tc>
        <w:tc>
          <w:tcPr>
            <w:tcW w:w="1417" w:type="dxa"/>
            <w:vAlign w:val="center"/>
          </w:tcPr>
          <w:p w14:paraId="36B6F554"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2</w:t>
            </w:r>
          </w:p>
        </w:tc>
      </w:tr>
      <w:tr w:rsidR="00573622" w:rsidRPr="00C516AF" w14:paraId="4ED72BE5" w14:textId="77777777" w:rsidTr="0035268F">
        <w:tc>
          <w:tcPr>
            <w:tcW w:w="1134" w:type="dxa"/>
            <w:vAlign w:val="center"/>
          </w:tcPr>
          <w:p w14:paraId="0CB36AEB"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t>17 04 11</w:t>
            </w:r>
          </w:p>
        </w:tc>
        <w:tc>
          <w:tcPr>
            <w:tcW w:w="4536" w:type="dxa"/>
            <w:vAlign w:val="center"/>
          </w:tcPr>
          <w:p w14:paraId="5A195E16"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t>Kabely neuvedené pod 17 04 10</w:t>
            </w:r>
          </w:p>
        </w:tc>
        <w:tc>
          <w:tcPr>
            <w:tcW w:w="1276" w:type="dxa"/>
            <w:vAlign w:val="center"/>
          </w:tcPr>
          <w:p w14:paraId="1A3B4BFC"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O</w:t>
            </w:r>
          </w:p>
        </w:tc>
        <w:tc>
          <w:tcPr>
            <w:tcW w:w="1417" w:type="dxa"/>
            <w:vAlign w:val="center"/>
          </w:tcPr>
          <w:p w14:paraId="6FDEBBCA"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2</w:t>
            </w:r>
          </w:p>
        </w:tc>
      </w:tr>
      <w:tr w:rsidR="00573622" w:rsidRPr="00C516AF" w14:paraId="71745217" w14:textId="77777777" w:rsidTr="0035268F">
        <w:tc>
          <w:tcPr>
            <w:tcW w:w="1134" w:type="dxa"/>
            <w:vAlign w:val="center"/>
          </w:tcPr>
          <w:p w14:paraId="2FBBBF3E"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t>17 05 04</w:t>
            </w:r>
          </w:p>
        </w:tc>
        <w:tc>
          <w:tcPr>
            <w:tcW w:w="4536" w:type="dxa"/>
            <w:vAlign w:val="center"/>
          </w:tcPr>
          <w:p w14:paraId="50A47933"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t>Zemina a kamení neuvedené pod číslem 17 05 03</w:t>
            </w:r>
          </w:p>
        </w:tc>
        <w:tc>
          <w:tcPr>
            <w:tcW w:w="1276" w:type="dxa"/>
            <w:vAlign w:val="center"/>
          </w:tcPr>
          <w:p w14:paraId="50CA84E6"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O</w:t>
            </w:r>
          </w:p>
        </w:tc>
        <w:tc>
          <w:tcPr>
            <w:tcW w:w="1417" w:type="dxa"/>
            <w:vAlign w:val="center"/>
          </w:tcPr>
          <w:p w14:paraId="04595090"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2</w:t>
            </w:r>
          </w:p>
        </w:tc>
      </w:tr>
      <w:tr w:rsidR="00573622" w:rsidRPr="00C516AF" w14:paraId="54125687" w14:textId="77777777" w:rsidTr="0035268F">
        <w:tc>
          <w:tcPr>
            <w:tcW w:w="1134" w:type="dxa"/>
            <w:vAlign w:val="center"/>
          </w:tcPr>
          <w:p w14:paraId="167E3BE3"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t>17 06 04</w:t>
            </w:r>
          </w:p>
        </w:tc>
        <w:tc>
          <w:tcPr>
            <w:tcW w:w="4536" w:type="dxa"/>
            <w:vAlign w:val="center"/>
          </w:tcPr>
          <w:p w14:paraId="03CC2CF0"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t>Izolační materiály neuvedené pod čísly 17 06 01 a 17 06 03</w:t>
            </w:r>
          </w:p>
        </w:tc>
        <w:tc>
          <w:tcPr>
            <w:tcW w:w="1276" w:type="dxa"/>
            <w:vAlign w:val="center"/>
          </w:tcPr>
          <w:p w14:paraId="4AE4B2E0"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O</w:t>
            </w:r>
          </w:p>
        </w:tc>
        <w:tc>
          <w:tcPr>
            <w:tcW w:w="1417" w:type="dxa"/>
            <w:vAlign w:val="center"/>
          </w:tcPr>
          <w:p w14:paraId="42AF245A"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1</w:t>
            </w:r>
          </w:p>
        </w:tc>
      </w:tr>
      <w:tr w:rsidR="00573622" w:rsidRPr="00C516AF" w14:paraId="681B69D1" w14:textId="77777777" w:rsidTr="0035268F">
        <w:tc>
          <w:tcPr>
            <w:tcW w:w="1134" w:type="dxa"/>
            <w:vAlign w:val="center"/>
          </w:tcPr>
          <w:p w14:paraId="5E8E5DF8"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t>20 03 01</w:t>
            </w:r>
          </w:p>
        </w:tc>
        <w:tc>
          <w:tcPr>
            <w:tcW w:w="4536" w:type="dxa"/>
            <w:vAlign w:val="center"/>
          </w:tcPr>
          <w:p w14:paraId="16B7E6A3" w14:textId="77777777" w:rsidR="00573622" w:rsidRPr="002E2228" w:rsidRDefault="00573622" w:rsidP="0035268F">
            <w:pPr>
              <w:pStyle w:val="TPOOdstavec"/>
              <w:rPr>
                <w:rFonts w:ascii="Arial" w:hAnsi="Arial" w:cs="Arial"/>
                <w:sz w:val="19"/>
                <w:szCs w:val="19"/>
              </w:rPr>
            </w:pPr>
            <w:r w:rsidRPr="002E2228">
              <w:rPr>
                <w:rFonts w:ascii="Arial" w:hAnsi="Arial" w:cs="Arial"/>
                <w:sz w:val="19"/>
                <w:szCs w:val="19"/>
              </w:rPr>
              <w:t>Směsný komunální odpad</w:t>
            </w:r>
          </w:p>
        </w:tc>
        <w:tc>
          <w:tcPr>
            <w:tcW w:w="1276" w:type="dxa"/>
            <w:vAlign w:val="center"/>
          </w:tcPr>
          <w:p w14:paraId="2817B224"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O</w:t>
            </w:r>
          </w:p>
        </w:tc>
        <w:tc>
          <w:tcPr>
            <w:tcW w:w="1417" w:type="dxa"/>
            <w:vAlign w:val="center"/>
          </w:tcPr>
          <w:p w14:paraId="3019C806" w14:textId="77777777" w:rsidR="00573622" w:rsidRPr="002E2228" w:rsidRDefault="00573622" w:rsidP="0035268F">
            <w:pPr>
              <w:pStyle w:val="TPOOdstavec"/>
              <w:jc w:val="center"/>
              <w:rPr>
                <w:rFonts w:ascii="Arial" w:hAnsi="Arial" w:cs="Arial"/>
                <w:sz w:val="19"/>
                <w:szCs w:val="19"/>
              </w:rPr>
            </w:pPr>
            <w:r w:rsidRPr="002E2228">
              <w:rPr>
                <w:rFonts w:ascii="Arial" w:hAnsi="Arial" w:cs="Arial"/>
                <w:sz w:val="19"/>
                <w:szCs w:val="19"/>
              </w:rPr>
              <w:t>2</w:t>
            </w:r>
          </w:p>
        </w:tc>
      </w:tr>
    </w:tbl>
    <w:p w14:paraId="7EB75662" w14:textId="77777777" w:rsidR="00B437BF" w:rsidRDefault="00B437BF" w:rsidP="00573622">
      <w:pPr>
        <w:pStyle w:val="Zhlav"/>
        <w:tabs>
          <w:tab w:val="left" w:pos="1560"/>
        </w:tabs>
        <w:spacing w:line="320" w:lineRule="exact"/>
        <w:rPr>
          <w:szCs w:val="19"/>
          <w:u w:val="single"/>
        </w:rPr>
      </w:pPr>
    </w:p>
    <w:p w14:paraId="5A79D72D" w14:textId="77777777" w:rsidR="00573622" w:rsidRPr="002E2228" w:rsidRDefault="00573622" w:rsidP="00573622">
      <w:pPr>
        <w:pStyle w:val="Zhlav"/>
        <w:tabs>
          <w:tab w:val="left" w:pos="1560"/>
        </w:tabs>
        <w:spacing w:line="320" w:lineRule="exact"/>
        <w:rPr>
          <w:szCs w:val="19"/>
        </w:rPr>
      </w:pPr>
      <w:r w:rsidRPr="002E2228">
        <w:rPr>
          <w:szCs w:val="19"/>
          <w:u w:val="single"/>
        </w:rPr>
        <w:t>Způsob likvidace</w:t>
      </w:r>
      <w:r w:rsidRPr="002E2228">
        <w:rPr>
          <w:szCs w:val="19"/>
        </w:rPr>
        <w:t xml:space="preserve">         </w:t>
      </w:r>
    </w:p>
    <w:p w14:paraId="0F40B0A4" w14:textId="77777777" w:rsidR="00573622" w:rsidRPr="002E2228" w:rsidRDefault="00573622" w:rsidP="00573622">
      <w:pPr>
        <w:pStyle w:val="Zhlav"/>
        <w:tabs>
          <w:tab w:val="left" w:pos="1560"/>
        </w:tabs>
        <w:spacing w:line="320" w:lineRule="exact"/>
        <w:rPr>
          <w:szCs w:val="19"/>
        </w:rPr>
      </w:pPr>
      <w:r w:rsidRPr="002E2228">
        <w:rPr>
          <w:szCs w:val="19"/>
        </w:rPr>
        <w:t>1 – skladován; 2 - recyklace, regenerace, druhotné využití; 3 – spalování; 4 – kompostování</w:t>
      </w:r>
    </w:p>
    <w:p w14:paraId="3FC54E82" w14:textId="77777777" w:rsidR="00573622" w:rsidRPr="002E2228" w:rsidRDefault="00573622" w:rsidP="00573622">
      <w:pPr>
        <w:spacing w:line="320" w:lineRule="exact"/>
        <w:rPr>
          <w:szCs w:val="19"/>
        </w:rPr>
      </w:pPr>
      <w:r w:rsidRPr="002E2228">
        <w:rPr>
          <w:szCs w:val="19"/>
        </w:rPr>
        <w:t>O - obyčejný odpad; N - nebezpečný odpad</w:t>
      </w:r>
    </w:p>
    <w:p w14:paraId="0F619D48" w14:textId="69026DB2" w:rsidR="00FA1A21" w:rsidRPr="002E2228" w:rsidRDefault="00FA1A21" w:rsidP="00573622">
      <w:pPr>
        <w:spacing w:line="320" w:lineRule="exact"/>
        <w:rPr>
          <w:szCs w:val="19"/>
        </w:rPr>
      </w:pPr>
    </w:p>
    <w:p w14:paraId="568AB4BD" w14:textId="02E73E39" w:rsidR="000979FE" w:rsidRDefault="000979FE" w:rsidP="00573622">
      <w:pPr>
        <w:spacing w:line="320" w:lineRule="exact"/>
        <w:rPr>
          <w:szCs w:val="19"/>
        </w:rPr>
      </w:pPr>
    </w:p>
    <w:p w14:paraId="7C4ABAE3" w14:textId="77777777" w:rsidR="00500975" w:rsidRPr="00BA72D5" w:rsidRDefault="00500975" w:rsidP="00573622">
      <w:pPr>
        <w:spacing w:line="320" w:lineRule="exact"/>
        <w:rPr>
          <w:szCs w:val="19"/>
        </w:rPr>
      </w:pPr>
    </w:p>
    <w:p w14:paraId="2EDB94A5" w14:textId="77777777" w:rsidR="005C58AF" w:rsidRPr="004256CB" w:rsidRDefault="005C58AF" w:rsidP="004256CB">
      <w:pPr>
        <w:pStyle w:val="Nadpis1"/>
        <w:tabs>
          <w:tab w:val="clear" w:pos="725"/>
          <w:tab w:val="num" w:pos="720"/>
        </w:tabs>
        <w:spacing w:beforeLines="120" w:before="288" w:after="0" w:line="360" w:lineRule="auto"/>
        <w:ind w:left="0" w:firstLine="0"/>
      </w:pPr>
      <w:bookmarkStart w:id="68" w:name="bmkReference"/>
      <w:bookmarkStart w:id="69" w:name="_Toc127935353"/>
      <w:bookmarkStart w:id="70" w:name="_Toc145404926"/>
      <w:bookmarkStart w:id="71" w:name="_Toc145821000"/>
      <w:bookmarkStart w:id="72" w:name="_Toc163353438"/>
      <w:bookmarkStart w:id="73" w:name="_Toc169587800"/>
      <w:bookmarkStart w:id="74" w:name="_Toc220918503"/>
      <w:bookmarkStart w:id="75" w:name="_Toc275753406"/>
      <w:bookmarkStart w:id="76" w:name="_Toc26181021"/>
      <w:bookmarkEnd w:id="6"/>
      <w:bookmarkEnd w:id="68"/>
      <w:r w:rsidRPr="004256CB">
        <w:t>Související normy</w:t>
      </w:r>
      <w:bookmarkEnd w:id="69"/>
      <w:bookmarkEnd w:id="70"/>
      <w:bookmarkEnd w:id="71"/>
      <w:bookmarkEnd w:id="72"/>
      <w:bookmarkEnd w:id="73"/>
      <w:bookmarkEnd w:id="74"/>
      <w:r w:rsidRPr="004256CB">
        <w:t>, zákony, vyhlášky, nařízení vlády</w:t>
      </w:r>
      <w:bookmarkEnd w:id="75"/>
      <w:bookmarkEnd w:id="76"/>
    </w:p>
    <w:p w14:paraId="38E24E57" w14:textId="77777777" w:rsidR="00611718" w:rsidRDefault="00611718" w:rsidP="004256CB">
      <w:pPr>
        <w:spacing w:after="120"/>
      </w:pPr>
      <w:r>
        <w:t>Dokumentace odpovídá následujícím normám ČSN:</w:t>
      </w:r>
    </w:p>
    <w:p w14:paraId="5CE4359F" w14:textId="77777777" w:rsidR="00985EF6" w:rsidRDefault="00985EF6" w:rsidP="00611718">
      <w:pPr>
        <w:ind w:left="2835" w:hanging="2835"/>
      </w:pPr>
      <w:r>
        <w:t xml:space="preserve">ČSN EN 1838 </w:t>
      </w:r>
      <w:r>
        <w:tab/>
      </w:r>
      <w:r w:rsidRPr="00985EF6">
        <w:t>Světlo a osvětlení - Nouzové osvětlení</w:t>
      </w:r>
    </w:p>
    <w:p w14:paraId="39EA02AF" w14:textId="77777777" w:rsidR="00985EF6" w:rsidRDefault="00985EF6" w:rsidP="00611718">
      <w:pPr>
        <w:ind w:left="2835" w:hanging="2835"/>
      </w:pPr>
      <w:r>
        <w:t xml:space="preserve">ČSN EN 12 665 </w:t>
      </w:r>
      <w:r>
        <w:tab/>
      </w:r>
      <w:r w:rsidRPr="00985EF6">
        <w:t>Světlo a osvětlení - Základní termíny a kritéria pro stanovení požadavků na osvětlení</w:t>
      </w:r>
    </w:p>
    <w:p w14:paraId="6175B8F5" w14:textId="77777777" w:rsidR="00985EF6" w:rsidRDefault="00985EF6" w:rsidP="00611718">
      <w:pPr>
        <w:ind w:left="2835" w:hanging="2835"/>
      </w:pPr>
      <w:r>
        <w:t xml:space="preserve">ČSN EN 12 464-1 </w:t>
      </w:r>
      <w:r>
        <w:tab/>
      </w:r>
      <w:r w:rsidRPr="00985EF6">
        <w:t>Světlo a osvětlení - Osvětlení pracovních prostorů - Část 1: Vnitřní pracovní prostory</w:t>
      </w:r>
    </w:p>
    <w:p w14:paraId="7C45707B" w14:textId="77777777" w:rsidR="00985EF6" w:rsidRDefault="00985EF6" w:rsidP="00611718">
      <w:pPr>
        <w:ind w:left="2835" w:hanging="2835"/>
      </w:pPr>
      <w:r>
        <w:lastRenderedPageBreak/>
        <w:t>ČSN EN 62 305-1 až 5</w:t>
      </w:r>
      <w:r>
        <w:tab/>
        <w:t>Soubor norem o</w:t>
      </w:r>
      <w:r w:rsidRPr="00985EF6">
        <w:t>chran</w:t>
      </w:r>
      <w:r>
        <w:t>y</w:t>
      </w:r>
      <w:r w:rsidRPr="00985EF6">
        <w:t xml:space="preserve"> před bleskem</w:t>
      </w:r>
    </w:p>
    <w:p w14:paraId="0EF92AF4" w14:textId="77777777" w:rsidR="00611718" w:rsidRDefault="00611718" w:rsidP="00611718">
      <w:pPr>
        <w:ind w:left="2835" w:hanging="2835"/>
      </w:pPr>
      <w:r>
        <w:t>ČSN 33 2000-1</w:t>
      </w:r>
      <w:r w:rsidR="004256CB">
        <w:t xml:space="preserve"> ed.2</w:t>
      </w:r>
      <w:r>
        <w:tab/>
        <w:t xml:space="preserve">Elektrická instalace </w:t>
      </w:r>
      <w:r w:rsidR="004256CB">
        <w:t>nízkého napětí</w:t>
      </w:r>
      <w:r>
        <w:t xml:space="preserve"> – Část 1: </w:t>
      </w:r>
      <w:r w:rsidR="004256CB" w:rsidRPr="004256CB">
        <w:t>Základní hlediska, stanovení základních charakteristik, definice</w:t>
      </w:r>
    </w:p>
    <w:p w14:paraId="07F18752" w14:textId="77777777" w:rsidR="00611718" w:rsidRDefault="00611718" w:rsidP="00611718">
      <w:pPr>
        <w:ind w:left="2835" w:hanging="2835"/>
      </w:pPr>
      <w:r>
        <w:t>ČSN 33 2000-4-41</w:t>
      </w:r>
      <w:r w:rsidR="004256CB">
        <w:t xml:space="preserve"> ed.</w:t>
      </w:r>
      <w:r w:rsidR="00705199">
        <w:t>3</w:t>
      </w:r>
      <w:r>
        <w:tab/>
        <w:t xml:space="preserve">Elektrotechnické předpisy. Elektrická zařízení - </w:t>
      </w:r>
      <w:r w:rsidR="004256CB" w:rsidRPr="004256CB">
        <w:t>Část 4-41: Ochranná opatření pro zajištění bezpečnosti - Ochrana před úrazem elektrickým proudem</w:t>
      </w:r>
      <w:r>
        <w:t>.</w:t>
      </w:r>
    </w:p>
    <w:p w14:paraId="57E0FC80" w14:textId="607EA2F7" w:rsidR="00611718" w:rsidRDefault="00611718" w:rsidP="00611718">
      <w:pPr>
        <w:ind w:left="2835" w:hanging="2835"/>
      </w:pPr>
      <w:r>
        <w:t>ČSN 33 2000-4-42</w:t>
      </w:r>
      <w:r w:rsidR="00055B6F">
        <w:t xml:space="preserve"> ed.2</w:t>
      </w:r>
      <w:r>
        <w:tab/>
      </w:r>
      <w:r w:rsidR="004256CB" w:rsidRPr="004256CB">
        <w:t>Elektrotechnické předpisy. Elektrická zařízení. Část 4: Bezpečnost. Kapitola 42: Ochrana před účinky tepla</w:t>
      </w:r>
      <w:r>
        <w:t>.</w:t>
      </w:r>
    </w:p>
    <w:p w14:paraId="6D439EAD" w14:textId="77777777" w:rsidR="00611718" w:rsidRDefault="00611718" w:rsidP="00611718">
      <w:pPr>
        <w:ind w:left="2835" w:hanging="2835"/>
      </w:pPr>
      <w:r>
        <w:t>ČSN 33 2000-4-43</w:t>
      </w:r>
      <w:r w:rsidR="004256CB">
        <w:t xml:space="preserve"> ed.2</w:t>
      </w:r>
      <w:r>
        <w:tab/>
      </w:r>
      <w:r w:rsidR="004256CB" w:rsidRPr="004256CB">
        <w:t>Elektrické instalace nízkého napětí - Část 4-43: Bezpečnost - Ochrana před nadproudy</w:t>
      </w:r>
      <w:r>
        <w:t>.</w:t>
      </w:r>
    </w:p>
    <w:p w14:paraId="764383A5" w14:textId="742743E5" w:rsidR="00611718" w:rsidRDefault="00611718" w:rsidP="00611718">
      <w:pPr>
        <w:ind w:left="2835" w:hanging="2835"/>
      </w:pPr>
      <w:r>
        <w:t>ČSN 33 2000-5-51</w:t>
      </w:r>
      <w:r w:rsidR="004256CB">
        <w:t xml:space="preserve"> ed.3</w:t>
      </w:r>
      <w:r>
        <w:tab/>
      </w:r>
      <w:r w:rsidR="004256CB" w:rsidRPr="004256CB">
        <w:t>Elektrické instalace nízkého napětí - Část 5-51: Výběr a stavba elektrických zařízení - Všeobecné předpisy</w:t>
      </w:r>
    </w:p>
    <w:p w14:paraId="171E3EA4" w14:textId="41505F1C" w:rsidR="00611718" w:rsidRDefault="00611718" w:rsidP="00611718">
      <w:pPr>
        <w:ind w:left="2835" w:hanging="2835"/>
      </w:pPr>
      <w:r>
        <w:t>ČSN 33 2000-5-52</w:t>
      </w:r>
      <w:r w:rsidR="006951A3">
        <w:t xml:space="preserve"> ed.2</w:t>
      </w:r>
      <w:r>
        <w:tab/>
      </w:r>
      <w:r w:rsidR="004256CB" w:rsidRPr="004256CB">
        <w:t>Elektrotechnické předpisy - Elektrická zařízení - Část 5: Výběr a stavba elektrických zařízení - Kapitola 52: Výběr soustav a stavba vedení</w:t>
      </w:r>
    </w:p>
    <w:p w14:paraId="3C3568EE" w14:textId="6456C05B" w:rsidR="00611718" w:rsidRDefault="00611718" w:rsidP="00611718">
      <w:pPr>
        <w:ind w:left="2835" w:hanging="2835"/>
      </w:pPr>
      <w:r>
        <w:t>ČSN 33 2000-5-53</w:t>
      </w:r>
      <w:r w:rsidR="004256CB">
        <w:t>4</w:t>
      </w:r>
      <w:r w:rsidR="006951A3">
        <w:t xml:space="preserve"> ed.2</w:t>
      </w:r>
      <w:r>
        <w:tab/>
      </w:r>
      <w:r w:rsidR="004256CB" w:rsidRPr="004256CB">
        <w:t>Elektrické instalace nízkého napětí - Část 5-53: Výběr a stavba elektrických zařízení - Odpojování, spínání a řízení - Oddíl 534: Přepěťová ochranná zařízení</w:t>
      </w:r>
    </w:p>
    <w:p w14:paraId="68075763" w14:textId="6C68153D" w:rsidR="00611718" w:rsidRDefault="00611718" w:rsidP="00611718">
      <w:pPr>
        <w:ind w:left="2835" w:hanging="2835"/>
      </w:pPr>
      <w:r>
        <w:t>ČSN 33 2000-5-537</w:t>
      </w:r>
      <w:r w:rsidR="006951A3">
        <w:t xml:space="preserve"> ed.3</w:t>
      </w:r>
      <w:r>
        <w:tab/>
      </w:r>
      <w:r w:rsidR="004256CB" w:rsidRPr="004256CB">
        <w:t>Elektrotechnické předpisy - Elektrická zařízení - Část 5: Výběr a stavba elektrických zařízení - Kapitola 53: Spínací a řídicí přístroje - Oddíl 537: Přístroje pro odpojování a spínání</w:t>
      </w:r>
    </w:p>
    <w:p w14:paraId="7CB06480" w14:textId="03028603" w:rsidR="00611718" w:rsidRDefault="00611718" w:rsidP="00611718">
      <w:pPr>
        <w:ind w:left="2835" w:hanging="2835"/>
      </w:pPr>
      <w:r>
        <w:t>ČSN 33 2000-5-54</w:t>
      </w:r>
      <w:r w:rsidR="004256CB">
        <w:t xml:space="preserve"> ed.3</w:t>
      </w:r>
      <w:r>
        <w:tab/>
      </w:r>
      <w:r w:rsidR="004256CB" w:rsidRPr="004256CB">
        <w:t>Elektrické instalace nízkého napětí - Část 5-54: Výběr a stavba elektrických zařízení - Uzemnění a ochranné vodiče</w:t>
      </w:r>
    </w:p>
    <w:p w14:paraId="03624DE8" w14:textId="77777777" w:rsidR="009A5560" w:rsidRPr="008161FF" w:rsidRDefault="009A5560" w:rsidP="009A5560">
      <w:pPr>
        <w:ind w:left="2835" w:hanging="2835"/>
        <w:rPr>
          <w:sz w:val="20"/>
        </w:rPr>
      </w:pPr>
      <w:r w:rsidRPr="008161FF">
        <w:rPr>
          <w:sz w:val="20"/>
        </w:rPr>
        <w:t>ČSN 33 2000-7-70</w:t>
      </w:r>
      <w:r>
        <w:rPr>
          <w:sz w:val="20"/>
        </w:rPr>
        <w:t>1</w:t>
      </w:r>
      <w:r w:rsidRPr="008161FF">
        <w:rPr>
          <w:sz w:val="20"/>
        </w:rPr>
        <w:t xml:space="preserve"> ed.2</w:t>
      </w:r>
      <w:r w:rsidRPr="008161FF">
        <w:rPr>
          <w:sz w:val="20"/>
        </w:rPr>
        <w:tab/>
        <w:t>Elektrické instalace nízkého napětí - Část 7-701: Zařízení jednoúčelová a ve zvláštních objektech - Prostory s vanou nebo sprchou</w:t>
      </w:r>
    </w:p>
    <w:p w14:paraId="160C8627" w14:textId="77777777" w:rsidR="00611718" w:rsidRDefault="00611718" w:rsidP="00611718">
      <w:pPr>
        <w:ind w:left="2835" w:hanging="2835"/>
      </w:pPr>
      <w:r>
        <w:t>ČSN 33 3051</w:t>
      </w:r>
      <w:r>
        <w:tab/>
        <w:t>Ochrany elektrický</w:t>
      </w:r>
      <w:r w:rsidR="00985EF6">
        <w:t>ch strojů a rozvodných zařízení</w:t>
      </w:r>
    </w:p>
    <w:p w14:paraId="79833F2F" w14:textId="7003BB52" w:rsidR="00985EF6" w:rsidRDefault="00985EF6" w:rsidP="00611718">
      <w:pPr>
        <w:ind w:left="2835" w:hanging="2835"/>
      </w:pPr>
      <w:r>
        <w:t>ČSN 34 1610</w:t>
      </w:r>
      <w:r>
        <w:tab/>
      </w:r>
      <w:r w:rsidRPr="00985EF6">
        <w:t>Elektrotechnické předpisy ČSN. Elektrický silnoproudý rozvod v průmyslových provozovnách</w:t>
      </w:r>
    </w:p>
    <w:p w14:paraId="2AA1BCDE" w14:textId="77777777" w:rsidR="009A5560" w:rsidRDefault="009A5560" w:rsidP="009A5560">
      <w:pPr>
        <w:ind w:left="2835" w:hanging="2835"/>
        <w:rPr>
          <w:sz w:val="20"/>
        </w:rPr>
      </w:pPr>
      <w:r w:rsidRPr="008161FF">
        <w:rPr>
          <w:sz w:val="20"/>
        </w:rPr>
        <w:t>ČSN EN 50 110-1 ed.</w:t>
      </w:r>
      <w:r>
        <w:rPr>
          <w:sz w:val="20"/>
        </w:rPr>
        <w:t>3</w:t>
      </w:r>
      <w:r w:rsidRPr="008161FF">
        <w:rPr>
          <w:sz w:val="20"/>
        </w:rPr>
        <w:t xml:space="preserve"> </w:t>
      </w:r>
      <w:r w:rsidRPr="008161FF">
        <w:rPr>
          <w:sz w:val="20"/>
        </w:rPr>
        <w:tab/>
        <w:t>Obsluha a práce na elektrických zařízeních</w:t>
      </w:r>
      <w:r>
        <w:rPr>
          <w:sz w:val="20"/>
        </w:rPr>
        <w:t xml:space="preserve"> – Část 1: Obecné požadavky</w:t>
      </w:r>
    </w:p>
    <w:p w14:paraId="19D76CAA" w14:textId="77777777" w:rsidR="009A5560" w:rsidRPr="008161FF" w:rsidRDefault="009A5560" w:rsidP="009A5560">
      <w:pPr>
        <w:ind w:left="2835" w:hanging="2835"/>
        <w:rPr>
          <w:sz w:val="20"/>
        </w:rPr>
      </w:pPr>
      <w:r w:rsidRPr="008161FF">
        <w:rPr>
          <w:sz w:val="20"/>
        </w:rPr>
        <w:t>ČSN EN 50 110-</w:t>
      </w:r>
      <w:r>
        <w:rPr>
          <w:sz w:val="20"/>
        </w:rPr>
        <w:t>2</w:t>
      </w:r>
      <w:r w:rsidRPr="008161FF">
        <w:rPr>
          <w:sz w:val="20"/>
        </w:rPr>
        <w:t xml:space="preserve"> ed.</w:t>
      </w:r>
      <w:r>
        <w:rPr>
          <w:sz w:val="20"/>
        </w:rPr>
        <w:t>2</w:t>
      </w:r>
      <w:r w:rsidRPr="008161FF">
        <w:rPr>
          <w:sz w:val="20"/>
        </w:rPr>
        <w:t xml:space="preserve"> </w:t>
      </w:r>
      <w:r w:rsidRPr="008161FF">
        <w:rPr>
          <w:sz w:val="20"/>
        </w:rPr>
        <w:tab/>
        <w:t>Obsluha a práce na elektrických zařízeních</w:t>
      </w:r>
      <w:r>
        <w:rPr>
          <w:sz w:val="20"/>
        </w:rPr>
        <w:t xml:space="preserve"> – Část 2: Národní dodatky</w:t>
      </w:r>
    </w:p>
    <w:p w14:paraId="3AE13C56" w14:textId="77777777" w:rsidR="00985EF6" w:rsidRDefault="00985EF6" w:rsidP="00611718">
      <w:pPr>
        <w:ind w:left="2835" w:hanging="2835"/>
      </w:pPr>
      <w:r>
        <w:t xml:space="preserve">ČSN 73 0804 </w:t>
      </w:r>
      <w:r>
        <w:tab/>
      </w:r>
      <w:r w:rsidRPr="00985EF6">
        <w:t>Požární bezpečnost staveb - Výrobní objekty</w:t>
      </w:r>
    </w:p>
    <w:p w14:paraId="6DD472D3" w14:textId="77777777" w:rsidR="00350195" w:rsidRDefault="00350195" w:rsidP="005C58AF">
      <w:pPr>
        <w:rPr>
          <w:highlight w:val="yellow"/>
        </w:rPr>
      </w:pPr>
    </w:p>
    <w:p w14:paraId="0A4602B7" w14:textId="2A7C76A4" w:rsidR="0084432C" w:rsidRDefault="0084432C" w:rsidP="005C58AF">
      <w:r w:rsidRPr="0084432C">
        <w:t xml:space="preserve">Normy </w:t>
      </w:r>
      <w:r>
        <w:t xml:space="preserve">a předpisy </w:t>
      </w:r>
      <w:r w:rsidRPr="0084432C">
        <w:t>souvisejí</w:t>
      </w:r>
      <w:r w:rsidR="00500975">
        <w:t>c</w:t>
      </w:r>
      <w:r w:rsidRPr="0084432C">
        <w:t>í s výše uvedenými platnými v době zpracování projektové dokumentace.</w:t>
      </w:r>
    </w:p>
    <w:sectPr w:rsidR="0084432C" w:rsidSect="00047354">
      <w:headerReference w:type="default" r:id="rId11"/>
      <w:footerReference w:type="default" r:id="rId12"/>
      <w:pgSz w:w="11907" w:h="16840" w:code="9"/>
      <w:pgMar w:top="2127" w:right="680" w:bottom="1134" w:left="1800" w:header="709" w:footer="27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8D480C" w14:textId="77777777" w:rsidR="00B3472C" w:rsidRPr="009422AC" w:rsidRDefault="00B3472C">
      <w:r w:rsidRPr="009422AC">
        <w:separator/>
      </w:r>
    </w:p>
  </w:endnote>
  <w:endnote w:type="continuationSeparator" w:id="0">
    <w:p w14:paraId="540361FB" w14:textId="77777777" w:rsidR="00B3472C" w:rsidRPr="009422AC" w:rsidRDefault="00B3472C">
      <w:r w:rsidRPr="009422A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5F1510" w14:textId="77777777" w:rsidR="00A90DE0" w:rsidRDefault="00A90DE0" w:rsidP="00975279">
    <w:pPr>
      <w:pStyle w:val="Zhlav"/>
    </w:pPr>
    <w:r>
      <w:rPr>
        <w:noProof/>
        <w:lang w:eastAsia="cs-CZ"/>
      </w:rPr>
      <mc:AlternateContent>
        <mc:Choice Requires="wps">
          <w:drawing>
            <wp:anchor distT="0" distB="0" distL="114300" distR="114300" simplePos="0" relativeHeight="251659264" behindDoc="0" locked="0" layoutInCell="1" allowOverlap="1" wp14:anchorId="4715011D" wp14:editId="0BD88E7B">
              <wp:simplePos x="0" y="0"/>
              <wp:positionH relativeFrom="page">
                <wp:posOffset>720090</wp:posOffset>
              </wp:positionH>
              <wp:positionV relativeFrom="page">
                <wp:posOffset>1188085</wp:posOffset>
              </wp:positionV>
              <wp:extent cx="6515100" cy="0"/>
              <wp:effectExtent l="5715" t="6985" r="13335" b="12065"/>
              <wp:wrapNone/>
              <wp:docPr id="6" name="Přímá spojnic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64D91D" id="Přímá spojnice 6"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7pt,93.55pt" to="569.7pt,9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" strokeweight=".5pt">
              <w10:wrap anchorx="page" anchory="page"/>
            </v:line>
          </w:pict>
        </mc:Fallback>
      </mc:AlternateContent>
    </w:r>
  </w:p>
  <w:p w14:paraId="45B807C4" w14:textId="77777777" w:rsidR="00A90DE0" w:rsidRDefault="00A90DE0" w:rsidP="00975279"/>
  <w:p w14:paraId="400EB4D5" w14:textId="77777777" w:rsidR="00A90DE0" w:rsidRDefault="00A90DE0" w:rsidP="00975279">
    <w:pPr>
      <w:pStyle w:val="Zpat"/>
    </w:pPr>
  </w:p>
  <w:p w14:paraId="0F3C25ED" w14:textId="77777777" w:rsidR="00A90DE0" w:rsidRDefault="00A90DE0" w:rsidP="00975279"/>
  <w:p w14:paraId="1187A0B6" w14:textId="1ED0ECDA" w:rsidR="00A90DE0" w:rsidRPr="00A824D6" w:rsidRDefault="00A90DE0" w:rsidP="00975279">
    <w:pPr>
      <w:pStyle w:val="NAWgegevensblok6"/>
      <w:tabs>
        <w:tab w:val="left" w:pos="907"/>
      </w:tabs>
    </w:pPr>
    <w:r>
      <w:rPr>
        <w:rFonts w:cs="Arial"/>
        <w:sz w:val="18"/>
        <w:szCs w:val="18"/>
      </w:rPr>
      <w:t xml:space="preserve">Stavební úpravy </w:t>
    </w:r>
    <w:r w:rsidR="00E11DEA">
      <w:rPr>
        <w:rFonts w:cs="Arial"/>
        <w:sz w:val="18"/>
        <w:szCs w:val="18"/>
      </w:rPr>
      <w:t>pro instalaci tramvajového simulátoru</w:t>
    </w:r>
    <w:r>
      <w:rPr>
        <w:rFonts w:cs="Arial"/>
        <w:sz w:val="18"/>
        <w:szCs w:val="18"/>
      </w:rPr>
      <w:t xml:space="preserve">, </w:t>
    </w:r>
    <w:r w:rsidR="00E11DEA">
      <w:rPr>
        <w:rFonts w:cs="Arial"/>
        <w:sz w:val="18"/>
        <w:szCs w:val="18"/>
      </w:rPr>
      <w:t xml:space="preserve">                     </w:t>
    </w:r>
    <w:r w:rsidR="004F5114">
      <w:rPr>
        <w:rFonts w:cs="Arial"/>
        <w:sz w:val="18"/>
        <w:szCs w:val="18"/>
      </w:rPr>
      <w:t xml:space="preserve">             </w:t>
    </w:r>
    <w:r>
      <w:rPr>
        <w:rFonts w:cs="Arial"/>
        <w:sz w:val="18"/>
        <w:szCs w:val="18"/>
      </w:rPr>
      <w:t xml:space="preserve">část: </w:t>
    </w:r>
    <w:r w:rsidR="00874307">
      <w:rPr>
        <w:rFonts w:cs="Arial"/>
        <w:sz w:val="18"/>
        <w:szCs w:val="18"/>
      </w:rPr>
      <w:t xml:space="preserve">D.1.4 </w:t>
    </w:r>
    <w:r>
      <w:rPr>
        <w:rFonts w:cs="Arial"/>
        <w:sz w:val="18"/>
        <w:szCs w:val="18"/>
      </w:rPr>
      <w:t>Silnoproudá elektrotechnika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6F7804" w14:textId="77777777" w:rsidR="00B3472C" w:rsidRPr="009422AC" w:rsidRDefault="00B3472C">
      <w:r w:rsidRPr="009422AC">
        <w:separator/>
      </w:r>
    </w:p>
  </w:footnote>
  <w:footnote w:type="continuationSeparator" w:id="0">
    <w:p w14:paraId="7E2A64EF" w14:textId="77777777" w:rsidR="00B3472C" w:rsidRPr="009422AC" w:rsidRDefault="00B3472C">
      <w:r w:rsidRPr="009422A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vertAnchor="page" w:horzAnchor="page" w:tblpX="1702" w:tblpY="568"/>
      <w:tblW w:w="0" w:type="auto"/>
      <w:tblLayout w:type="fixed"/>
      <w:tblCellMar>
        <w:left w:w="0" w:type="dxa"/>
        <w:right w:w="0" w:type="dxa"/>
      </w:tblCellMar>
      <w:tblLook w:val="01E0" w:firstRow="1" w:lastRow="1" w:firstColumn="1" w:lastColumn="1" w:noHBand="0" w:noVBand="0"/>
    </w:tblPr>
    <w:tblGrid>
      <w:gridCol w:w="20"/>
      <w:gridCol w:w="1749"/>
      <w:gridCol w:w="20"/>
      <w:gridCol w:w="20"/>
      <w:gridCol w:w="1452"/>
    </w:tblGrid>
    <w:tr w:rsidR="00A90DE0" w:rsidRPr="009422AC" w14:paraId="3EF9D8D5" w14:textId="77777777" w:rsidTr="00FA1A21">
      <w:trPr>
        <w:trHeight w:hRule="exact" w:val="222"/>
      </w:trPr>
      <w:tc>
        <w:tcPr>
          <w:tcW w:w="20" w:type="dxa"/>
          <w:vMerge w:val="restart"/>
        </w:tcPr>
        <w:p w14:paraId="2B3524A9" w14:textId="77777777" w:rsidR="00A90DE0" w:rsidRPr="009422AC" w:rsidRDefault="00A90DE0" w:rsidP="001A2DA8">
          <w:pPr>
            <w:pStyle w:val="AdresGegevensblok2"/>
          </w:pPr>
        </w:p>
      </w:tc>
      <w:tc>
        <w:tcPr>
          <w:tcW w:w="1749" w:type="dxa"/>
        </w:tcPr>
        <w:p w14:paraId="30CC3924" w14:textId="54B775B3" w:rsidR="00A90DE0" w:rsidRPr="00641BBB" w:rsidRDefault="00A90DE0" w:rsidP="00F06EA2">
          <w:pPr>
            <w:pStyle w:val="AdresGegevensblok2"/>
          </w:pPr>
          <w:r>
            <w:t>Číslo dokumentu</w:t>
          </w:r>
          <w:r w:rsidRPr="00641BBB">
            <w:t xml:space="preserve">: </w:t>
          </w:r>
          <w:r w:rsidR="008D4C63">
            <w:t>TZ</w:t>
          </w:r>
          <w:r>
            <w:t>-01</w:t>
          </w:r>
          <w:r>
            <w:ptab w:relativeTo="margin" w:alignment="right" w:leader="none"/>
          </w:r>
          <w:r>
            <w:ptab w:relativeTo="margin" w:alignment="right" w:leader="none"/>
          </w:r>
          <w:r>
            <w:t>0100101</w:t>
          </w:r>
        </w:p>
      </w:tc>
      <w:tc>
        <w:tcPr>
          <w:tcW w:w="20" w:type="dxa"/>
          <w:shd w:val="clear" w:color="auto" w:fill="auto"/>
        </w:tcPr>
        <w:p w14:paraId="25B8FA70" w14:textId="77777777" w:rsidR="00A90DE0" w:rsidRPr="009422AC" w:rsidRDefault="00A90DE0" w:rsidP="001A2DA8">
          <w:pPr>
            <w:pStyle w:val="DocumentGegevenssubblok3a"/>
          </w:pPr>
        </w:p>
      </w:tc>
      <w:tc>
        <w:tcPr>
          <w:tcW w:w="20" w:type="dxa"/>
          <w:vMerge w:val="restart"/>
          <w:shd w:val="clear" w:color="auto" w:fill="auto"/>
        </w:tcPr>
        <w:p w14:paraId="446C64CB" w14:textId="77777777" w:rsidR="00A90DE0" w:rsidRPr="009422AC" w:rsidRDefault="00A90DE0" w:rsidP="001A2DA8">
          <w:pPr>
            <w:pStyle w:val="Zhlav"/>
          </w:pPr>
        </w:p>
      </w:tc>
      <w:tc>
        <w:tcPr>
          <w:tcW w:w="1452" w:type="dxa"/>
          <w:vMerge w:val="restart"/>
          <w:shd w:val="clear" w:color="auto" w:fill="auto"/>
        </w:tcPr>
        <w:p w14:paraId="0D638BE0" w14:textId="77777777" w:rsidR="00A90DE0" w:rsidRPr="009422AC" w:rsidRDefault="00A90DE0" w:rsidP="001A2DA8">
          <w:pPr>
            <w:pStyle w:val="Zhlav"/>
          </w:pPr>
        </w:p>
      </w:tc>
    </w:tr>
    <w:tr w:rsidR="00A90DE0" w:rsidRPr="009422AC" w14:paraId="764910A5" w14:textId="77777777" w:rsidTr="00FA1A21">
      <w:trPr>
        <w:trHeight w:hRule="exact" w:val="222"/>
      </w:trPr>
      <w:tc>
        <w:tcPr>
          <w:tcW w:w="20" w:type="dxa"/>
          <w:vMerge/>
        </w:tcPr>
        <w:p w14:paraId="12002FA9" w14:textId="77777777" w:rsidR="00A90DE0" w:rsidRPr="009422AC" w:rsidRDefault="00A90DE0" w:rsidP="001A2DA8">
          <w:pPr>
            <w:pStyle w:val="AdresGegevensblok2"/>
          </w:pPr>
        </w:p>
      </w:tc>
      <w:tc>
        <w:tcPr>
          <w:tcW w:w="1749" w:type="dxa"/>
        </w:tcPr>
        <w:p w14:paraId="2C31166D" w14:textId="470544F0" w:rsidR="00A90DE0" w:rsidRDefault="00A90DE0" w:rsidP="001A2DA8">
          <w:pPr>
            <w:pStyle w:val="AdresGegevensblok2"/>
          </w:pPr>
          <w:r>
            <w:t>Revize</w:t>
          </w:r>
          <w:r w:rsidRPr="00641BBB">
            <w:t xml:space="preserve">: </w:t>
          </w:r>
          <w:r w:rsidRPr="00641BBB">
            <w:fldChar w:fldCharType="begin"/>
          </w:r>
          <w:r w:rsidRPr="00641BBB">
            <w:instrText xml:space="preserve"> DOCVARIABLE  SE0652  /nounlink</w:instrText>
          </w:r>
          <w:r w:rsidRPr="00641BBB">
            <w:fldChar w:fldCharType="separate"/>
          </w:r>
          <w:r w:rsidR="006A5AED">
            <w:t xml:space="preserve"> </w:t>
          </w:r>
          <w:r w:rsidRPr="00641BBB">
            <w:fldChar w:fldCharType="end"/>
          </w:r>
          <w:r>
            <w:t>0</w:t>
          </w:r>
        </w:p>
        <w:p w14:paraId="723617A1" w14:textId="77777777" w:rsidR="00A90DE0" w:rsidRPr="00641BBB" w:rsidRDefault="00A90DE0" w:rsidP="001A2DA8">
          <w:pPr>
            <w:pStyle w:val="AdresGegevensblok2"/>
          </w:pPr>
        </w:p>
      </w:tc>
      <w:tc>
        <w:tcPr>
          <w:tcW w:w="20" w:type="dxa"/>
          <w:shd w:val="clear" w:color="auto" w:fill="auto"/>
        </w:tcPr>
        <w:p w14:paraId="203578FF" w14:textId="77777777" w:rsidR="00A90DE0" w:rsidRPr="009422AC" w:rsidRDefault="00A90DE0" w:rsidP="001A2DA8">
          <w:pPr>
            <w:pStyle w:val="AdresGegevensblok2"/>
          </w:pPr>
        </w:p>
      </w:tc>
      <w:tc>
        <w:tcPr>
          <w:tcW w:w="20" w:type="dxa"/>
          <w:vMerge/>
          <w:shd w:val="clear" w:color="auto" w:fill="auto"/>
        </w:tcPr>
        <w:p w14:paraId="3E6F8BB4" w14:textId="77777777" w:rsidR="00A90DE0" w:rsidRPr="009422AC" w:rsidRDefault="00A90DE0" w:rsidP="001A2DA8">
          <w:pPr>
            <w:pStyle w:val="Zhlav"/>
          </w:pPr>
        </w:p>
      </w:tc>
      <w:tc>
        <w:tcPr>
          <w:tcW w:w="1452" w:type="dxa"/>
          <w:vMerge/>
          <w:shd w:val="clear" w:color="auto" w:fill="auto"/>
        </w:tcPr>
        <w:p w14:paraId="584F53A7" w14:textId="77777777" w:rsidR="00A90DE0" w:rsidRPr="009422AC" w:rsidRDefault="00A90DE0" w:rsidP="001A2DA8">
          <w:pPr>
            <w:pStyle w:val="Zhlav"/>
          </w:pPr>
        </w:p>
      </w:tc>
    </w:tr>
    <w:tr w:rsidR="00A90DE0" w:rsidRPr="009422AC" w14:paraId="38C846FD" w14:textId="77777777" w:rsidTr="00FA1A21">
      <w:trPr>
        <w:trHeight w:hRule="exact" w:val="222"/>
      </w:trPr>
      <w:tc>
        <w:tcPr>
          <w:tcW w:w="20" w:type="dxa"/>
          <w:vMerge/>
        </w:tcPr>
        <w:p w14:paraId="6C10881E" w14:textId="77777777" w:rsidR="00A90DE0" w:rsidRPr="009422AC" w:rsidRDefault="00A90DE0" w:rsidP="001A2DA8">
          <w:pPr>
            <w:pStyle w:val="AdresGegevensblok2"/>
          </w:pPr>
        </w:p>
      </w:tc>
      <w:tc>
        <w:tcPr>
          <w:tcW w:w="1749" w:type="dxa"/>
        </w:tcPr>
        <w:p w14:paraId="5142E29B" w14:textId="118F4EB3" w:rsidR="00A90DE0" w:rsidRPr="00641BBB" w:rsidRDefault="00A90DE0" w:rsidP="00062621">
          <w:pPr>
            <w:pStyle w:val="AdresGegevensblok2"/>
          </w:pPr>
          <w:r>
            <w:t>Datum</w:t>
          </w:r>
          <w:r w:rsidRPr="00641BBB">
            <w:t>:</w:t>
          </w:r>
          <w:r>
            <w:t xml:space="preserve"> </w:t>
          </w:r>
          <w:r w:rsidR="00E11DEA">
            <w:t>07</w:t>
          </w:r>
          <w:r>
            <w:t>/20</w:t>
          </w:r>
          <w:r w:rsidR="004151BB">
            <w:t>20</w:t>
          </w:r>
        </w:p>
      </w:tc>
      <w:tc>
        <w:tcPr>
          <w:tcW w:w="20" w:type="dxa"/>
          <w:shd w:val="clear" w:color="auto" w:fill="auto"/>
        </w:tcPr>
        <w:p w14:paraId="0DFC29F4" w14:textId="77777777" w:rsidR="00A90DE0" w:rsidRPr="009422AC" w:rsidRDefault="00A90DE0" w:rsidP="001A2DA8">
          <w:pPr>
            <w:pStyle w:val="DocumentGegevensblok3a"/>
          </w:pPr>
        </w:p>
      </w:tc>
      <w:tc>
        <w:tcPr>
          <w:tcW w:w="20" w:type="dxa"/>
          <w:vMerge/>
          <w:shd w:val="clear" w:color="auto" w:fill="auto"/>
        </w:tcPr>
        <w:p w14:paraId="1DE240B9" w14:textId="77777777" w:rsidR="00A90DE0" w:rsidRPr="009422AC" w:rsidRDefault="00A90DE0" w:rsidP="001A2DA8">
          <w:pPr>
            <w:pStyle w:val="Zhlav"/>
          </w:pPr>
        </w:p>
      </w:tc>
      <w:tc>
        <w:tcPr>
          <w:tcW w:w="1452" w:type="dxa"/>
          <w:vMerge/>
          <w:shd w:val="clear" w:color="auto" w:fill="auto"/>
        </w:tcPr>
        <w:p w14:paraId="0BD9ACD6" w14:textId="77777777" w:rsidR="00A90DE0" w:rsidRPr="009422AC" w:rsidRDefault="00A90DE0" w:rsidP="001A2DA8">
          <w:pPr>
            <w:pStyle w:val="Zhlav"/>
          </w:pPr>
        </w:p>
      </w:tc>
    </w:tr>
    <w:tr w:rsidR="00A90DE0" w:rsidRPr="009422AC" w14:paraId="7A4D5303" w14:textId="77777777" w:rsidTr="00FA1A21">
      <w:trPr>
        <w:trHeight w:hRule="exact" w:val="222"/>
      </w:trPr>
      <w:tc>
        <w:tcPr>
          <w:tcW w:w="20" w:type="dxa"/>
          <w:vMerge/>
        </w:tcPr>
        <w:p w14:paraId="7658290E" w14:textId="77777777" w:rsidR="00A90DE0" w:rsidRPr="009422AC" w:rsidRDefault="00A90DE0" w:rsidP="001A2DA8">
          <w:pPr>
            <w:pStyle w:val="AdresGegevensblok2"/>
          </w:pPr>
        </w:p>
      </w:tc>
      <w:tc>
        <w:tcPr>
          <w:tcW w:w="1749" w:type="dxa"/>
        </w:tcPr>
        <w:p w14:paraId="2F2BF36D" w14:textId="77777777" w:rsidR="00A90DE0" w:rsidRPr="00641BBB" w:rsidRDefault="00A90DE0" w:rsidP="001A2DA8">
          <w:pPr>
            <w:pStyle w:val="AdresGegevensblok2"/>
          </w:pPr>
          <w:r>
            <w:t xml:space="preserve">Strana: </w:t>
          </w:r>
          <w:r w:rsidRPr="00FA04D1">
            <w:fldChar w:fldCharType="begin"/>
          </w:r>
          <w:r w:rsidRPr="00FA04D1">
            <w:instrText xml:space="preserve"> PAGE </w:instrText>
          </w:r>
          <w:r w:rsidRPr="00FA04D1">
            <w:fldChar w:fldCharType="separate"/>
          </w:r>
          <w:r>
            <w:rPr>
              <w:noProof/>
            </w:rPr>
            <w:t>13</w:t>
          </w:r>
          <w:r w:rsidRPr="00FA04D1">
            <w:fldChar w:fldCharType="end"/>
          </w:r>
          <w:r w:rsidRPr="00FA04D1">
            <w:t xml:space="preserve"> z </w:t>
          </w:r>
          <w:fldSimple w:instr=" NUMPAGES ">
            <w:r>
              <w:rPr>
                <w:noProof/>
              </w:rPr>
              <w:t>13</w:t>
            </w:r>
          </w:fldSimple>
        </w:p>
      </w:tc>
      <w:tc>
        <w:tcPr>
          <w:tcW w:w="20" w:type="dxa"/>
          <w:shd w:val="clear" w:color="auto" w:fill="auto"/>
        </w:tcPr>
        <w:p w14:paraId="44266175" w14:textId="77777777" w:rsidR="00A90DE0" w:rsidRPr="009422AC" w:rsidRDefault="00A90DE0" w:rsidP="001A2DA8">
          <w:pPr>
            <w:pStyle w:val="DocumentGegevensblok3a"/>
          </w:pPr>
        </w:p>
      </w:tc>
      <w:tc>
        <w:tcPr>
          <w:tcW w:w="20" w:type="dxa"/>
          <w:vMerge/>
          <w:shd w:val="clear" w:color="auto" w:fill="auto"/>
        </w:tcPr>
        <w:p w14:paraId="0F759C93" w14:textId="77777777" w:rsidR="00A90DE0" w:rsidRPr="009422AC" w:rsidRDefault="00A90DE0" w:rsidP="001A2DA8">
          <w:pPr>
            <w:pStyle w:val="Zhlav"/>
          </w:pPr>
        </w:p>
      </w:tc>
      <w:tc>
        <w:tcPr>
          <w:tcW w:w="1452" w:type="dxa"/>
          <w:vMerge/>
          <w:shd w:val="clear" w:color="auto" w:fill="auto"/>
        </w:tcPr>
        <w:p w14:paraId="2E04696D" w14:textId="77777777" w:rsidR="00A90DE0" w:rsidRPr="009422AC" w:rsidRDefault="00A90DE0" w:rsidP="001A2DA8">
          <w:pPr>
            <w:pStyle w:val="Zhlav"/>
          </w:pPr>
        </w:p>
      </w:tc>
    </w:tr>
    <w:tr w:rsidR="00A90DE0" w:rsidRPr="009422AC" w14:paraId="50CEAF66" w14:textId="77777777" w:rsidTr="00FA1A21">
      <w:trPr>
        <w:trHeight w:hRule="exact" w:val="222"/>
      </w:trPr>
      <w:tc>
        <w:tcPr>
          <w:tcW w:w="20" w:type="dxa"/>
          <w:vMerge/>
        </w:tcPr>
        <w:p w14:paraId="037680D2" w14:textId="77777777" w:rsidR="00A90DE0" w:rsidRPr="009422AC" w:rsidRDefault="00A90DE0" w:rsidP="001A2DA8">
          <w:pPr>
            <w:pStyle w:val="AdresGegevensblok2"/>
          </w:pPr>
        </w:p>
      </w:tc>
      <w:tc>
        <w:tcPr>
          <w:tcW w:w="1749" w:type="dxa"/>
        </w:tcPr>
        <w:p w14:paraId="7438ACF6" w14:textId="77777777" w:rsidR="00A90DE0" w:rsidRPr="009422AC" w:rsidRDefault="00A90DE0" w:rsidP="001A2DA8">
          <w:pPr>
            <w:pStyle w:val="AdresGegevensblok2"/>
          </w:pPr>
        </w:p>
      </w:tc>
      <w:tc>
        <w:tcPr>
          <w:tcW w:w="20" w:type="dxa"/>
          <w:shd w:val="clear" w:color="auto" w:fill="auto"/>
        </w:tcPr>
        <w:p w14:paraId="3D504DCE" w14:textId="77777777" w:rsidR="00A90DE0" w:rsidRPr="009422AC" w:rsidRDefault="00A90DE0" w:rsidP="001A2DA8">
          <w:pPr>
            <w:pStyle w:val="DocumentGegevensblok3a"/>
          </w:pPr>
        </w:p>
      </w:tc>
      <w:tc>
        <w:tcPr>
          <w:tcW w:w="20" w:type="dxa"/>
          <w:vMerge/>
          <w:shd w:val="clear" w:color="auto" w:fill="auto"/>
        </w:tcPr>
        <w:p w14:paraId="4CC5BC2A" w14:textId="77777777" w:rsidR="00A90DE0" w:rsidRPr="009422AC" w:rsidRDefault="00A90DE0" w:rsidP="001A2DA8">
          <w:pPr>
            <w:pStyle w:val="Zhlav"/>
          </w:pPr>
        </w:p>
      </w:tc>
      <w:tc>
        <w:tcPr>
          <w:tcW w:w="1452" w:type="dxa"/>
          <w:vMerge/>
          <w:shd w:val="clear" w:color="auto" w:fill="auto"/>
        </w:tcPr>
        <w:p w14:paraId="58D0796A" w14:textId="77777777" w:rsidR="00A90DE0" w:rsidRPr="009422AC" w:rsidRDefault="00A90DE0" w:rsidP="001A2DA8">
          <w:pPr>
            <w:pStyle w:val="Zhlav"/>
          </w:pPr>
        </w:p>
      </w:tc>
    </w:tr>
  </w:tbl>
  <w:p w14:paraId="242BB85E" w14:textId="77777777" w:rsidR="00A90DE0" w:rsidRDefault="00A90DE0" w:rsidP="002C19D4">
    <w:pPr>
      <w:pStyle w:val="Zhlav"/>
      <w:tabs>
        <w:tab w:val="clear" w:pos="4320"/>
        <w:tab w:val="clear" w:pos="8640"/>
        <w:tab w:val="center" w:pos="4713"/>
      </w:tabs>
    </w:pPr>
    <w:r>
      <w:rPr>
        <w:noProof/>
        <w:lang w:eastAsia="cs-CZ"/>
      </w:rPr>
      <w:drawing>
        <wp:anchor distT="0" distB="0" distL="114300" distR="114300" simplePos="0" relativeHeight="251660288" behindDoc="0" locked="0" layoutInCell="1" allowOverlap="1" wp14:anchorId="376B4F39" wp14:editId="2ACB118E">
          <wp:simplePos x="0" y="0"/>
          <wp:positionH relativeFrom="margin">
            <wp:posOffset>1990725</wp:posOffset>
          </wp:positionH>
          <wp:positionV relativeFrom="paragraph">
            <wp:posOffset>-288290</wp:posOffset>
          </wp:positionV>
          <wp:extent cx="1628775" cy="904875"/>
          <wp:effectExtent l="0" t="0" r="9525" b="9525"/>
          <wp:wrapTopAndBottom/>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 amperdesign na dokumenty.jpg"/>
                  <pic:cNvPicPr/>
                </pic:nvPicPr>
                <pic:blipFill>
                  <a:blip r:embed="rId1">
                    <a:extLst>
                      <a:ext uri="{28A0092B-C50C-407E-A947-70E740481C1C}">
                        <a14:useLocalDpi xmlns:a14="http://schemas.microsoft.com/office/drawing/2010/main" val="0"/>
                      </a:ext>
                    </a:extLst>
                  </a:blip>
                  <a:stretch>
                    <a:fillRect/>
                  </a:stretch>
                </pic:blipFill>
                <pic:spPr>
                  <a:xfrm>
                    <a:off x="0" y="0"/>
                    <a:ext cx="1628775" cy="90487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mc:AlternateContent>
        <mc:Choice Requires="wps">
          <w:drawing>
            <wp:anchor distT="0" distB="0" distL="114300" distR="114300" simplePos="0" relativeHeight="251657216" behindDoc="0" locked="0" layoutInCell="1" allowOverlap="1" wp14:anchorId="4B6D31E0" wp14:editId="371F4E8B">
              <wp:simplePos x="0" y="0"/>
              <wp:positionH relativeFrom="page">
                <wp:posOffset>720090</wp:posOffset>
              </wp:positionH>
              <wp:positionV relativeFrom="page">
                <wp:posOffset>1188085</wp:posOffset>
              </wp:positionV>
              <wp:extent cx="6515100" cy="0"/>
              <wp:effectExtent l="5715" t="6985" r="13335" b="1206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569D52" id="Line 5"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7pt,93.55pt" to="569.7pt,9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" strokeweight=".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00000003"/>
    <w:name w:val="WW8Num3"/>
    <w:lvl w:ilvl="0">
      <w:start w:val="1"/>
      <w:numFmt w:val="upperLetter"/>
      <w:lvlText w:val="%1)"/>
      <w:lvlJc w:val="left"/>
      <w:pPr>
        <w:tabs>
          <w:tab w:val="num" w:pos="0"/>
        </w:tabs>
        <w:ind w:left="1260" w:hanging="360"/>
      </w:pPr>
      <w:rPr>
        <w:rFonts w:hint="default"/>
      </w:rPr>
    </w:lvl>
    <w:lvl w:ilvl="1">
      <w:start w:val="1"/>
      <w:numFmt w:val="lowerLetter"/>
      <w:lvlText w:val="%2."/>
      <w:lvlJc w:val="left"/>
      <w:pPr>
        <w:tabs>
          <w:tab w:val="num" w:pos="0"/>
        </w:tabs>
        <w:ind w:left="1980" w:hanging="360"/>
      </w:pPr>
    </w:lvl>
    <w:lvl w:ilvl="2">
      <w:start w:val="1"/>
      <w:numFmt w:val="lowerRoman"/>
      <w:lvlText w:val="%3."/>
      <w:lvlJc w:val="right"/>
      <w:pPr>
        <w:tabs>
          <w:tab w:val="num" w:pos="0"/>
        </w:tabs>
        <w:ind w:left="2700" w:hanging="180"/>
      </w:pPr>
    </w:lvl>
    <w:lvl w:ilvl="3">
      <w:start w:val="1"/>
      <w:numFmt w:val="decimal"/>
      <w:lvlText w:val="%4."/>
      <w:lvlJc w:val="left"/>
      <w:pPr>
        <w:tabs>
          <w:tab w:val="num" w:pos="0"/>
        </w:tabs>
        <w:ind w:left="3420" w:hanging="360"/>
      </w:pPr>
    </w:lvl>
    <w:lvl w:ilvl="4">
      <w:start w:val="1"/>
      <w:numFmt w:val="lowerLetter"/>
      <w:lvlText w:val="%5."/>
      <w:lvlJc w:val="left"/>
      <w:pPr>
        <w:tabs>
          <w:tab w:val="num" w:pos="0"/>
        </w:tabs>
        <w:ind w:left="4140" w:hanging="360"/>
      </w:pPr>
    </w:lvl>
    <w:lvl w:ilvl="5">
      <w:start w:val="1"/>
      <w:numFmt w:val="lowerRoman"/>
      <w:lvlText w:val="%6."/>
      <w:lvlJc w:val="right"/>
      <w:pPr>
        <w:tabs>
          <w:tab w:val="num" w:pos="0"/>
        </w:tabs>
        <w:ind w:left="4860" w:hanging="180"/>
      </w:pPr>
    </w:lvl>
    <w:lvl w:ilvl="6">
      <w:start w:val="1"/>
      <w:numFmt w:val="decimal"/>
      <w:lvlText w:val="%7."/>
      <w:lvlJc w:val="left"/>
      <w:pPr>
        <w:tabs>
          <w:tab w:val="num" w:pos="0"/>
        </w:tabs>
        <w:ind w:left="5580" w:hanging="360"/>
      </w:pPr>
    </w:lvl>
    <w:lvl w:ilvl="7">
      <w:start w:val="1"/>
      <w:numFmt w:val="lowerLetter"/>
      <w:lvlText w:val="%8."/>
      <w:lvlJc w:val="left"/>
      <w:pPr>
        <w:tabs>
          <w:tab w:val="num" w:pos="0"/>
        </w:tabs>
        <w:ind w:left="6300" w:hanging="360"/>
      </w:pPr>
    </w:lvl>
    <w:lvl w:ilvl="8">
      <w:start w:val="1"/>
      <w:numFmt w:val="lowerRoman"/>
      <w:lvlText w:val="%9."/>
      <w:lvlJc w:val="right"/>
      <w:pPr>
        <w:tabs>
          <w:tab w:val="num" w:pos="0"/>
        </w:tabs>
        <w:ind w:left="7020" w:hanging="180"/>
      </w:pPr>
    </w:lvl>
  </w:abstractNum>
  <w:abstractNum w:abstractNumId="1" w15:restartNumberingAfterBreak="0">
    <w:nsid w:val="0000000E"/>
    <w:multiLevelType w:val="multilevel"/>
    <w:tmpl w:val="0000000E"/>
    <w:name w:val="WW8Num14"/>
    <w:lvl w:ilvl="0">
      <w:start w:val="1"/>
      <w:numFmt w:val="decimal"/>
      <w:lvlText w:val="%1)"/>
      <w:lvlJc w:val="left"/>
      <w:pPr>
        <w:tabs>
          <w:tab w:val="num" w:pos="720"/>
        </w:tabs>
        <w:ind w:left="720" w:hanging="360"/>
      </w:pPr>
      <w:rPr>
        <w:color w:val="auto"/>
      </w:rPr>
    </w:lvl>
    <w:lvl w:ilvl="1">
      <w:start w:val="3"/>
      <w:numFmt w:val="bullet"/>
      <w:lvlText w:val="-"/>
      <w:lvlJc w:val="left"/>
      <w:pPr>
        <w:tabs>
          <w:tab w:val="num" w:pos="1440"/>
        </w:tabs>
        <w:ind w:left="1440" w:hanging="360"/>
      </w:pPr>
      <w:rPr>
        <w:rFonts w:ascii="Arial" w:hAnsi="Arial" w:cs="Arial" w:hint="default"/>
        <w:szCs w:val="19"/>
        <w:lang w:val="x-non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12273B7"/>
    <w:multiLevelType w:val="multilevel"/>
    <w:tmpl w:val="0B14783C"/>
    <w:lvl w:ilvl="0">
      <w:start w:val="1"/>
      <w:numFmt w:val="decimal"/>
      <w:pStyle w:val="Nadpis1"/>
      <w:lvlText w:val="%1"/>
      <w:lvlJc w:val="left"/>
      <w:pPr>
        <w:tabs>
          <w:tab w:val="num" w:pos="725"/>
        </w:tabs>
        <w:ind w:left="725" w:hanging="725"/>
      </w:pPr>
      <w:rPr>
        <w:rFonts w:cs="Times New Roman" w:hint="default"/>
      </w:rPr>
    </w:lvl>
    <w:lvl w:ilvl="1">
      <w:start w:val="1"/>
      <w:numFmt w:val="decimal"/>
      <w:pStyle w:val="Nadpis2"/>
      <w:lvlText w:val="%1.%2"/>
      <w:lvlJc w:val="left"/>
      <w:pPr>
        <w:tabs>
          <w:tab w:val="num" w:pos="725"/>
        </w:tabs>
        <w:ind w:left="725" w:hanging="725"/>
      </w:pPr>
      <w:rPr>
        <w:rFonts w:cs="Times New Roman" w:hint="default"/>
      </w:rPr>
    </w:lvl>
    <w:lvl w:ilvl="2">
      <w:start w:val="1"/>
      <w:numFmt w:val="decimal"/>
      <w:pStyle w:val="Nadpis3"/>
      <w:lvlText w:val="%1.%2.%3"/>
      <w:lvlJc w:val="left"/>
      <w:pPr>
        <w:tabs>
          <w:tab w:val="num" w:pos="1435"/>
        </w:tabs>
        <w:ind w:left="1435" w:hanging="725"/>
      </w:pPr>
      <w:rPr>
        <w:rFonts w:cs="Times New Roman" w:hint="default"/>
      </w:rPr>
    </w:lvl>
    <w:lvl w:ilvl="3">
      <w:start w:val="1"/>
      <w:numFmt w:val="decimal"/>
      <w:pStyle w:val="Nadpis4"/>
      <w:lvlText w:val="%1.%2.%3.%4"/>
      <w:lvlJc w:val="left"/>
      <w:pPr>
        <w:tabs>
          <w:tab w:val="num" w:pos="1405"/>
        </w:tabs>
        <w:ind w:left="1405" w:hanging="725"/>
      </w:pPr>
      <w:rPr>
        <w:rFonts w:cs="Times New Roman" w:hint="default"/>
      </w:rPr>
    </w:lvl>
    <w:lvl w:ilvl="4">
      <w:start w:val="1"/>
      <w:numFmt w:val="decimal"/>
      <w:pStyle w:val="Nadpis5"/>
      <w:lvlText w:val="%1.%2.%3.%4.%5"/>
      <w:lvlJc w:val="left"/>
      <w:pPr>
        <w:tabs>
          <w:tab w:val="num" w:pos="1688"/>
        </w:tabs>
        <w:ind w:left="1688" w:hanging="1008"/>
      </w:pPr>
      <w:rPr>
        <w:rFonts w:cs="Times New Roman" w:hint="default"/>
      </w:rPr>
    </w:lvl>
    <w:lvl w:ilvl="5">
      <w:start w:val="1"/>
      <w:numFmt w:val="decimal"/>
      <w:pStyle w:val="Nadpis6"/>
      <w:lvlText w:val="%1.%2.%3.%4.%5.%6"/>
      <w:lvlJc w:val="left"/>
      <w:pPr>
        <w:tabs>
          <w:tab w:val="num" w:pos="1832"/>
        </w:tabs>
        <w:ind w:left="1832" w:hanging="1152"/>
      </w:pPr>
      <w:rPr>
        <w:rFonts w:cs="Times New Roman" w:hint="default"/>
      </w:rPr>
    </w:lvl>
    <w:lvl w:ilvl="6">
      <w:start w:val="1"/>
      <w:numFmt w:val="decimal"/>
      <w:pStyle w:val="Nadpis7"/>
      <w:lvlText w:val="%1.%2.%3.%4.%5.%6.%7"/>
      <w:lvlJc w:val="left"/>
      <w:pPr>
        <w:tabs>
          <w:tab w:val="num" w:pos="1976"/>
        </w:tabs>
        <w:ind w:left="1976" w:hanging="1296"/>
      </w:pPr>
      <w:rPr>
        <w:rFonts w:cs="Times New Roman" w:hint="default"/>
      </w:rPr>
    </w:lvl>
    <w:lvl w:ilvl="7">
      <w:start w:val="1"/>
      <w:numFmt w:val="decimal"/>
      <w:pStyle w:val="Nadpis8"/>
      <w:lvlText w:val="%1.%2.%3.%4.%5.%6.%7.%8"/>
      <w:lvlJc w:val="left"/>
      <w:pPr>
        <w:tabs>
          <w:tab w:val="num" w:pos="2120"/>
        </w:tabs>
        <w:ind w:left="2120" w:hanging="1440"/>
      </w:pPr>
      <w:rPr>
        <w:rFonts w:cs="Times New Roman" w:hint="default"/>
      </w:rPr>
    </w:lvl>
    <w:lvl w:ilvl="8">
      <w:start w:val="1"/>
      <w:numFmt w:val="decimal"/>
      <w:pStyle w:val="Nadpis9"/>
      <w:lvlText w:val="%1.%2.%3.%4.%5.%6.%7.%8.%9"/>
      <w:lvlJc w:val="left"/>
      <w:pPr>
        <w:tabs>
          <w:tab w:val="num" w:pos="2264"/>
        </w:tabs>
        <w:ind w:left="2264" w:hanging="1584"/>
      </w:pPr>
      <w:rPr>
        <w:rFonts w:cs="Times New Roman" w:hint="default"/>
      </w:rPr>
    </w:lvl>
  </w:abstractNum>
  <w:abstractNum w:abstractNumId="3" w15:restartNumberingAfterBreak="0">
    <w:nsid w:val="209479D6"/>
    <w:multiLevelType w:val="hybridMultilevel"/>
    <w:tmpl w:val="1F2E6DD0"/>
    <w:lvl w:ilvl="0" w:tplc="AC76B4D6">
      <w:start w:val="1"/>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2793643B"/>
    <w:multiLevelType w:val="hybridMultilevel"/>
    <w:tmpl w:val="10226BD2"/>
    <w:lvl w:ilvl="0" w:tplc="F60831A8">
      <w:numFmt w:val="bullet"/>
      <w:lvlText w:val="-"/>
      <w:lvlJc w:val="left"/>
      <w:pPr>
        <w:tabs>
          <w:tab w:val="num" w:pos="1800"/>
        </w:tabs>
        <w:ind w:left="1800" w:hanging="360"/>
      </w:pPr>
      <w:rPr>
        <w:rFonts w:ascii="Times New Roman" w:eastAsia="Times New Roman" w:hAnsi="Times New Roman" w:cs="Times New Roman" w:hint="default"/>
        <w:b/>
      </w:rPr>
    </w:lvl>
    <w:lvl w:ilvl="1" w:tplc="6F48A05E">
      <w:numFmt w:val="bullet"/>
      <w:lvlText w:val="-"/>
      <w:lvlJc w:val="left"/>
      <w:pPr>
        <w:tabs>
          <w:tab w:val="num" w:pos="1200"/>
        </w:tabs>
        <w:ind w:left="1200" w:hanging="360"/>
      </w:pPr>
      <w:rPr>
        <w:rFonts w:ascii="Times New Roman" w:eastAsia="Times New Roman" w:hAnsi="Times New Roman" w:cs="Times New Roman" w:hint="default"/>
        <w:b/>
      </w:rPr>
    </w:lvl>
    <w:lvl w:ilvl="2" w:tplc="C5166C84" w:tentative="1">
      <w:start w:val="1"/>
      <w:numFmt w:val="bullet"/>
      <w:lvlText w:val=""/>
      <w:lvlJc w:val="left"/>
      <w:pPr>
        <w:tabs>
          <w:tab w:val="num" w:pos="1920"/>
        </w:tabs>
        <w:ind w:left="1920" w:hanging="360"/>
      </w:pPr>
      <w:rPr>
        <w:rFonts w:ascii="Wingdings" w:hAnsi="Wingdings" w:hint="default"/>
      </w:rPr>
    </w:lvl>
    <w:lvl w:ilvl="3" w:tplc="64E63D9E" w:tentative="1">
      <w:start w:val="1"/>
      <w:numFmt w:val="bullet"/>
      <w:lvlText w:val=""/>
      <w:lvlJc w:val="left"/>
      <w:pPr>
        <w:tabs>
          <w:tab w:val="num" w:pos="2640"/>
        </w:tabs>
        <w:ind w:left="2640" w:hanging="360"/>
      </w:pPr>
      <w:rPr>
        <w:rFonts w:ascii="Symbol" w:hAnsi="Symbol" w:hint="default"/>
      </w:rPr>
    </w:lvl>
    <w:lvl w:ilvl="4" w:tplc="51FA4C9E" w:tentative="1">
      <w:start w:val="1"/>
      <w:numFmt w:val="bullet"/>
      <w:lvlText w:val="o"/>
      <w:lvlJc w:val="left"/>
      <w:pPr>
        <w:tabs>
          <w:tab w:val="num" w:pos="3360"/>
        </w:tabs>
        <w:ind w:left="3360" w:hanging="360"/>
      </w:pPr>
      <w:rPr>
        <w:rFonts w:ascii="Courier New" w:hAnsi="Courier New" w:cs="Courier New" w:hint="default"/>
      </w:rPr>
    </w:lvl>
    <w:lvl w:ilvl="5" w:tplc="C812F9DC" w:tentative="1">
      <w:start w:val="1"/>
      <w:numFmt w:val="bullet"/>
      <w:lvlText w:val=""/>
      <w:lvlJc w:val="left"/>
      <w:pPr>
        <w:tabs>
          <w:tab w:val="num" w:pos="4080"/>
        </w:tabs>
        <w:ind w:left="4080" w:hanging="360"/>
      </w:pPr>
      <w:rPr>
        <w:rFonts w:ascii="Wingdings" w:hAnsi="Wingdings" w:hint="default"/>
      </w:rPr>
    </w:lvl>
    <w:lvl w:ilvl="6" w:tplc="3A900C48" w:tentative="1">
      <w:start w:val="1"/>
      <w:numFmt w:val="bullet"/>
      <w:lvlText w:val=""/>
      <w:lvlJc w:val="left"/>
      <w:pPr>
        <w:tabs>
          <w:tab w:val="num" w:pos="4800"/>
        </w:tabs>
        <w:ind w:left="4800" w:hanging="360"/>
      </w:pPr>
      <w:rPr>
        <w:rFonts w:ascii="Symbol" w:hAnsi="Symbol" w:hint="default"/>
      </w:rPr>
    </w:lvl>
    <w:lvl w:ilvl="7" w:tplc="8E84E548" w:tentative="1">
      <w:start w:val="1"/>
      <w:numFmt w:val="bullet"/>
      <w:lvlText w:val="o"/>
      <w:lvlJc w:val="left"/>
      <w:pPr>
        <w:tabs>
          <w:tab w:val="num" w:pos="5520"/>
        </w:tabs>
        <w:ind w:left="5520" w:hanging="360"/>
      </w:pPr>
      <w:rPr>
        <w:rFonts w:ascii="Courier New" w:hAnsi="Courier New" w:cs="Courier New" w:hint="default"/>
      </w:rPr>
    </w:lvl>
    <w:lvl w:ilvl="8" w:tplc="BDDAC5E2" w:tentative="1">
      <w:start w:val="1"/>
      <w:numFmt w:val="bullet"/>
      <w:lvlText w:val=""/>
      <w:lvlJc w:val="left"/>
      <w:pPr>
        <w:tabs>
          <w:tab w:val="num" w:pos="6240"/>
        </w:tabs>
        <w:ind w:left="6240" w:hanging="360"/>
      </w:pPr>
      <w:rPr>
        <w:rFonts w:ascii="Wingdings" w:hAnsi="Wingdings" w:hint="default"/>
      </w:rPr>
    </w:lvl>
  </w:abstractNum>
  <w:abstractNum w:abstractNumId="5" w15:restartNumberingAfterBreak="0">
    <w:nsid w:val="37091C31"/>
    <w:multiLevelType w:val="hybridMultilevel"/>
    <w:tmpl w:val="AAD2ACFC"/>
    <w:lvl w:ilvl="0" w:tplc="C2D63C5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F7076DF"/>
    <w:multiLevelType w:val="singleLevel"/>
    <w:tmpl w:val="F5D6BF58"/>
    <w:lvl w:ilvl="0">
      <w:start w:val="1"/>
      <w:numFmt w:val="decimal"/>
      <w:lvlText w:val="%1)"/>
      <w:lvlJc w:val="left"/>
      <w:pPr>
        <w:tabs>
          <w:tab w:val="num" w:pos="360"/>
        </w:tabs>
        <w:ind w:left="360" w:hanging="360"/>
      </w:pPr>
      <w:rPr>
        <w:color w:val="auto"/>
      </w:rPr>
    </w:lvl>
  </w:abstractNum>
  <w:abstractNum w:abstractNumId="7" w15:restartNumberingAfterBreak="0">
    <w:nsid w:val="408A2641"/>
    <w:multiLevelType w:val="multilevel"/>
    <w:tmpl w:val="A7307AD0"/>
    <w:lvl w:ilvl="0">
      <w:start w:val="3"/>
      <w:numFmt w:val="bullet"/>
      <w:lvlText w:val="-"/>
      <w:lvlJc w:val="left"/>
      <w:pPr>
        <w:tabs>
          <w:tab w:val="num" w:pos="0"/>
        </w:tabs>
        <w:ind w:left="1260" w:hanging="360"/>
      </w:pPr>
      <w:rPr>
        <w:rFonts w:ascii="Arial" w:eastAsia="Times New Roman" w:hAnsi="Arial" w:cs="Arial" w:hint="default"/>
      </w:rPr>
    </w:lvl>
    <w:lvl w:ilvl="1">
      <w:start w:val="1"/>
      <w:numFmt w:val="lowerLetter"/>
      <w:lvlText w:val="%2."/>
      <w:lvlJc w:val="left"/>
      <w:pPr>
        <w:tabs>
          <w:tab w:val="num" w:pos="0"/>
        </w:tabs>
        <w:ind w:left="1980" w:hanging="360"/>
      </w:pPr>
    </w:lvl>
    <w:lvl w:ilvl="2">
      <w:start w:val="1"/>
      <w:numFmt w:val="lowerRoman"/>
      <w:lvlText w:val="%3."/>
      <w:lvlJc w:val="right"/>
      <w:pPr>
        <w:tabs>
          <w:tab w:val="num" w:pos="0"/>
        </w:tabs>
        <w:ind w:left="2700" w:hanging="180"/>
      </w:pPr>
    </w:lvl>
    <w:lvl w:ilvl="3">
      <w:start w:val="1"/>
      <w:numFmt w:val="decimal"/>
      <w:lvlText w:val="%4."/>
      <w:lvlJc w:val="left"/>
      <w:pPr>
        <w:tabs>
          <w:tab w:val="num" w:pos="0"/>
        </w:tabs>
        <w:ind w:left="3420" w:hanging="360"/>
      </w:pPr>
    </w:lvl>
    <w:lvl w:ilvl="4">
      <w:start w:val="1"/>
      <w:numFmt w:val="lowerLetter"/>
      <w:lvlText w:val="%5."/>
      <w:lvlJc w:val="left"/>
      <w:pPr>
        <w:tabs>
          <w:tab w:val="num" w:pos="0"/>
        </w:tabs>
        <w:ind w:left="4140" w:hanging="360"/>
      </w:pPr>
    </w:lvl>
    <w:lvl w:ilvl="5">
      <w:start w:val="1"/>
      <w:numFmt w:val="lowerRoman"/>
      <w:lvlText w:val="%6."/>
      <w:lvlJc w:val="right"/>
      <w:pPr>
        <w:tabs>
          <w:tab w:val="num" w:pos="0"/>
        </w:tabs>
        <w:ind w:left="4860" w:hanging="180"/>
      </w:pPr>
    </w:lvl>
    <w:lvl w:ilvl="6">
      <w:start w:val="1"/>
      <w:numFmt w:val="decimal"/>
      <w:lvlText w:val="%7."/>
      <w:lvlJc w:val="left"/>
      <w:pPr>
        <w:tabs>
          <w:tab w:val="num" w:pos="0"/>
        </w:tabs>
        <w:ind w:left="5580" w:hanging="360"/>
      </w:pPr>
    </w:lvl>
    <w:lvl w:ilvl="7">
      <w:start w:val="1"/>
      <w:numFmt w:val="lowerLetter"/>
      <w:lvlText w:val="%8."/>
      <w:lvlJc w:val="left"/>
      <w:pPr>
        <w:tabs>
          <w:tab w:val="num" w:pos="0"/>
        </w:tabs>
        <w:ind w:left="6300" w:hanging="360"/>
      </w:pPr>
    </w:lvl>
    <w:lvl w:ilvl="8">
      <w:start w:val="1"/>
      <w:numFmt w:val="lowerRoman"/>
      <w:lvlText w:val="%9."/>
      <w:lvlJc w:val="right"/>
      <w:pPr>
        <w:tabs>
          <w:tab w:val="num" w:pos="0"/>
        </w:tabs>
        <w:ind w:left="7020" w:hanging="180"/>
      </w:pPr>
    </w:lvl>
  </w:abstractNum>
  <w:abstractNum w:abstractNumId="8" w15:restartNumberingAfterBreak="0">
    <w:nsid w:val="499764AD"/>
    <w:multiLevelType w:val="hybridMultilevel"/>
    <w:tmpl w:val="00C87454"/>
    <w:lvl w:ilvl="0" w:tplc="F60831A8">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1EF056D"/>
    <w:multiLevelType w:val="multilevel"/>
    <w:tmpl w:val="DA36FCC2"/>
    <w:lvl w:ilvl="0">
      <w:start w:val="1"/>
      <w:numFmt w:val="decimal"/>
      <w:pStyle w:val="TCRTITLENUM1"/>
      <w:lvlText w:val="%1"/>
      <w:lvlJc w:val="left"/>
      <w:pPr>
        <w:tabs>
          <w:tab w:val="num" w:pos="0"/>
        </w:tabs>
        <w:ind w:left="0" w:hanging="851"/>
      </w:pPr>
      <w:rPr>
        <w:rFonts w:hint="default"/>
      </w:rPr>
    </w:lvl>
    <w:lvl w:ilvl="1">
      <w:start w:val="1"/>
      <w:numFmt w:val="decimal"/>
      <w:pStyle w:val="TCRTITLENUM2"/>
      <w:lvlText w:val="%1.%2"/>
      <w:lvlJc w:val="left"/>
      <w:pPr>
        <w:tabs>
          <w:tab w:val="num" w:pos="0"/>
        </w:tabs>
        <w:ind w:left="0" w:hanging="851"/>
      </w:pPr>
      <w:rPr>
        <w:rFonts w:hint="default"/>
      </w:rPr>
    </w:lvl>
    <w:lvl w:ilvl="2">
      <w:start w:val="1"/>
      <w:numFmt w:val="decimal"/>
      <w:pStyle w:val="TCRTITLENUM3"/>
      <w:lvlText w:val="%1.%2.%3"/>
      <w:lvlJc w:val="left"/>
      <w:pPr>
        <w:tabs>
          <w:tab w:val="num" w:pos="0"/>
        </w:tabs>
        <w:ind w:left="0" w:hanging="851"/>
      </w:pPr>
      <w:rPr>
        <w:rFonts w:hint="default"/>
      </w:rPr>
    </w:lvl>
    <w:lvl w:ilvl="3">
      <w:start w:val="1"/>
      <w:numFmt w:val="decimal"/>
      <w:pStyle w:val="TCRTITLENUM4"/>
      <w:lvlText w:val="%1.%2.%3.%4"/>
      <w:lvlJc w:val="left"/>
      <w:pPr>
        <w:tabs>
          <w:tab w:val="num" w:pos="0"/>
        </w:tabs>
        <w:ind w:left="0" w:hanging="851"/>
      </w:pPr>
      <w:rPr>
        <w:rFonts w:hint="default"/>
      </w:rPr>
    </w:lvl>
    <w:lvl w:ilvl="4">
      <w:start w:val="1"/>
      <w:numFmt w:val="none"/>
      <w:pStyle w:val="TCRTITLEPARAGRAPH"/>
      <w:lvlText w:val=""/>
      <w:lvlJc w:val="left"/>
      <w:pPr>
        <w:tabs>
          <w:tab w:val="num" w:pos="0"/>
        </w:tabs>
        <w:ind w:left="0" w:hanging="851"/>
      </w:pPr>
      <w:rPr>
        <w:rFonts w:hint="default"/>
      </w:rPr>
    </w:lvl>
    <w:lvl w:ilvl="5">
      <w:start w:val="1"/>
      <w:numFmt w:val="lowerLetter"/>
      <w:pStyle w:val="TCRTITLEBOLDonlyletter"/>
      <w:lvlText w:val="%6."/>
      <w:lvlJc w:val="left"/>
      <w:pPr>
        <w:tabs>
          <w:tab w:val="num" w:pos="340"/>
        </w:tabs>
        <w:ind w:left="340" w:hanging="340"/>
      </w:pPr>
      <w:rPr>
        <w:rFonts w:hint="default"/>
      </w:rPr>
    </w:lvl>
    <w:lvl w:ilvl="6">
      <w:start w:val="1"/>
      <w:numFmt w:val="decimal"/>
      <w:lvlText w:val="%1.%2.%3.%4.%5.%6.%7."/>
      <w:lvlJc w:val="left"/>
      <w:pPr>
        <w:tabs>
          <w:tab w:val="num" w:pos="0"/>
        </w:tabs>
        <w:ind w:left="0" w:hanging="851"/>
      </w:pPr>
      <w:rPr>
        <w:rFonts w:hint="default"/>
      </w:rPr>
    </w:lvl>
    <w:lvl w:ilvl="7">
      <w:start w:val="1"/>
      <w:numFmt w:val="decimal"/>
      <w:lvlText w:val="%1.%2.%3.%4.%5.%6.%7.%8."/>
      <w:lvlJc w:val="left"/>
      <w:pPr>
        <w:tabs>
          <w:tab w:val="num" w:pos="0"/>
        </w:tabs>
        <w:ind w:left="0" w:hanging="851"/>
      </w:pPr>
      <w:rPr>
        <w:rFonts w:hint="default"/>
      </w:rPr>
    </w:lvl>
    <w:lvl w:ilvl="8">
      <w:start w:val="1"/>
      <w:numFmt w:val="decimal"/>
      <w:lvlText w:val="%1.%2.%3.%4.%5.%6.%7.%8.%9."/>
      <w:lvlJc w:val="left"/>
      <w:pPr>
        <w:tabs>
          <w:tab w:val="num" w:pos="0"/>
        </w:tabs>
        <w:ind w:left="0" w:hanging="851"/>
      </w:pPr>
      <w:rPr>
        <w:rFonts w:hint="default"/>
      </w:rPr>
    </w:lvl>
  </w:abstractNum>
  <w:abstractNum w:abstractNumId="10" w15:restartNumberingAfterBreak="0">
    <w:nsid w:val="578849E1"/>
    <w:multiLevelType w:val="hybridMultilevel"/>
    <w:tmpl w:val="F126F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7AC37F8"/>
    <w:multiLevelType w:val="hybridMultilevel"/>
    <w:tmpl w:val="9F947120"/>
    <w:lvl w:ilvl="0" w:tplc="44E0C388">
      <w:start w:val="1"/>
      <w:numFmt w:val="bullet"/>
      <w:pStyle w:val="TCR-Odrazka1"/>
      <w:lvlText w:val=""/>
      <w:lvlJc w:val="left"/>
      <w:pPr>
        <w:tabs>
          <w:tab w:val="num" w:pos="720"/>
        </w:tabs>
        <w:ind w:left="720" w:hanging="360"/>
      </w:pPr>
      <w:rPr>
        <w:rFonts w:ascii="Symbol" w:hAnsi="Symbol" w:hint="default"/>
        <w:color w:val="auto"/>
      </w:rPr>
    </w:lvl>
    <w:lvl w:ilvl="1" w:tplc="A0A43576">
      <w:numFmt w:val="bullet"/>
      <w:lvlText w:val="-"/>
      <w:lvlJc w:val="left"/>
      <w:pPr>
        <w:tabs>
          <w:tab w:val="num" w:pos="1440"/>
        </w:tabs>
        <w:ind w:left="1440" w:hanging="360"/>
      </w:pPr>
      <w:rPr>
        <w:rFonts w:ascii="Arial" w:eastAsia="Times New Roman" w:hAnsi="Arial" w:cs="Arial" w:hint="default"/>
      </w:rPr>
    </w:lvl>
    <w:lvl w:ilvl="2" w:tplc="7B701D8C">
      <w:start w:val="1"/>
      <w:numFmt w:val="bullet"/>
      <w:lvlText w:val=""/>
      <w:lvlJc w:val="left"/>
      <w:pPr>
        <w:ind w:left="2160" w:hanging="360"/>
      </w:pPr>
      <w:rPr>
        <w:rFonts w:ascii="Wingdings" w:eastAsia="Times New Roman" w:hAnsi="Wingdings"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DC7F01"/>
    <w:multiLevelType w:val="multilevel"/>
    <w:tmpl w:val="1A2C7D68"/>
    <w:lvl w:ilvl="0">
      <w:start w:val="3"/>
      <w:numFmt w:val="bullet"/>
      <w:lvlText w:val="-"/>
      <w:lvlJc w:val="left"/>
      <w:pPr>
        <w:tabs>
          <w:tab w:val="num" w:pos="0"/>
        </w:tabs>
        <w:ind w:left="1260" w:hanging="360"/>
      </w:pPr>
      <w:rPr>
        <w:rFonts w:ascii="Arial" w:eastAsia="Times New Roman" w:hAnsi="Arial" w:cs="Arial" w:hint="default"/>
      </w:rPr>
    </w:lvl>
    <w:lvl w:ilvl="1">
      <w:start w:val="1"/>
      <w:numFmt w:val="lowerLetter"/>
      <w:lvlText w:val="%2."/>
      <w:lvlJc w:val="left"/>
      <w:pPr>
        <w:tabs>
          <w:tab w:val="num" w:pos="0"/>
        </w:tabs>
        <w:ind w:left="1980" w:hanging="360"/>
      </w:pPr>
    </w:lvl>
    <w:lvl w:ilvl="2">
      <w:start w:val="1"/>
      <w:numFmt w:val="lowerRoman"/>
      <w:lvlText w:val="%3."/>
      <w:lvlJc w:val="right"/>
      <w:pPr>
        <w:tabs>
          <w:tab w:val="num" w:pos="0"/>
        </w:tabs>
        <w:ind w:left="2700" w:hanging="180"/>
      </w:pPr>
    </w:lvl>
    <w:lvl w:ilvl="3">
      <w:start w:val="1"/>
      <w:numFmt w:val="decimal"/>
      <w:lvlText w:val="%4."/>
      <w:lvlJc w:val="left"/>
      <w:pPr>
        <w:tabs>
          <w:tab w:val="num" w:pos="0"/>
        </w:tabs>
        <w:ind w:left="3420" w:hanging="360"/>
      </w:pPr>
    </w:lvl>
    <w:lvl w:ilvl="4">
      <w:start w:val="1"/>
      <w:numFmt w:val="lowerLetter"/>
      <w:lvlText w:val="%5."/>
      <w:lvlJc w:val="left"/>
      <w:pPr>
        <w:tabs>
          <w:tab w:val="num" w:pos="0"/>
        </w:tabs>
        <w:ind w:left="4140" w:hanging="360"/>
      </w:pPr>
    </w:lvl>
    <w:lvl w:ilvl="5">
      <w:start w:val="1"/>
      <w:numFmt w:val="lowerRoman"/>
      <w:lvlText w:val="%6."/>
      <w:lvlJc w:val="right"/>
      <w:pPr>
        <w:tabs>
          <w:tab w:val="num" w:pos="0"/>
        </w:tabs>
        <w:ind w:left="4860" w:hanging="180"/>
      </w:pPr>
    </w:lvl>
    <w:lvl w:ilvl="6">
      <w:start w:val="1"/>
      <w:numFmt w:val="decimal"/>
      <w:lvlText w:val="%7."/>
      <w:lvlJc w:val="left"/>
      <w:pPr>
        <w:tabs>
          <w:tab w:val="num" w:pos="0"/>
        </w:tabs>
        <w:ind w:left="5580" w:hanging="360"/>
      </w:pPr>
    </w:lvl>
    <w:lvl w:ilvl="7">
      <w:start w:val="1"/>
      <w:numFmt w:val="lowerLetter"/>
      <w:lvlText w:val="%8."/>
      <w:lvlJc w:val="left"/>
      <w:pPr>
        <w:tabs>
          <w:tab w:val="num" w:pos="0"/>
        </w:tabs>
        <w:ind w:left="6300" w:hanging="360"/>
      </w:pPr>
    </w:lvl>
    <w:lvl w:ilvl="8">
      <w:start w:val="1"/>
      <w:numFmt w:val="lowerRoman"/>
      <w:lvlText w:val="%9."/>
      <w:lvlJc w:val="right"/>
      <w:pPr>
        <w:tabs>
          <w:tab w:val="num" w:pos="0"/>
        </w:tabs>
        <w:ind w:left="7020" w:hanging="180"/>
      </w:pPr>
    </w:lvl>
  </w:abstractNum>
  <w:abstractNum w:abstractNumId="13" w15:restartNumberingAfterBreak="0">
    <w:nsid w:val="63253E49"/>
    <w:multiLevelType w:val="hybridMultilevel"/>
    <w:tmpl w:val="F7ECBA42"/>
    <w:lvl w:ilvl="0" w:tplc="C0621FCE">
      <w:start w:val="1"/>
      <w:numFmt w:val="decimal"/>
      <w:lvlText w:val="%1."/>
      <w:lvlJc w:val="left"/>
      <w:pPr>
        <w:tabs>
          <w:tab w:val="num" w:pos="720"/>
        </w:tabs>
        <w:ind w:left="720"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66DE1EDF"/>
    <w:multiLevelType w:val="hybridMultilevel"/>
    <w:tmpl w:val="0478B72A"/>
    <w:lvl w:ilvl="0" w:tplc="FFFFFFFF">
      <w:start w:val="1"/>
      <w:numFmt w:val="bullet"/>
      <w:pStyle w:val="Pomlka"/>
      <w:lvlText w:val=""/>
      <w:lvlJc w:val="left"/>
      <w:pPr>
        <w:tabs>
          <w:tab w:val="num" w:pos="786"/>
        </w:tabs>
        <w:ind w:left="786" w:hanging="360"/>
      </w:pPr>
      <w:rPr>
        <w:rFonts w:ascii="Symbol" w:hAnsi="Symbol" w:hint="default"/>
      </w:rPr>
    </w:lvl>
    <w:lvl w:ilvl="1" w:tplc="FFFFFFFF">
      <w:numFmt w:val="bullet"/>
      <w:lvlText w:val="-"/>
      <w:lvlJc w:val="left"/>
      <w:pPr>
        <w:tabs>
          <w:tab w:val="num" w:pos="1440"/>
        </w:tabs>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A737D8C"/>
    <w:multiLevelType w:val="multilevel"/>
    <w:tmpl w:val="1F182BEC"/>
    <w:lvl w:ilvl="0">
      <w:start w:val="1"/>
      <w:numFmt w:val="decimal"/>
      <w:lvlText w:val="%1"/>
      <w:lvlJc w:val="left"/>
      <w:pPr>
        <w:tabs>
          <w:tab w:val="num" w:pos="1086"/>
        </w:tabs>
        <w:ind w:left="1086" w:hanging="726"/>
      </w:pPr>
      <w:rPr>
        <w:rFonts w:hint="default"/>
      </w:rPr>
    </w:lvl>
    <w:lvl w:ilvl="1">
      <w:start w:val="1"/>
      <w:numFmt w:val="decimal"/>
      <w:lvlText w:val="%1.%2"/>
      <w:lvlJc w:val="left"/>
      <w:pPr>
        <w:tabs>
          <w:tab w:val="num" w:pos="1086"/>
        </w:tabs>
        <w:ind w:left="1086" w:hanging="726"/>
      </w:pPr>
      <w:rPr>
        <w:rFonts w:hint="default"/>
      </w:rPr>
    </w:lvl>
    <w:lvl w:ilvl="2">
      <w:start w:val="1"/>
      <w:numFmt w:val="decimal"/>
      <w:lvlText w:val="%1.%2.%3"/>
      <w:lvlJc w:val="left"/>
      <w:pPr>
        <w:tabs>
          <w:tab w:val="num" w:pos="1086"/>
        </w:tabs>
        <w:ind w:left="1086" w:hanging="726"/>
      </w:pPr>
      <w:rPr>
        <w:rFonts w:hint="default"/>
      </w:rPr>
    </w:lvl>
    <w:lvl w:ilvl="3">
      <w:start w:val="1"/>
      <w:numFmt w:val="decimal"/>
      <w:lvlText w:val="%1.%2.%3.%4"/>
      <w:lvlJc w:val="left"/>
      <w:pPr>
        <w:tabs>
          <w:tab w:val="num" w:pos="1086"/>
        </w:tabs>
        <w:ind w:left="1086" w:hanging="726"/>
      </w:pPr>
      <w:rPr>
        <w:rFonts w:hint="default"/>
      </w:rPr>
    </w:lvl>
    <w:lvl w:ilvl="4">
      <w:start w:val="1"/>
      <w:numFmt w:val="decimal"/>
      <w:lvlText w:val="%1.%2.%3.%4.%5."/>
      <w:lvlJc w:val="left"/>
      <w:pPr>
        <w:tabs>
          <w:tab w:val="num" w:pos="1511"/>
        </w:tabs>
        <w:ind w:left="1511" w:hanging="792"/>
      </w:pPr>
      <w:rPr>
        <w:rFonts w:hint="default"/>
      </w:rPr>
    </w:lvl>
    <w:lvl w:ilvl="5">
      <w:start w:val="1"/>
      <w:numFmt w:val="decimal"/>
      <w:lvlText w:val="%1.%2.%3.%4.%5.%6."/>
      <w:lvlJc w:val="left"/>
      <w:pPr>
        <w:tabs>
          <w:tab w:val="num" w:pos="2015"/>
        </w:tabs>
        <w:ind w:left="2015" w:hanging="936"/>
      </w:pPr>
      <w:rPr>
        <w:rFonts w:hint="default"/>
      </w:rPr>
    </w:lvl>
    <w:lvl w:ilvl="6">
      <w:start w:val="1"/>
      <w:numFmt w:val="decimal"/>
      <w:lvlText w:val="%1.%2.%3.%4.%5.%6.%7."/>
      <w:lvlJc w:val="left"/>
      <w:pPr>
        <w:tabs>
          <w:tab w:val="num" w:pos="2519"/>
        </w:tabs>
        <w:ind w:left="2519" w:hanging="1080"/>
      </w:pPr>
      <w:rPr>
        <w:rFonts w:hint="default"/>
      </w:rPr>
    </w:lvl>
    <w:lvl w:ilvl="7">
      <w:start w:val="1"/>
      <w:numFmt w:val="decimal"/>
      <w:lvlText w:val="%1.%2.%3.%4.%5.%6.%7.%8."/>
      <w:lvlJc w:val="left"/>
      <w:pPr>
        <w:tabs>
          <w:tab w:val="num" w:pos="3023"/>
        </w:tabs>
        <w:ind w:left="3023" w:hanging="1224"/>
      </w:pPr>
      <w:rPr>
        <w:rFonts w:hint="default"/>
      </w:rPr>
    </w:lvl>
    <w:lvl w:ilvl="8">
      <w:start w:val="1"/>
      <w:numFmt w:val="decimal"/>
      <w:lvlText w:val="%1.%2.%3.%4.%5.%6.%7.%8.%9."/>
      <w:lvlJc w:val="left"/>
      <w:pPr>
        <w:tabs>
          <w:tab w:val="num" w:pos="3599"/>
        </w:tabs>
        <w:ind w:left="3599" w:hanging="1440"/>
      </w:pPr>
      <w:rPr>
        <w:rFonts w:hint="default"/>
      </w:rPr>
    </w:lvl>
  </w:abstractNum>
  <w:abstractNum w:abstractNumId="16" w15:restartNumberingAfterBreak="0">
    <w:nsid w:val="6A9533BF"/>
    <w:multiLevelType w:val="hybridMultilevel"/>
    <w:tmpl w:val="B0A89E0A"/>
    <w:lvl w:ilvl="0" w:tplc="96F6E5C8">
      <w:start w:val="608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6B3778AB"/>
    <w:multiLevelType w:val="multilevel"/>
    <w:tmpl w:val="16C61C98"/>
    <w:lvl w:ilvl="0">
      <w:start w:val="3"/>
      <w:numFmt w:val="bullet"/>
      <w:lvlText w:val="-"/>
      <w:lvlJc w:val="left"/>
      <w:pPr>
        <w:tabs>
          <w:tab w:val="num" w:pos="0"/>
        </w:tabs>
        <w:ind w:left="1260" w:hanging="360"/>
      </w:pPr>
      <w:rPr>
        <w:rFonts w:ascii="Arial" w:eastAsia="Times New Roman" w:hAnsi="Arial" w:cs="Arial" w:hint="default"/>
      </w:rPr>
    </w:lvl>
    <w:lvl w:ilvl="1">
      <w:start w:val="1"/>
      <w:numFmt w:val="lowerLetter"/>
      <w:lvlText w:val="%2."/>
      <w:lvlJc w:val="left"/>
      <w:pPr>
        <w:tabs>
          <w:tab w:val="num" w:pos="0"/>
        </w:tabs>
        <w:ind w:left="1980" w:hanging="360"/>
      </w:pPr>
    </w:lvl>
    <w:lvl w:ilvl="2">
      <w:start w:val="1"/>
      <w:numFmt w:val="lowerRoman"/>
      <w:lvlText w:val="%3."/>
      <w:lvlJc w:val="right"/>
      <w:pPr>
        <w:tabs>
          <w:tab w:val="num" w:pos="0"/>
        </w:tabs>
        <w:ind w:left="2700" w:hanging="180"/>
      </w:pPr>
    </w:lvl>
    <w:lvl w:ilvl="3">
      <w:start w:val="1"/>
      <w:numFmt w:val="decimal"/>
      <w:lvlText w:val="%4."/>
      <w:lvlJc w:val="left"/>
      <w:pPr>
        <w:tabs>
          <w:tab w:val="num" w:pos="0"/>
        </w:tabs>
        <w:ind w:left="3420" w:hanging="360"/>
      </w:pPr>
    </w:lvl>
    <w:lvl w:ilvl="4">
      <w:start w:val="1"/>
      <w:numFmt w:val="lowerLetter"/>
      <w:lvlText w:val="%5."/>
      <w:lvlJc w:val="left"/>
      <w:pPr>
        <w:tabs>
          <w:tab w:val="num" w:pos="0"/>
        </w:tabs>
        <w:ind w:left="4140" w:hanging="360"/>
      </w:pPr>
    </w:lvl>
    <w:lvl w:ilvl="5">
      <w:start w:val="1"/>
      <w:numFmt w:val="lowerRoman"/>
      <w:lvlText w:val="%6."/>
      <w:lvlJc w:val="right"/>
      <w:pPr>
        <w:tabs>
          <w:tab w:val="num" w:pos="0"/>
        </w:tabs>
        <w:ind w:left="4860" w:hanging="180"/>
      </w:pPr>
    </w:lvl>
    <w:lvl w:ilvl="6">
      <w:start w:val="1"/>
      <w:numFmt w:val="decimal"/>
      <w:lvlText w:val="%7."/>
      <w:lvlJc w:val="left"/>
      <w:pPr>
        <w:tabs>
          <w:tab w:val="num" w:pos="0"/>
        </w:tabs>
        <w:ind w:left="5580" w:hanging="360"/>
      </w:pPr>
    </w:lvl>
    <w:lvl w:ilvl="7">
      <w:start w:val="1"/>
      <w:numFmt w:val="lowerLetter"/>
      <w:lvlText w:val="%8."/>
      <w:lvlJc w:val="left"/>
      <w:pPr>
        <w:tabs>
          <w:tab w:val="num" w:pos="0"/>
        </w:tabs>
        <w:ind w:left="6300" w:hanging="360"/>
      </w:pPr>
    </w:lvl>
    <w:lvl w:ilvl="8">
      <w:start w:val="1"/>
      <w:numFmt w:val="lowerRoman"/>
      <w:lvlText w:val="%9."/>
      <w:lvlJc w:val="right"/>
      <w:pPr>
        <w:tabs>
          <w:tab w:val="num" w:pos="0"/>
        </w:tabs>
        <w:ind w:left="7020" w:hanging="180"/>
      </w:pPr>
    </w:lvl>
  </w:abstractNum>
  <w:abstractNum w:abstractNumId="18" w15:restartNumberingAfterBreak="0">
    <w:nsid w:val="6E853D37"/>
    <w:multiLevelType w:val="singleLevel"/>
    <w:tmpl w:val="3716C2A6"/>
    <w:lvl w:ilvl="0">
      <w:numFmt w:val="decimal"/>
      <w:lvlText w:val="%1."/>
      <w:lvlJc w:val="left"/>
      <w:pPr>
        <w:tabs>
          <w:tab w:val="num" w:pos="1069"/>
        </w:tabs>
        <w:ind w:left="1069" w:hanging="360"/>
      </w:pPr>
      <w:rPr>
        <w:rFonts w:hint="default"/>
      </w:rPr>
    </w:lvl>
  </w:abstractNum>
  <w:abstractNum w:abstractNumId="19" w15:restartNumberingAfterBreak="0">
    <w:nsid w:val="754C3E50"/>
    <w:multiLevelType w:val="multilevel"/>
    <w:tmpl w:val="45AC6566"/>
    <w:lvl w:ilvl="0">
      <w:start w:val="1"/>
      <w:numFmt w:val="decimal"/>
      <w:pStyle w:val="TebwordHeading1"/>
      <w:lvlText w:val="%1"/>
      <w:lvlJc w:val="left"/>
      <w:pPr>
        <w:tabs>
          <w:tab w:val="num" w:pos="726"/>
        </w:tabs>
        <w:ind w:left="726" w:hanging="726"/>
      </w:pPr>
      <w:rPr>
        <w:rFonts w:hint="default"/>
      </w:rPr>
    </w:lvl>
    <w:lvl w:ilvl="1">
      <w:start w:val="1"/>
      <w:numFmt w:val="decimal"/>
      <w:pStyle w:val="TebwordHeading2"/>
      <w:lvlText w:val="%1.%2"/>
      <w:lvlJc w:val="left"/>
      <w:pPr>
        <w:tabs>
          <w:tab w:val="num" w:pos="726"/>
        </w:tabs>
        <w:ind w:left="726" w:hanging="726"/>
      </w:pPr>
      <w:rPr>
        <w:rFonts w:hint="default"/>
      </w:rPr>
    </w:lvl>
    <w:lvl w:ilvl="2">
      <w:start w:val="1"/>
      <w:numFmt w:val="decimal"/>
      <w:pStyle w:val="TebwordHeading3"/>
      <w:lvlText w:val="%1.%2.%3"/>
      <w:lvlJc w:val="left"/>
      <w:pPr>
        <w:tabs>
          <w:tab w:val="num" w:pos="726"/>
        </w:tabs>
        <w:ind w:left="726" w:hanging="726"/>
      </w:pPr>
      <w:rPr>
        <w:rFonts w:hint="default"/>
      </w:rPr>
    </w:lvl>
    <w:lvl w:ilvl="3">
      <w:start w:val="1"/>
      <w:numFmt w:val="decimal"/>
      <w:pStyle w:val="TebwordHeading4"/>
      <w:lvlText w:val="%1.%2.%3.%4"/>
      <w:lvlJc w:val="left"/>
      <w:pPr>
        <w:tabs>
          <w:tab w:val="num" w:pos="726"/>
        </w:tabs>
        <w:ind w:left="726" w:hanging="726"/>
      </w:pPr>
      <w:rPr>
        <w:rFonts w:hint="default"/>
      </w:rPr>
    </w:lvl>
    <w:lvl w:ilvl="4">
      <w:start w:val="1"/>
      <w:numFmt w:val="decimal"/>
      <w:lvlText w:val="%1.%2.%3.%4.%5."/>
      <w:lvlJc w:val="left"/>
      <w:pPr>
        <w:tabs>
          <w:tab w:val="num" w:pos="1151"/>
        </w:tabs>
        <w:ind w:left="1151" w:hanging="792"/>
      </w:pPr>
      <w:rPr>
        <w:rFonts w:hint="default"/>
      </w:rPr>
    </w:lvl>
    <w:lvl w:ilvl="5">
      <w:start w:val="1"/>
      <w:numFmt w:val="decimal"/>
      <w:lvlText w:val="%1.%2.%3.%4.%5.%6."/>
      <w:lvlJc w:val="left"/>
      <w:pPr>
        <w:tabs>
          <w:tab w:val="num" w:pos="1655"/>
        </w:tabs>
        <w:ind w:left="1655" w:hanging="936"/>
      </w:pPr>
      <w:rPr>
        <w:rFonts w:hint="default"/>
      </w:rPr>
    </w:lvl>
    <w:lvl w:ilvl="6">
      <w:start w:val="1"/>
      <w:numFmt w:val="decimal"/>
      <w:lvlText w:val="%1.%2.%3.%4.%5.%6.%7."/>
      <w:lvlJc w:val="left"/>
      <w:pPr>
        <w:tabs>
          <w:tab w:val="num" w:pos="2159"/>
        </w:tabs>
        <w:ind w:left="2159" w:hanging="1080"/>
      </w:pPr>
      <w:rPr>
        <w:rFonts w:hint="default"/>
      </w:rPr>
    </w:lvl>
    <w:lvl w:ilvl="7">
      <w:start w:val="1"/>
      <w:numFmt w:val="decimal"/>
      <w:lvlText w:val="%1.%2.%3.%4.%5.%6.%7.%8."/>
      <w:lvlJc w:val="left"/>
      <w:pPr>
        <w:tabs>
          <w:tab w:val="num" w:pos="2663"/>
        </w:tabs>
        <w:ind w:left="2663" w:hanging="1224"/>
      </w:pPr>
      <w:rPr>
        <w:rFonts w:hint="default"/>
      </w:rPr>
    </w:lvl>
    <w:lvl w:ilvl="8">
      <w:start w:val="1"/>
      <w:numFmt w:val="decimal"/>
      <w:lvlText w:val="%1.%2.%3.%4.%5.%6.%7.%8.%9."/>
      <w:lvlJc w:val="left"/>
      <w:pPr>
        <w:tabs>
          <w:tab w:val="num" w:pos="3239"/>
        </w:tabs>
        <w:ind w:left="3239" w:hanging="1440"/>
      </w:pPr>
      <w:rPr>
        <w:rFonts w:hint="default"/>
      </w:rPr>
    </w:lvl>
  </w:abstractNum>
  <w:abstractNum w:abstractNumId="20" w15:restartNumberingAfterBreak="0">
    <w:nsid w:val="76E323F9"/>
    <w:multiLevelType w:val="multilevel"/>
    <w:tmpl w:val="5F6C2F9C"/>
    <w:lvl w:ilvl="0">
      <w:start w:val="1"/>
      <w:numFmt w:val="decimal"/>
      <w:lvlText w:val="%1."/>
      <w:lvlJc w:val="left"/>
      <w:pPr>
        <w:ind w:left="360" w:hanging="360"/>
      </w:pPr>
      <w:rPr>
        <w:rFonts w:cs="Times New Roman"/>
        <w:i w:val="0"/>
        <w:iCs w:val="0"/>
        <w:caps w:val="0"/>
        <w:smallCaps w:val="0"/>
        <w:strike w:val="0"/>
        <w:dstrike w:val="0"/>
        <w:noProof w:val="0"/>
        <w:vanish w:val="0"/>
        <w:color w:val="000000"/>
        <w:spacing w:val="0"/>
        <w:kern w:val="0"/>
        <w:position w:val="0"/>
        <w:u w:val="none"/>
        <w:vertAlign w:val="baseline"/>
        <w:em w:val="none"/>
      </w:rPr>
    </w:lvl>
    <w:lvl w:ilvl="1">
      <w:start w:val="1"/>
      <w:numFmt w:val="decimal"/>
      <w:lvlText w:val="%1.%2."/>
      <w:lvlJc w:val="left"/>
      <w:pPr>
        <w:ind w:left="1142" w:hanging="432"/>
      </w:pPr>
      <w:rPr>
        <w:rFonts w:ascii="Calibri" w:hAnsi="Calibri"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lvlText w:val="%1.%2.%3."/>
      <w:lvlJc w:val="left"/>
      <w:pPr>
        <w:ind w:left="1224" w:hanging="504"/>
      </w:pPr>
      <w:rPr>
        <w:i w:val="0"/>
        <w:iCs w:val="0"/>
        <w:caps w:val="0"/>
        <w:smallCaps w:val="0"/>
        <w:strike w:val="0"/>
        <w:dstrike w:val="0"/>
        <w:noProof w:val="0"/>
        <w:snapToGrid w:val="0"/>
        <w:vanish w:val="0"/>
        <w:color w:val="000000"/>
        <w:spacing w:val="0"/>
        <w:kern w:val="0"/>
        <w:position w:val="0"/>
        <w:u w:val="none"/>
        <w:vertAlign w:val="baseline"/>
        <w:em w:val="none"/>
      </w:rPr>
    </w:lvl>
    <w:lvl w:ilvl="3">
      <w:start w:val="1"/>
      <w:numFmt w:val="decimal"/>
      <w:lvlText w:val="%1.%2.%3.%4."/>
      <w:lvlJc w:val="left"/>
      <w:pPr>
        <w:ind w:left="1728" w:hanging="648"/>
      </w:pPr>
    </w:lvl>
    <w:lvl w:ilvl="4">
      <w:start w:val="1"/>
      <w:numFmt w:val="decimal"/>
      <w:lvlText w:val="%1.%2.%3.%4.%5."/>
      <w:lvlJc w:val="left"/>
      <w:pPr>
        <w:ind w:left="2232" w:hanging="792"/>
      </w:pPr>
      <w:rPr>
        <w:i w:val="0"/>
        <w:iCs w:val="0"/>
        <w:caps w:val="0"/>
        <w:smallCaps w:val="0"/>
        <w:strike w:val="0"/>
        <w:dstrike w:val="0"/>
        <w:noProof w:val="0"/>
        <w:snapToGrid w:val="0"/>
        <w:vanish w:val="0"/>
        <w:color w:val="000000"/>
        <w:spacing w:val="0"/>
        <w:kern w:val="0"/>
        <w:position w:val="0"/>
        <w:u w:val="none"/>
        <w:vertAlign w:val="baseline"/>
        <w:em w:val="none"/>
      </w:rPr>
    </w:lvl>
    <w:lvl w:ilvl="5">
      <w:start w:val="1"/>
      <w:numFmt w:val="decimal"/>
      <w:lvlText w:val="%1.%2.%3.%4.%5.%6."/>
      <w:lvlJc w:val="left"/>
      <w:pPr>
        <w:ind w:left="2736" w:hanging="936"/>
      </w:pPr>
      <w:rPr>
        <w:b w:val="0"/>
        <w:i w:val="0"/>
        <w:iCs w:val="0"/>
        <w:caps w:val="0"/>
        <w:smallCaps w:val="0"/>
        <w:strike w:val="0"/>
        <w:dstrike w:val="0"/>
        <w:noProof w:val="0"/>
        <w:snapToGrid w:val="0"/>
        <w:vanish w:val="0"/>
        <w:color w:val="000000"/>
        <w:spacing w:val="0"/>
        <w:kern w:val="0"/>
        <w:position w:val="0"/>
        <w:u w:val="none"/>
        <w:vertAlign w:val="baseline"/>
        <w:em w:val="none"/>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B87310B"/>
    <w:multiLevelType w:val="hybridMultilevel"/>
    <w:tmpl w:val="38F6B1C4"/>
    <w:lvl w:ilvl="0" w:tplc="35C29A7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num>
  <w:num w:numId="2">
    <w:abstractNumId w:val="6"/>
  </w:num>
  <w:num w:numId="3">
    <w:abstractNumId w:val="2"/>
  </w:num>
  <w:num w:numId="4">
    <w:abstractNumId w:val="13"/>
  </w:num>
  <w:num w:numId="5">
    <w:abstractNumId w:val="11"/>
  </w:num>
  <w:num w:numId="6">
    <w:abstractNumId w:val="14"/>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6"/>
  </w:num>
  <w:num w:numId="10">
    <w:abstractNumId w:val="2"/>
  </w:num>
  <w:num w:numId="11">
    <w:abstractNumId w:val="2"/>
  </w:num>
  <w:num w:numId="12">
    <w:abstractNumId w:val="2"/>
  </w:num>
  <w:num w:numId="13">
    <w:abstractNumId w:val="15"/>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9"/>
  </w:num>
  <w:num w:numId="22">
    <w:abstractNumId w:val="1"/>
  </w:num>
  <w:num w:numId="23">
    <w:abstractNumId w:val="2"/>
  </w:num>
  <w:num w:numId="24">
    <w:abstractNumId w:val="18"/>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10"/>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21"/>
  </w:num>
  <w:num w:numId="32">
    <w:abstractNumId w:val="4"/>
  </w:num>
  <w:num w:numId="33">
    <w:abstractNumId w:val="0"/>
  </w:num>
  <w:num w:numId="34">
    <w:abstractNumId w:val="17"/>
  </w:num>
  <w:num w:numId="35">
    <w:abstractNumId w:val="7"/>
  </w:num>
  <w:num w:numId="36">
    <w:abstractNumId w:val="12"/>
  </w:num>
  <w:num w:numId="37">
    <w:abstractNumId w:val="8"/>
  </w:num>
  <w:num w:numId="3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gutterAtTop/>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characterSpacingControl w:val="doNotCompress"/>
  <w:hdrShapeDefaults>
    <o:shapedefaults v:ext="edit" spidmax="6145"/>
  </w:hdrShapeDefaults>
  <w:footnotePr>
    <w:footnote w:id="-1"/>
    <w:footnote w:id="0"/>
  </w:footnotePr>
  <w:endnotePr>
    <w:endnote w:id="-1"/>
    <w:endnote w:id="0"/>
  </w:endnotePr>
  <w:compat>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E0293" w:val=" "/>
    <w:docVar w:name="SE0297" w:val=" "/>
    <w:docVar w:name="SE0298" w:val=" "/>
    <w:docVar w:name="SE0301" w:val="document number:"/>
    <w:docVar w:name="SE0302" w:val="revision:"/>
    <w:docVar w:name="SE0501" w:val=" "/>
    <w:docVar w:name="SE0505" w:val=" "/>
    <w:docVar w:name="SE0644" w:val=" "/>
    <w:docVar w:name="SE0645" w:val=" "/>
    <w:docVar w:name="SE0646" w:val=" "/>
    <w:docVar w:name="SE0647" w:val=" "/>
    <w:docVar w:name="SE0648" w:val=" "/>
    <w:docVar w:name="SE0649" w:val=" "/>
    <w:docVar w:name="SE0651" w:val=" "/>
    <w:docVar w:name="SE0652" w:val=" "/>
    <w:docVar w:name="SE0653" w:val="10 August 2005"/>
    <w:docVar w:name="SE0655" w:val=" "/>
    <w:docVar w:name="SE0656" w:val=" "/>
    <w:docVar w:name="SE0657" w:val="True"/>
    <w:docVar w:name="SE0658" w:val="True"/>
    <w:docVar w:name="SE0659" w:val="True"/>
    <w:docVar w:name="SE0660" w:val="True"/>
    <w:docVar w:name="SE0661" w:val="True"/>
    <w:docVar w:name="SE0675" w:val="Revision"/>
    <w:docVar w:name="SE0676" w:val="Client"/>
    <w:docVar w:name="SE0677" w:val="Project"/>
    <w:docVar w:name="SE0678" w:val="Order number"/>
    <w:docVar w:name="SE0679" w:val="Revision"/>
    <w:docVar w:name="SE0680" w:val="Date"/>
    <w:docVar w:name="SE0681" w:val="Author"/>
    <w:docVar w:name="SE0682" w:val="Telephone"/>
    <w:docVar w:name="SE0683" w:val="Telefax"/>
    <w:docVar w:name="SE0684" w:val="E-mail"/>
    <w:docVar w:name="SE0688" w:val="Document number"/>
    <w:docVar w:name="SE0689" w:val="Document number"/>
    <w:docVar w:name="SE0691" w:val="Page"/>
    <w:docVar w:name="SE0692" w:val="of"/>
    <w:docVar w:name="SE0693" w:val="Rev."/>
    <w:docVar w:name="SE0694" w:val="Description"/>
    <w:docVar w:name="SE0695" w:val="Author"/>
    <w:docVar w:name="SE0696" w:val="Checked by"/>
    <w:docVar w:name="SE0697" w:val="© Copyright Tebodin"/>
    <w:docVar w:name="SE0698" w:val="2005"/>
    <w:docVar w:name="SE0699" w:val="All rights reserved. No part of this publication may be reproduced or transmitted in any form or by any means without permission of the publisher."/>
    <w:docVar w:name="SE0700" w:val="10-08-2005"/>
    <w:docVar w:name="SE0701" w:val="Table of contents"/>
    <w:docVar w:name="SE0702" w:val="Attachments"/>
    <w:docVar w:name="SE0703" w:val="Drawings"/>
    <w:docVar w:name="SE0704" w:val="Summary"/>
    <w:docVar w:name="SE0705" w:val="Index"/>
    <w:docVar w:name="SE0706" w:val="Reference"/>
    <w:docVar w:name="SE0708" w:val=" "/>
    <w:docVar w:name="SE9002" w:val="Czech Republic"/>
    <w:docVar w:name="SE9003" w:val="MP Procházka"/>
    <w:docVar w:name="SE9004" w:val="251038337"/>
    <w:docVar w:name="SE9005" w:val="251038252"/>
    <w:docVar w:name="SE9006" w:val="prochazka@tebodin.cz"/>
    <w:docVar w:name="SE9007" w:val="ing  MP Procházka"/>
    <w:docVar w:name="SE9008" w:val="Milan Procházka"/>
    <w:docVar w:name="SE9009" w:val="MP Procházka"/>
    <w:docVar w:name="SE9010" w:val="IT manager"/>
    <w:docVar w:name="SE9011" w:val="Procházka"/>
    <w:docVar w:name="SE9244" w:val="Tebodin Czech Republic, s.r.o."/>
    <w:docVar w:name="SE9245" w:val="Tebodin Czech Republic, s.r.o."/>
    <w:docVar w:name="SE9300" w:val="Prvního pluku 20/224 • 186 59 Praha 8 - Karlín"/>
    <w:docVar w:name="SE9310" w:val="telefon 0251 03 81 11 • telefax 0222 32 51 82"/>
    <w:docVar w:name="SE9320" w:val="info@tebodin.cz • www.tebodin.com • www.tebodin.cz"/>
    <w:docVar w:name="SE9330" w:val=" "/>
    <w:docVar w:name="SE9340" w:val=" "/>
    <w:docVar w:name="SE9350" w:val=" "/>
    <w:docVar w:name="SE9360" w:val=" "/>
    <w:docVar w:name="SE9370" w:val=" "/>
    <w:docVar w:name="SE9380" w:val=" "/>
    <w:docVar w:name="SE9390" w:val=" "/>
    <w:docVar w:name="SE9400" w:val=" "/>
    <w:docVar w:name="SE9410" w:val=" "/>
    <w:docVar w:name="SE9500" w:val="Komerční banka, Praha 8 • Č. 7010449-081/0100 • IBAN • CZ3403000000000581709543 • DIČ 008-44264186 • IČO 44264186"/>
    <w:docVar w:name="SE9510" w:val=" "/>
    <w:docVar w:name="SE9520" w:val=" "/>
    <w:docVar w:name="SE9530" w:val=" "/>
    <w:docVar w:name="SE9540" w:val=" "/>
    <w:docVar w:name="SE9550" w:val=" "/>
    <w:docVar w:name="SE9560" w:val=" "/>
    <w:docVar w:name="SE9570" w:val=" "/>
    <w:docVar w:name="SE9580" w:val=" "/>
    <w:docVar w:name="SE9600" w:val=" "/>
    <w:docVar w:name="SE9601" w:val=" "/>
    <w:docVar w:name="SE9602" w:val="Yours faithfully,"/>
    <w:docVar w:name="SE9603" w:val="With kind regards,"/>
    <w:docVar w:name="SE9650" w:val=" "/>
    <w:docVar w:name="SE9651" w:val=" "/>
    <w:docVar w:name="SE9652" w:val="IT manager"/>
    <w:docVar w:name="SE9653" w:val=" "/>
    <w:docVar w:name="SE9700" w:val=" "/>
    <w:docVar w:name="SE9701" w:val=" "/>
    <w:docVar w:name="SE9702" w:val="ing  MP Procházka"/>
    <w:docVar w:name="SE9703" w:val="Milan Procházka"/>
    <w:docVar w:name="SE9704" w:val="MP Procházka"/>
    <w:docVar w:name="SE9705" w:val=" "/>
    <w:docVar w:name="SE9900" w:val="251038337"/>
    <w:docVar w:name="SE9910" w:val="251038252"/>
    <w:docVar w:name="SY0001" w:val=" "/>
    <w:docVar w:name="SY0002" w:val=" "/>
    <w:docVar w:name="SY0006" w:val="StartHier"/>
  </w:docVars>
  <w:rsids>
    <w:rsidRoot w:val="001859F5"/>
    <w:rsid w:val="00000057"/>
    <w:rsid w:val="00000339"/>
    <w:rsid w:val="00000E49"/>
    <w:rsid w:val="00002A86"/>
    <w:rsid w:val="00004A27"/>
    <w:rsid w:val="0000599A"/>
    <w:rsid w:val="00005BA6"/>
    <w:rsid w:val="00006B67"/>
    <w:rsid w:val="00007386"/>
    <w:rsid w:val="00007B3A"/>
    <w:rsid w:val="00010EA2"/>
    <w:rsid w:val="00011363"/>
    <w:rsid w:val="00012E7A"/>
    <w:rsid w:val="0001524D"/>
    <w:rsid w:val="000157E9"/>
    <w:rsid w:val="000165A4"/>
    <w:rsid w:val="000178F9"/>
    <w:rsid w:val="000211B5"/>
    <w:rsid w:val="0002403F"/>
    <w:rsid w:val="000265E3"/>
    <w:rsid w:val="00027B69"/>
    <w:rsid w:val="000303D0"/>
    <w:rsid w:val="000310C5"/>
    <w:rsid w:val="0003152B"/>
    <w:rsid w:val="00032121"/>
    <w:rsid w:val="00032397"/>
    <w:rsid w:val="000332D8"/>
    <w:rsid w:val="000411F7"/>
    <w:rsid w:val="0004169D"/>
    <w:rsid w:val="00042EA4"/>
    <w:rsid w:val="0004331E"/>
    <w:rsid w:val="00043E86"/>
    <w:rsid w:val="00046D3C"/>
    <w:rsid w:val="00047354"/>
    <w:rsid w:val="00047960"/>
    <w:rsid w:val="00047E9A"/>
    <w:rsid w:val="00051C2F"/>
    <w:rsid w:val="0005234A"/>
    <w:rsid w:val="00052D4B"/>
    <w:rsid w:val="00055B6F"/>
    <w:rsid w:val="00056F27"/>
    <w:rsid w:val="00060FF5"/>
    <w:rsid w:val="000619B1"/>
    <w:rsid w:val="00062621"/>
    <w:rsid w:val="00062F00"/>
    <w:rsid w:val="00064260"/>
    <w:rsid w:val="000654DD"/>
    <w:rsid w:val="00065CC6"/>
    <w:rsid w:val="00066085"/>
    <w:rsid w:val="000739E1"/>
    <w:rsid w:val="000749D1"/>
    <w:rsid w:val="00075F16"/>
    <w:rsid w:val="00076869"/>
    <w:rsid w:val="00077807"/>
    <w:rsid w:val="00081C2E"/>
    <w:rsid w:val="000821E0"/>
    <w:rsid w:val="000825A8"/>
    <w:rsid w:val="00082C83"/>
    <w:rsid w:val="000836A7"/>
    <w:rsid w:val="000866DB"/>
    <w:rsid w:val="00091E1C"/>
    <w:rsid w:val="00092548"/>
    <w:rsid w:val="00093E23"/>
    <w:rsid w:val="00096B00"/>
    <w:rsid w:val="000979FE"/>
    <w:rsid w:val="000A0CD9"/>
    <w:rsid w:val="000A3268"/>
    <w:rsid w:val="000A3709"/>
    <w:rsid w:val="000A410D"/>
    <w:rsid w:val="000A5652"/>
    <w:rsid w:val="000B087C"/>
    <w:rsid w:val="000B1CE3"/>
    <w:rsid w:val="000B2375"/>
    <w:rsid w:val="000B5F65"/>
    <w:rsid w:val="000B645E"/>
    <w:rsid w:val="000B72BC"/>
    <w:rsid w:val="000B7D82"/>
    <w:rsid w:val="000C06C5"/>
    <w:rsid w:val="000C1819"/>
    <w:rsid w:val="000C45E0"/>
    <w:rsid w:val="000C52B6"/>
    <w:rsid w:val="000D0B9E"/>
    <w:rsid w:val="000D21D4"/>
    <w:rsid w:val="000D3561"/>
    <w:rsid w:val="000D4FF2"/>
    <w:rsid w:val="000D7D02"/>
    <w:rsid w:val="000E06E0"/>
    <w:rsid w:val="000E0C9C"/>
    <w:rsid w:val="000E15D5"/>
    <w:rsid w:val="000E1C6E"/>
    <w:rsid w:val="000E2B7C"/>
    <w:rsid w:val="000E2F19"/>
    <w:rsid w:val="000E34C0"/>
    <w:rsid w:val="000E4926"/>
    <w:rsid w:val="000E65E7"/>
    <w:rsid w:val="000E730B"/>
    <w:rsid w:val="000F0FD9"/>
    <w:rsid w:val="000F157B"/>
    <w:rsid w:val="000F20BF"/>
    <w:rsid w:val="000F232B"/>
    <w:rsid w:val="000F2CA2"/>
    <w:rsid w:val="000F7B23"/>
    <w:rsid w:val="0010137B"/>
    <w:rsid w:val="001019FD"/>
    <w:rsid w:val="00101FF0"/>
    <w:rsid w:val="00105ABD"/>
    <w:rsid w:val="00113DE3"/>
    <w:rsid w:val="001172FE"/>
    <w:rsid w:val="0012419C"/>
    <w:rsid w:val="00127EE2"/>
    <w:rsid w:val="00133FE0"/>
    <w:rsid w:val="001346A1"/>
    <w:rsid w:val="0013552C"/>
    <w:rsid w:val="001362A0"/>
    <w:rsid w:val="001364B0"/>
    <w:rsid w:val="00140827"/>
    <w:rsid w:val="00147DB7"/>
    <w:rsid w:val="00153D33"/>
    <w:rsid w:val="00154DC3"/>
    <w:rsid w:val="00157FC7"/>
    <w:rsid w:val="00160746"/>
    <w:rsid w:val="00162CA1"/>
    <w:rsid w:val="001639AB"/>
    <w:rsid w:val="001662F1"/>
    <w:rsid w:val="00166CE2"/>
    <w:rsid w:val="00170676"/>
    <w:rsid w:val="00173901"/>
    <w:rsid w:val="00176CA9"/>
    <w:rsid w:val="001800B4"/>
    <w:rsid w:val="00180510"/>
    <w:rsid w:val="001822BF"/>
    <w:rsid w:val="001859F5"/>
    <w:rsid w:val="001926FE"/>
    <w:rsid w:val="001929F5"/>
    <w:rsid w:val="001A2DA8"/>
    <w:rsid w:val="001A5981"/>
    <w:rsid w:val="001A5D64"/>
    <w:rsid w:val="001B1AAC"/>
    <w:rsid w:val="001B309C"/>
    <w:rsid w:val="001B527D"/>
    <w:rsid w:val="001B5B6A"/>
    <w:rsid w:val="001B5D28"/>
    <w:rsid w:val="001B628D"/>
    <w:rsid w:val="001B7DF4"/>
    <w:rsid w:val="001C07F6"/>
    <w:rsid w:val="001C3D26"/>
    <w:rsid w:val="001C7372"/>
    <w:rsid w:val="001D0ED8"/>
    <w:rsid w:val="001D144E"/>
    <w:rsid w:val="001D20DD"/>
    <w:rsid w:val="001D258E"/>
    <w:rsid w:val="001D3ACB"/>
    <w:rsid w:val="001D40BF"/>
    <w:rsid w:val="001D6039"/>
    <w:rsid w:val="001D79DB"/>
    <w:rsid w:val="001D7E07"/>
    <w:rsid w:val="001E0765"/>
    <w:rsid w:val="001E1373"/>
    <w:rsid w:val="001E1ED7"/>
    <w:rsid w:val="001E59A8"/>
    <w:rsid w:val="001E7603"/>
    <w:rsid w:val="001F32CC"/>
    <w:rsid w:val="001F3ECF"/>
    <w:rsid w:val="001F51B2"/>
    <w:rsid w:val="00201542"/>
    <w:rsid w:val="00202693"/>
    <w:rsid w:val="00202E04"/>
    <w:rsid w:val="00203943"/>
    <w:rsid w:val="00203AFB"/>
    <w:rsid w:val="00212966"/>
    <w:rsid w:val="002171DC"/>
    <w:rsid w:val="00221005"/>
    <w:rsid w:val="002211A8"/>
    <w:rsid w:val="002230EC"/>
    <w:rsid w:val="00224A7C"/>
    <w:rsid w:val="00225FA4"/>
    <w:rsid w:val="0022783E"/>
    <w:rsid w:val="00227BFA"/>
    <w:rsid w:val="0023125F"/>
    <w:rsid w:val="00234F7D"/>
    <w:rsid w:val="00236E20"/>
    <w:rsid w:val="00237D4A"/>
    <w:rsid w:val="00241D4E"/>
    <w:rsid w:val="00242F05"/>
    <w:rsid w:val="00243B7E"/>
    <w:rsid w:val="00243D76"/>
    <w:rsid w:val="002441D7"/>
    <w:rsid w:val="00244ED3"/>
    <w:rsid w:val="00246811"/>
    <w:rsid w:val="00252932"/>
    <w:rsid w:val="002540DC"/>
    <w:rsid w:val="0026334E"/>
    <w:rsid w:val="002650CB"/>
    <w:rsid w:val="0027173C"/>
    <w:rsid w:val="00273FB8"/>
    <w:rsid w:val="002755FA"/>
    <w:rsid w:val="00277A45"/>
    <w:rsid w:val="002827D2"/>
    <w:rsid w:val="00284D27"/>
    <w:rsid w:val="0029208D"/>
    <w:rsid w:val="00293412"/>
    <w:rsid w:val="002960CE"/>
    <w:rsid w:val="00296127"/>
    <w:rsid w:val="002A2C39"/>
    <w:rsid w:val="002B1129"/>
    <w:rsid w:val="002B17C8"/>
    <w:rsid w:val="002B69A2"/>
    <w:rsid w:val="002B6DF8"/>
    <w:rsid w:val="002C0153"/>
    <w:rsid w:val="002C19D4"/>
    <w:rsid w:val="002C1A61"/>
    <w:rsid w:val="002C2C56"/>
    <w:rsid w:val="002C614A"/>
    <w:rsid w:val="002D1A12"/>
    <w:rsid w:val="002D6792"/>
    <w:rsid w:val="002E192C"/>
    <w:rsid w:val="002E214F"/>
    <w:rsid w:val="002E2228"/>
    <w:rsid w:val="002F0F09"/>
    <w:rsid w:val="002F3A2C"/>
    <w:rsid w:val="002F6949"/>
    <w:rsid w:val="00303E2B"/>
    <w:rsid w:val="0030594A"/>
    <w:rsid w:val="0030662C"/>
    <w:rsid w:val="003075E4"/>
    <w:rsid w:val="003079DF"/>
    <w:rsid w:val="00312603"/>
    <w:rsid w:val="0031317C"/>
    <w:rsid w:val="00314C6A"/>
    <w:rsid w:val="0031548D"/>
    <w:rsid w:val="003202F4"/>
    <w:rsid w:val="00321207"/>
    <w:rsid w:val="0032271F"/>
    <w:rsid w:val="003246C0"/>
    <w:rsid w:val="0032668B"/>
    <w:rsid w:val="00330061"/>
    <w:rsid w:val="00330C2E"/>
    <w:rsid w:val="0033329C"/>
    <w:rsid w:val="00333490"/>
    <w:rsid w:val="003367A2"/>
    <w:rsid w:val="003427FF"/>
    <w:rsid w:val="00343E3E"/>
    <w:rsid w:val="00344968"/>
    <w:rsid w:val="00344FB6"/>
    <w:rsid w:val="00345731"/>
    <w:rsid w:val="00345D44"/>
    <w:rsid w:val="00346354"/>
    <w:rsid w:val="00350195"/>
    <w:rsid w:val="00350486"/>
    <w:rsid w:val="00350727"/>
    <w:rsid w:val="0035268F"/>
    <w:rsid w:val="00353887"/>
    <w:rsid w:val="003579F1"/>
    <w:rsid w:val="003603D6"/>
    <w:rsid w:val="0036141D"/>
    <w:rsid w:val="003616BA"/>
    <w:rsid w:val="0036475D"/>
    <w:rsid w:val="00364891"/>
    <w:rsid w:val="003656F4"/>
    <w:rsid w:val="003740C3"/>
    <w:rsid w:val="00375469"/>
    <w:rsid w:val="00375BF3"/>
    <w:rsid w:val="00376298"/>
    <w:rsid w:val="00380CFA"/>
    <w:rsid w:val="00381980"/>
    <w:rsid w:val="00382BC2"/>
    <w:rsid w:val="00384245"/>
    <w:rsid w:val="0038510C"/>
    <w:rsid w:val="00387C16"/>
    <w:rsid w:val="00393E6F"/>
    <w:rsid w:val="00393FF0"/>
    <w:rsid w:val="003A0F91"/>
    <w:rsid w:val="003A1B1E"/>
    <w:rsid w:val="003A1E80"/>
    <w:rsid w:val="003A4504"/>
    <w:rsid w:val="003B2313"/>
    <w:rsid w:val="003B6B00"/>
    <w:rsid w:val="003B6B30"/>
    <w:rsid w:val="003B7B41"/>
    <w:rsid w:val="003C2B31"/>
    <w:rsid w:val="003C325E"/>
    <w:rsid w:val="003C4D1C"/>
    <w:rsid w:val="003C57CC"/>
    <w:rsid w:val="003C660E"/>
    <w:rsid w:val="003C673A"/>
    <w:rsid w:val="003D0AA7"/>
    <w:rsid w:val="003D2021"/>
    <w:rsid w:val="003D26F5"/>
    <w:rsid w:val="003D564A"/>
    <w:rsid w:val="003D5F71"/>
    <w:rsid w:val="003D67FE"/>
    <w:rsid w:val="003E144B"/>
    <w:rsid w:val="003E1AFF"/>
    <w:rsid w:val="003E2675"/>
    <w:rsid w:val="003E4FA2"/>
    <w:rsid w:val="003F20AD"/>
    <w:rsid w:val="003F20C6"/>
    <w:rsid w:val="003F35DA"/>
    <w:rsid w:val="003F3699"/>
    <w:rsid w:val="003F51AD"/>
    <w:rsid w:val="003F54DA"/>
    <w:rsid w:val="003F77AB"/>
    <w:rsid w:val="003F78E3"/>
    <w:rsid w:val="003F7A31"/>
    <w:rsid w:val="0040327F"/>
    <w:rsid w:val="00403384"/>
    <w:rsid w:val="0040428E"/>
    <w:rsid w:val="00406888"/>
    <w:rsid w:val="00406EBF"/>
    <w:rsid w:val="004078D1"/>
    <w:rsid w:val="004151BB"/>
    <w:rsid w:val="004200BA"/>
    <w:rsid w:val="00421D1A"/>
    <w:rsid w:val="00422DFD"/>
    <w:rsid w:val="00423F01"/>
    <w:rsid w:val="00424B4A"/>
    <w:rsid w:val="00424F21"/>
    <w:rsid w:val="00425135"/>
    <w:rsid w:val="004256CB"/>
    <w:rsid w:val="004277AE"/>
    <w:rsid w:val="004311B7"/>
    <w:rsid w:val="00432424"/>
    <w:rsid w:val="004335CC"/>
    <w:rsid w:val="00434F2D"/>
    <w:rsid w:val="00435E4F"/>
    <w:rsid w:val="00435F1A"/>
    <w:rsid w:val="00437740"/>
    <w:rsid w:val="004379B1"/>
    <w:rsid w:val="00441F4F"/>
    <w:rsid w:val="00441F93"/>
    <w:rsid w:val="00443272"/>
    <w:rsid w:val="00446B73"/>
    <w:rsid w:val="00452062"/>
    <w:rsid w:val="004523E3"/>
    <w:rsid w:val="00453834"/>
    <w:rsid w:val="00454F91"/>
    <w:rsid w:val="00460EAF"/>
    <w:rsid w:val="00461C77"/>
    <w:rsid w:val="00463C2E"/>
    <w:rsid w:val="004703F6"/>
    <w:rsid w:val="0047156A"/>
    <w:rsid w:val="0047219F"/>
    <w:rsid w:val="00472AC5"/>
    <w:rsid w:val="0047346A"/>
    <w:rsid w:val="00473FE6"/>
    <w:rsid w:val="004741DB"/>
    <w:rsid w:val="004744BF"/>
    <w:rsid w:val="00475C5E"/>
    <w:rsid w:val="00482987"/>
    <w:rsid w:val="00482D61"/>
    <w:rsid w:val="004854E4"/>
    <w:rsid w:val="0048593D"/>
    <w:rsid w:val="00490F17"/>
    <w:rsid w:val="004912CA"/>
    <w:rsid w:val="00492D9F"/>
    <w:rsid w:val="00493321"/>
    <w:rsid w:val="004936B0"/>
    <w:rsid w:val="00497EA8"/>
    <w:rsid w:val="004A063F"/>
    <w:rsid w:val="004A0B31"/>
    <w:rsid w:val="004A1AAB"/>
    <w:rsid w:val="004A4614"/>
    <w:rsid w:val="004A485F"/>
    <w:rsid w:val="004A522A"/>
    <w:rsid w:val="004A54EF"/>
    <w:rsid w:val="004A550B"/>
    <w:rsid w:val="004A5DBA"/>
    <w:rsid w:val="004A6ABC"/>
    <w:rsid w:val="004B0815"/>
    <w:rsid w:val="004B3960"/>
    <w:rsid w:val="004B4DB3"/>
    <w:rsid w:val="004B6F8E"/>
    <w:rsid w:val="004B754A"/>
    <w:rsid w:val="004B7AE2"/>
    <w:rsid w:val="004C1453"/>
    <w:rsid w:val="004C3276"/>
    <w:rsid w:val="004C5B02"/>
    <w:rsid w:val="004C5C3E"/>
    <w:rsid w:val="004C6404"/>
    <w:rsid w:val="004C6948"/>
    <w:rsid w:val="004C6E75"/>
    <w:rsid w:val="004C7144"/>
    <w:rsid w:val="004C71F3"/>
    <w:rsid w:val="004C775A"/>
    <w:rsid w:val="004D1B3D"/>
    <w:rsid w:val="004D232E"/>
    <w:rsid w:val="004E1A30"/>
    <w:rsid w:val="004E409C"/>
    <w:rsid w:val="004E5C75"/>
    <w:rsid w:val="004E747E"/>
    <w:rsid w:val="004E7C70"/>
    <w:rsid w:val="004E7DF4"/>
    <w:rsid w:val="004F095A"/>
    <w:rsid w:val="004F0D13"/>
    <w:rsid w:val="004F398D"/>
    <w:rsid w:val="004F46BA"/>
    <w:rsid w:val="004F5114"/>
    <w:rsid w:val="004F55FF"/>
    <w:rsid w:val="004F73A6"/>
    <w:rsid w:val="00500975"/>
    <w:rsid w:val="005031AD"/>
    <w:rsid w:val="005038D9"/>
    <w:rsid w:val="00504093"/>
    <w:rsid w:val="005044E9"/>
    <w:rsid w:val="00506917"/>
    <w:rsid w:val="00513E06"/>
    <w:rsid w:val="005153DD"/>
    <w:rsid w:val="00521C44"/>
    <w:rsid w:val="00522DC9"/>
    <w:rsid w:val="00522DCE"/>
    <w:rsid w:val="00524364"/>
    <w:rsid w:val="00524AEC"/>
    <w:rsid w:val="00527899"/>
    <w:rsid w:val="005324C1"/>
    <w:rsid w:val="00534872"/>
    <w:rsid w:val="00534BD6"/>
    <w:rsid w:val="00534E89"/>
    <w:rsid w:val="00536AEC"/>
    <w:rsid w:val="00540EA1"/>
    <w:rsid w:val="0054561E"/>
    <w:rsid w:val="005458DC"/>
    <w:rsid w:val="005464FE"/>
    <w:rsid w:val="005531D6"/>
    <w:rsid w:val="00555A7B"/>
    <w:rsid w:val="00557A9E"/>
    <w:rsid w:val="0056042A"/>
    <w:rsid w:val="00560EFD"/>
    <w:rsid w:val="00563152"/>
    <w:rsid w:val="005633CB"/>
    <w:rsid w:val="005637ED"/>
    <w:rsid w:val="00563A50"/>
    <w:rsid w:val="00564882"/>
    <w:rsid w:val="00564A26"/>
    <w:rsid w:val="00566560"/>
    <w:rsid w:val="0056693F"/>
    <w:rsid w:val="00566C06"/>
    <w:rsid w:val="005670C3"/>
    <w:rsid w:val="00573622"/>
    <w:rsid w:val="005752CF"/>
    <w:rsid w:val="0057654C"/>
    <w:rsid w:val="005768B9"/>
    <w:rsid w:val="0058034F"/>
    <w:rsid w:val="005808DE"/>
    <w:rsid w:val="00583762"/>
    <w:rsid w:val="00584768"/>
    <w:rsid w:val="00584F5D"/>
    <w:rsid w:val="00587F85"/>
    <w:rsid w:val="00590742"/>
    <w:rsid w:val="005926F4"/>
    <w:rsid w:val="00595D09"/>
    <w:rsid w:val="005A3B5E"/>
    <w:rsid w:val="005A60BC"/>
    <w:rsid w:val="005A69D7"/>
    <w:rsid w:val="005A69E6"/>
    <w:rsid w:val="005A739F"/>
    <w:rsid w:val="005B2CAD"/>
    <w:rsid w:val="005B55D2"/>
    <w:rsid w:val="005B630F"/>
    <w:rsid w:val="005B6C0C"/>
    <w:rsid w:val="005B7152"/>
    <w:rsid w:val="005C2A73"/>
    <w:rsid w:val="005C2BCA"/>
    <w:rsid w:val="005C3BB4"/>
    <w:rsid w:val="005C58AF"/>
    <w:rsid w:val="005D1075"/>
    <w:rsid w:val="005D1761"/>
    <w:rsid w:val="005D19D4"/>
    <w:rsid w:val="005D1BFA"/>
    <w:rsid w:val="005D304F"/>
    <w:rsid w:val="005D468A"/>
    <w:rsid w:val="005D7AFF"/>
    <w:rsid w:val="005E1034"/>
    <w:rsid w:val="005E20B1"/>
    <w:rsid w:val="005E2C57"/>
    <w:rsid w:val="005E7028"/>
    <w:rsid w:val="005F25CE"/>
    <w:rsid w:val="005F4A92"/>
    <w:rsid w:val="006018F1"/>
    <w:rsid w:val="00602969"/>
    <w:rsid w:val="006048AA"/>
    <w:rsid w:val="00604F0D"/>
    <w:rsid w:val="00604F25"/>
    <w:rsid w:val="00606BDD"/>
    <w:rsid w:val="00607B55"/>
    <w:rsid w:val="00611718"/>
    <w:rsid w:val="006120D9"/>
    <w:rsid w:val="006134E5"/>
    <w:rsid w:val="00613E95"/>
    <w:rsid w:val="00614137"/>
    <w:rsid w:val="006155D9"/>
    <w:rsid w:val="006158F9"/>
    <w:rsid w:val="00616126"/>
    <w:rsid w:val="006171A6"/>
    <w:rsid w:val="006215D3"/>
    <w:rsid w:val="0062217B"/>
    <w:rsid w:val="00624D99"/>
    <w:rsid w:val="00634295"/>
    <w:rsid w:val="006355D9"/>
    <w:rsid w:val="00635F6F"/>
    <w:rsid w:val="00636084"/>
    <w:rsid w:val="006421C1"/>
    <w:rsid w:val="00642B9E"/>
    <w:rsid w:val="0065211C"/>
    <w:rsid w:val="00652742"/>
    <w:rsid w:val="00653AEB"/>
    <w:rsid w:val="006562EE"/>
    <w:rsid w:val="0066515E"/>
    <w:rsid w:val="006654A2"/>
    <w:rsid w:val="00666132"/>
    <w:rsid w:val="006668B2"/>
    <w:rsid w:val="006700FB"/>
    <w:rsid w:val="006737DA"/>
    <w:rsid w:val="00674239"/>
    <w:rsid w:val="006750FD"/>
    <w:rsid w:val="00676E11"/>
    <w:rsid w:val="00677727"/>
    <w:rsid w:val="00680FD5"/>
    <w:rsid w:val="00681369"/>
    <w:rsid w:val="00681BDA"/>
    <w:rsid w:val="00681C36"/>
    <w:rsid w:val="006821FA"/>
    <w:rsid w:val="006824C4"/>
    <w:rsid w:val="00682971"/>
    <w:rsid w:val="006862FF"/>
    <w:rsid w:val="00686713"/>
    <w:rsid w:val="00687F71"/>
    <w:rsid w:val="006902A7"/>
    <w:rsid w:val="0069259A"/>
    <w:rsid w:val="00692CB5"/>
    <w:rsid w:val="00692E40"/>
    <w:rsid w:val="006951A3"/>
    <w:rsid w:val="006952B2"/>
    <w:rsid w:val="006A5AED"/>
    <w:rsid w:val="006A5C01"/>
    <w:rsid w:val="006A6055"/>
    <w:rsid w:val="006A6221"/>
    <w:rsid w:val="006B084E"/>
    <w:rsid w:val="006B2A70"/>
    <w:rsid w:val="006B38E8"/>
    <w:rsid w:val="006B5003"/>
    <w:rsid w:val="006B621E"/>
    <w:rsid w:val="006B6CC1"/>
    <w:rsid w:val="006C06FE"/>
    <w:rsid w:val="006D18EA"/>
    <w:rsid w:val="006D2966"/>
    <w:rsid w:val="006D5F51"/>
    <w:rsid w:val="006D741D"/>
    <w:rsid w:val="006E06B3"/>
    <w:rsid w:val="006E078B"/>
    <w:rsid w:val="006E2C66"/>
    <w:rsid w:val="006E3A39"/>
    <w:rsid w:val="006F1902"/>
    <w:rsid w:val="006F5BEA"/>
    <w:rsid w:val="006F6B68"/>
    <w:rsid w:val="006F6E14"/>
    <w:rsid w:val="006F6FBB"/>
    <w:rsid w:val="00700FD6"/>
    <w:rsid w:val="00704242"/>
    <w:rsid w:val="00704BE5"/>
    <w:rsid w:val="00704C10"/>
    <w:rsid w:val="00705199"/>
    <w:rsid w:val="00707579"/>
    <w:rsid w:val="00710353"/>
    <w:rsid w:val="00713615"/>
    <w:rsid w:val="007164FA"/>
    <w:rsid w:val="00717A05"/>
    <w:rsid w:val="00717F0F"/>
    <w:rsid w:val="00722C6B"/>
    <w:rsid w:val="00725AC1"/>
    <w:rsid w:val="00726279"/>
    <w:rsid w:val="00726649"/>
    <w:rsid w:val="00732D7C"/>
    <w:rsid w:val="0074065C"/>
    <w:rsid w:val="0074275F"/>
    <w:rsid w:val="007438E0"/>
    <w:rsid w:val="0074532F"/>
    <w:rsid w:val="0074601E"/>
    <w:rsid w:val="00750302"/>
    <w:rsid w:val="007539D8"/>
    <w:rsid w:val="0075727D"/>
    <w:rsid w:val="00760B2E"/>
    <w:rsid w:val="0076117D"/>
    <w:rsid w:val="00761CF5"/>
    <w:rsid w:val="00770BBF"/>
    <w:rsid w:val="007716EA"/>
    <w:rsid w:val="00771AB1"/>
    <w:rsid w:val="00781498"/>
    <w:rsid w:val="00782932"/>
    <w:rsid w:val="00783143"/>
    <w:rsid w:val="007833E1"/>
    <w:rsid w:val="00783535"/>
    <w:rsid w:val="00785E54"/>
    <w:rsid w:val="007860BF"/>
    <w:rsid w:val="00787982"/>
    <w:rsid w:val="00790438"/>
    <w:rsid w:val="00792478"/>
    <w:rsid w:val="00794841"/>
    <w:rsid w:val="00796E37"/>
    <w:rsid w:val="007977AD"/>
    <w:rsid w:val="007A0107"/>
    <w:rsid w:val="007A21F0"/>
    <w:rsid w:val="007A2892"/>
    <w:rsid w:val="007A33F5"/>
    <w:rsid w:val="007A3DA6"/>
    <w:rsid w:val="007A3F47"/>
    <w:rsid w:val="007A439C"/>
    <w:rsid w:val="007A4BC9"/>
    <w:rsid w:val="007A6307"/>
    <w:rsid w:val="007B5821"/>
    <w:rsid w:val="007B7A20"/>
    <w:rsid w:val="007C1E05"/>
    <w:rsid w:val="007C3453"/>
    <w:rsid w:val="007C3535"/>
    <w:rsid w:val="007C56F9"/>
    <w:rsid w:val="007D0C2A"/>
    <w:rsid w:val="007D253C"/>
    <w:rsid w:val="007D2858"/>
    <w:rsid w:val="007D66F9"/>
    <w:rsid w:val="007D6840"/>
    <w:rsid w:val="007D7AC5"/>
    <w:rsid w:val="007D7EC4"/>
    <w:rsid w:val="007D7F54"/>
    <w:rsid w:val="007D7F8C"/>
    <w:rsid w:val="007E0901"/>
    <w:rsid w:val="007E42E1"/>
    <w:rsid w:val="007E449A"/>
    <w:rsid w:val="007E4F18"/>
    <w:rsid w:val="007E5032"/>
    <w:rsid w:val="007E5634"/>
    <w:rsid w:val="007E6816"/>
    <w:rsid w:val="007E7664"/>
    <w:rsid w:val="007E7C89"/>
    <w:rsid w:val="007F231F"/>
    <w:rsid w:val="007F34B7"/>
    <w:rsid w:val="007F3E43"/>
    <w:rsid w:val="007F3E9B"/>
    <w:rsid w:val="007F417D"/>
    <w:rsid w:val="007F60A0"/>
    <w:rsid w:val="007F6F31"/>
    <w:rsid w:val="007F789B"/>
    <w:rsid w:val="0080538B"/>
    <w:rsid w:val="00811501"/>
    <w:rsid w:val="00812ED5"/>
    <w:rsid w:val="00815B8B"/>
    <w:rsid w:val="00816015"/>
    <w:rsid w:val="00821BF9"/>
    <w:rsid w:val="00824F5C"/>
    <w:rsid w:val="008251B5"/>
    <w:rsid w:val="0082528D"/>
    <w:rsid w:val="00825D91"/>
    <w:rsid w:val="008264E3"/>
    <w:rsid w:val="0082681D"/>
    <w:rsid w:val="0082712D"/>
    <w:rsid w:val="00827EBE"/>
    <w:rsid w:val="00831DED"/>
    <w:rsid w:val="008339EF"/>
    <w:rsid w:val="008368D2"/>
    <w:rsid w:val="0083723F"/>
    <w:rsid w:val="00841FE2"/>
    <w:rsid w:val="008420F4"/>
    <w:rsid w:val="00842F35"/>
    <w:rsid w:val="0084432C"/>
    <w:rsid w:val="00846418"/>
    <w:rsid w:val="008468D0"/>
    <w:rsid w:val="0085283D"/>
    <w:rsid w:val="00855C8E"/>
    <w:rsid w:val="0085749A"/>
    <w:rsid w:val="00861630"/>
    <w:rsid w:val="00862489"/>
    <w:rsid w:val="008641CF"/>
    <w:rsid w:val="0086469E"/>
    <w:rsid w:val="00870ABF"/>
    <w:rsid w:val="00870B4D"/>
    <w:rsid w:val="00873280"/>
    <w:rsid w:val="008740A9"/>
    <w:rsid w:val="00874307"/>
    <w:rsid w:val="00875F46"/>
    <w:rsid w:val="008804D4"/>
    <w:rsid w:val="00880658"/>
    <w:rsid w:val="00880FDA"/>
    <w:rsid w:val="008815AE"/>
    <w:rsid w:val="0088459F"/>
    <w:rsid w:val="00885AE0"/>
    <w:rsid w:val="0088759B"/>
    <w:rsid w:val="00887F74"/>
    <w:rsid w:val="008919E0"/>
    <w:rsid w:val="00895928"/>
    <w:rsid w:val="008959B3"/>
    <w:rsid w:val="008A1681"/>
    <w:rsid w:val="008A3BB4"/>
    <w:rsid w:val="008A4C12"/>
    <w:rsid w:val="008A5224"/>
    <w:rsid w:val="008A5E38"/>
    <w:rsid w:val="008A69AC"/>
    <w:rsid w:val="008A7039"/>
    <w:rsid w:val="008A7042"/>
    <w:rsid w:val="008A70EB"/>
    <w:rsid w:val="008B012E"/>
    <w:rsid w:val="008B0813"/>
    <w:rsid w:val="008B0BEA"/>
    <w:rsid w:val="008B4864"/>
    <w:rsid w:val="008B4DEF"/>
    <w:rsid w:val="008B5CB4"/>
    <w:rsid w:val="008B7DC4"/>
    <w:rsid w:val="008C0095"/>
    <w:rsid w:val="008C0324"/>
    <w:rsid w:val="008C14F5"/>
    <w:rsid w:val="008C642E"/>
    <w:rsid w:val="008C7F8B"/>
    <w:rsid w:val="008D151B"/>
    <w:rsid w:val="008D1CF7"/>
    <w:rsid w:val="008D2BBE"/>
    <w:rsid w:val="008D4C63"/>
    <w:rsid w:val="008D58DC"/>
    <w:rsid w:val="008D72A2"/>
    <w:rsid w:val="008E05BD"/>
    <w:rsid w:val="008E1ED4"/>
    <w:rsid w:val="008E1EE3"/>
    <w:rsid w:val="008E3020"/>
    <w:rsid w:val="008E3EA3"/>
    <w:rsid w:val="008E4046"/>
    <w:rsid w:val="008E5237"/>
    <w:rsid w:val="008E6712"/>
    <w:rsid w:val="008F2043"/>
    <w:rsid w:val="008F3CAF"/>
    <w:rsid w:val="008F4219"/>
    <w:rsid w:val="008F4A64"/>
    <w:rsid w:val="008F4CC9"/>
    <w:rsid w:val="008F58C8"/>
    <w:rsid w:val="008F5EF2"/>
    <w:rsid w:val="008F61D8"/>
    <w:rsid w:val="009024EF"/>
    <w:rsid w:val="00905975"/>
    <w:rsid w:val="00906F1E"/>
    <w:rsid w:val="00906F33"/>
    <w:rsid w:val="00910375"/>
    <w:rsid w:val="009139B2"/>
    <w:rsid w:val="0091408E"/>
    <w:rsid w:val="0091623B"/>
    <w:rsid w:val="00916EE8"/>
    <w:rsid w:val="009205E2"/>
    <w:rsid w:val="00920E29"/>
    <w:rsid w:val="00920EB5"/>
    <w:rsid w:val="009221FB"/>
    <w:rsid w:val="00926A3A"/>
    <w:rsid w:val="00931A0E"/>
    <w:rsid w:val="00931F99"/>
    <w:rsid w:val="00936046"/>
    <w:rsid w:val="00941E55"/>
    <w:rsid w:val="009422AC"/>
    <w:rsid w:val="00942560"/>
    <w:rsid w:val="009456DB"/>
    <w:rsid w:val="009467BC"/>
    <w:rsid w:val="0094726D"/>
    <w:rsid w:val="009567BE"/>
    <w:rsid w:val="00956AA6"/>
    <w:rsid w:val="00956D5A"/>
    <w:rsid w:val="009614DB"/>
    <w:rsid w:val="009624D8"/>
    <w:rsid w:val="00966D8A"/>
    <w:rsid w:val="00967A5A"/>
    <w:rsid w:val="00970585"/>
    <w:rsid w:val="009720A9"/>
    <w:rsid w:val="00972193"/>
    <w:rsid w:val="00972DC3"/>
    <w:rsid w:val="00973456"/>
    <w:rsid w:val="009741C2"/>
    <w:rsid w:val="00974726"/>
    <w:rsid w:val="00974923"/>
    <w:rsid w:val="00975279"/>
    <w:rsid w:val="009767C5"/>
    <w:rsid w:val="00977FF2"/>
    <w:rsid w:val="00985EF6"/>
    <w:rsid w:val="00990D31"/>
    <w:rsid w:val="00991B28"/>
    <w:rsid w:val="00993355"/>
    <w:rsid w:val="0099394D"/>
    <w:rsid w:val="009942C9"/>
    <w:rsid w:val="00994B31"/>
    <w:rsid w:val="00995EAA"/>
    <w:rsid w:val="00996556"/>
    <w:rsid w:val="009966E5"/>
    <w:rsid w:val="009A0C1A"/>
    <w:rsid w:val="009A1388"/>
    <w:rsid w:val="009A1F06"/>
    <w:rsid w:val="009A362F"/>
    <w:rsid w:val="009A4E14"/>
    <w:rsid w:val="009A54E2"/>
    <w:rsid w:val="009A5560"/>
    <w:rsid w:val="009B1127"/>
    <w:rsid w:val="009B299B"/>
    <w:rsid w:val="009B2C8C"/>
    <w:rsid w:val="009B2D37"/>
    <w:rsid w:val="009B3B4D"/>
    <w:rsid w:val="009B6BE4"/>
    <w:rsid w:val="009B7CEA"/>
    <w:rsid w:val="009B7FA6"/>
    <w:rsid w:val="009C030D"/>
    <w:rsid w:val="009C0D82"/>
    <w:rsid w:val="009C2510"/>
    <w:rsid w:val="009C51BE"/>
    <w:rsid w:val="009D0D1D"/>
    <w:rsid w:val="009D2FE7"/>
    <w:rsid w:val="009D573A"/>
    <w:rsid w:val="009D5F14"/>
    <w:rsid w:val="009D6673"/>
    <w:rsid w:val="009E3D53"/>
    <w:rsid w:val="009E4534"/>
    <w:rsid w:val="009E4FC8"/>
    <w:rsid w:val="009E53BA"/>
    <w:rsid w:val="009E770E"/>
    <w:rsid w:val="009E7E27"/>
    <w:rsid w:val="009F2800"/>
    <w:rsid w:val="009F28C0"/>
    <w:rsid w:val="009F468F"/>
    <w:rsid w:val="009F5521"/>
    <w:rsid w:val="009F6207"/>
    <w:rsid w:val="009F6228"/>
    <w:rsid w:val="009F67FF"/>
    <w:rsid w:val="009F7F79"/>
    <w:rsid w:val="00A00982"/>
    <w:rsid w:val="00A02E02"/>
    <w:rsid w:val="00A034C7"/>
    <w:rsid w:val="00A04EF5"/>
    <w:rsid w:val="00A0525D"/>
    <w:rsid w:val="00A053C0"/>
    <w:rsid w:val="00A10165"/>
    <w:rsid w:val="00A101B5"/>
    <w:rsid w:val="00A114C1"/>
    <w:rsid w:val="00A13696"/>
    <w:rsid w:val="00A14BF7"/>
    <w:rsid w:val="00A15A63"/>
    <w:rsid w:val="00A165F9"/>
    <w:rsid w:val="00A1760D"/>
    <w:rsid w:val="00A20C1F"/>
    <w:rsid w:val="00A20C63"/>
    <w:rsid w:val="00A26115"/>
    <w:rsid w:val="00A2751F"/>
    <w:rsid w:val="00A31A5D"/>
    <w:rsid w:val="00A343AE"/>
    <w:rsid w:val="00A34575"/>
    <w:rsid w:val="00A35D13"/>
    <w:rsid w:val="00A36AF7"/>
    <w:rsid w:val="00A45A17"/>
    <w:rsid w:val="00A50353"/>
    <w:rsid w:val="00A50368"/>
    <w:rsid w:val="00A51B26"/>
    <w:rsid w:val="00A52AD4"/>
    <w:rsid w:val="00A6000E"/>
    <w:rsid w:val="00A622FF"/>
    <w:rsid w:val="00A62AD7"/>
    <w:rsid w:val="00A63BCD"/>
    <w:rsid w:val="00A65193"/>
    <w:rsid w:val="00A65739"/>
    <w:rsid w:val="00A66490"/>
    <w:rsid w:val="00A700BB"/>
    <w:rsid w:val="00A70353"/>
    <w:rsid w:val="00A70F3A"/>
    <w:rsid w:val="00A72AA3"/>
    <w:rsid w:val="00A744CA"/>
    <w:rsid w:val="00A7547D"/>
    <w:rsid w:val="00A77B8D"/>
    <w:rsid w:val="00A77EFA"/>
    <w:rsid w:val="00A80E71"/>
    <w:rsid w:val="00A819BE"/>
    <w:rsid w:val="00A822A5"/>
    <w:rsid w:val="00A824D6"/>
    <w:rsid w:val="00A82C70"/>
    <w:rsid w:val="00A8315E"/>
    <w:rsid w:val="00A86362"/>
    <w:rsid w:val="00A90DE0"/>
    <w:rsid w:val="00A912A5"/>
    <w:rsid w:val="00A91DE0"/>
    <w:rsid w:val="00A923DD"/>
    <w:rsid w:val="00A93AEF"/>
    <w:rsid w:val="00AA048B"/>
    <w:rsid w:val="00AA0C39"/>
    <w:rsid w:val="00AA2FEE"/>
    <w:rsid w:val="00AA4269"/>
    <w:rsid w:val="00AA46E4"/>
    <w:rsid w:val="00AA688E"/>
    <w:rsid w:val="00AA68D1"/>
    <w:rsid w:val="00AA7571"/>
    <w:rsid w:val="00AB0C41"/>
    <w:rsid w:val="00AB13C0"/>
    <w:rsid w:val="00AB54E9"/>
    <w:rsid w:val="00AB5712"/>
    <w:rsid w:val="00AB7206"/>
    <w:rsid w:val="00AB78ED"/>
    <w:rsid w:val="00AC3CDE"/>
    <w:rsid w:val="00AC4056"/>
    <w:rsid w:val="00AC5194"/>
    <w:rsid w:val="00AC5DD9"/>
    <w:rsid w:val="00AC621B"/>
    <w:rsid w:val="00AD52B5"/>
    <w:rsid w:val="00AD63D4"/>
    <w:rsid w:val="00AD6727"/>
    <w:rsid w:val="00AD6CD7"/>
    <w:rsid w:val="00AE15D5"/>
    <w:rsid w:val="00AE336E"/>
    <w:rsid w:val="00AE3C4B"/>
    <w:rsid w:val="00AE46DA"/>
    <w:rsid w:val="00AE4901"/>
    <w:rsid w:val="00AE5587"/>
    <w:rsid w:val="00AE6BC5"/>
    <w:rsid w:val="00AF024D"/>
    <w:rsid w:val="00AF1D63"/>
    <w:rsid w:val="00AF3704"/>
    <w:rsid w:val="00AF4E74"/>
    <w:rsid w:val="00B00674"/>
    <w:rsid w:val="00B0521D"/>
    <w:rsid w:val="00B06031"/>
    <w:rsid w:val="00B06DCB"/>
    <w:rsid w:val="00B1022B"/>
    <w:rsid w:val="00B14052"/>
    <w:rsid w:val="00B16420"/>
    <w:rsid w:val="00B21CCB"/>
    <w:rsid w:val="00B22200"/>
    <w:rsid w:val="00B24DE4"/>
    <w:rsid w:val="00B25F8F"/>
    <w:rsid w:val="00B26D66"/>
    <w:rsid w:val="00B2732D"/>
    <w:rsid w:val="00B27CF9"/>
    <w:rsid w:val="00B30660"/>
    <w:rsid w:val="00B326D2"/>
    <w:rsid w:val="00B327D9"/>
    <w:rsid w:val="00B33ECB"/>
    <w:rsid w:val="00B3472C"/>
    <w:rsid w:val="00B34E2C"/>
    <w:rsid w:val="00B355C3"/>
    <w:rsid w:val="00B35C6D"/>
    <w:rsid w:val="00B37039"/>
    <w:rsid w:val="00B40E27"/>
    <w:rsid w:val="00B40EC4"/>
    <w:rsid w:val="00B41F12"/>
    <w:rsid w:val="00B43132"/>
    <w:rsid w:val="00B431DE"/>
    <w:rsid w:val="00B437BF"/>
    <w:rsid w:val="00B44008"/>
    <w:rsid w:val="00B44378"/>
    <w:rsid w:val="00B45C74"/>
    <w:rsid w:val="00B4685F"/>
    <w:rsid w:val="00B47AF4"/>
    <w:rsid w:val="00B57D5D"/>
    <w:rsid w:val="00B657E5"/>
    <w:rsid w:val="00B66913"/>
    <w:rsid w:val="00B67259"/>
    <w:rsid w:val="00B7280D"/>
    <w:rsid w:val="00B7559A"/>
    <w:rsid w:val="00B76294"/>
    <w:rsid w:val="00B766FE"/>
    <w:rsid w:val="00B76E81"/>
    <w:rsid w:val="00B76E8C"/>
    <w:rsid w:val="00B77482"/>
    <w:rsid w:val="00B776C8"/>
    <w:rsid w:val="00B77996"/>
    <w:rsid w:val="00B81C76"/>
    <w:rsid w:val="00B81CEB"/>
    <w:rsid w:val="00B84021"/>
    <w:rsid w:val="00B84171"/>
    <w:rsid w:val="00B841B4"/>
    <w:rsid w:val="00B901AE"/>
    <w:rsid w:val="00B91DC4"/>
    <w:rsid w:val="00B9401D"/>
    <w:rsid w:val="00B94EFC"/>
    <w:rsid w:val="00B95B75"/>
    <w:rsid w:val="00BA1240"/>
    <w:rsid w:val="00BA237A"/>
    <w:rsid w:val="00BA447D"/>
    <w:rsid w:val="00BA4AF6"/>
    <w:rsid w:val="00BA4ECA"/>
    <w:rsid w:val="00BA5D5D"/>
    <w:rsid w:val="00BA6C5F"/>
    <w:rsid w:val="00BB0124"/>
    <w:rsid w:val="00BB6CE7"/>
    <w:rsid w:val="00BC0EBC"/>
    <w:rsid w:val="00BC4A3A"/>
    <w:rsid w:val="00BC502D"/>
    <w:rsid w:val="00BC571C"/>
    <w:rsid w:val="00BC79F9"/>
    <w:rsid w:val="00BD18F5"/>
    <w:rsid w:val="00BD1A57"/>
    <w:rsid w:val="00BD21E6"/>
    <w:rsid w:val="00BD5EDC"/>
    <w:rsid w:val="00BE030E"/>
    <w:rsid w:val="00BE059A"/>
    <w:rsid w:val="00BE16AE"/>
    <w:rsid w:val="00BE2DCF"/>
    <w:rsid w:val="00BE4500"/>
    <w:rsid w:val="00BE5B08"/>
    <w:rsid w:val="00BE5F44"/>
    <w:rsid w:val="00BE65FD"/>
    <w:rsid w:val="00BE6969"/>
    <w:rsid w:val="00BE70EE"/>
    <w:rsid w:val="00BF0CC8"/>
    <w:rsid w:val="00BF0DA9"/>
    <w:rsid w:val="00BF21FF"/>
    <w:rsid w:val="00BF6C74"/>
    <w:rsid w:val="00BF6C8D"/>
    <w:rsid w:val="00C00391"/>
    <w:rsid w:val="00C003F5"/>
    <w:rsid w:val="00C015AA"/>
    <w:rsid w:val="00C02BEC"/>
    <w:rsid w:val="00C0323F"/>
    <w:rsid w:val="00C038C6"/>
    <w:rsid w:val="00C05743"/>
    <w:rsid w:val="00C05AF5"/>
    <w:rsid w:val="00C069EE"/>
    <w:rsid w:val="00C06DFE"/>
    <w:rsid w:val="00C11943"/>
    <w:rsid w:val="00C12720"/>
    <w:rsid w:val="00C13540"/>
    <w:rsid w:val="00C14256"/>
    <w:rsid w:val="00C178B4"/>
    <w:rsid w:val="00C178C2"/>
    <w:rsid w:val="00C21A93"/>
    <w:rsid w:val="00C21E23"/>
    <w:rsid w:val="00C21E39"/>
    <w:rsid w:val="00C22A3C"/>
    <w:rsid w:val="00C2484A"/>
    <w:rsid w:val="00C26ACD"/>
    <w:rsid w:val="00C323EF"/>
    <w:rsid w:val="00C40984"/>
    <w:rsid w:val="00C4378A"/>
    <w:rsid w:val="00C45132"/>
    <w:rsid w:val="00C46A48"/>
    <w:rsid w:val="00C470A1"/>
    <w:rsid w:val="00C53710"/>
    <w:rsid w:val="00C550E4"/>
    <w:rsid w:val="00C615C5"/>
    <w:rsid w:val="00C6180C"/>
    <w:rsid w:val="00C63204"/>
    <w:rsid w:val="00C64339"/>
    <w:rsid w:val="00C66069"/>
    <w:rsid w:val="00C6656F"/>
    <w:rsid w:val="00C6721C"/>
    <w:rsid w:val="00C67C00"/>
    <w:rsid w:val="00C7071D"/>
    <w:rsid w:val="00C7357C"/>
    <w:rsid w:val="00C80A96"/>
    <w:rsid w:val="00C83725"/>
    <w:rsid w:val="00C83BE6"/>
    <w:rsid w:val="00C83D4F"/>
    <w:rsid w:val="00C84FCA"/>
    <w:rsid w:val="00C878BA"/>
    <w:rsid w:val="00C909B6"/>
    <w:rsid w:val="00C92707"/>
    <w:rsid w:val="00C94878"/>
    <w:rsid w:val="00C94E07"/>
    <w:rsid w:val="00C960E4"/>
    <w:rsid w:val="00C964CA"/>
    <w:rsid w:val="00CA0743"/>
    <w:rsid w:val="00CA38AF"/>
    <w:rsid w:val="00CA72A7"/>
    <w:rsid w:val="00CB31C1"/>
    <w:rsid w:val="00CB374A"/>
    <w:rsid w:val="00CB37A1"/>
    <w:rsid w:val="00CB42A6"/>
    <w:rsid w:val="00CB485B"/>
    <w:rsid w:val="00CB50D0"/>
    <w:rsid w:val="00CC1FFC"/>
    <w:rsid w:val="00CC35AA"/>
    <w:rsid w:val="00CC3F97"/>
    <w:rsid w:val="00CC6E18"/>
    <w:rsid w:val="00CD232A"/>
    <w:rsid w:val="00CD391D"/>
    <w:rsid w:val="00CD52FA"/>
    <w:rsid w:val="00CD54EA"/>
    <w:rsid w:val="00CD6114"/>
    <w:rsid w:val="00CD67D0"/>
    <w:rsid w:val="00CE0162"/>
    <w:rsid w:val="00CE0FDD"/>
    <w:rsid w:val="00CE20F7"/>
    <w:rsid w:val="00CE2869"/>
    <w:rsid w:val="00CE3A75"/>
    <w:rsid w:val="00CE4B8B"/>
    <w:rsid w:val="00CE598E"/>
    <w:rsid w:val="00CE70B7"/>
    <w:rsid w:val="00CF2BDE"/>
    <w:rsid w:val="00CF3F85"/>
    <w:rsid w:val="00CF4684"/>
    <w:rsid w:val="00CF513D"/>
    <w:rsid w:val="00CF76B8"/>
    <w:rsid w:val="00D025C4"/>
    <w:rsid w:val="00D03D31"/>
    <w:rsid w:val="00D05171"/>
    <w:rsid w:val="00D06377"/>
    <w:rsid w:val="00D06D71"/>
    <w:rsid w:val="00D077D8"/>
    <w:rsid w:val="00D07B8E"/>
    <w:rsid w:val="00D10E20"/>
    <w:rsid w:val="00D12764"/>
    <w:rsid w:val="00D13538"/>
    <w:rsid w:val="00D137CD"/>
    <w:rsid w:val="00D22342"/>
    <w:rsid w:val="00D22EC3"/>
    <w:rsid w:val="00D233D2"/>
    <w:rsid w:val="00D3024A"/>
    <w:rsid w:val="00D305E5"/>
    <w:rsid w:val="00D32D7E"/>
    <w:rsid w:val="00D35441"/>
    <w:rsid w:val="00D37062"/>
    <w:rsid w:val="00D41DF4"/>
    <w:rsid w:val="00D423D8"/>
    <w:rsid w:val="00D4289F"/>
    <w:rsid w:val="00D453B4"/>
    <w:rsid w:val="00D46A1E"/>
    <w:rsid w:val="00D47A44"/>
    <w:rsid w:val="00D50CEC"/>
    <w:rsid w:val="00D52474"/>
    <w:rsid w:val="00D53CB7"/>
    <w:rsid w:val="00D565DB"/>
    <w:rsid w:val="00D601E9"/>
    <w:rsid w:val="00D609CC"/>
    <w:rsid w:val="00D613D3"/>
    <w:rsid w:val="00D65E64"/>
    <w:rsid w:val="00D66F5B"/>
    <w:rsid w:val="00D67302"/>
    <w:rsid w:val="00D70433"/>
    <w:rsid w:val="00D7089F"/>
    <w:rsid w:val="00D726D2"/>
    <w:rsid w:val="00D7314A"/>
    <w:rsid w:val="00D76CE6"/>
    <w:rsid w:val="00D80A2A"/>
    <w:rsid w:val="00D80F5A"/>
    <w:rsid w:val="00D81DEC"/>
    <w:rsid w:val="00D82697"/>
    <w:rsid w:val="00D826B2"/>
    <w:rsid w:val="00D83542"/>
    <w:rsid w:val="00D862EB"/>
    <w:rsid w:val="00D869B9"/>
    <w:rsid w:val="00D869F2"/>
    <w:rsid w:val="00D877B4"/>
    <w:rsid w:val="00D87A03"/>
    <w:rsid w:val="00D913B0"/>
    <w:rsid w:val="00DA0CC7"/>
    <w:rsid w:val="00DA0E97"/>
    <w:rsid w:val="00DA35AE"/>
    <w:rsid w:val="00DA3AB6"/>
    <w:rsid w:val="00DA3BDA"/>
    <w:rsid w:val="00DA44D1"/>
    <w:rsid w:val="00DA6007"/>
    <w:rsid w:val="00DA669C"/>
    <w:rsid w:val="00DA672B"/>
    <w:rsid w:val="00DA6FDA"/>
    <w:rsid w:val="00DB2877"/>
    <w:rsid w:val="00DB465A"/>
    <w:rsid w:val="00DB5A6B"/>
    <w:rsid w:val="00DB5C66"/>
    <w:rsid w:val="00DB7A93"/>
    <w:rsid w:val="00DC1C5D"/>
    <w:rsid w:val="00DC2A98"/>
    <w:rsid w:val="00DC37D8"/>
    <w:rsid w:val="00DC7A6E"/>
    <w:rsid w:val="00DC7D45"/>
    <w:rsid w:val="00DD7C9E"/>
    <w:rsid w:val="00DE08B4"/>
    <w:rsid w:val="00DE2C4C"/>
    <w:rsid w:val="00DE543C"/>
    <w:rsid w:val="00DE5C38"/>
    <w:rsid w:val="00DF2169"/>
    <w:rsid w:val="00DF30EC"/>
    <w:rsid w:val="00DF3A8F"/>
    <w:rsid w:val="00E00026"/>
    <w:rsid w:val="00E0632C"/>
    <w:rsid w:val="00E0659D"/>
    <w:rsid w:val="00E06FBB"/>
    <w:rsid w:val="00E10140"/>
    <w:rsid w:val="00E119BC"/>
    <w:rsid w:val="00E11DEA"/>
    <w:rsid w:val="00E14A9A"/>
    <w:rsid w:val="00E1601D"/>
    <w:rsid w:val="00E1705B"/>
    <w:rsid w:val="00E202C5"/>
    <w:rsid w:val="00E23301"/>
    <w:rsid w:val="00E23D9E"/>
    <w:rsid w:val="00E23E12"/>
    <w:rsid w:val="00E24A8A"/>
    <w:rsid w:val="00E27F5C"/>
    <w:rsid w:val="00E329D6"/>
    <w:rsid w:val="00E40351"/>
    <w:rsid w:val="00E45B07"/>
    <w:rsid w:val="00E46E05"/>
    <w:rsid w:val="00E472E0"/>
    <w:rsid w:val="00E51B11"/>
    <w:rsid w:val="00E534CC"/>
    <w:rsid w:val="00E53EB0"/>
    <w:rsid w:val="00E5498D"/>
    <w:rsid w:val="00E5537F"/>
    <w:rsid w:val="00E55932"/>
    <w:rsid w:val="00E57147"/>
    <w:rsid w:val="00E57425"/>
    <w:rsid w:val="00E60A21"/>
    <w:rsid w:val="00E60F9B"/>
    <w:rsid w:val="00E61D5F"/>
    <w:rsid w:val="00E621F3"/>
    <w:rsid w:val="00E63635"/>
    <w:rsid w:val="00E65E78"/>
    <w:rsid w:val="00E66EA6"/>
    <w:rsid w:val="00E6722A"/>
    <w:rsid w:val="00E703CB"/>
    <w:rsid w:val="00E70E3D"/>
    <w:rsid w:val="00E735FD"/>
    <w:rsid w:val="00E74671"/>
    <w:rsid w:val="00E74807"/>
    <w:rsid w:val="00E74AF0"/>
    <w:rsid w:val="00E75D28"/>
    <w:rsid w:val="00E80FC5"/>
    <w:rsid w:val="00E82C8F"/>
    <w:rsid w:val="00E833DF"/>
    <w:rsid w:val="00E8526D"/>
    <w:rsid w:val="00E8582F"/>
    <w:rsid w:val="00E86478"/>
    <w:rsid w:val="00E879A9"/>
    <w:rsid w:val="00E90224"/>
    <w:rsid w:val="00E90F71"/>
    <w:rsid w:val="00E91325"/>
    <w:rsid w:val="00E94110"/>
    <w:rsid w:val="00E94145"/>
    <w:rsid w:val="00E9557A"/>
    <w:rsid w:val="00E972AB"/>
    <w:rsid w:val="00EA0B20"/>
    <w:rsid w:val="00EA1843"/>
    <w:rsid w:val="00EA1DE4"/>
    <w:rsid w:val="00EA30FF"/>
    <w:rsid w:val="00EA5038"/>
    <w:rsid w:val="00EA5F5C"/>
    <w:rsid w:val="00EB0983"/>
    <w:rsid w:val="00EB1346"/>
    <w:rsid w:val="00EB26CC"/>
    <w:rsid w:val="00EB4D9D"/>
    <w:rsid w:val="00EB756B"/>
    <w:rsid w:val="00EC1C09"/>
    <w:rsid w:val="00EC1CD6"/>
    <w:rsid w:val="00EC35F8"/>
    <w:rsid w:val="00EC3BE5"/>
    <w:rsid w:val="00EC3E66"/>
    <w:rsid w:val="00EC51DB"/>
    <w:rsid w:val="00EC704C"/>
    <w:rsid w:val="00ED42C6"/>
    <w:rsid w:val="00ED6256"/>
    <w:rsid w:val="00ED738B"/>
    <w:rsid w:val="00EE188D"/>
    <w:rsid w:val="00EE2C61"/>
    <w:rsid w:val="00EE59FB"/>
    <w:rsid w:val="00EE6BFB"/>
    <w:rsid w:val="00EE6C70"/>
    <w:rsid w:val="00EF38EF"/>
    <w:rsid w:val="00EF5906"/>
    <w:rsid w:val="00EF5C40"/>
    <w:rsid w:val="00F00738"/>
    <w:rsid w:val="00F03061"/>
    <w:rsid w:val="00F03631"/>
    <w:rsid w:val="00F06639"/>
    <w:rsid w:val="00F06EA2"/>
    <w:rsid w:val="00F106E2"/>
    <w:rsid w:val="00F1166C"/>
    <w:rsid w:val="00F1202B"/>
    <w:rsid w:val="00F1316C"/>
    <w:rsid w:val="00F1626E"/>
    <w:rsid w:val="00F20BB7"/>
    <w:rsid w:val="00F219E0"/>
    <w:rsid w:val="00F2231E"/>
    <w:rsid w:val="00F23F35"/>
    <w:rsid w:val="00F30875"/>
    <w:rsid w:val="00F30992"/>
    <w:rsid w:val="00F343B9"/>
    <w:rsid w:val="00F353BB"/>
    <w:rsid w:val="00F419DD"/>
    <w:rsid w:val="00F47B20"/>
    <w:rsid w:val="00F55D2B"/>
    <w:rsid w:val="00F55E56"/>
    <w:rsid w:val="00F57AEF"/>
    <w:rsid w:val="00F64463"/>
    <w:rsid w:val="00F64ABB"/>
    <w:rsid w:val="00F67DA7"/>
    <w:rsid w:val="00F70033"/>
    <w:rsid w:val="00F72E6F"/>
    <w:rsid w:val="00F75E4F"/>
    <w:rsid w:val="00F774BC"/>
    <w:rsid w:val="00F81DB4"/>
    <w:rsid w:val="00F83895"/>
    <w:rsid w:val="00F86DE0"/>
    <w:rsid w:val="00F873B3"/>
    <w:rsid w:val="00F87898"/>
    <w:rsid w:val="00F90B3D"/>
    <w:rsid w:val="00F94D0B"/>
    <w:rsid w:val="00F965F3"/>
    <w:rsid w:val="00F96783"/>
    <w:rsid w:val="00F97114"/>
    <w:rsid w:val="00FA04D1"/>
    <w:rsid w:val="00FA0C4F"/>
    <w:rsid w:val="00FA1A21"/>
    <w:rsid w:val="00FA5EA9"/>
    <w:rsid w:val="00FA655E"/>
    <w:rsid w:val="00FA6E92"/>
    <w:rsid w:val="00FB0A0F"/>
    <w:rsid w:val="00FB167E"/>
    <w:rsid w:val="00FB16AF"/>
    <w:rsid w:val="00FB22E7"/>
    <w:rsid w:val="00FB6BB0"/>
    <w:rsid w:val="00FB79D7"/>
    <w:rsid w:val="00FC063D"/>
    <w:rsid w:val="00FC2525"/>
    <w:rsid w:val="00FC2F9D"/>
    <w:rsid w:val="00FC5332"/>
    <w:rsid w:val="00FC67EC"/>
    <w:rsid w:val="00FC7E7E"/>
    <w:rsid w:val="00FD3359"/>
    <w:rsid w:val="00FD586E"/>
    <w:rsid w:val="00FD7185"/>
    <w:rsid w:val="00FE1397"/>
    <w:rsid w:val="00FE268E"/>
    <w:rsid w:val="00FE2AB7"/>
    <w:rsid w:val="00FE47D5"/>
    <w:rsid w:val="00FE49A4"/>
    <w:rsid w:val="00FE695D"/>
    <w:rsid w:val="00FE7616"/>
    <w:rsid w:val="00FF0B5C"/>
    <w:rsid w:val="00FF0FF4"/>
    <w:rsid w:val="00FF5163"/>
    <w:rsid w:val="00FF68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14:docId w14:val="502412E8"/>
  <w15:chartTrackingRefBased/>
  <w15:docId w15:val="{DEBC5EA8-6893-4697-B74E-14AFF8AC9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Cite" w:uiPriority="99"/>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aliases w:val="Normal (blok 7)"/>
    <w:qFormat/>
    <w:rsid w:val="008F3CAF"/>
    <w:pPr>
      <w:spacing w:line="280" w:lineRule="exact"/>
      <w:jc w:val="both"/>
    </w:pPr>
    <w:rPr>
      <w:rFonts w:ascii="Arial" w:hAnsi="Arial"/>
      <w:sz w:val="19"/>
      <w:szCs w:val="24"/>
      <w:lang w:eastAsia="en-US"/>
    </w:rPr>
  </w:style>
  <w:style w:type="paragraph" w:styleId="Nadpis1">
    <w:name w:val="heading 1"/>
    <w:aliases w:val="Nadpis 1 Char,Nadpis 1 Char1,Nadpis 1 Char Char,1,H1,l1,level 1 heading,Nadpis 1 Char3,Nadpis Char,1 Char,Nadpis 1 Char Char2,Nadpis 1 Char1 Char,Nadpis 1 Char Char Char,Nadpis 11 Char,Nadpis 1 Char Char1 Char,Nadpis 1 Char2 Char,ABB,Nadpis,S1"/>
    <w:basedOn w:val="Normln"/>
    <w:next w:val="Normln"/>
    <w:qFormat/>
    <w:rsid w:val="0082712D"/>
    <w:pPr>
      <w:keepNext/>
      <w:numPr>
        <w:numId w:val="3"/>
      </w:numPr>
      <w:spacing w:before="120" w:after="120" w:line="240" w:lineRule="exact"/>
      <w:outlineLvl w:val="0"/>
    </w:pPr>
    <w:rPr>
      <w:rFonts w:cs="Arial"/>
      <w:b/>
      <w:bCs/>
      <w:kern w:val="32"/>
      <w:sz w:val="24"/>
    </w:rPr>
  </w:style>
  <w:style w:type="paragraph" w:styleId="Nadpis2">
    <w:name w:val="heading 2"/>
    <w:aliases w:val="Nadpis 2 Char,KJL:1st Level,2,l2,level 2 heading,Nadpis2,Nadpis 21,Nadpis 2 Char Char1,Nadpis 2 Char11,Nadpis 2 Char1 Char1,Nadpis2 Char1,Nadpis 2 Char Char Char Char1,Nadpis 2 Char2,Nadpis21,ABB.,Nadpis 2 Char Char,Nadpis 2 Char1,Nadpis2 Char"/>
    <w:basedOn w:val="Normln"/>
    <w:next w:val="Normln"/>
    <w:link w:val="Nadpis2Char3"/>
    <w:qFormat/>
    <w:rsid w:val="0082712D"/>
    <w:pPr>
      <w:keepNext/>
      <w:numPr>
        <w:ilvl w:val="1"/>
        <w:numId w:val="3"/>
      </w:numPr>
      <w:spacing w:before="120" w:after="120" w:line="240" w:lineRule="exact"/>
      <w:outlineLvl w:val="1"/>
    </w:pPr>
    <w:rPr>
      <w:rFonts w:cs="Arial"/>
      <w:b/>
      <w:bCs/>
      <w:iCs/>
      <w:sz w:val="22"/>
      <w:szCs w:val="22"/>
    </w:rPr>
  </w:style>
  <w:style w:type="paragraph" w:styleId="Nadpis3">
    <w:name w:val="heading 3"/>
    <w:aliases w:val="Nadpis 3 velká písmena,Titul1,ABB.."/>
    <w:basedOn w:val="Normln"/>
    <w:next w:val="Normln"/>
    <w:link w:val="Nadpis3Char"/>
    <w:qFormat/>
    <w:rsid w:val="0082712D"/>
    <w:pPr>
      <w:keepNext/>
      <w:numPr>
        <w:ilvl w:val="2"/>
        <w:numId w:val="3"/>
      </w:numPr>
      <w:spacing w:before="120" w:after="120" w:line="240" w:lineRule="exact"/>
      <w:outlineLvl w:val="2"/>
    </w:pPr>
    <w:rPr>
      <w:rFonts w:cs="Arial"/>
      <w:b/>
      <w:bCs/>
      <w:sz w:val="20"/>
      <w:szCs w:val="20"/>
    </w:rPr>
  </w:style>
  <w:style w:type="paragraph" w:styleId="Nadpis4">
    <w:name w:val="heading 4"/>
    <w:aliases w:val="Titul2,ABB...,_"/>
    <w:basedOn w:val="Normln"/>
    <w:next w:val="Normln"/>
    <w:qFormat/>
    <w:rsid w:val="0082712D"/>
    <w:pPr>
      <w:keepNext/>
      <w:numPr>
        <w:ilvl w:val="3"/>
        <w:numId w:val="3"/>
      </w:numPr>
      <w:spacing w:before="120" w:after="120" w:line="240" w:lineRule="exact"/>
      <w:outlineLvl w:val="3"/>
    </w:pPr>
    <w:rPr>
      <w:b/>
      <w:bCs/>
      <w:szCs w:val="19"/>
    </w:rPr>
  </w:style>
  <w:style w:type="paragraph" w:styleId="Nadpis5">
    <w:name w:val="heading 5"/>
    <w:aliases w:val="a),a) F5"/>
    <w:basedOn w:val="Normln"/>
    <w:next w:val="Normln"/>
    <w:qFormat/>
    <w:rsid w:val="0026334E"/>
    <w:pPr>
      <w:numPr>
        <w:ilvl w:val="4"/>
        <w:numId w:val="3"/>
      </w:numPr>
      <w:spacing w:before="240" w:after="60"/>
      <w:outlineLvl w:val="4"/>
    </w:pPr>
    <w:rPr>
      <w:b/>
      <w:bCs/>
      <w:i/>
      <w:iCs/>
      <w:sz w:val="26"/>
      <w:szCs w:val="26"/>
    </w:rPr>
  </w:style>
  <w:style w:type="paragraph" w:styleId="Nadpis6">
    <w:name w:val="heading 6"/>
    <w:aliases w:val=" nein,nein"/>
    <w:basedOn w:val="Normln"/>
    <w:next w:val="Normln"/>
    <w:qFormat/>
    <w:rsid w:val="0026334E"/>
    <w:pPr>
      <w:numPr>
        <w:ilvl w:val="5"/>
        <w:numId w:val="3"/>
      </w:numPr>
      <w:spacing w:before="240" w:after="60"/>
      <w:outlineLvl w:val="5"/>
    </w:pPr>
    <w:rPr>
      <w:rFonts w:ascii="Times New Roman" w:hAnsi="Times New Roman"/>
      <w:b/>
      <w:bCs/>
      <w:sz w:val="22"/>
      <w:szCs w:val="22"/>
    </w:rPr>
  </w:style>
  <w:style w:type="paragraph" w:styleId="Nadpis7">
    <w:name w:val="heading 7"/>
    <w:basedOn w:val="Normln"/>
    <w:next w:val="Normln"/>
    <w:qFormat/>
    <w:rsid w:val="0026334E"/>
    <w:pPr>
      <w:numPr>
        <w:ilvl w:val="6"/>
        <w:numId w:val="3"/>
      </w:numPr>
      <w:spacing w:before="240" w:after="60"/>
      <w:outlineLvl w:val="6"/>
    </w:pPr>
    <w:rPr>
      <w:rFonts w:ascii="Times New Roman" w:hAnsi="Times New Roman"/>
      <w:sz w:val="24"/>
    </w:rPr>
  </w:style>
  <w:style w:type="paragraph" w:styleId="Nadpis8">
    <w:name w:val="heading 8"/>
    <w:basedOn w:val="Normln"/>
    <w:next w:val="Normln"/>
    <w:qFormat/>
    <w:rsid w:val="0026334E"/>
    <w:pPr>
      <w:numPr>
        <w:ilvl w:val="7"/>
        <w:numId w:val="3"/>
      </w:numPr>
      <w:spacing w:before="240" w:after="60"/>
      <w:outlineLvl w:val="7"/>
    </w:pPr>
    <w:rPr>
      <w:rFonts w:ascii="Times New Roman" w:hAnsi="Times New Roman"/>
      <w:i/>
      <w:iCs/>
      <w:sz w:val="24"/>
    </w:rPr>
  </w:style>
  <w:style w:type="paragraph" w:styleId="Nadpis9">
    <w:name w:val="heading 9"/>
    <w:aliases w:val="Normální_"/>
    <w:basedOn w:val="Normln"/>
    <w:next w:val="Normln"/>
    <w:qFormat/>
    <w:rsid w:val="0026334E"/>
    <w:pPr>
      <w:numPr>
        <w:ilvl w:val="8"/>
        <w:numId w:val="3"/>
      </w:numPr>
      <w:spacing w:before="240" w:after="60"/>
      <w:outlineLvl w:val="8"/>
    </w:pPr>
    <w:rPr>
      <w:rFonts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Wgegevensblok6">
    <w:name w:val="NAW gegevens (blok 6)"/>
    <w:basedOn w:val="Normln"/>
    <w:link w:val="NAWgegevensblok6Char"/>
    <w:rsid w:val="008F3CAF"/>
    <w:pPr>
      <w:jc w:val="left"/>
    </w:pPr>
    <w:rPr>
      <w:szCs w:val="19"/>
    </w:rPr>
  </w:style>
  <w:style w:type="paragraph" w:customStyle="1" w:styleId="DocumentInfoblok5">
    <w:name w:val="DocumentInfo (blok 5)"/>
    <w:basedOn w:val="Normln"/>
    <w:link w:val="DocumentInfoblok5Char"/>
    <w:rsid w:val="00B24DE4"/>
    <w:pPr>
      <w:spacing w:line="200" w:lineRule="exact"/>
      <w:jc w:val="left"/>
    </w:pPr>
    <w:rPr>
      <w:sz w:val="15"/>
    </w:rPr>
  </w:style>
  <w:style w:type="paragraph" w:customStyle="1" w:styleId="Mededelingblok4">
    <w:name w:val="Mededeling (blok 4)"/>
    <w:basedOn w:val="Normln"/>
    <w:rsid w:val="008F3CAF"/>
    <w:pPr>
      <w:spacing w:line="200" w:lineRule="exact"/>
      <w:jc w:val="left"/>
    </w:pPr>
    <w:rPr>
      <w:i/>
      <w:sz w:val="15"/>
    </w:rPr>
  </w:style>
  <w:style w:type="paragraph" w:customStyle="1" w:styleId="DocumentInfoOnderwerpblok5">
    <w:name w:val="DocumentInfo_Onderwerp (blok 5)"/>
    <w:basedOn w:val="DocumentInfoblok5"/>
    <w:next w:val="DocumentInfoblok5"/>
    <w:link w:val="DocumentInfoOnderwerpblok5Char"/>
    <w:rsid w:val="008F3CAF"/>
    <w:rPr>
      <w:b/>
    </w:rPr>
  </w:style>
  <w:style w:type="paragraph" w:customStyle="1" w:styleId="Bankgegevensblok8">
    <w:name w:val="Bankgegevens (blok 8)"/>
    <w:basedOn w:val="Normln"/>
    <w:rsid w:val="008F3CAF"/>
    <w:pPr>
      <w:spacing w:line="200" w:lineRule="exact"/>
    </w:pPr>
    <w:rPr>
      <w:sz w:val="15"/>
    </w:rPr>
  </w:style>
  <w:style w:type="paragraph" w:customStyle="1" w:styleId="AdresGegevensblok2">
    <w:name w:val="AdresGegevens (blok 2)"/>
    <w:basedOn w:val="Normln"/>
    <w:rsid w:val="008F3CAF"/>
    <w:pPr>
      <w:spacing w:line="200" w:lineRule="exact"/>
      <w:jc w:val="left"/>
    </w:pPr>
    <w:rPr>
      <w:sz w:val="15"/>
    </w:rPr>
  </w:style>
  <w:style w:type="paragraph" w:customStyle="1" w:styleId="AdresGegevensNaamblok2">
    <w:name w:val="AdresGegevens_Naam (blok 2)"/>
    <w:basedOn w:val="AdresGegevensblok2"/>
    <w:next w:val="AdresGegevensblok2"/>
    <w:rsid w:val="008F3CAF"/>
    <w:rPr>
      <w:b/>
    </w:rPr>
  </w:style>
  <w:style w:type="paragraph" w:customStyle="1" w:styleId="DocumentNaamblok3">
    <w:name w:val="DocumentNaam (blok 3)"/>
    <w:basedOn w:val="Normln"/>
    <w:next w:val="Normln"/>
    <w:rsid w:val="008F3CAF"/>
    <w:pPr>
      <w:jc w:val="left"/>
    </w:pPr>
    <w:rPr>
      <w:b/>
      <w:sz w:val="22"/>
    </w:rPr>
  </w:style>
  <w:style w:type="paragraph" w:customStyle="1" w:styleId="Mededelingenblok7">
    <w:name w:val="Mededelingen (blok 7)"/>
    <w:basedOn w:val="Normln"/>
    <w:rsid w:val="008F3CAF"/>
    <w:pPr>
      <w:spacing w:line="200" w:lineRule="exact"/>
    </w:pPr>
    <w:rPr>
      <w:i/>
      <w:sz w:val="15"/>
    </w:rPr>
  </w:style>
  <w:style w:type="paragraph" w:customStyle="1" w:styleId="Titelreport">
    <w:name w:val="Titel_report"/>
    <w:basedOn w:val="Normln"/>
    <w:rsid w:val="00DE5C38"/>
    <w:pPr>
      <w:framePr w:wrap="around" w:vAnchor="page" w:hAnchor="page" w:x="1702" w:y="2836"/>
      <w:jc w:val="left"/>
    </w:pPr>
    <w:rPr>
      <w:b/>
      <w:sz w:val="24"/>
    </w:rPr>
  </w:style>
  <w:style w:type="paragraph" w:customStyle="1" w:styleId="DocumentGegevensblok3a">
    <w:name w:val="DocumentGegevens (blok 3a)"/>
    <w:basedOn w:val="Normln"/>
    <w:rsid w:val="001D258E"/>
    <w:pPr>
      <w:spacing w:line="200" w:lineRule="exact"/>
      <w:jc w:val="left"/>
    </w:pPr>
    <w:rPr>
      <w:sz w:val="15"/>
    </w:rPr>
  </w:style>
  <w:style w:type="paragraph" w:customStyle="1" w:styleId="DocumentGegevenssubblok3a">
    <w:name w:val="DocumentGegevens_sub (blok 3a)"/>
    <w:basedOn w:val="DocumentGegevensblok3a"/>
    <w:rsid w:val="001D258E"/>
    <w:rPr>
      <w:i/>
    </w:rPr>
  </w:style>
  <w:style w:type="paragraph" w:styleId="Zhlav">
    <w:name w:val="header"/>
    <w:aliases w:val="1. Zeile,   1. Zeile,text záhlaví"/>
    <w:basedOn w:val="Normln"/>
    <w:rsid w:val="00FA6E92"/>
    <w:pPr>
      <w:tabs>
        <w:tab w:val="center" w:pos="4320"/>
        <w:tab w:val="right" w:pos="8640"/>
      </w:tabs>
    </w:pPr>
  </w:style>
  <w:style w:type="paragraph" w:styleId="Zpat">
    <w:name w:val="footer"/>
    <w:basedOn w:val="Normln"/>
    <w:link w:val="ZpatChar"/>
    <w:rsid w:val="00FA6E92"/>
    <w:pPr>
      <w:tabs>
        <w:tab w:val="center" w:pos="4320"/>
        <w:tab w:val="right" w:pos="8640"/>
      </w:tabs>
    </w:pPr>
  </w:style>
  <w:style w:type="table" w:styleId="Mkatabulky">
    <w:name w:val="Table Grid"/>
    <w:basedOn w:val="Normlntabulka"/>
    <w:rsid w:val="00435F1A"/>
    <w:pPr>
      <w:spacing w:line="280" w:lineRule="exac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semiHidden/>
    <w:rsid w:val="00C46A48"/>
    <w:rPr>
      <w:rFonts w:ascii="Tahoma" w:hAnsi="Tahoma" w:cs="Tahoma"/>
      <w:sz w:val="16"/>
      <w:szCs w:val="16"/>
    </w:rPr>
  </w:style>
  <w:style w:type="character" w:customStyle="1" w:styleId="DocumentInfoblok5Char">
    <w:name w:val="DocumentInfo (blok 5) Char"/>
    <w:link w:val="DocumentInfoblok5"/>
    <w:rsid w:val="00C26ACD"/>
    <w:rPr>
      <w:rFonts w:ascii="Arial" w:hAnsi="Arial"/>
      <w:sz w:val="15"/>
      <w:szCs w:val="24"/>
      <w:lang w:val="en-US" w:eastAsia="en-US" w:bidi="ar-SA"/>
    </w:rPr>
  </w:style>
  <w:style w:type="character" w:customStyle="1" w:styleId="DocumentInfoOnderwerpblok5Char">
    <w:name w:val="DocumentInfo_Onderwerp (blok 5) Char"/>
    <w:link w:val="DocumentInfoOnderwerpblok5"/>
    <w:rsid w:val="00C26ACD"/>
    <w:rPr>
      <w:rFonts w:ascii="Arial" w:hAnsi="Arial"/>
      <w:b/>
      <w:sz w:val="15"/>
      <w:szCs w:val="24"/>
      <w:lang w:val="en-US" w:eastAsia="en-US" w:bidi="ar-SA"/>
    </w:rPr>
  </w:style>
  <w:style w:type="paragraph" w:customStyle="1" w:styleId="SubtitelReport">
    <w:name w:val="Subtitel_Report"/>
    <w:basedOn w:val="Normln"/>
    <w:rsid w:val="005637ED"/>
    <w:pPr>
      <w:framePr w:wrap="around" w:vAnchor="page" w:hAnchor="page" w:x="1702" w:y="2836"/>
    </w:pPr>
    <w:rPr>
      <w:b/>
      <w:sz w:val="20"/>
      <w:szCs w:val="22"/>
    </w:rPr>
  </w:style>
  <w:style w:type="paragraph" w:customStyle="1" w:styleId="TebwordHeading3">
    <w:name w:val="Tebword_Heading 3"/>
    <w:basedOn w:val="TebwordHeading2"/>
    <w:next w:val="Normln"/>
    <w:rsid w:val="003D564A"/>
    <w:pPr>
      <w:numPr>
        <w:ilvl w:val="2"/>
      </w:numPr>
      <w:tabs>
        <w:tab w:val="clear" w:pos="726"/>
      </w:tabs>
      <w:ind w:left="0" w:hanging="680"/>
    </w:pPr>
    <w:rPr>
      <w:sz w:val="20"/>
    </w:rPr>
  </w:style>
  <w:style w:type="paragraph" w:styleId="Obsah2">
    <w:name w:val="toc 2"/>
    <w:basedOn w:val="Obsah1"/>
    <w:next w:val="Normln"/>
    <w:autoRedefine/>
    <w:uiPriority w:val="39"/>
    <w:rsid w:val="0026334E"/>
    <w:pPr>
      <w:tabs>
        <w:tab w:val="clear" w:pos="8930"/>
        <w:tab w:val="right" w:pos="8931"/>
      </w:tabs>
      <w:spacing w:before="0"/>
    </w:pPr>
    <w:rPr>
      <w:rFonts w:cs="Times New Roman"/>
      <w:b w:val="0"/>
      <w:noProof/>
    </w:rPr>
  </w:style>
  <w:style w:type="paragraph" w:customStyle="1" w:styleId="TebwordHeading1">
    <w:name w:val="Tebword_Heading 1"/>
    <w:basedOn w:val="Normln"/>
    <w:next w:val="Normln"/>
    <w:link w:val="TebwordHeading1CharChar"/>
    <w:rsid w:val="003D564A"/>
    <w:pPr>
      <w:numPr>
        <w:numId w:val="1"/>
      </w:numPr>
      <w:tabs>
        <w:tab w:val="clear" w:pos="726"/>
        <w:tab w:val="left" w:pos="0"/>
      </w:tabs>
      <w:spacing w:before="120" w:after="120" w:line="240" w:lineRule="exact"/>
      <w:ind w:left="0" w:hanging="680"/>
    </w:pPr>
    <w:rPr>
      <w:b/>
      <w:sz w:val="24"/>
    </w:rPr>
  </w:style>
  <w:style w:type="paragraph" w:customStyle="1" w:styleId="Normalindent">
    <w:name w:val="Normal_indent"/>
    <w:basedOn w:val="Normln"/>
    <w:rsid w:val="009B6BE4"/>
    <w:pPr>
      <w:ind w:left="726"/>
    </w:pPr>
  </w:style>
  <w:style w:type="paragraph" w:customStyle="1" w:styleId="TebwordHeading2">
    <w:name w:val="Tebword_Heading 2"/>
    <w:basedOn w:val="TebwordHeading1"/>
    <w:next w:val="Normln"/>
    <w:rsid w:val="003D564A"/>
    <w:pPr>
      <w:numPr>
        <w:ilvl w:val="1"/>
      </w:numPr>
      <w:tabs>
        <w:tab w:val="clear" w:pos="726"/>
      </w:tabs>
      <w:ind w:left="0" w:hanging="680"/>
    </w:pPr>
    <w:rPr>
      <w:sz w:val="22"/>
    </w:rPr>
  </w:style>
  <w:style w:type="paragraph" w:styleId="Normlnodsazen">
    <w:name w:val="Normal Indent"/>
    <w:basedOn w:val="Normln"/>
    <w:rsid w:val="000310C5"/>
    <w:pPr>
      <w:ind w:left="1418"/>
    </w:pPr>
  </w:style>
  <w:style w:type="paragraph" w:styleId="Obsah1">
    <w:name w:val="toc 1"/>
    <w:basedOn w:val="Normln"/>
    <w:next w:val="Normln"/>
    <w:uiPriority w:val="39"/>
    <w:rsid w:val="00D10E20"/>
    <w:pPr>
      <w:tabs>
        <w:tab w:val="left" w:pos="851"/>
        <w:tab w:val="right" w:pos="8930"/>
      </w:tabs>
      <w:spacing w:before="280"/>
      <w:ind w:left="-680"/>
      <w:jc w:val="left"/>
    </w:pPr>
    <w:rPr>
      <w:rFonts w:cs="Arial"/>
      <w:b/>
      <w:bCs/>
      <w:szCs w:val="19"/>
    </w:rPr>
  </w:style>
  <w:style w:type="paragraph" w:styleId="Obsah3">
    <w:name w:val="toc 3"/>
    <w:basedOn w:val="Obsah2"/>
    <w:next w:val="Normln"/>
    <w:autoRedefine/>
    <w:semiHidden/>
    <w:rsid w:val="0026334E"/>
    <w:rPr>
      <w:rFonts w:cs="Arial"/>
      <w:bCs w:val="0"/>
    </w:rPr>
  </w:style>
  <w:style w:type="paragraph" w:styleId="Obsah4">
    <w:name w:val="toc 4"/>
    <w:basedOn w:val="Obsah3"/>
    <w:next w:val="Normln"/>
    <w:autoRedefine/>
    <w:semiHidden/>
    <w:rsid w:val="00446B73"/>
  </w:style>
  <w:style w:type="character" w:styleId="Hypertextovodkaz">
    <w:name w:val="Hyperlink"/>
    <w:uiPriority w:val="99"/>
    <w:rsid w:val="000310C5"/>
    <w:rPr>
      <w:color w:val="0000FF"/>
      <w:u w:val="single"/>
    </w:rPr>
  </w:style>
  <w:style w:type="paragraph" w:customStyle="1" w:styleId="Reportbold">
    <w:name w:val="Report_bold"/>
    <w:basedOn w:val="NAWgegevensblok6"/>
    <w:next w:val="NAWgegevensblok6"/>
    <w:link w:val="ReportboldChar"/>
    <w:rsid w:val="00DE5C38"/>
    <w:pPr>
      <w:framePr w:wrap="around" w:vAnchor="page" w:hAnchor="page" w:x="1702" w:y="2836"/>
    </w:pPr>
    <w:rPr>
      <w:b/>
    </w:rPr>
  </w:style>
  <w:style w:type="character" w:customStyle="1" w:styleId="NAWgegevensblok6Char">
    <w:name w:val="NAW gegevens (blok 6) Char"/>
    <w:link w:val="NAWgegevensblok6"/>
    <w:rsid w:val="00DE5C38"/>
    <w:rPr>
      <w:rFonts w:ascii="Arial" w:hAnsi="Arial"/>
      <w:sz w:val="19"/>
      <w:szCs w:val="19"/>
      <w:lang w:val="en-US" w:eastAsia="en-US" w:bidi="ar-SA"/>
    </w:rPr>
  </w:style>
  <w:style w:type="character" w:customStyle="1" w:styleId="ReportboldChar">
    <w:name w:val="Report_bold Char"/>
    <w:link w:val="Reportbold"/>
    <w:rsid w:val="00DE5C38"/>
    <w:rPr>
      <w:rFonts w:ascii="Arial" w:hAnsi="Arial"/>
      <w:b/>
      <w:sz w:val="19"/>
      <w:szCs w:val="19"/>
      <w:lang w:val="en-US" w:eastAsia="en-US" w:bidi="ar-SA"/>
    </w:rPr>
  </w:style>
  <w:style w:type="character" w:styleId="slostrnky">
    <w:name w:val="page number"/>
    <w:basedOn w:val="Standardnpsmoodstavce"/>
    <w:rsid w:val="006952B2"/>
  </w:style>
  <w:style w:type="character" w:customStyle="1" w:styleId="TebwordHeading1CharChar">
    <w:name w:val="Tebword_Heading 1 Char Char"/>
    <w:link w:val="TebwordHeading1"/>
    <w:rsid w:val="003D564A"/>
    <w:rPr>
      <w:rFonts w:ascii="Arial" w:hAnsi="Arial"/>
      <w:b/>
      <w:sz w:val="24"/>
      <w:szCs w:val="24"/>
      <w:lang w:eastAsia="en-US"/>
    </w:rPr>
  </w:style>
  <w:style w:type="paragraph" w:customStyle="1" w:styleId="TebwordHeading4">
    <w:name w:val="Tebword_Heading 4"/>
    <w:basedOn w:val="TebwordHeading3"/>
    <w:next w:val="Normln"/>
    <w:rsid w:val="003D564A"/>
    <w:pPr>
      <w:numPr>
        <w:ilvl w:val="3"/>
      </w:numPr>
      <w:tabs>
        <w:tab w:val="clear" w:pos="726"/>
      </w:tabs>
      <w:ind w:left="0" w:hanging="680"/>
    </w:pPr>
    <w:rPr>
      <w:sz w:val="19"/>
    </w:rPr>
  </w:style>
  <w:style w:type="paragraph" w:customStyle="1" w:styleId="TWHeading2noTOC">
    <w:name w:val="TW_Heading2_noTOC"/>
    <w:basedOn w:val="TebwordHeading2"/>
    <w:next w:val="Normln"/>
    <w:rsid w:val="003D564A"/>
    <w:rPr>
      <w:b w:val="0"/>
      <w:sz w:val="19"/>
    </w:rPr>
  </w:style>
  <w:style w:type="paragraph" w:customStyle="1" w:styleId="TWHeading3noTOC">
    <w:name w:val="TW_Heading3_noTOC"/>
    <w:basedOn w:val="TebwordHeading3"/>
    <w:next w:val="Normln"/>
    <w:rsid w:val="003D564A"/>
    <w:rPr>
      <w:b w:val="0"/>
    </w:rPr>
  </w:style>
  <w:style w:type="paragraph" w:customStyle="1" w:styleId="TWHeading4noTOC">
    <w:name w:val="TW_Heading4_noTOC"/>
    <w:basedOn w:val="TebwordHeading4"/>
    <w:next w:val="Normln"/>
    <w:rsid w:val="003D564A"/>
    <w:rPr>
      <w:b w:val="0"/>
    </w:rPr>
  </w:style>
  <w:style w:type="paragraph" w:customStyle="1" w:styleId="Bold14voor">
    <w:name w:val="Bold 14 voor"/>
    <w:basedOn w:val="Normln"/>
    <w:rsid w:val="00EA5F5C"/>
    <w:pPr>
      <w:widowControl w:val="0"/>
      <w:spacing w:before="280" w:line="280" w:lineRule="atLeast"/>
    </w:pPr>
    <w:rPr>
      <w:b/>
      <w:szCs w:val="20"/>
      <w:lang w:eastAsia="cs-CZ"/>
    </w:rPr>
  </w:style>
  <w:style w:type="paragraph" w:styleId="Zkladntext">
    <w:name w:val="Body Text"/>
    <w:aliases w:val="termo,termo Char,termo Char Char,termo Char Char Char Char Char,()odstaved,Body Text Char1,Body Text Char Char,termo Char2 Char,termo Char Char1 Char,termo Char Char Char Char,termo Char Char Char Char Char Char Char,()odstaved Char Char"/>
    <w:basedOn w:val="Normln"/>
    <w:link w:val="ZkladntextChar"/>
    <w:rsid w:val="006048AA"/>
    <w:pPr>
      <w:widowControl w:val="0"/>
      <w:spacing w:line="280" w:lineRule="atLeast"/>
    </w:pPr>
    <w:rPr>
      <w:szCs w:val="20"/>
      <w:lang w:val="nl" w:eastAsia="nl-NL"/>
    </w:rPr>
  </w:style>
  <w:style w:type="paragraph" w:customStyle="1" w:styleId="Headerextra">
    <w:name w:val="Header_extra"/>
    <w:basedOn w:val="Normln"/>
    <w:next w:val="Normln"/>
    <w:rsid w:val="008A1681"/>
    <w:pPr>
      <w:keepNext/>
      <w:widowControl w:val="0"/>
      <w:spacing w:before="120" w:after="120" w:line="280" w:lineRule="atLeast"/>
    </w:pPr>
    <w:rPr>
      <w:b/>
      <w:kern w:val="28"/>
      <w:sz w:val="24"/>
      <w:szCs w:val="20"/>
      <w:lang w:val="nl" w:eastAsia="nl-NL"/>
    </w:rPr>
  </w:style>
  <w:style w:type="paragraph" w:customStyle="1" w:styleId="Kopbijlage">
    <w:name w:val="Kop_bijlage"/>
    <w:basedOn w:val="Normln"/>
    <w:rsid w:val="0040428E"/>
    <w:pPr>
      <w:spacing w:before="120" w:after="120"/>
    </w:pPr>
    <w:rPr>
      <w:b/>
    </w:rPr>
  </w:style>
  <w:style w:type="paragraph" w:styleId="Obsah5">
    <w:name w:val="toc 5"/>
    <w:basedOn w:val="Obsah1"/>
    <w:next w:val="Normln"/>
    <w:autoRedefine/>
    <w:semiHidden/>
    <w:rsid w:val="00604F0D"/>
    <w:pPr>
      <w:spacing w:before="0"/>
      <w:ind w:left="570"/>
    </w:pPr>
    <w:rPr>
      <w:rFonts w:ascii="Times New Roman" w:hAnsi="Times New Roman" w:cs="Times New Roman"/>
      <w:b w:val="0"/>
      <w:bCs w:val="0"/>
      <w:caps/>
      <w:sz w:val="20"/>
      <w:szCs w:val="20"/>
    </w:rPr>
  </w:style>
  <w:style w:type="paragraph" w:customStyle="1" w:styleId="KopbijlagenoBold">
    <w:name w:val="Kop_bijlage_noBold"/>
    <w:basedOn w:val="Kopbijlage"/>
    <w:rsid w:val="00974726"/>
    <w:rPr>
      <w:b w:val="0"/>
    </w:rPr>
  </w:style>
  <w:style w:type="paragraph" w:styleId="Obsah6">
    <w:name w:val="toc 6"/>
    <w:basedOn w:val="Normln"/>
    <w:next w:val="Normln"/>
    <w:autoRedefine/>
    <w:semiHidden/>
    <w:rsid w:val="00DB7A93"/>
    <w:pPr>
      <w:ind w:left="760"/>
      <w:jc w:val="left"/>
    </w:pPr>
    <w:rPr>
      <w:rFonts w:ascii="Times New Roman" w:hAnsi="Times New Roman"/>
      <w:sz w:val="20"/>
      <w:szCs w:val="20"/>
    </w:rPr>
  </w:style>
  <w:style w:type="paragraph" w:styleId="Obsah9">
    <w:name w:val="toc 9"/>
    <w:basedOn w:val="Normln"/>
    <w:next w:val="Normln"/>
    <w:autoRedefine/>
    <w:semiHidden/>
    <w:rsid w:val="00EA5F5C"/>
    <w:pPr>
      <w:ind w:left="1330"/>
      <w:jc w:val="left"/>
    </w:pPr>
    <w:rPr>
      <w:rFonts w:ascii="Times New Roman" w:hAnsi="Times New Roman"/>
      <w:sz w:val="20"/>
      <w:szCs w:val="20"/>
    </w:rPr>
  </w:style>
  <w:style w:type="paragraph" w:styleId="Obsah7">
    <w:name w:val="toc 7"/>
    <w:basedOn w:val="Normln"/>
    <w:next w:val="Normln"/>
    <w:autoRedefine/>
    <w:semiHidden/>
    <w:rsid w:val="00DB7A93"/>
    <w:pPr>
      <w:ind w:left="950"/>
      <w:jc w:val="left"/>
    </w:pPr>
    <w:rPr>
      <w:rFonts w:ascii="Times New Roman" w:hAnsi="Times New Roman"/>
      <w:sz w:val="20"/>
      <w:szCs w:val="20"/>
    </w:rPr>
  </w:style>
  <w:style w:type="paragraph" w:styleId="Obsah8">
    <w:name w:val="toc 8"/>
    <w:basedOn w:val="Normln"/>
    <w:next w:val="Normln"/>
    <w:autoRedefine/>
    <w:semiHidden/>
    <w:rsid w:val="00DB7A93"/>
    <w:pPr>
      <w:ind w:left="1140"/>
      <w:jc w:val="left"/>
    </w:pPr>
    <w:rPr>
      <w:rFonts w:ascii="Times New Roman" w:hAnsi="Times New Roman"/>
      <w:sz w:val="20"/>
      <w:szCs w:val="20"/>
    </w:rPr>
  </w:style>
  <w:style w:type="paragraph" w:customStyle="1" w:styleId="Bold">
    <w:name w:val="Bold"/>
    <w:basedOn w:val="Normln"/>
    <w:next w:val="Normln"/>
    <w:rsid w:val="00CC1FFC"/>
    <w:pPr>
      <w:widowControl w:val="0"/>
      <w:spacing w:line="280" w:lineRule="atLeast"/>
    </w:pPr>
    <w:rPr>
      <w:b/>
      <w:szCs w:val="20"/>
      <w:lang w:eastAsia="cs-CZ"/>
    </w:rPr>
  </w:style>
  <w:style w:type="paragraph" w:customStyle="1" w:styleId="Rechts">
    <w:name w:val="Rechts"/>
    <w:basedOn w:val="Normln"/>
    <w:rsid w:val="006B621E"/>
    <w:pPr>
      <w:widowControl w:val="0"/>
      <w:spacing w:line="280" w:lineRule="atLeast"/>
      <w:jc w:val="right"/>
    </w:pPr>
    <w:rPr>
      <w:szCs w:val="20"/>
      <w:lang w:eastAsia="cs-CZ"/>
    </w:rPr>
  </w:style>
  <w:style w:type="paragraph" w:styleId="Rozloendokumentu">
    <w:name w:val="Document Map"/>
    <w:basedOn w:val="Normln"/>
    <w:semiHidden/>
    <w:rsid w:val="00101FF0"/>
    <w:pPr>
      <w:shd w:val="clear" w:color="auto" w:fill="000080"/>
    </w:pPr>
    <w:rPr>
      <w:rFonts w:ascii="Tahoma" w:hAnsi="Tahoma" w:cs="Tahoma"/>
      <w:sz w:val="20"/>
      <w:szCs w:val="20"/>
    </w:rPr>
  </w:style>
  <w:style w:type="character" w:styleId="Siln">
    <w:name w:val="Strong"/>
    <w:uiPriority w:val="22"/>
    <w:qFormat/>
    <w:rsid w:val="00002A86"/>
    <w:rPr>
      <w:b/>
      <w:bCs/>
    </w:rPr>
  </w:style>
  <w:style w:type="character" w:customStyle="1" w:styleId="ZkladntextChar">
    <w:name w:val="Základní text Char"/>
    <w:aliases w:val="termo Char1,termo Char Char1,termo Char Char Char,termo Char Char Char Char Char Char,()odstaved Char,Body Text Char1 Char,Body Text Char Char Char,termo Char2 Char Char,termo Char Char1 Char Char,termo Char Char Char Char Char1"/>
    <w:link w:val="Zkladntext"/>
    <w:rsid w:val="005C58AF"/>
    <w:rPr>
      <w:rFonts w:ascii="Arial" w:hAnsi="Arial"/>
      <w:sz w:val="19"/>
      <w:lang w:val="nl" w:eastAsia="nl-NL" w:bidi="ar-SA"/>
    </w:rPr>
  </w:style>
  <w:style w:type="paragraph" w:customStyle="1" w:styleId="WW-BodyText212">
    <w:name w:val="WW-Body Text 212"/>
    <w:basedOn w:val="Normln"/>
    <w:rsid w:val="00F81DB4"/>
    <w:pPr>
      <w:tabs>
        <w:tab w:val="left" w:pos="1418"/>
        <w:tab w:val="left" w:pos="1560"/>
      </w:tabs>
      <w:suppressAutoHyphens/>
      <w:spacing w:line="240" w:lineRule="auto"/>
      <w:ind w:left="1418" w:hanging="992"/>
    </w:pPr>
    <w:rPr>
      <w:rFonts w:ascii="Times New Roman" w:hAnsi="Times New Roman"/>
      <w:sz w:val="24"/>
      <w:szCs w:val="20"/>
      <w:lang w:eastAsia="ar-SA"/>
    </w:rPr>
  </w:style>
  <w:style w:type="paragraph" w:customStyle="1" w:styleId="Tabulka">
    <w:name w:val="Tabulka"/>
    <w:basedOn w:val="Zkladntext"/>
    <w:rsid w:val="004A063F"/>
    <w:pPr>
      <w:widowControl/>
      <w:spacing w:before="40" w:after="40" w:line="240" w:lineRule="auto"/>
    </w:pPr>
    <w:rPr>
      <w:rFonts w:ascii="Times New Roman" w:hAnsi="Times New Roman"/>
      <w:sz w:val="20"/>
      <w:lang w:val="cs-CZ" w:eastAsia="cs-CZ"/>
    </w:rPr>
  </w:style>
  <w:style w:type="paragraph" w:styleId="Odstavecseseznamem">
    <w:name w:val="List Paragraph"/>
    <w:basedOn w:val="Normln"/>
    <w:qFormat/>
    <w:rsid w:val="00AC621B"/>
    <w:pPr>
      <w:spacing w:line="240" w:lineRule="auto"/>
      <w:ind w:left="720"/>
      <w:jc w:val="left"/>
    </w:pPr>
    <w:rPr>
      <w:rFonts w:ascii="Calibri" w:hAnsi="Calibri" w:cs="Calibri"/>
      <w:sz w:val="22"/>
      <w:szCs w:val="22"/>
      <w:lang w:eastAsia="cs-CZ"/>
    </w:rPr>
  </w:style>
  <w:style w:type="character" w:customStyle="1" w:styleId="Nadpis2Char3">
    <w:name w:val="Nadpis 2 Char3"/>
    <w:aliases w:val="Nadpis 2 Char Char2,KJL:1st Level Char,2 Char,l2 Char,level 2 heading Char,Nadpis2 Char2,Nadpis 21 Char,Nadpis 2 Char Char1 Char,Nadpis 2 Char11 Char,Nadpis 2 Char1 Char1 Char,Nadpis2 Char1 Char,Nadpis 2 Char Char Char Char1 Char"/>
    <w:link w:val="Nadpis2"/>
    <w:rsid w:val="00573622"/>
    <w:rPr>
      <w:rFonts w:ascii="Arial" w:hAnsi="Arial" w:cs="Arial"/>
      <w:b/>
      <w:bCs/>
      <w:iCs/>
      <w:sz w:val="22"/>
      <w:szCs w:val="22"/>
      <w:lang w:eastAsia="en-US"/>
    </w:rPr>
  </w:style>
  <w:style w:type="paragraph" w:styleId="Zkladntextodsazen2">
    <w:name w:val="Body Text Indent 2"/>
    <w:basedOn w:val="Normln"/>
    <w:link w:val="Zkladntextodsazen2Char"/>
    <w:rsid w:val="00573622"/>
    <w:pPr>
      <w:spacing w:after="120" w:line="480" w:lineRule="auto"/>
      <w:ind w:left="283"/>
    </w:pPr>
  </w:style>
  <w:style w:type="character" w:customStyle="1" w:styleId="Zkladntextodsazen2Char">
    <w:name w:val="Základní text odsazený 2 Char"/>
    <w:link w:val="Zkladntextodsazen2"/>
    <w:rsid w:val="00573622"/>
    <w:rPr>
      <w:rFonts w:ascii="Arial" w:hAnsi="Arial"/>
      <w:sz w:val="19"/>
      <w:szCs w:val="24"/>
      <w:lang w:eastAsia="en-US"/>
    </w:rPr>
  </w:style>
  <w:style w:type="paragraph" w:customStyle="1" w:styleId="TPOOdstavec">
    <w:name w:val="TPO Odstavec"/>
    <w:basedOn w:val="Normln"/>
    <w:link w:val="TPOOdstavecChar"/>
    <w:qFormat/>
    <w:rsid w:val="0057362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line="240" w:lineRule="auto"/>
    </w:pPr>
    <w:rPr>
      <w:rFonts w:ascii="Times New Roman" w:hAnsi="Times New Roman"/>
      <w:sz w:val="24"/>
      <w:szCs w:val="20"/>
      <w:lang w:eastAsia="cs-CZ"/>
    </w:rPr>
  </w:style>
  <w:style w:type="character" w:customStyle="1" w:styleId="ZpatChar">
    <w:name w:val="Zápatí Char"/>
    <w:link w:val="Zpat"/>
    <w:uiPriority w:val="99"/>
    <w:rsid w:val="00573622"/>
    <w:rPr>
      <w:rFonts w:ascii="Arial" w:hAnsi="Arial"/>
      <w:sz w:val="19"/>
      <w:szCs w:val="24"/>
      <w:lang w:eastAsia="en-US"/>
    </w:rPr>
  </w:style>
  <w:style w:type="paragraph" w:customStyle="1" w:styleId="Texttabulky">
    <w:name w:val="Text tabulky"/>
    <w:basedOn w:val="Normln"/>
    <w:rsid w:val="00573622"/>
    <w:pPr>
      <w:suppressAutoHyphens/>
      <w:spacing w:before="60" w:after="60" w:line="240" w:lineRule="auto"/>
      <w:jc w:val="left"/>
    </w:pPr>
    <w:rPr>
      <w:sz w:val="18"/>
      <w:szCs w:val="20"/>
      <w:lang w:eastAsia="cs-CZ"/>
    </w:rPr>
  </w:style>
  <w:style w:type="character" w:customStyle="1" w:styleId="TPOOdstavecChar">
    <w:name w:val="TPO Odstavec Char"/>
    <w:link w:val="TPOOdstavec"/>
    <w:rsid w:val="00573622"/>
    <w:rPr>
      <w:sz w:val="24"/>
    </w:rPr>
  </w:style>
  <w:style w:type="character" w:customStyle="1" w:styleId="Nadpis3Char">
    <w:name w:val="Nadpis 3 Char"/>
    <w:aliases w:val="Nadpis 3 velká písmena Char,Titul1 Char,ABB.. Char"/>
    <w:link w:val="Nadpis3"/>
    <w:rsid w:val="00750302"/>
    <w:rPr>
      <w:rFonts w:ascii="Arial" w:hAnsi="Arial" w:cs="Arial"/>
      <w:b/>
      <w:bCs/>
      <w:lang w:eastAsia="en-US"/>
    </w:rPr>
  </w:style>
  <w:style w:type="character" w:customStyle="1" w:styleId="TCR-Headline-Left">
    <w:name w:val="TCR-Headline-Left"/>
    <w:rsid w:val="0030594A"/>
    <w:rPr>
      <w:rFonts w:ascii="Arial" w:hAnsi="Arial"/>
      <w:b/>
      <w:bCs/>
      <w:sz w:val="19"/>
    </w:rPr>
  </w:style>
  <w:style w:type="paragraph" w:customStyle="1" w:styleId="TCR-Odrazka1">
    <w:name w:val="TCR-Odrazka 1"/>
    <w:basedOn w:val="Normln"/>
    <w:rsid w:val="00293412"/>
    <w:pPr>
      <w:numPr>
        <w:numId w:val="5"/>
      </w:numPr>
    </w:pPr>
  </w:style>
  <w:style w:type="paragraph" w:customStyle="1" w:styleId="normln0">
    <w:name w:val="normální"/>
    <w:basedOn w:val="Normln"/>
    <w:link w:val="normlnChar"/>
    <w:rsid w:val="008339EF"/>
    <w:pPr>
      <w:spacing w:line="240" w:lineRule="auto"/>
    </w:pPr>
    <w:rPr>
      <w:rFonts w:ascii="Times New Roman" w:hAnsi="Times New Roman"/>
      <w:sz w:val="24"/>
      <w:szCs w:val="20"/>
      <w:lang w:eastAsia="cs-CZ"/>
    </w:rPr>
  </w:style>
  <w:style w:type="character" w:customStyle="1" w:styleId="normlnChar">
    <w:name w:val="normální Char"/>
    <w:link w:val="normln0"/>
    <w:rsid w:val="008339EF"/>
    <w:rPr>
      <w:sz w:val="24"/>
    </w:rPr>
  </w:style>
  <w:style w:type="paragraph" w:customStyle="1" w:styleId="Pomlka">
    <w:name w:val="Pomlčka"/>
    <w:basedOn w:val="Normln"/>
    <w:autoRedefine/>
    <w:rsid w:val="00011363"/>
    <w:pPr>
      <w:numPr>
        <w:numId w:val="6"/>
      </w:numPr>
      <w:tabs>
        <w:tab w:val="left" w:pos="142"/>
      </w:tabs>
      <w:overflowPunct w:val="0"/>
      <w:autoSpaceDE w:val="0"/>
      <w:autoSpaceDN w:val="0"/>
      <w:adjustRightInd w:val="0"/>
      <w:spacing w:line="240" w:lineRule="auto"/>
      <w:textAlignment w:val="baseline"/>
    </w:pPr>
    <w:rPr>
      <w:color w:val="000000"/>
      <w:szCs w:val="20"/>
      <w:lang w:eastAsia="cs-CZ"/>
    </w:rPr>
  </w:style>
  <w:style w:type="paragraph" w:styleId="Normlnweb">
    <w:name w:val="Normal (Web)"/>
    <w:basedOn w:val="Normln"/>
    <w:uiPriority w:val="99"/>
    <w:unhideWhenUsed/>
    <w:rsid w:val="003D2021"/>
    <w:pPr>
      <w:spacing w:before="100" w:beforeAutospacing="1" w:after="100" w:afterAutospacing="1" w:line="240" w:lineRule="auto"/>
      <w:jc w:val="left"/>
    </w:pPr>
    <w:rPr>
      <w:rFonts w:ascii="Times New Roman" w:hAnsi="Times New Roman"/>
      <w:sz w:val="24"/>
      <w:lang w:eastAsia="cs-CZ"/>
    </w:rPr>
  </w:style>
  <w:style w:type="paragraph" w:styleId="Zkladntextodsazen">
    <w:name w:val="Body Text Indent"/>
    <w:basedOn w:val="Normln"/>
    <w:link w:val="ZkladntextodsazenChar"/>
    <w:rsid w:val="008E6712"/>
    <w:pPr>
      <w:spacing w:after="120" w:line="240" w:lineRule="auto"/>
      <w:ind w:left="283"/>
      <w:jc w:val="left"/>
    </w:pPr>
    <w:rPr>
      <w:rFonts w:ascii="Times New Roman" w:hAnsi="Times New Roman"/>
      <w:sz w:val="20"/>
      <w:szCs w:val="20"/>
      <w:lang w:eastAsia="cs-CZ"/>
    </w:rPr>
  </w:style>
  <w:style w:type="character" w:customStyle="1" w:styleId="ZkladntextodsazenChar">
    <w:name w:val="Základní text odsazený Char"/>
    <w:basedOn w:val="Standardnpsmoodstavce"/>
    <w:link w:val="Zkladntextodsazen"/>
    <w:rsid w:val="008E6712"/>
  </w:style>
  <w:style w:type="paragraph" w:customStyle="1" w:styleId="Prosttext1">
    <w:name w:val="Prostý text1"/>
    <w:basedOn w:val="Normln"/>
    <w:rsid w:val="00A165F9"/>
    <w:pPr>
      <w:suppressAutoHyphens/>
      <w:spacing w:line="240" w:lineRule="auto"/>
      <w:jc w:val="left"/>
    </w:pPr>
    <w:rPr>
      <w:rFonts w:ascii="Courier New" w:hAnsi="Courier New" w:cs="Courier New"/>
      <w:sz w:val="20"/>
      <w:szCs w:val="20"/>
      <w:lang w:eastAsia="ar-SA"/>
    </w:rPr>
  </w:style>
  <w:style w:type="paragraph" w:styleId="Titulek">
    <w:name w:val="caption"/>
    <w:basedOn w:val="Normln"/>
    <w:next w:val="Normln"/>
    <w:unhideWhenUsed/>
    <w:qFormat/>
    <w:rsid w:val="007A0107"/>
    <w:pPr>
      <w:spacing w:after="200" w:line="240" w:lineRule="auto"/>
    </w:pPr>
    <w:rPr>
      <w:i/>
      <w:iCs/>
      <w:color w:val="44546A" w:themeColor="text2"/>
      <w:sz w:val="18"/>
      <w:szCs w:val="18"/>
    </w:rPr>
  </w:style>
  <w:style w:type="paragraph" w:styleId="Zkladntext3">
    <w:name w:val="Body Text 3"/>
    <w:basedOn w:val="Normln"/>
    <w:link w:val="Zkladntext3Char"/>
    <w:rsid w:val="00A51B26"/>
    <w:pPr>
      <w:spacing w:after="120"/>
      <w:ind w:left="357" w:hanging="357"/>
    </w:pPr>
    <w:rPr>
      <w:sz w:val="16"/>
      <w:szCs w:val="16"/>
      <w:lang w:val="x-none"/>
    </w:rPr>
  </w:style>
  <w:style w:type="character" w:customStyle="1" w:styleId="Zkladntext3Char">
    <w:name w:val="Základní text 3 Char"/>
    <w:basedOn w:val="Standardnpsmoodstavce"/>
    <w:link w:val="Zkladntext3"/>
    <w:rsid w:val="00A51B26"/>
    <w:rPr>
      <w:rFonts w:ascii="Arial" w:hAnsi="Arial"/>
      <w:sz w:val="16"/>
      <w:szCs w:val="16"/>
      <w:lang w:val="x-none" w:eastAsia="en-US"/>
    </w:rPr>
  </w:style>
  <w:style w:type="paragraph" w:customStyle="1" w:styleId="TCRTITLENUM1">
    <w:name w:val="TCR_TITLE_NUM_1"/>
    <w:basedOn w:val="Normln"/>
    <w:next w:val="Normln"/>
    <w:qFormat/>
    <w:rsid w:val="00D826B2"/>
    <w:pPr>
      <w:keepNext/>
      <w:numPr>
        <w:numId w:val="21"/>
      </w:numPr>
      <w:spacing w:before="360" w:after="120" w:line="240" w:lineRule="exact"/>
      <w:jc w:val="left"/>
    </w:pPr>
    <w:rPr>
      <w:b/>
      <w:caps/>
      <w:sz w:val="20"/>
    </w:rPr>
  </w:style>
  <w:style w:type="paragraph" w:customStyle="1" w:styleId="TCRTITLENUM2">
    <w:name w:val="TCR_TITLE_NUM_2"/>
    <w:basedOn w:val="Normln"/>
    <w:next w:val="Normln"/>
    <w:qFormat/>
    <w:rsid w:val="00D826B2"/>
    <w:pPr>
      <w:keepNext/>
      <w:numPr>
        <w:ilvl w:val="1"/>
        <w:numId w:val="21"/>
      </w:numPr>
      <w:spacing w:before="240" w:after="120" w:line="240" w:lineRule="exact"/>
      <w:jc w:val="left"/>
    </w:pPr>
    <w:rPr>
      <w:b/>
      <w:caps/>
    </w:rPr>
  </w:style>
  <w:style w:type="paragraph" w:customStyle="1" w:styleId="TCRTITLENUM3">
    <w:name w:val="TCR_TITLE_NUM_3"/>
    <w:basedOn w:val="Normln"/>
    <w:next w:val="Normln"/>
    <w:qFormat/>
    <w:rsid w:val="00D826B2"/>
    <w:pPr>
      <w:keepNext/>
      <w:numPr>
        <w:ilvl w:val="2"/>
        <w:numId w:val="21"/>
      </w:numPr>
      <w:spacing w:before="240" w:after="120" w:line="240" w:lineRule="exact"/>
      <w:jc w:val="left"/>
    </w:pPr>
    <w:rPr>
      <w:b/>
      <w:sz w:val="18"/>
    </w:rPr>
  </w:style>
  <w:style w:type="paragraph" w:customStyle="1" w:styleId="TCRTITLENUM4">
    <w:name w:val="TCR_TITLE_NUM_4"/>
    <w:basedOn w:val="Normln"/>
    <w:next w:val="Normln"/>
    <w:qFormat/>
    <w:rsid w:val="00D826B2"/>
    <w:pPr>
      <w:keepNext/>
      <w:numPr>
        <w:ilvl w:val="3"/>
        <w:numId w:val="21"/>
      </w:numPr>
      <w:spacing w:before="240" w:after="120" w:line="240" w:lineRule="exact"/>
      <w:jc w:val="left"/>
    </w:pPr>
    <w:rPr>
      <w:b/>
      <w:sz w:val="18"/>
    </w:rPr>
  </w:style>
  <w:style w:type="paragraph" w:customStyle="1" w:styleId="TCRTITLEBOLDonlyletter">
    <w:name w:val="TCR_TITLE_BOLD_only_letter"/>
    <w:basedOn w:val="Normln"/>
    <w:next w:val="Normln"/>
    <w:qFormat/>
    <w:rsid w:val="00D826B2"/>
    <w:pPr>
      <w:keepNext/>
      <w:numPr>
        <w:ilvl w:val="5"/>
        <w:numId w:val="21"/>
      </w:numPr>
      <w:spacing w:before="240" w:after="120" w:line="240" w:lineRule="exact"/>
    </w:pPr>
    <w:rPr>
      <w:b/>
      <w:sz w:val="18"/>
    </w:rPr>
  </w:style>
  <w:style w:type="paragraph" w:customStyle="1" w:styleId="TCRTITLEPARAGRAPH">
    <w:name w:val="TCR_TITLE_PARAGRAPH"/>
    <w:basedOn w:val="Normln"/>
    <w:next w:val="Normln"/>
    <w:qFormat/>
    <w:rsid w:val="00D826B2"/>
    <w:pPr>
      <w:numPr>
        <w:ilvl w:val="4"/>
        <w:numId w:val="21"/>
      </w:numPr>
      <w:spacing w:before="240" w:after="120" w:line="240" w:lineRule="exact"/>
      <w:jc w:val="left"/>
    </w:pPr>
    <w:rPr>
      <w:b/>
      <w:sz w:val="18"/>
      <w:u w:val="single"/>
    </w:rPr>
  </w:style>
  <w:style w:type="paragraph" w:customStyle="1" w:styleId="A">
    <w:name w:val="A"/>
    <w:basedOn w:val="Normln"/>
    <w:link w:val="AChar"/>
    <w:qFormat/>
    <w:rsid w:val="008D72A2"/>
    <w:pPr>
      <w:spacing w:after="60" w:line="240" w:lineRule="auto"/>
    </w:pPr>
    <w:rPr>
      <w:rFonts w:ascii="Calibri" w:eastAsia="Calibri" w:hAnsi="Calibri"/>
      <w:sz w:val="22"/>
      <w:szCs w:val="20"/>
    </w:rPr>
  </w:style>
  <w:style w:type="character" w:customStyle="1" w:styleId="AChar">
    <w:name w:val="A Char"/>
    <w:basedOn w:val="Standardnpsmoodstavce"/>
    <w:link w:val="A"/>
    <w:rsid w:val="008D72A2"/>
    <w:rPr>
      <w:rFonts w:ascii="Calibri" w:eastAsia="Calibri" w:hAnsi="Calibri"/>
      <w:sz w:val="22"/>
      <w:lang w:eastAsia="en-US"/>
    </w:rPr>
  </w:style>
  <w:style w:type="character" w:styleId="CittHTML">
    <w:name w:val="HTML Cite"/>
    <w:basedOn w:val="Standardnpsmoodstavce"/>
    <w:uiPriority w:val="99"/>
    <w:unhideWhenUsed/>
    <w:rsid w:val="00A7547D"/>
    <w:rPr>
      <w:i/>
      <w:iCs/>
    </w:rPr>
  </w:style>
  <w:style w:type="paragraph" w:customStyle="1" w:styleId="Normln1">
    <w:name w:val="Normální1"/>
    <w:rsid w:val="007E4F18"/>
    <w:pPr>
      <w:suppressAutoHyphens/>
      <w:textAlignment w:val="baseline"/>
    </w:pPr>
    <w:rPr>
      <w:rFonts w:ascii="Liberation Serif" w:eastAsia="SimSun" w:hAnsi="Liberation Serif" w:cs="Mangal"/>
      <w:color w:val="00000A"/>
      <w:sz w:val="24"/>
      <w:szCs w:val="24"/>
      <w:lang w:eastAsia="zh-CN" w:bidi="hi-IN"/>
    </w:rPr>
  </w:style>
  <w:style w:type="paragraph" w:styleId="Bezmezer">
    <w:name w:val="No Spacing"/>
    <w:aliases w:val="BKB Normal"/>
    <w:link w:val="BezmezerChar"/>
    <w:uiPriority w:val="1"/>
    <w:qFormat/>
    <w:rsid w:val="00941E55"/>
    <w:pPr>
      <w:jc w:val="both"/>
    </w:pPr>
    <w:rPr>
      <w:rFonts w:asciiTheme="minorHAnsi" w:eastAsiaTheme="minorHAnsi" w:hAnsiTheme="minorHAnsi" w:cstheme="minorBidi"/>
      <w:sz w:val="24"/>
      <w:szCs w:val="22"/>
      <w:lang w:eastAsia="en-US"/>
    </w:rPr>
  </w:style>
  <w:style w:type="character" w:customStyle="1" w:styleId="BezmezerChar">
    <w:name w:val="Bez mezer Char"/>
    <w:aliases w:val="BKB Normal Char"/>
    <w:basedOn w:val="Standardnpsmoodstavce"/>
    <w:link w:val="Bezmezer"/>
    <w:uiPriority w:val="1"/>
    <w:rsid w:val="00941E55"/>
    <w:rPr>
      <w:rFonts w:asciiTheme="minorHAnsi" w:eastAsiaTheme="minorHAnsi" w:hAnsiTheme="minorHAnsi" w:cstheme="minorBidi"/>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079277">
      <w:bodyDiv w:val="1"/>
      <w:marLeft w:val="0"/>
      <w:marRight w:val="0"/>
      <w:marTop w:val="0"/>
      <w:marBottom w:val="0"/>
      <w:divBdr>
        <w:top w:val="none" w:sz="0" w:space="0" w:color="auto"/>
        <w:left w:val="none" w:sz="0" w:space="0" w:color="auto"/>
        <w:bottom w:val="none" w:sz="0" w:space="0" w:color="auto"/>
        <w:right w:val="none" w:sz="0" w:space="0" w:color="auto"/>
      </w:divBdr>
    </w:div>
    <w:div w:id="334459946">
      <w:bodyDiv w:val="1"/>
      <w:marLeft w:val="0"/>
      <w:marRight w:val="0"/>
      <w:marTop w:val="0"/>
      <w:marBottom w:val="0"/>
      <w:divBdr>
        <w:top w:val="none" w:sz="0" w:space="0" w:color="auto"/>
        <w:left w:val="none" w:sz="0" w:space="0" w:color="auto"/>
        <w:bottom w:val="none" w:sz="0" w:space="0" w:color="auto"/>
        <w:right w:val="none" w:sz="0" w:space="0" w:color="auto"/>
      </w:divBdr>
    </w:div>
    <w:div w:id="429005074">
      <w:bodyDiv w:val="1"/>
      <w:marLeft w:val="0"/>
      <w:marRight w:val="0"/>
      <w:marTop w:val="0"/>
      <w:marBottom w:val="0"/>
      <w:divBdr>
        <w:top w:val="none" w:sz="0" w:space="0" w:color="auto"/>
        <w:left w:val="none" w:sz="0" w:space="0" w:color="auto"/>
        <w:bottom w:val="none" w:sz="0" w:space="0" w:color="auto"/>
        <w:right w:val="none" w:sz="0" w:space="0" w:color="auto"/>
      </w:divBdr>
    </w:div>
    <w:div w:id="440954737">
      <w:bodyDiv w:val="1"/>
      <w:marLeft w:val="0"/>
      <w:marRight w:val="0"/>
      <w:marTop w:val="0"/>
      <w:marBottom w:val="0"/>
      <w:divBdr>
        <w:top w:val="none" w:sz="0" w:space="0" w:color="auto"/>
        <w:left w:val="none" w:sz="0" w:space="0" w:color="auto"/>
        <w:bottom w:val="none" w:sz="0" w:space="0" w:color="auto"/>
        <w:right w:val="none" w:sz="0" w:space="0" w:color="auto"/>
      </w:divBdr>
    </w:div>
    <w:div w:id="447969064">
      <w:bodyDiv w:val="1"/>
      <w:marLeft w:val="0"/>
      <w:marRight w:val="0"/>
      <w:marTop w:val="0"/>
      <w:marBottom w:val="0"/>
      <w:divBdr>
        <w:top w:val="none" w:sz="0" w:space="0" w:color="auto"/>
        <w:left w:val="none" w:sz="0" w:space="0" w:color="auto"/>
        <w:bottom w:val="none" w:sz="0" w:space="0" w:color="auto"/>
        <w:right w:val="none" w:sz="0" w:space="0" w:color="auto"/>
      </w:divBdr>
    </w:div>
    <w:div w:id="515728969">
      <w:bodyDiv w:val="1"/>
      <w:marLeft w:val="0"/>
      <w:marRight w:val="0"/>
      <w:marTop w:val="0"/>
      <w:marBottom w:val="0"/>
      <w:divBdr>
        <w:top w:val="none" w:sz="0" w:space="0" w:color="auto"/>
        <w:left w:val="none" w:sz="0" w:space="0" w:color="auto"/>
        <w:bottom w:val="none" w:sz="0" w:space="0" w:color="auto"/>
        <w:right w:val="none" w:sz="0" w:space="0" w:color="auto"/>
      </w:divBdr>
    </w:div>
    <w:div w:id="734856512">
      <w:bodyDiv w:val="1"/>
      <w:marLeft w:val="0"/>
      <w:marRight w:val="0"/>
      <w:marTop w:val="0"/>
      <w:marBottom w:val="0"/>
      <w:divBdr>
        <w:top w:val="none" w:sz="0" w:space="0" w:color="auto"/>
        <w:left w:val="none" w:sz="0" w:space="0" w:color="auto"/>
        <w:bottom w:val="none" w:sz="0" w:space="0" w:color="auto"/>
        <w:right w:val="none" w:sz="0" w:space="0" w:color="auto"/>
      </w:divBdr>
    </w:div>
    <w:div w:id="814956379">
      <w:bodyDiv w:val="1"/>
      <w:marLeft w:val="0"/>
      <w:marRight w:val="0"/>
      <w:marTop w:val="0"/>
      <w:marBottom w:val="0"/>
      <w:divBdr>
        <w:top w:val="none" w:sz="0" w:space="0" w:color="auto"/>
        <w:left w:val="none" w:sz="0" w:space="0" w:color="auto"/>
        <w:bottom w:val="none" w:sz="0" w:space="0" w:color="auto"/>
        <w:right w:val="none" w:sz="0" w:space="0" w:color="auto"/>
      </w:divBdr>
    </w:div>
    <w:div w:id="860389107">
      <w:bodyDiv w:val="1"/>
      <w:marLeft w:val="0"/>
      <w:marRight w:val="0"/>
      <w:marTop w:val="0"/>
      <w:marBottom w:val="0"/>
      <w:divBdr>
        <w:top w:val="none" w:sz="0" w:space="0" w:color="auto"/>
        <w:left w:val="none" w:sz="0" w:space="0" w:color="auto"/>
        <w:bottom w:val="none" w:sz="0" w:space="0" w:color="auto"/>
        <w:right w:val="none" w:sz="0" w:space="0" w:color="auto"/>
      </w:divBdr>
    </w:div>
    <w:div w:id="874926414">
      <w:bodyDiv w:val="1"/>
      <w:marLeft w:val="0"/>
      <w:marRight w:val="0"/>
      <w:marTop w:val="0"/>
      <w:marBottom w:val="0"/>
      <w:divBdr>
        <w:top w:val="none" w:sz="0" w:space="0" w:color="auto"/>
        <w:left w:val="none" w:sz="0" w:space="0" w:color="auto"/>
        <w:bottom w:val="none" w:sz="0" w:space="0" w:color="auto"/>
        <w:right w:val="none" w:sz="0" w:space="0" w:color="auto"/>
      </w:divBdr>
    </w:div>
    <w:div w:id="1030688414">
      <w:bodyDiv w:val="1"/>
      <w:marLeft w:val="0"/>
      <w:marRight w:val="0"/>
      <w:marTop w:val="0"/>
      <w:marBottom w:val="0"/>
      <w:divBdr>
        <w:top w:val="none" w:sz="0" w:space="0" w:color="auto"/>
        <w:left w:val="none" w:sz="0" w:space="0" w:color="auto"/>
        <w:bottom w:val="none" w:sz="0" w:space="0" w:color="auto"/>
        <w:right w:val="none" w:sz="0" w:space="0" w:color="auto"/>
      </w:divBdr>
    </w:div>
    <w:div w:id="1057901836">
      <w:bodyDiv w:val="1"/>
      <w:marLeft w:val="0"/>
      <w:marRight w:val="0"/>
      <w:marTop w:val="0"/>
      <w:marBottom w:val="0"/>
      <w:divBdr>
        <w:top w:val="none" w:sz="0" w:space="0" w:color="auto"/>
        <w:left w:val="none" w:sz="0" w:space="0" w:color="auto"/>
        <w:bottom w:val="none" w:sz="0" w:space="0" w:color="auto"/>
        <w:right w:val="none" w:sz="0" w:space="0" w:color="auto"/>
      </w:divBdr>
    </w:div>
    <w:div w:id="1059942936">
      <w:bodyDiv w:val="1"/>
      <w:marLeft w:val="0"/>
      <w:marRight w:val="0"/>
      <w:marTop w:val="0"/>
      <w:marBottom w:val="0"/>
      <w:divBdr>
        <w:top w:val="none" w:sz="0" w:space="0" w:color="auto"/>
        <w:left w:val="none" w:sz="0" w:space="0" w:color="auto"/>
        <w:bottom w:val="none" w:sz="0" w:space="0" w:color="auto"/>
        <w:right w:val="none" w:sz="0" w:space="0" w:color="auto"/>
      </w:divBdr>
    </w:div>
    <w:div w:id="1188063186">
      <w:bodyDiv w:val="1"/>
      <w:marLeft w:val="0"/>
      <w:marRight w:val="0"/>
      <w:marTop w:val="0"/>
      <w:marBottom w:val="0"/>
      <w:divBdr>
        <w:top w:val="none" w:sz="0" w:space="0" w:color="auto"/>
        <w:left w:val="none" w:sz="0" w:space="0" w:color="auto"/>
        <w:bottom w:val="none" w:sz="0" w:space="0" w:color="auto"/>
        <w:right w:val="none" w:sz="0" w:space="0" w:color="auto"/>
      </w:divBdr>
    </w:div>
    <w:div w:id="1458138726">
      <w:bodyDiv w:val="1"/>
      <w:marLeft w:val="0"/>
      <w:marRight w:val="0"/>
      <w:marTop w:val="0"/>
      <w:marBottom w:val="0"/>
      <w:divBdr>
        <w:top w:val="none" w:sz="0" w:space="0" w:color="auto"/>
        <w:left w:val="none" w:sz="0" w:space="0" w:color="auto"/>
        <w:bottom w:val="none" w:sz="0" w:space="0" w:color="auto"/>
        <w:right w:val="none" w:sz="0" w:space="0" w:color="auto"/>
      </w:divBdr>
    </w:div>
    <w:div w:id="1585871036">
      <w:bodyDiv w:val="1"/>
      <w:marLeft w:val="0"/>
      <w:marRight w:val="0"/>
      <w:marTop w:val="0"/>
      <w:marBottom w:val="0"/>
      <w:divBdr>
        <w:top w:val="none" w:sz="0" w:space="0" w:color="auto"/>
        <w:left w:val="none" w:sz="0" w:space="0" w:color="auto"/>
        <w:bottom w:val="none" w:sz="0" w:space="0" w:color="auto"/>
        <w:right w:val="none" w:sz="0" w:space="0" w:color="auto"/>
      </w:divBdr>
    </w:div>
    <w:div w:id="1638490186">
      <w:bodyDiv w:val="1"/>
      <w:marLeft w:val="0"/>
      <w:marRight w:val="0"/>
      <w:marTop w:val="0"/>
      <w:marBottom w:val="0"/>
      <w:divBdr>
        <w:top w:val="none" w:sz="0" w:space="0" w:color="auto"/>
        <w:left w:val="none" w:sz="0" w:space="0" w:color="auto"/>
        <w:bottom w:val="none" w:sz="0" w:space="0" w:color="auto"/>
        <w:right w:val="none" w:sz="0" w:space="0" w:color="auto"/>
      </w:divBdr>
    </w:div>
    <w:div w:id="1680160003">
      <w:bodyDiv w:val="1"/>
      <w:marLeft w:val="0"/>
      <w:marRight w:val="0"/>
      <w:marTop w:val="0"/>
      <w:marBottom w:val="0"/>
      <w:divBdr>
        <w:top w:val="none" w:sz="0" w:space="0" w:color="auto"/>
        <w:left w:val="none" w:sz="0" w:space="0" w:color="auto"/>
        <w:bottom w:val="none" w:sz="0" w:space="0" w:color="auto"/>
        <w:right w:val="none" w:sz="0" w:space="0" w:color="auto"/>
      </w:divBdr>
    </w:div>
    <w:div w:id="1704866472">
      <w:bodyDiv w:val="1"/>
      <w:marLeft w:val="0"/>
      <w:marRight w:val="0"/>
      <w:marTop w:val="0"/>
      <w:marBottom w:val="0"/>
      <w:divBdr>
        <w:top w:val="none" w:sz="0" w:space="0" w:color="auto"/>
        <w:left w:val="none" w:sz="0" w:space="0" w:color="auto"/>
        <w:bottom w:val="none" w:sz="0" w:space="0" w:color="auto"/>
        <w:right w:val="none" w:sz="0" w:space="0" w:color="auto"/>
      </w:divBdr>
    </w:div>
    <w:div w:id="1882666292">
      <w:bodyDiv w:val="1"/>
      <w:marLeft w:val="0"/>
      <w:marRight w:val="0"/>
      <w:marTop w:val="0"/>
      <w:marBottom w:val="0"/>
      <w:divBdr>
        <w:top w:val="none" w:sz="0" w:space="0" w:color="auto"/>
        <w:left w:val="none" w:sz="0" w:space="0" w:color="auto"/>
        <w:bottom w:val="none" w:sz="0" w:space="0" w:color="auto"/>
        <w:right w:val="none" w:sz="0" w:space="0" w:color="auto"/>
      </w:divBdr>
    </w:div>
    <w:div w:id="1997030050">
      <w:bodyDiv w:val="1"/>
      <w:marLeft w:val="0"/>
      <w:marRight w:val="0"/>
      <w:marTop w:val="0"/>
      <w:marBottom w:val="0"/>
      <w:divBdr>
        <w:top w:val="none" w:sz="0" w:space="0" w:color="auto"/>
        <w:left w:val="none" w:sz="0" w:space="0" w:color="auto"/>
        <w:bottom w:val="none" w:sz="0" w:space="0" w:color="auto"/>
        <w:right w:val="none" w:sz="0" w:space="0" w:color="auto"/>
      </w:divBdr>
    </w:div>
    <w:div w:id="2003463199">
      <w:bodyDiv w:val="1"/>
      <w:marLeft w:val="0"/>
      <w:marRight w:val="0"/>
      <w:marTop w:val="0"/>
      <w:marBottom w:val="0"/>
      <w:divBdr>
        <w:top w:val="none" w:sz="0" w:space="0" w:color="auto"/>
        <w:left w:val="none" w:sz="0" w:space="0" w:color="auto"/>
        <w:bottom w:val="none" w:sz="0" w:space="0" w:color="auto"/>
        <w:right w:val="none" w:sz="0" w:space="0" w:color="auto"/>
      </w:divBdr>
    </w:div>
    <w:div w:id="2004820589">
      <w:bodyDiv w:val="1"/>
      <w:marLeft w:val="0"/>
      <w:marRight w:val="0"/>
      <w:marTop w:val="0"/>
      <w:marBottom w:val="0"/>
      <w:divBdr>
        <w:top w:val="none" w:sz="0" w:space="0" w:color="auto"/>
        <w:left w:val="none" w:sz="0" w:space="0" w:color="auto"/>
        <w:bottom w:val="none" w:sz="0" w:space="0" w:color="auto"/>
        <w:right w:val="none" w:sz="0" w:space="0" w:color="auto"/>
      </w:divBdr>
    </w:div>
    <w:div w:id="2080399277">
      <w:bodyDiv w:val="1"/>
      <w:marLeft w:val="0"/>
      <w:marRight w:val="0"/>
      <w:marTop w:val="0"/>
      <w:marBottom w:val="0"/>
      <w:divBdr>
        <w:top w:val="none" w:sz="0" w:space="0" w:color="auto"/>
        <w:left w:val="none" w:sz="0" w:space="0" w:color="auto"/>
        <w:bottom w:val="none" w:sz="0" w:space="0" w:color="auto"/>
        <w:right w:val="none" w:sz="0" w:space="0" w:color="auto"/>
      </w:divBdr>
    </w:div>
    <w:div w:id="212213999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D:\SAFFE\Hrusky\tech_zprava.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E0F4509A4906ED4397282FAB11398258" ma:contentTypeVersion="8" ma:contentTypeDescription="Vytvoří nový dokument" ma:contentTypeScope="" ma:versionID="db6766976dc3f39fedd6c665fc2b626e">
  <xsd:schema xmlns:xsd="http://www.w3.org/2001/XMLSchema" xmlns:xs="http://www.w3.org/2001/XMLSchema" xmlns:p="http://schemas.microsoft.com/office/2006/metadata/properties" xmlns:ns2="6f84946c-6a9e-4eab-b3c4-0b54ce0ff110" targetNamespace="http://schemas.microsoft.com/office/2006/metadata/properties" ma:root="true" ma:fieldsID="1d04c98db178893d3c14ff0fe1c89a99" ns2:_="">
    <xsd:import namespace="6f84946c-6a9e-4eab-b3c4-0b54ce0ff11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84946c-6a9e-4eab-b3c4-0b54ce0ff1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EE8F97B-6CA1-4EA4-86A2-C3A1ADC3419B}">
  <ds:schemaRefs>
    <ds:schemaRef ds:uri="http://schemas.microsoft.com/sharepoint/v3/contenttype/forms"/>
  </ds:schemaRefs>
</ds:datastoreItem>
</file>

<file path=customXml/itemProps2.xml><?xml version="1.0" encoding="utf-8"?>
<ds:datastoreItem xmlns:ds="http://schemas.openxmlformats.org/officeDocument/2006/customXml" ds:itemID="{A7855021-E1F2-4F4D-8DDC-72F2DAF99DDC}">
  <ds:schemaRefs>
    <ds:schemaRef ds:uri="http://schemas.openxmlformats.org/officeDocument/2006/bibliography"/>
  </ds:schemaRefs>
</ds:datastoreItem>
</file>

<file path=customXml/itemProps3.xml><?xml version="1.0" encoding="utf-8"?>
<ds:datastoreItem xmlns:ds="http://schemas.openxmlformats.org/officeDocument/2006/customXml" ds:itemID="{DE4230AC-80E1-4C81-996D-509C7F01F8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84946c-6a9e-4eab-b3c4-0b54ce0ff1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2962B2-1A00-4521-85A2-303F22D5E7C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tech_zprava.dot</Template>
  <TotalTime>884</TotalTime>
  <Pages>10</Pages>
  <Words>2947</Words>
  <Characters>19052</Characters>
  <Application>Microsoft Office Word</Application>
  <DocSecurity>0</DocSecurity>
  <Lines>158</Lines>
  <Paragraphs>43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Report.dot</vt:lpstr>
      <vt:lpstr>Report.dot</vt:lpstr>
    </vt:vector>
  </TitlesOfParts>
  <Company>Nedmetric Applications</Company>
  <LinksUpToDate>false</LinksUpToDate>
  <CharactersWithSpaces>21956</CharactersWithSpaces>
  <SharedDoc>false</SharedDoc>
  <HLinks>
    <vt:vector size="150" baseType="variant">
      <vt:variant>
        <vt:i4>1441852</vt:i4>
      </vt:variant>
      <vt:variant>
        <vt:i4>152</vt:i4>
      </vt:variant>
      <vt:variant>
        <vt:i4>0</vt:i4>
      </vt:variant>
      <vt:variant>
        <vt:i4>5</vt:i4>
      </vt:variant>
      <vt:variant>
        <vt:lpwstr/>
      </vt:variant>
      <vt:variant>
        <vt:lpwstr>_Toc435794411</vt:lpwstr>
      </vt:variant>
      <vt:variant>
        <vt:i4>1441852</vt:i4>
      </vt:variant>
      <vt:variant>
        <vt:i4>146</vt:i4>
      </vt:variant>
      <vt:variant>
        <vt:i4>0</vt:i4>
      </vt:variant>
      <vt:variant>
        <vt:i4>5</vt:i4>
      </vt:variant>
      <vt:variant>
        <vt:lpwstr/>
      </vt:variant>
      <vt:variant>
        <vt:lpwstr>_Toc435794410</vt:lpwstr>
      </vt:variant>
      <vt:variant>
        <vt:i4>1507388</vt:i4>
      </vt:variant>
      <vt:variant>
        <vt:i4>140</vt:i4>
      </vt:variant>
      <vt:variant>
        <vt:i4>0</vt:i4>
      </vt:variant>
      <vt:variant>
        <vt:i4>5</vt:i4>
      </vt:variant>
      <vt:variant>
        <vt:lpwstr/>
      </vt:variant>
      <vt:variant>
        <vt:lpwstr>_Toc435794409</vt:lpwstr>
      </vt:variant>
      <vt:variant>
        <vt:i4>1507388</vt:i4>
      </vt:variant>
      <vt:variant>
        <vt:i4>134</vt:i4>
      </vt:variant>
      <vt:variant>
        <vt:i4>0</vt:i4>
      </vt:variant>
      <vt:variant>
        <vt:i4>5</vt:i4>
      </vt:variant>
      <vt:variant>
        <vt:lpwstr/>
      </vt:variant>
      <vt:variant>
        <vt:lpwstr>_Toc435794408</vt:lpwstr>
      </vt:variant>
      <vt:variant>
        <vt:i4>1507388</vt:i4>
      </vt:variant>
      <vt:variant>
        <vt:i4>128</vt:i4>
      </vt:variant>
      <vt:variant>
        <vt:i4>0</vt:i4>
      </vt:variant>
      <vt:variant>
        <vt:i4>5</vt:i4>
      </vt:variant>
      <vt:variant>
        <vt:lpwstr/>
      </vt:variant>
      <vt:variant>
        <vt:lpwstr>_Toc435794407</vt:lpwstr>
      </vt:variant>
      <vt:variant>
        <vt:i4>1507388</vt:i4>
      </vt:variant>
      <vt:variant>
        <vt:i4>122</vt:i4>
      </vt:variant>
      <vt:variant>
        <vt:i4>0</vt:i4>
      </vt:variant>
      <vt:variant>
        <vt:i4>5</vt:i4>
      </vt:variant>
      <vt:variant>
        <vt:lpwstr/>
      </vt:variant>
      <vt:variant>
        <vt:lpwstr>_Toc435794406</vt:lpwstr>
      </vt:variant>
      <vt:variant>
        <vt:i4>1507388</vt:i4>
      </vt:variant>
      <vt:variant>
        <vt:i4>116</vt:i4>
      </vt:variant>
      <vt:variant>
        <vt:i4>0</vt:i4>
      </vt:variant>
      <vt:variant>
        <vt:i4>5</vt:i4>
      </vt:variant>
      <vt:variant>
        <vt:lpwstr/>
      </vt:variant>
      <vt:variant>
        <vt:lpwstr>_Toc435794405</vt:lpwstr>
      </vt:variant>
      <vt:variant>
        <vt:i4>1507388</vt:i4>
      </vt:variant>
      <vt:variant>
        <vt:i4>110</vt:i4>
      </vt:variant>
      <vt:variant>
        <vt:i4>0</vt:i4>
      </vt:variant>
      <vt:variant>
        <vt:i4>5</vt:i4>
      </vt:variant>
      <vt:variant>
        <vt:lpwstr/>
      </vt:variant>
      <vt:variant>
        <vt:lpwstr>_Toc435794404</vt:lpwstr>
      </vt:variant>
      <vt:variant>
        <vt:i4>1507388</vt:i4>
      </vt:variant>
      <vt:variant>
        <vt:i4>104</vt:i4>
      </vt:variant>
      <vt:variant>
        <vt:i4>0</vt:i4>
      </vt:variant>
      <vt:variant>
        <vt:i4>5</vt:i4>
      </vt:variant>
      <vt:variant>
        <vt:lpwstr/>
      </vt:variant>
      <vt:variant>
        <vt:lpwstr>_Toc435794403</vt:lpwstr>
      </vt:variant>
      <vt:variant>
        <vt:i4>1507388</vt:i4>
      </vt:variant>
      <vt:variant>
        <vt:i4>98</vt:i4>
      </vt:variant>
      <vt:variant>
        <vt:i4>0</vt:i4>
      </vt:variant>
      <vt:variant>
        <vt:i4>5</vt:i4>
      </vt:variant>
      <vt:variant>
        <vt:lpwstr/>
      </vt:variant>
      <vt:variant>
        <vt:lpwstr>_Toc435794402</vt:lpwstr>
      </vt:variant>
      <vt:variant>
        <vt:i4>1507388</vt:i4>
      </vt:variant>
      <vt:variant>
        <vt:i4>92</vt:i4>
      </vt:variant>
      <vt:variant>
        <vt:i4>0</vt:i4>
      </vt:variant>
      <vt:variant>
        <vt:i4>5</vt:i4>
      </vt:variant>
      <vt:variant>
        <vt:lpwstr/>
      </vt:variant>
      <vt:variant>
        <vt:lpwstr>_Toc435794401</vt:lpwstr>
      </vt:variant>
      <vt:variant>
        <vt:i4>1507388</vt:i4>
      </vt:variant>
      <vt:variant>
        <vt:i4>86</vt:i4>
      </vt:variant>
      <vt:variant>
        <vt:i4>0</vt:i4>
      </vt:variant>
      <vt:variant>
        <vt:i4>5</vt:i4>
      </vt:variant>
      <vt:variant>
        <vt:lpwstr/>
      </vt:variant>
      <vt:variant>
        <vt:lpwstr>_Toc435794400</vt:lpwstr>
      </vt:variant>
      <vt:variant>
        <vt:i4>1966139</vt:i4>
      </vt:variant>
      <vt:variant>
        <vt:i4>80</vt:i4>
      </vt:variant>
      <vt:variant>
        <vt:i4>0</vt:i4>
      </vt:variant>
      <vt:variant>
        <vt:i4>5</vt:i4>
      </vt:variant>
      <vt:variant>
        <vt:lpwstr/>
      </vt:variant>
      <vt:variant>
        <vt:lpwstr>_Toc435794399</vt:lpwstr>
      </vt:variant>
      <vt:variant>
        <vt:i4>1966139</vt:i4>
      </vt:variant>
      <vt:variant>
        <vt:i4>74</vt:i4>
      </vt:variant>
      <vt:variant>
        <vt:i4>0</vt:i4>
      </vt:variant>
      <vt:variant>
        <vt:i4>5</vt:i4>
      </vt:variant>
      <vt:variant>
        <vt:lpwstr/>
      </vt:variant>
      <vt:variant>
        <vt:lpwstr>_Toc435794398</vt:lpwstr>
      </vt:variant>
      <vt:variant>
        <vt:i4>1966139</vt:i4>
      </vt:variant>
      <vt:variant>
        <vt:i4>68</vt:i4>
      </vt:variant>
      <vt:variant>
        <vt:i4>0</vt:i4>
      </vt:variant>
      <vt:variant>
        <vt:i4>5</vt:i4>
      </vt:variant>
      <vt:variant>
        <vt:lpwstr/>
      </vt:variant>
      <vt:variant>
        <vt:lpwstr>_Toc435794397</vt:lpwstr>
      </vt:variant>
      <vt:variant>
        <vt:i4>1966139</vt:i4>
      </vt:variant>
      <vt:variant>
        <vt:i4>62</vt:i4>
      </vt:variant>
      <vt:variant>
        <vt:i4>0</vt:i4>
      </vt:variant>
      <vt:variant>
        <vt:i4>5</vt:i4>
      </vt:variant>
      <vt:variant>
        <vt:lpwstr/>
      </vt:variant>
      <vt:variant>
        <vt:lpwstr>_Toc435794396</vt:lpwstr>
      </vt:variant>
      <vt:variant>
        <vt:i4>1966139</vt:i4>
      </vt:variant>
      <vt:variant>
        <vt:i4>56</vt:i4>
      </vt:variant>
      <vt:variant>
        <vt:i4>0</vt:i4>
      </vt:variant>
      <vt:variant>
        <vt:i4>5</vt:i4>
      </vt:variant>
      <vt:variant>
        <vt:lpwstr/>
      </vt:variant>
      <vt:variant>
        <vt:lpwstr>_Toc435794395</vt:lpwstr>
      </vt:variant>
      <vt:variant>
        <vt:i4>1966139</vt:i4>
      </vt:variant>
      <vt:variant>
        <vt:i4>50</vt:i4>
      </vt:variant>
      <vt:variant>
        <vt:i4>0</vt:i4>
      </vt:variant>
      <vt:variant>
        <vt:i4>5</vt:i4>
      </vt:variant>
      <vt:variant>
        <vt:lpwstr/>
      </vt:variant>
      <vt:variant>
        <vt:lpwstr>_Toc435794394</vt:lpwstr>
      </vt:variant>
      <vt:variant>
        <vt:i4>1966139</vt:i4>
      </vt:variant>
      <vt:variant>
        <vt:i4>44</vt:i4>
      </vt:variant>
      <vt:variant>
        <vt:i4>0</vt:i4>
      </vt:variant>
      <vt:variant>
        <vt:i4>5</vt:i4>
      </vt:variant>
      <vt:variant>
        <vt:lpwstr/>
      </vt:variant>
      <vt:variant>
        <vt:lpwstr>_Toc435794393</vt:lpwstr>
      </vt:variant>
      <vt:variant>
        <vt:i4>1966139</vt:i4>
      </vt:variant>
      <vt:variant>
        <vt:i4>38</vt:i4>
      </vt:variant>
      <vt:variant>
        <vt:i4>0</vt:i4>
      </vt:variant>
      <vt:variant>
        <vt:i4>5</vt:i4>
      </vt:variant>
      <vt:variant>
        <vt:lpwstr/>
      </vt:variant>
      <vt:variant>
        <vt:lpwstr>_Toc435794392</vt:lpwstr>
      </vt:variant>
      <vt:variant>
        <vt:i4>1966139</vt:i4>
      </vt:variant>
      <vt:variant>
        <vt:i4>32</vt:i4>
      </vt:variant>
      <vt:variant>
        <vt:i4>0</vt:i4>
      </vt:variant>
      <vt:variant>
        <vt:i4>5</vt:i4>
      </vt:variant>
      <vt:variant>
        <vt:lpwstr/>
      </vt:variant>
      <vt:variant>
        <vt:lpwstr>_Toc435794391</vt:lpwstr>
      </vt:variant>
      <vt:variant>
        <vt:i4>1966139</vt:i4>
      </vt:variant>
      <vt:variant>
        <vt:i4>26</vt:i4>
      </vt:variant>
      <vt:variant>
        <vt:i4>0</vt:i4>
      </vt:variant>
      <vt:variant>
        <vt:i4>5</vt:i4>
      </vt:variant>
      <vt:variant>
        <vt:lpwstr/>
      </vt:variant>
      <vt:variant>
        <vt:lpwstr>_Toc435794390</vt:lpwstr>
      </vt:variant>
      <vt:variant>
        <vt:i4>2031675</vt:i4>
      </vt:variant>
      <vt:variant>
        <vt:i4>20</vt:i4>
      </vt:variant>
      <vt:variant>
        <vt:i4>0</vt:i4>
      </vt:variant>
      <vt:variant>
        <vt:i4>5</vt:i4>
      </vt:variant>
      <vt:variant>
        <vt:lpwstr/>
      </vt:variant>
      <vt:variant>
        <vt:lpwstr>_Toc435794389</vt:lpwstr>
      </vt:variant>
      <vt:variant>
        <vt:i4>2031675</vt:i4>
      </vt:variant>
      <vt:variant>
        <vt:i4>14</vt:i4>
      </vt:variant>
      <vt:variant>
        <vt:i4>0</vt:i4>
      </vt:variant>
      <vt:variant>
        <vt:i4>5</vt:i4>
      </vt:variant>
      <vt:variant>
        <vt:lpwstr/>
      </vt:variant>
      <vt:variant>
        <vt:lpwstr>_Toc435794388</vt:lpwstr>
      </vt:variant>
      <vt:variant>
        <vt:i4>2031675</vt:i4>
      </vt:variant>
      <vt:variant>
        <vt:i4>8</vt:i4>
      </vt:variant>
      <vt:variant>
        <vt:i4>0</vt:i4>
      </vt:variant>
      <vt:variant>
        <vt:i4>5</vt:i4>
      </vt:variant>
      <vt:variant>
        <vt:lpwstr/>
      </vt:variant>
      <vt:variant>
        <vt:lpwstr>_Toc435794387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Report.dot</dc:title>
  <dc:subject/>
  <dc:creator>stribrsk</dc:creator>
  <cp:keywords/>
  <dc:description>Version 4.3</dc:description>
  <cp:lastModifiedBy>Vladimír Hochmann</cp:lastModifiedBy>
  <cp:revision>422</cp:revision>
  <cp:lastPrinted>2019-08-16T11:59:00Z</cp:lastPrinted>
  <dcterms:created xsi:type="dcterms:W3CDTF">2017-04-24T03:13:00Z</dcterms:created>
  <dcterms:modified xsi:type="dcterms:W3CDTF">2020-07-24T10:02:00Z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sSortByName">
    <vt:lpwstr>0</vt:lpwstr>
  </property>
  <property fmtid="{D5CDD505-2E9C-101B-9397-08002B2CF9AE}" pid="3" name="_NEO_SourceTemplate">
    <vt:lpwstr>Report</vt:lpwstr>
  </property>
  <property fmtid="{D5CDD505-2E9C-101B-9397-08002B2CF9AE}" pid="4" name="ContentTypeId">
    <vt:lpwstr>0x010100E0F4509A4906ED4397282FAB11398258</vt:lpwstr>
  </property>
</Properties>
</file>