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66C2FEDE" w:rsidR="00D86672" w:rsidRPr="00F41119" w:rsidRDefault="00674315" w:rsidP="00F41119">
      <w:pPr>
        <w:ind w:left="2835" w:hanging="2835"/>
        <w:jc w:val="both"/>
        <w:rPr>
          <w:b/>
          <w:sz w:val="22"/>
          <w:szCs w:val="22"/>
        </w:rPr>
      </w:pPr>
      <w:r>
        <w:rPr>
          <w:sz w:val="22"/>
          <w:szCs w:val="22"/>
        </w:rPr>
        <w:t>S</w:t>
      </w:r>
      <w:r w:rsidR="009A4056">
        <w:rPr>
          <w:sz w:val="22"/>
          <w:szCs w:val="22"/>
        </w:rPr>
        <w:t>mlouva</w:t>
      </w:r>
      <w:r>
        <w:rPr>
          <w:sz w:val="22"/>
          <w:szCs w:val="22"/>
        </w:rPr>
        <w:t xml:space="preserve"> o dílo</w:t>
      </w:r>
      <w:r w:rsidR="00D86672" w:rsidRPr="00D86672">
        <w:rPr>
          <w:sz w:val="22"/>
          <w:szCs w:val="22"/>
        </w:rPr>
        <w:t>:</w:t>
      </w:r>
      <w:r w:rsidR="00D86672"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9A4056">
        <w:rPr>
          <w:b/>
          <w:sz w:val="22"/>
          <w:szCs w:val="22"/>
        </w:rPr>
        <w:t>Sociální zázemí řidičů Krásné Pole</w:t>
      </w:r>
      <w:r w:rsidR="00F41119" w:rsidRPr="00F41119">
        <w:rPr>
          <w:b/>
          <w:sz w:val="22"/>
          <w:szCs w:val="22"/>
        </w:rPr>
        <w:t>“</w:t>
      </w:r>
    </w:p>
    <w:p w14:paraId="5BC37256" w14:textId="7B902D75" w:rsidR="00D86672" w:rsidRPr="00D8667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F41119">
        <w:rPr>
          <w:sz w:val="22"/>
          <w:szCs w:val="22"/>
        </w:rPr>
        <w:t xml:space="preserve">smlouvy </w:t>
      </w:r>
      <w:r w:rsidR="00674315">
        <w:rPr>
          <w:sz w:val="22"/>
          <w:szCs w:val="22"/>
        </w:rPr>
        <w:t>objednatele</w:t>
      </w:r>
      <w:r w:rsidR="00F41119">
        <w:rPr>
          <w:sz w:val="22"/>
          <w:szCs w:val="22"/>
        </w:rPr>
        <w:t>:</w:t>
      </w:r>
      <w:r w:rsidR="00F41119">
        <w:rPr>
          <w:sz w:val="22"/>
          <w:szCs w:val="22"/>
        </w:rPr>
        <w:tab/>
        <w:t>DOD2021</w:t>
      </w:r>
      <w:r w:rsidR="009A4056">
        <w:rPr>
          <w:sz w:val="22"/>
          <w:szCs w:val="22"/>
        </w:rPr>
        <w:t>1267</w:t>
      </w:r>
    </w:p>
    <w:p w14:paraId="7406243B" w14:textId="3ABD55A3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 xml:space="preserve">Číslo smlouvy </w:t>
      </w:r>
      <w:r w:rsidR="00674315">
        <w:rPr>
          <w:sz w:val="22"/>
          <w:szCs w:val="22"/>
        </w:rPr>
        <w:t>zhotovitele</w:t>
      </w:r>
      <w:r w:rsidRPr="00D86672">
        <w:rPr>
          <w:sz w:val="22"/>
          <w:szCs w:val="22"/>
        </w:rPr>
        <w:t>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 xml:space="preserve">(POZN. doplní </w:t>
      </w:r>
      <w:r w:rsidR="00674315">
        <w:rPr>
          <w:i/>
          <w:color w:val="00B0F0"/>
          <w:sz w:val="22"/>
          <w:szCs w:val="22"/>
        </w:rPr>
        <w:t>zhotovitel</w:t>
      </w:r>
      <w:r w:rsidRPr="00D86672">
        <w:rPr>
          <w:i/>
          <w:color w:val="00B0F0"/>
          <w:sz w:val="22"/>
          <w:szCs w:val="22"/>
        </w:rPr>
        <w:t>, poté poznámku vymažte)</w:t>
      </w:r>
    </w:p>
    <w:p w14:paraId="1F7FFCA8" w14:textId="79991FB8" w:rsidR="00850009" w:rsidRPr="00A07E2A" w:rsidRDefault="00D86672" w:rsidP="00A4121E">
      <w:pPr>
        <w:pStyle w:val="Nadpis1"/>
        <w:ind w:left="284" w:hanging="284"/>
        <w:rPr>
          <w:b/>
          <w:bCs/>
          <w:sz w:val="22"/>
          <w:szCs w:val="22"/>
        </w:rPr>
      </w:pPr>
      <w:r w:rsidRPr="00756328">
        <w:rPr>
          <w:b/>
          <w:sz w:val="24"/>
          <w:szCs w:val="24"/>
        </w:rPr>
        <w:t>Přílo</w:t>
      </w:r>
      <w:r>
        <w:t xml:space="preserve">ha č. </w:t>
      </w:r>
      <w:r w:rsidR="00F41119">
        <w:t>6</w:t>
      </w:r>
      <w:r>
        <w:t xml:space="preserve"> </w:t>
      </w:r>
      <w:r w:rsidR="00A4121E">
        <w:t>smlouvy</w:t>
      </w:r>
      <w:r>
        <w:t xml:space="preserve"> </w:t>
      </w:r>
      <w:r w:rsidR="00674315">
        <w:t xml:space="preserve">o dílo </w:t>
      </w:r>
      <w:r>
        <w:t xml:space="preserve">- </w:t>
      </w:r>
      <w:r w:rsidR="00850009" w:rsidRPr="00A07E2A">
        <w:rPr>
          <w:b/>
          <w:bCs/>
          <w:sz w:val="22"/>
          <w:szCs w:val="22"/>
        </w:rPr>
        <w:t>PRAVIDLA SOCIÁLNÍ ODPOVĚDNOSTI</w:t>
      </w:r>
    </w:p>
    <w:p w14:paraId="0C0C68EA" w14:textId="26FBB2F6" w:rsidR="00850009" w:rsidRPr="00A07E2A" w:rsidRDefault="00674315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Objednatel</w:t>
      </w:r>
      <w:r w:rsidR="00850009" w:rsidRPr="00A07E2A">
        <w:rPr>
          <w:sz w:val="22"/>
          <w:szCs w:val="22"/>
        </w:rPr>
        <w:t xml:space="preserve"> požaduje, aby </w:t>
      </w:r>
      <w:r w:rsidR="009A4056">
        <w:rPr>
          <w:sz w:val="22"/>
          <w:szCs w:val="22"/>
        </w:rPr>
        <w:t>prodávající</w:t>
      </w:r>
      <w:r w:rsidR="00850009"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760C54B0" w:rsidR="00850009" w:rsidRPr="00A07E2A" w:rsidRDefault="00674315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756328">
        <w:rPr>
          <w:sz w:val="22"/>
          <w:szCs w:val="22"/>
        </w:rPr>
        <w:t xml:space="preserve"> </w:t>
      </w:r>
      <w:r w:rsidR="00850009" w:rsidRPr="00A07E2A">
        <w:rPr>
          <w:sz w:val="22"/>
          <w:szCs w:val="22"/>
        </w:rPr>
        <w:t>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5D3655FA" w:rsidR="00850009" w:rsidRPr="00A07E2A" w:rsidRDefault="00674315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9A4056">
        <w:rPr>
          <w:sz w:val="22"/>
          <w:szCs w:val="22"/>
        </w:rPr>
        <w:t xml:space="preserve"> </w:t>
      </w:r>
      <w:r w:rsidR="00850009" w:rsidRPr="00A07E2A">
        <w:rPr>
          <w:sz w:val="22"/>
          <w:szCs w:val="22"/>
        </w:rPr>
        <w:t>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3CE5B99F" w:rsidR="00850009" w:rsidRPr="00A07E2A" w:rsidRDefault="00674315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850009" w:rsidRPr="00A07E2A">
        <w:rPr>
          <w:sz w:val="22"/>
          <w:szCs w:val="22"/>
        </w:rPr>
        <w:t xml:space="preserve">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57ED93CF" w:rsidR="00850009" w:rsidRPr="00A07E2A" w:rsidRDefault="00674315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9A4056">
        <w:rPr>
          <w:sz w:val="22"/>
          <w:szCs w:val="22"/>
        </w:rPr>
        <w:t xml:space="preserve"> </w:t>
      </w:r>
      <w:r w:rsidR="00850009" w:rsidRPr="00A07E2A">
        <w:rPr>
          <w:sz w:val="22"/>
          <w:szCs w:val="22"/>
        </w:rPr>
        <w:t>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13791BF4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případě, že </w:t>
      </w:r>
      <w:r w:rsidR="00674315">
        <w:rPr>
          <w:sz w:val="22"/>
          <w:szCs w:val="22"/>
        </w:rPr>
        <w:t>zhotovitel</w:t>
      </w:r>
      <w:r w:rsidR="00850009" w:rsidRPr="00A07E2A">
        <w:rPr>
          <w:sz w:val="22"/>
          <w:szCs w:val="22"/>
        </w:rPr>
        <w:t xml:space="preserve">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00312648" w:rsidR="00850009" w:rsidRPr="00A07E2A" w:rsidRDefault="00674315" w:rsidP="00850009">
      <w:pPr>
        <w:jc w:val="both"/>
        <w:rPr>
          <w:sz w:val="22"/>
          <w:szCs w:val="22"/>
        </w:rPr>
      </w:pPr>
      <w:r>
        <w:rPr>
          <w:sz w:val="22"/>
          <w:szCs w:val="22"/>
        </w:rPr>
        <w:t>Objednatel</w:t>
      </w:r>
      <w:r w:rsidR="00850009" w:rsidRPr="00A07E2A">
        <w:rPr>
          <w:sz w:val="22"/>
          <w:szCs w:val="22"/>
        </w:rPr>
        <w:t xml:space="preserve">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674315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0A5D9678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</w:t>
      </w:r>
      <w:r w:rsidR="00674315">
        <w:rPr>
          <w:i/>
          <w:color w:val="00B0F0"/>
          <w:sz w:val="22"/>
          <w:szCs w:val="22"/>
        </w:rPr>
        <w:t>zhotovitel</w:t>
      </w:r>
      <w:bookmarkStart w:id="0" w:name="_GoBack"/>
      <w:bookmarkEnd w:id="0"/>
      <w:r w:rsidRPr="00D86672">
        <w:rPr>
          <w:i/>
          <w:color w:val="00B0F0"/>
          <w:sz w:val="22"/>
          <w:szCs w:val="22"/>
        </w:rPr>
        <w:t>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9A4056">
      <w:headerReference w:type="default" r:id="rId8"/>
      <w:footerReference w:type="default" r:id="rId9"/>
      <w:pgSz w:w="11906" w:h="16838"/>
      <w:pgMar w:top="1843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EE87A" w14:textId="77777777" w:rsidR="00254ED3" w:rsidRDefault="00254ED3" w:rsidP="00850009">
      <w:r>
        <w:separator/>
      </w:r>
    </w:p>
  </w:endnote>
  <w:endnote w:type="continuationSeparator" w:id="0">
    <w:p w14:paraId="0CAF64EA" w14:textId="77777777" w:rsidR="00254ED3" w:rsidRDefault="00254ED3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01E0FC21" w:rsidR="00D86672" w:rsidRDefault="00674315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9A4056">
              <w:rPr>
                <w:i/>
              </w:rPr>
              <w:t>Sociální zázemí řidičů Krásné Pole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0727D" w14:textId="77777777" w:rsidR="00254ED3" w:rsidRDefault="00254ED3" w:rsidP="00850009">
      <w:r>
        <w:separator/>
      </w:r>
    </w:p>
  </w:footnote>
  <w:footnote w:type="continuationSeparator" w:id="0">
    <w:p w14:paraId="76106A2E" w14:textId="77777777" w:rsidR="00254ED3" w:rsidRDefault="00254ED3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254ED3"/>
    <w:rsid w:val="00346B6A"/>
    <w:rsid w:val="00396494"/>
    <w:rsid w:val="003A50E4"/>
    <w:rsid w:val="003F210F"/>
    <w:rsid w:val="005454B5"/>
    <w:rsid w:val="0056124B"/>
    <w:rsid w:val="00674315"/>
    <w:rsid w:val="00756328"/>
    <w:rsid w:val="00850009"/>
    <w:rsid w:val="009A4056"/>
    <w:rsid w:val="00A07E2A"/>
    <w:rsid w:val="00A4121E"/>
    <w:rsid w:val="00A8027D"/>
    <w:rsid w:val="00AA6EB3"/>
    <w:rsid w:val="00D267DF"/>
    <w:rsid w:val="00D86672"/>
    <w:rsid w:val="00DC01BD"/>
    <w:rsid w:val="00F36EAE"/>
    <w:rsid w:val="00F41119"/>
    <w:rsid w:val="00F84003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CBAE3-A48B-4E42-AC34-89B497969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433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7</cp:revision>
  <dcterms:created xsi:type="dcterms:W3CDTF">2021-03-30T05:35:00Z</dcterms:created>
  <dcterms:modified xsi:type="dcterms:W3CDTF">2021-06-29T06:04:00Z</dcterms:modified>
</cp:coreProperties>
</file>