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4E2491" w14:textId="13F2A992" w:rsidR="003D15BD" w:rsidRDefault="003D15BD" w:rsidP="005752E8">
      <w:pPr>
        <w:pStyle w:val="Nadpis1"/>
        <w:spacing w:before="480" w:after="240"/>
        <w:ind w:left="284" w:hanging="284"/>
      </w:pPr>
      <w:r w:rsidRPr="005752E8">
        <w:t>Příloha</w:t>
      </w:r>
      <w:r>
        <w:rPr>
          <w:b/>
          <w:sz w:val="24"/>
          <w:szCs w:val="24"/>
        </w:rPr>
        <w:t xml:space="preserve"> č. </w:t>
      </w:r>
      <w:r w:rsidR="00A32456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 xml:space="preserve"> </w:t>
      </w:r>
      <w:r w:rsidR="00CD3870">
        <w:rPr>
          <w:b/>
          <w:sz w:val="24"/>
          <w:szCs w:val="24"/>
        </w:rPr>
        <w:t>smlouvy o dílo</w:t>
      </w:r>
      <w:r>
        <w:rPr>
          <w:b/>
          <w:sz w:val="24"/>
          <w:szCs w:val="24"/>
        </w:rPr>
        <w:t xml:space="preserve"> - Základní požadavky k zajištění BOZP</w:t>
      </w:r>
    </w:p>
    <w:p w14:paraId="3DDDA478" w14:textId="77777777"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14:paraId="7AFB689B" w14:textId="77777777"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 xml:space="preserve">, avšak musí v souladu s vnitřními předpisy Dopravního podniku Ostrava a.s. (dále jen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>):</w:t>
      </w:r>
    </w:p>
    <w:p w14:paraId="19E8FA6C" w14:textId="77777777"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</w:t>
      </w:r>
      <w:r w:rsidR="007E2266">
        <w:rPr>
          <w:szCs w:val="22"/>
        </w:rPr>
        <w:t>DPO</w:t>
      </w:r>
      <w:r>
        <w:rPr>
          <w:szCs w:val="22"/>
        </w:rPr>
        <w:t xml:space="preserve">, </w:t>
      </w:r>
    </w:p>
    <w:p w14:paraId="19DBBB4E" w14:textId="77777777"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. </w:t>
      </w:r>
    </w:p>
    <w:p w14:paraId="1DAD7069" w14:textId="77777777"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</w:t>
      </w:r>
      <w:r w:rsidR="007E2266">
        <w:rPr>
          <w:szCs w:val="22"/>
        </w:rPr>
        <w:t>DPO</w:t>
      </w:r>
      <w:r>
        <w:rPr>
          <w:szCs w:val="22"/>
        </w:rPr>
        <w:t xml:space="preserve">: </w:t>
      </w:r>
      <w:bookmarkStart w:id="0" w:name="_GoBack"/>
      <w:bookmarkEnd w:id="0"/>
    </w:p>
    <w:p w14:paraId="21BE3427" w14:textId="77777777"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 xml:space="preserve">podrobit se školení z BOZP pro příslušné pracoviště, které zajistí vedoucí pracoviště </w:t>
      </w:r>
      <w:r w:rsidR="007E2266">
        <w:rPr>
          <w:szCs w:val="22"/>
        </w:rPr>
        <w:t>DPO</w:t>
      </w:r>
    </w:p>
    <w:p w14:paraId="18E38500" w14:textId="77777777"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14:paraId="6B7219C1" w14:textId="77777777"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>, avšak musí:</w:t>
      </w:r>
    </w:p>
    <w:p w14:paraId="1352E944" w14:textId="77777777"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ohlásit svoji návštěvu při vstupu do objektu a vyčkat, až bude strážní službou ověřena přítomnost příslušného vedoucího zaměstnance pracoviště, který stanoví způsob doprovodu a pohybu návštěvy v objektu </w:t>
      </w:r>
      <w:r w:rsidR="007E2266">
        <w:rPr>
          <w:szCs w:val="22"/>
        </w:rPr>
        <w:t>DPO</w:t>
      </w:r>
      <w:r>
        <w:rPr>
          <w:szCs w:val="22"/>
        </w:rPr>
        <w:t xml:space="preserve"> a tím za tuto návštěvu přebírá odpovědnost.</w:t>
      </w:r>
    </w:p>
    <w:p w14:paraId="6ECB9BC2" w14:textId="77777777"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14:paraId="14235B50" w14:textId="77777777"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14:paraId="2B72CD07" w14:textId="77777777"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 xml:space="preserve">Fyzická ostraha je oprávněna provést kontrolu dopravního prostředku při vjezdu do areálu </w:t>
      </w:r>
      <w:r w:rsidR="007E2266">
        <w:t>DPO</w:t>
      </w:r>
      <w:r>
        <w:t xml:space="preserve"> i při výjezdu z areálu </w:t>
      </w:r>
      <w:r w:rsidR="007E2266">
        <w:t>DPO</w:t>
      </w:r>
      <w:r>
        <w:t>.</w:t>
      </w:r>
    </w:p>
    <w:p w14:paraId="6E304B86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4DCE468B" w14:textId="77777777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14:paraId="7D752DDD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136D82A8" w14:textId="77777777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Návštěvě bude vjezd a pohyb v dopravním prostředku v areálu </w:t>
      </w:r>
      <w:r w:rsidR="007E2266">
        <w:t>DPO</w:t>
      </w:r>
      <w:r>
        <w:t xml:space="preserve"> povolen na základě ověření přítomnosti vedoucího navštěvovaného pracoviště a jeho souhlasu s návštěvou.</w:t>
      </w:r>
    </w:p>
    <w:p w14:paraId="6B3A14CF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2E3D48BB" w14:textId="77777777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V případě udělení souhlasu s návštěvou fyzická ostraha seznámí návštěvu s aktuální dopravní situací v areálu </w:t>
      </w:r>
      <w:r w:rsidR="007E2266">
        <w:t>DPO</w:t>
      </w:r>
      <w:r>
        <w:t xml:space="preserve">, zejména s určením trasy a místem k odstavení dopravního prostředku, a poté vpustí návštěvu do areálu </w:t>
      </w:r>
      <w:r w:rsidR="007E2266">
        <w:t>DPO</w:t>
      </w:r>
      <w:r>
        <w:t>.</w:t>
      </w:r>
    </w:p>
    <w:p w14:paraId="001BE768" w14:textId="77777777" w:rsidR="003D15BD" w:rsidRDefault="003D15BD" w:rsidP="003D15BD">
      <w:pPr>
        <w:spacing w:after="0"/>
        <w:rPr>
          <w:bCs/>
          <w:color w:val="000000"/>
          <w:szCs w:val="22"/>
        </w:rPr>
      </w:pPr>
    </w:p>
    <w:p w14:paraId="49894078" w14:textId="77777777"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II.</w:t>
      </w:r>
      <w:r>
        <w:rPr>
          <w:b/>
          <w:bCs/>
          <w:color w:val="000000"/>
          <w:szCs w:val="22"/>
        </w:rPr>
        <w:tab/>
        <w:t xml:space="preserve">Podmínky pro vykonávání pracovní a jiné činnosti na pracovištích </w:t>
      </w:r>
      <w:r w:rsidR="007E2266">
        <w:rPr>
          <w:b/>
          <w:bCs/>
          <w:color w:val="000000"/>
          <w:szCs w:val="22"/>
        </w:rPr>
        <w:t>DPO</w:t>
      </w:r>
    </w:p>
    <w:p w14:paraId="317B2492" w14:textId="77777777"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14:paraId="5C36C942" w14:textId="77777777"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</w:t>
      </w:r>
      <w:r w:rsidR="007E2266">
        <w:rPr>
          <w:color w:val="000000"/>
          <w:sz w:val="22"/>
          <w:szCs w:val="22"/>
        </w:rPr>
        <w:t>DPO</w:t>
      </w:r>
      <w:r>
        <w:rPr>
          <w:color w:val="000000"/>
          <w:sz w:val="22"/>
          <w:szCs w:val="22"/>
        </w:rPr>
        <w:t xml:space="preserve">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14:paraId="3CD3C91C" w14:textId="77777777"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odbornou a zdravotní způsobilost a tuto činnost mohou vykonávat pouze v dohodnutém </w:t>
      </w:r>
      <w:r>
        <w:rPr>
          <w:color w:val="000000"/>
          <w:szCs w:val="22"/>
        </w:rPr>
        <w:lastRenderedPageBreak/>
        <w:t>rozsahu, v případě, že vstupují na provozovanou dopravní cestu, musí splňovat zdravotní způsobilost podle § 2 písm. b) 1, vyhlášky MD č. 101/1995 Sb. v platném znění,</w:t>
      </w:r>
    </w:p>
    <w:p w14:paraId="23D712BC" w14:textId="77777777"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povinni dodržovat platné právní předpisy k zajištění bezpečnosti práce a požární ochrany včetně místních bezpečnostních předpisů (vnitřních norem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), s nimiž byli řádně seznámeni, podrobit se na vyzvání oprávněného zaměstnance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a řídit se jejich pokyny,</w:t>
      </w:r>
    </w:p>
    <w:p w14:paraId="0CF68ECA" w14:textId="77777777"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>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ihned nahradit jiným pracovníkem tak, aby plnění smlouvy mohlo řádně pokračovat.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14:paraId="69D0A2B6" w14:textId="77777777"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 xml:space="preserve">za každý jednotlivě zjištěný případ porušení sjednaných podmínek nebo předpisů k zajištění BOZP je </w:t>
      </w:r>
      <w:r w:rsidR="007E2266">
        <w:rPr>
          <w:szCs w:val="22"/>
        </w:rPr>
        <w:t>DPO</w:t>
      </w:r>
      <w:r>
        <w:rPr>
          <w:szCs w:val="22"/>
        </w:rPr>
        <w:t xml:space="preserve"> oprávněn účtovat druhé smluvní straně smluvní pokutu ve výši 2.000,- Kč, a to v případě, že uzavřenou smlouvou nebude stanoveno jinak. Zaplacením smluvní pokuty není dotčeno </w:t>
      </w:r>
      <w:r w:rsidR="00D06F05">
        <w:rPr>
          <w:szCs w:val="22"/>
        </w:rPr>
        <w:t xml:space="preserve">ani omezeno </w:t>
      </w:r>
      <w:r>
        <w:rPr>
          <w:szCs w:val="22"/>
        </w:rPr>
        <w:t xml:space="preserve">právo </w:t>
      </w:r>
      <w:r w:rsidR="007E2266">
        <w:rPr>
          <w:szCs w:val="22"/>
        </w:rPr>
        <w:t>DPO</w:t>
      </w:r>
      <w:r>
        <w:rPr>
          <w:szCs w:val="22"/>
        </w:rPr>
        <w:t xml:space="preserve"> na náhradu škody.</w:t>
      </w:r>
    </w:p>
    <w:p w14:paraId="03FF1D54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6D14C0A2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374A266D" w14:textId="16BE4981" w:rsidR="00DC4A87" w:rsidRPr="002E6B55" w:rsidRDefault="00DC4A87" w:rsidP="00DC4A87">
      <w:pPr>
        <w:rPr>
          <w:szCs w:val="22"/>
        </w:rPr>
      </w:pPr>
      <w:r w:rsidRPr="002E6B55">
        <w:rPr>
          <w:szCs w:val="22"/>
        </w:rPr>
        <w:t xml:space="preserve">V </w:t>
      </w:r>
      <w:r w:rsidRPr="00A85295">
        <w:t>Ostravě</w:t>
      </w:r>
      <w:r w:rsidRPr="002E6B55">
        <w:rPr>
          <w:szCs w:val="22"/>
        </w:rPr>
        <w:t xml:space="preserve"> dne</w:t>
      </w:r>
      <w:r w:rsidRPr="002E6B55"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2E6B55">
        <w:rPr>
          <w:szCs w:val="22"/>
        </w:rPr>
        <w:t>V</w:t>
      </w:r>
      <w:r w:rsidR="00DE134E">
        <w:rPr>
          <w:szCs w:val="22"/>
        </w:rPr>
        <w:t> …………..</w:t>
      </w:r>
      <w:r>
        <w:rPr>
          <w:szCs w:val="22"/>
        </w:rPr>
        <w:t xml:space="preserve"> </w:t>
      </w:r>
      <w:r w:rsidRPr="002E6B55">
        <w:rPr>
          <w:szCs w:val="22"/>
        </w:rPr>
        <w:t xml:space="preserve">dne </w:t>
      </w:r>
    </w:p>
    <w:p w14:paraId="32B0E3AA" w14:textId="77777777" w:rsidR="00DC4A87" w:rsidRDefault="00DC4A87" w:rsidP="00DC4A87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471AAFD9" w14:textId="77777777" w:rsidR="00DC4A87" w:rsidRDefault="00DC4A87" w:rsidP="00DC4A87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65D8EF6C" w14:textId="77777777" w:rsidR="00DC4A87" w:rsidRDefault="00DC4A87" w:rsidP="00DC4A87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4E65E909" w14:textId="77777777" w:rsidR="00DC4A87" w:rsidRDefault="00DC4A87" w:rsidP="00DC4A87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36A9E034" w14:textId="77777777" w:rsidR="00DC4A87" w:rsidRPr="002E6B55" w:rsidRDefault="00DC4A87" w:rsidP="00DC4A87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2E0AEDE1" w14:textId="77777777" w:rsidR="00DC4A87" w:rsidRDefault="00DC4A87" w:rsidP="00DC4A87">
      <w:pPr>
        <w:pStyle w:val="Zkladntext"/>
        <w:tabs>
          <w:tab w:val="left" w:pos="5670"/>
        </w:tabs>
        <w:rPr>
          <w:szCs w:val="22"/>
        </w:rPr>
      </w:pPr>
      <w:r w:rsidRPr="002E6B55">
        <w:rPr>
          <w:szCs w:val="22"/>
        </w:rPr>
        <w:t>………………………………….</w:t>
      </w:r>
      <w:r w:rsidRPr="002E6B55">
        <w:rPr>
          <w:szCs w:val="22"/>
        </w:rPr>
        <w:tab/>
        <w:t>………………………………….</w:t>
      </w:r>
    </w:p>
    <w:p w14:paraId="36084D8D" w14:textId="0EF0DE0F" w:rsidR="00DE134E" w:rsidRPr="00DE134E" w:rsidRDefault="005E6C69" w:rsidP="00DE134E">
      <w:pPr>
        <w:tabs>
          <w:tab w:val="left" w:pos="5610"/>
        </w:tabs>
        <w:spacing w:after="0"/>
        <w:rPr>
          <w:rFonts w:eastAsia="Calibri"/>
          <w:i/>
          <w:color w:val="00B0F0"/>
          <w:szCs w:val="22"/>
          <w:lang w:eastAsia="en-US"/>
        </w:rPr>
      </w:pPr>
      <w:r>
        <w:rPr>
          <w:color w:val="000000"/>
          <w:szCs w:val="22"/>
        </w:rPr>
        <w:t>Ing. Petr Holuša</w:t>
      </w:r>
      <w:r w:rsidR="00DE134E">
        <w:rPr>
          <w:color w:val="000000"/>
          <w:sz w:val="24"/>
          <w:szCs w:val="24"/>
        </w:rPr>
        <w:tab/>
      </w:r>
      <w:r w:rsidR="00DE134E" w:rsidRPr="00DE134E">
        <w:rPr>
          <w:rFonts w:eastAsia="Calibri"/>
          <w:i/>
          <w:color w:val="00B0F0"/>
          <w:szCs w:val="22"/>
          <w:lang w:eastAsia="en-US"/>
        </w:rPr>
        <w:t>podpis oprávněné osoby zhotovitele</w:t>
      </w:r>
    </w:p>
    <w:p w14:paraId="7793F781" w14:textId="1B0D0AAA" w:rsidR="00DE134E" w:rsidRPr="00DE134E" w:rsidRDefault="005E6C69" w:rsidP="00DE134E">
      <w:pPr>
        <w:tabs>
          <w:tab w:val="left" w:pos="5610"/>
        </w:tabs>
        <w:spacing w:after="0"/>
        <w:jc w:val="left"/>
        <w:rPr>
          <w:rFonts w:eastAsia="Calibri"/>
          <w:i/>
          <w:color w:val="00B0F0"/>
          <w:szCs w:val="22"/>
          <w:lang w:eastAsia="en-US"/>
        </w:rPr>
      </w:pPr>
      <w:r w:rsidRPr="005E6C69">
        <w:rPr>
          <w:rFonts w:eastAsia="Calibri"/>
          <w:szCs w:val="22"/>
          <w:lang w:eastAsia="en-US"/>
        </w:rPr>
        <w:t>vedoucí odboru dopravní cesta</w:t>
      </w:r>
      <w:r w:rsidR="00DE134E">
        <w:rPr>
          <w:rFonts w:eastAsia="Calibri"/>
          <w:i/>
          <w:color w:val="00B0F0"/>
          <w:szCs w:val="22"/>
          <w:lang w:eastAsia="en-US"/>
        </w:rPr>
        <w:tab/>
      </w:r>
      <w:r w:rsidR="00DE134E" w:rsidRPr="00DE134E">
        <w:rPr>
          <w:rFonts w:eastAsia="Calibri"/>
          <w:i/>
          <w:color w:val="00B0F0"/>
          <w:szCs w:val="22"/>
          <w:lang w:eastAsia="en-US"/>
        </w:rPr>
        <w:t>(POZN. Doplní zhotovitel, poté poznámku vymažte)</w:t>
      </w:r>
    </w:p>
    <w:p w14:paraId="502EEBA1" w14:textId="54E888A6" w:rsidR="00716A20" w:rsidRDefault="00716A20" w:rsidP="008B1CD5">
      <w:pPr>
        <w:spacing w:after="0"/>
        <w:rPr>
          <w:color w:val="000000"/>
          <w:sz w:val="24"/>
          <w:szCs w:val="24"/>
        </w:rPr>
      </w:pPr>
    </w:p>
    <w:sectPr w:rsidR="00716A20" w:rsidSect="00443CED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75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185105" w14:textId="77777777" w:rsidR="002168F5" w:rsidRDefault="002168F5" w:rsidP="00360830">
      <w:r>
        <w:separator/>
      </w:r>
    </w:p>
  </w:endnote>
  <w:endnote w:type="continuationSeparator" w:id="0">
    <w:p w14:paraId="180CA60A" w14:textId="77777777" w:rsidR="002168F5" w:rsidRDefault="002168F5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48B1A5" w14:textId="5CD29854" w:rsidR="009A6B24" w:rsidRPr="005E6C69" w:rsidRDefault="002168F5" w:rsidP="00924741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sdt>
      <w:sdtPr>
        <w:id w:val="22652585"/>
        <w:docPartObj>
          <w:docPartGallery w:val="Page Numbers (Bottom of Page)"/>
          <w:docPartUnique/>
        </w:docPartObj>
      </w:sdtPr>
      <w:sdtEndPr>
        <w:rPr>
          <w:rFonts w:ascii="Times New Roman" w:hAnsi="Times New Roman" w:cs="Times New Roman"/>
          <w:i/>
          <w:sz w:val="20"/>
          <w:szCs w:val="20"/>
        </w:rPr>
      </w:sdtEndPr>
      <w:sdtContent>
        <w:sdt>
          <w:sdtPr>
            <w:rPr>
              <w:rFonts w:ascii="Times New Roman" w:hAnsi="Times New Roman" w:cs="Times New Roman"/>
              <w:i/>
              <w:sz w:val="20"/>
              <w:szCs w:val="20"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4476B9" w:rsidRPr="005E6C69">
              <w:rPr>
                <w:rFonts w:ascii="Times New Roman" w:hAnsi="Times New Roman" w:cs="Times New Roman"/>
                <w:i/>
                <w:sz w:val="20"/>
                <w:szCs w:val="20"/>
              </w:rPr>
              <w:t>„</w:t>
            </w:r>
            <w:r w:rsidR="00A32456">
              <w:rPr>
                <w:rFonts w:ascii="Times New Roman" w:hAnsi="Times New Roman" w:cs="Times New Roman"/>
                <w:i/>
                <w:sz w:val="20"/>
                <w:szCs w:val="20"/>
              </w:rPr>
              <w:t>Rekonstrukce záchytných jímek a skladu olejů</w:t>
            </w:r>
            <w:r w:rsidR="005E6C69" w:rsidRPr="005E6C69">
              <w:rPr>
                <w:rFonts w:ascii="Times New Roman" w:hAnsi="Times New Roman" w:cs="Times New Roman"/>
                <w:i/>
                <w:sz w:val="20"/>
                <w:szCs w:val="20"/>
              </w:rPr>
              <w:t>“</w:t>
            </w:r>
            <w:r w:rsidR="00443CED" w:rsidRPr="005E6C69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</w:r>
            <w:r w:rsidR="009A6B24" w:rsidRPr="005E6C6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strana </w:t>
            </w:r>
            <w:r w:rsidR="005359DC" w:rsidRPr="005E6C6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5359DC" w:rsidRPr="005E6C69">
              <w:rPr>
                <w:rFonts w:ascii="Times New Roman" w:hAnsi="Times New Roman" w:cs="Times New Roman"/>
                <w:i/>
                <w:sz w:val="20"/>
                <w:szCs w:val="20"/>
              </w:rPr>
              <w:instrText>PAGE</w:instrText>
            </w:r>
            <w:r w:rsidR="005359DC" w:rsidRPr="005E6C6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 w:rsidR="00A32456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2</w:t>
            </w:r>
            <w:r w:rsidR="005359DC" w:rsidRPr="005E6C69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fldChar w:fldCharType="end"/>
            </w:r>
            <w:r w:rsidR="009A6B24" w:rsidRPr="005E6C69">
              <w:rPr>
                <w:rFonts w:ascii="Times New Roman" w:hAnsi="Times New Roman" w:cs="Times New Roman"/>
                <w:i/>
                <w:sz w:val="20"/>
                <w:szCs w:val="20"/>
              </w:rPr>
              <w:t>/</w:t>
            </w:r>
            <w:r w:rsidR="005359DC" w:rsidRPr="005E6C6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5359DC" w:rsidRPr="005E6C69">
              <w:rPr>
                <w:rFonts w:ascii="Times New Roman" w:hAnsi="Times New Roman" w:cs="Times New Roman"/>
                <w:i/>
                <w:sz w:val="20"/>
                <w:szCs w:val="20"/>
              </w:rPr>
              <w:instrText>NUMPAGES</w:instrText>
            </w:r>
            <w:r w:rsidR="005359DC" w:rsidRPr="005E6C6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 w:rsidR="00A32456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2</w:t>
            </w:r>
            <w:r w:rsidR="005359DC" w:rsidRPr="005E6C69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A2ECD9" w14:textId="131AA32F" w:rsidR="009A6B24" w:rsidRPr="00C06309" w:rsidRDefault="004476B9" w:rsidP="00924741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D82D5D">
      <w:rPr>
        <w:rFonts w:ascii="Times New Roman" w:hAnsi="Times New Roman" w:cs="Times New Roman"/>
        <w:i/>
        <w:sz w:val="20"/>
        <w:szCs w:val="20"/>
      </w:rPr>
      <w:t>„</w:t>
    </w:r>
    <w:r w:rsidR="00A32456">
      <w:rPr>
        <w:rFonts w:ascii="Times New Roman" w:hAnsi="Times New Roman" w:cs="Times New Roman"/>
        <w:i/>
        <w:sz w:val="20"/>
        <w:szCs w:val="20"/>
      </w:rPr>
      <w:t>Rekonstrukce záchytných jímek a skladu olejů</w:t>
    </w:r>
    <w:r w:rsidR="005E6C69" w:rsidRPr="005E6C69">
      <w:rPr>
        <w:rFonts w:ascii="Times New Roman" w:hAnsi="Times New Roman" w:cs="Times New Roman"/>
        <w:i/>
        <w:sz w:val="20"/>
        <w:szCs w:val="20"/>
      </w:rPr>
      <w:t>“</w:t>
    </w:r>
    <w:r w:rsidR="00443CED" w:rsidRPr="00C06309">
      <w:rPr>
        <w:rFonts w:ascii="Times New Roman" w:hAnsi="Times New Roman" w:cs="Times New Roman"/>
        <w:i/>
        <w:sz w:val="20"/>
        <w:szCs w:val="20"/>
      </w:rPr>
      <w:tab/>
    </w:r>
    <w:sdt>
      <w:sdtPr>
        <w:rPr>
          <w:rFonts w:ascii="Times New Roman" w:hAnsi="Times New Roman" w:cs="Times New Roman"/>
          <w:i/>
          <w:sz w:val="20"/>
          <w:szCs w:val="20"/>
        </w:r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 w:cs="Times New Roman"/>
              <w:i/>
              <w:sz w:val="20"/>
              <w:szCs w:val="20"/>
            </w:r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strana </w: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5A6D71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instrText>PAGE</w:instrTex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 w:rsidR="00A32456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1</w: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  <w:r w:rsidR="009A6B24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t>/</w: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5A6D71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instrText>NUMPAGES</w:instrTex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 w:rsidR="00A32456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2</w: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3D6590" w14:textId="77777777" w:rsidR="002168F5" w:rsidRDefault="002168F5" w:rsidP="00360830">
      <w:r>
        <w:separator/>
      </w:r>
    </w:p>
  </w:footnote>
  <w:footnote w:type="continuationSeparator" w:id="0">
    <w:p w14:paraId="79FEC03C" w14:textId="77777777" w:rsidR="002168F5" w:rsidRDefault="002168F5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295D3F" w14:textId="77777777" w:rsidR="00706005" w:rsidRDefault="009A6B24" w:rsidP="00846A13">
    <w:pPr>
      <w:pStyle w:val="Zhlav"/>
      <w:spacing w:after="0"/>
      <w:jc w:val="left"/>
      <w:rPr>
        <w:sz w:val="24"/>
        <w:szCs w:val="24"/>
      </w:rPr>
    </w:pPr>
    <w:r w:rsidRPr="00443CED">
      <w:rPr>
        <w:sz w:val="24"/>
        <w:szCs w:val="24"/>
      </w:rPr>
      <w:t xml:space="preserve">Smlouva </w:t>
    </w:r>
    <w:r w:rsidR="00443CED" w:rsidRPr="00443CED">
      <w:rPr>
        <w:sz w:val="24"/>
        <w:szCs w:val="24"/>
      </w:rPr>
      <w:t xml:space="preserve">o dílo: </w:t>
    </w:r>
  </w:p>
  <w:p w14:paraId="20EB3239" w14:textId="05C02265" w:rsidR="009A6B24" w:rsidRPr="00DC724E" w:rsidRDefault="004476B9" w:rsidP="00846A13">
    <w:pPr>
      <w:pStyle w:val="Zhlav"/>
      <w:spacing w:after="0"/>
      <w:jc w:val="left"/>
      <w:rPr>
        <w:sz w:val="24"/>
        <w:szCs w:val="24"/>
      </w:rPr>
    </w:pPr>
    <w:r w:rsidRPr="00DC724E">
      <w:rPr>
        <w:sz w:val="24"/>
        <w:szCs w:val="24"/>
      </w:rPr>
      <w:t>„</w:t>
    </w:r>
    <w:r w:rsidR="00A32456">
      <w:rPr>
        <w:sz w:val="24"/>
        <w:szCs w:val="24"/>
      </w:rPr>
      <w:t>Rekonstrukce záchytných jímek a skladu olejů</w:t>
    </w:r>
    <w:r w:rsidRPr="00DC724E">
      <w:rPr>
        <w:sz w:val="24"/>
        <w:szCs w:val="24"/>
      </w:rPr>
      <w:t>“</w:t>
    </w:r>
  </w:p>
  <w:p w14:paraId="79F283C1" w14:textId="36C60DD7" w:rsidR="009A6B24" w:rsidRPr="00443CED" w:rsidRDefault="009A6B24" w:rsidP="00846A13">
    <w:pPr>
      <w:pStyle w:val="Zhlav"/>
      <w:spacing w:after="0"/>
      <w:jc w:val="left"/>
      <w:rPr>
        <w:sz w:val="20"/>
        <w:szCs w:val="20"/>
      </w:rPr>
    </w:pPr>
    <w:r w:rsidRPr="00443CED">
      <w:rPr>
        <w:sz w:val="20"/>
        <w:szCs w:val="20"/>
      </w:rPr>
      <w:t xml:space="preserve">číslo smlouvy </w:t>
    </w:r>
    <w:r w:rsidR="00443CED" w:rsidRPr="00443CED">
      <w:rPr>
        <w:sz w:val="20"/>
        <w:szCs w:val="20"/>
      </w:rPr>
      <w:t>objednatele:</w:t>
    </w:r>
    <w:r w:rsidR="00E02F32">
      <w:rPr>
        <w:sz w:val="20"/>
        <w:szCs w:val="20"/>
      </w:rPr>
      <w:t xml:space="preserve"> </w:t>
    </w:r>
    <w:r w:rsidR="008326A7">
      <w:rPr>
        <w:sz w:val="20"/>
        <w:szCs w:val="20"/>
      </w:rPr>
      <w:t>DOD20</w:t>
    </w:r>
    <w:r w:rsidR="00A32456">
      <w:rPr>
        <w:sz w:val="20"/>
        <w:szCs w:val="20"/>
      </w:rPr>
      <w:t>210882</w:t>
    </w:r>
  </w:p>
  <w:p w14:paraId="67B57527" w14:textId="77777777" w:rsidR="009A6B24" w:rsidRPr="00443CED" w:rsidRDefault="009A6B24" w:rsidP="00846A13">
    <w:pPr>
      <w:pStyle w:val="Zhlav"/>
      <w:spacing w:after="0"/>
      <w:jc w:val="left"/>
      <w:rPr>
        <w:sz w:val="20"/>
        <w:szCs w:val="20"/>
      </w:rPr>
    </w:pPr>
    <w:r w:rsidRPr="00443CED">
      <w:rPr>
        <w:sz w:val="20"/>
        <w:szCs w:val="20"/>
      </w:rPr>
      <w:t xml:space="preserve">číslo smlouvy </w:t>
    </w:r>
    <w:r w:rsidR="00443CED" w:rsidRPr="00443CED">
      <w:rPr>
        <w:sz w:val="20"/>
        <w:szCs w:val="20"/>
      </w:rPr>
      <w:t>zhotovitele:</w:t>
    </w:r>
  </w:p>
  <w:p w14:paraId="375C44B1" w14:textId="62DA37C5" w:rsidR="009A6B24" w:rsidRDefault="009A6B24" w:rsidP="00846A13">
    <w:pPr>
      <w:pStyle w:val="Zhlav"/>
      <w:jc w:val="left"/>
    </w:pPr>
    <w:r w:rsidRPr="00443CED">
      <w:rPr>
        <w:sz w:val="20"/>
        <w:szCs w:val="20"/>
      </w:rPr>
      <w:t xml:space="preserve">Příloha č. </w:t>
    </w:r>
    <w:r w:rsidR="00A32456">
      <w:rPr>
        <w:sz w:val="20"/>
        <w:szCs w:val="20"/>
      </w:rPr>
      <w:t>5</w:t>
    </w:r>
    <w:r w:rsidR="00443CED" w:rsidRPr="00443CED">
      <w:rPr>
        <w:sz w:val="20"/>
        <w:szCs w:val="20"/>
      </w:rPr>
      <w:t xml:space="preserve"> </w:t>
    </w:r>
    <w:proofErr w:type="spellStart"/>
    <w:r w:rsidR="00443CED" w:rsidRPr="00443CED">
      <w:rPr>
        <w:sz w:val="20"/>
        <w:szCs w:val="20"/>
      </w:rPr>
      <w:t>SoD</w:t>
    </w:r>
    <w:proofErr w:type="spellEnd"/>
    <w:r w:rsidR="00443CED" w:rsidRPr="00443CED">
      <w:rPr>
        <w:sz w:val="20"/>
        <w:szCs w:val="20"/>
      </w:rPr>
      <w:t xml:space="preserve"> </w:t>
    </w:r>
    <w:r w:rsidRPr="00443CED">
      <w:rPr>
        <w:sz w:val="20"/>
        <w:szCs w:val="20"/>
      </w:rPr>
      <w:t>- Základní požadavky k zajištění BOZP</w:t>
    </w:r>
    <w:r>
      <w:rPr>
        <w:noProof/>
        <w:lang w:eastAsia="cs-CZ"/>
      </w:rPr>
      <w:t xml:space="preserve"> </w:t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15718355" wp14:editId="3EC80AF4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A64C6B" w14:textId="77777777" w:rsidR="00706005" w:rsidRDefault="009A6B24" w:rsidP="0087779A">
    <w:pPr>
      <w:pStyle w:val="Zhlav"/>
      <w:spacing w:after="0"/>
      <w:jc w:val="right"/>
      <w:rPr>
        <w:sz w:val="24"/>
        <w:szCs w:val="24"/>
      </w:rPr>
    </w:pPr>
    <w:r w:rsidRPr="00443CED"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1B58F986" wp14:editId="3F695D13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443CED">
      <w:rPr>
        <w:sz w:val="24"/>
        <w:szCs w:val="24"/>
      </w:rPr>
      <w:t xml:space="preserve">Smlouva </w:t>
    </w:r>
    <w:r w:rsidR="00443CED" w:rsidRPr="00443CED">
      <w:rPr>
        <w:sz w:val="24"/>
        <w:szCs w:val="24"/>
      </w:rPr>
      <w:t xml:space="preserve">o dílo: </w:t>
    </w:r>
  </w:p>
  <w:p w14:paraId="3ECE53C7" w14:textId="44FCB4F9" w:rsidR="009A6B24" w:rsidRPr="00DC724E" w:rsidRDefault="004476B9" w:rsidP="005E6C69">
    <w:pPr>
      <w:pStyle w:val="Zhlav"/>
      <w:tabs>
        <w:tab w:val="clear" w:pos="4536"/>
        <w:tab w:val="clear" w:pos="9072"/>
      </w:tabs>
      <w:spacing w:after="0"/>
      <w:jc w:val="right"/>
      <w:rPr>
        <w:sz w:val="24"/>
        <w:szCs w:val="24"/>
      </w:rPr>
    </w:pPr>
    <w:r w:rsidRPr="00DC724E">
      <w:rPr>
        <w:sz w:val="24"/>
        <w:szCs w:val="24"/>
      </w:rPr>
      <w:t>„</w:t>
    </w:r>
    <w:r w:rsidR="00A32456">
      <w:rPr>
        <w:sz w:val="24"/>
        <w:szCs w:val="24"/>
      </w:rPr>
      <w:t>Rekonstrukce záchytných jímek a skladu olejů</w:t>
    </w:r>
    <w:r w:rsidRPr="00DC724E">
      <w:rPr>
        <w:sz w:val="24"/>
        <w:szCs w:val="24"/>
      </w:rPr>
      <w:t>“</w:t>
    </w:r>
  </w:p>
  <w:p w14:paraId="0C70C7E5" w14:textId="3ABD5182" w:rsidR="009A6B24" w:rsidRPr="00443CED" w:rsidRDefault="009A6B24" w:rsidP="0087779A">
    <w:pPr>
      <w:pStyle w:val="Zhlav"/>
      <w:spacing w:after="0"/>
      <w:jc w:val="right"/>
      <w:rPr>
        <w:sz w:val="20"/>
        <w:szCs w:val="20"/>
      </w:rPr>
    </w:pPr>
    <w:r w:rsidRPr="00443CED">
      <w:rPr>
        <w:sz w:val="20"/>
        <w:szCs w:val="20"/>
      </w:rPr>
      <w:t>číslo smlouvy</w:t>
    </w:r>
    <w:r w:rsidR="00443CED" w:rsidRPr="00443CED">
      <w:rPr>
        <w:sz w:val="20"/>
        <w:szCs w:val="20"/>
      </w:rPr>
      <w:t xml:space="preserve"> objednatele</w:t>
    </w:r>
    <w:r w:rsidR="00DE0B1C">
      <w:rPr>
        <w:sz w:val="20"/>
        <w:szCs w:val="20"/>
      </w:rPr>
      <w:t>:</w:t>
    </w:r>
    <w:r w:rsidR="00E02F32">
      <w:rPr>
        <w:sz w:val="20"/>
        <w:szCs w:val="20"/>
      </w:rPr>
      <w:t xml:space="preserve"> </w:t>
    </w:r>
    <w:r w:rsidR="008326A7">
      <w:rPr>
        <w:sz w:val="20"/>
        <w:szCs w:val="20"/>
      </w:rPr>
      <w:t>DOD20</w:t>
    </w:r>
    <w:r w:rsidR="00DC724E">
      <w:rPr>
        <w:sz w:val="20"/>
        <w:szCs w:val="20"/>
      </w:rPr>
      <w:t>2</w:t>
    </w:r>
    <w:r w:rsidR="005E6C69">
      <w:rPr>
        <w:sz w:val="20"/>
        <w:szCs w:val="20"/>
      </w:rPr>
      <w:t>108</w:t>
    </w:r>
    <w:r w:rsidR="00A32456">
      <w:rPr>
        <w:sz w:val="20"/>
        <w:szCs w:val="20"/>
      </w:rPr>
      <w:t>82</w:t>
    </w:r>
  </w:p>
  <w:p w14:paraId="5DB1646C" w14:textId="77777777" w:rsidR="009A6B24" w:rsidRPr="00443CED" w:rsidRDefault="009A6B24" w:rsidP="0087779A">
    <w:pPr>
      <w:pStyle w:val="Zhlav"/>
      <w:spacing w:after="0"/>
      <w:jc w:val="right"/>
      <w:rPr>
        <w:sz w:val="20"/>
        <w:szCs w:val="20"/>
      </w:rPr>
    </w:pPr>
    <w:r w:rsidRPr="00443CED">
      <w:rPr>
        <w:sz w:val="20"/>
        <w:szCs w:val="20"/>
      </w:rPr>
      <w:t xml:space="preserve">číslo smlouvy </w:t>
    </w:r>
    <w:r w:rsidR="00443CED" w:rsidRPr="00443CED">
      <w:rPr>
        <w:sz w:val="20"/>
        <w:szCs w:val="20"/>
      </w:rPr>
      <w:t>zhotovitele: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41A64"/>
    <w:rsid w:val="00055C2F"/>
    <w:rsid w:val="0007345D"/>
    <w:rsid w:val="000A59BF"/>
    <w:rsid w:val="000C4E61"/>
    <w:rsid w:val="000C5B9D"/>
    <w:rsid w:val="000D25B9"/>
    <w:rsid w:val="000E0FD3"/>
    <w:rsid w:val="00110139"/>
    <w:rsid w:val="00120565"/>
    <w:rsid w:val="00133623"/>
    <w:rsid w:val="00145A19"/>
    <w:rsid w:val="001526C2"/>
    <w:rsid w:val="0015589D"/>
    <w:rsid w:val="001631D6"/>
    <w:rsid w:val="001A45E7"/>
    <w:rsid w:val="001B3CDB"/>
    <w:rsid w:val="001E4DD0"/>
    <w:rsid w:val="001F4F7D"/>
    <w:rsid w:val="002168F5"/>
    <w:rsid w:val="0022495B"/>
    <w:rsid w:val="00230E86"/>
    <w:rsid w:val="00232D7D"/>
    <w:rsid w:val="00271EB9"/>
    <w:rsid w:val="00276D8B"/>
    <w:rsid w:val="0029663E"/>
    <w:rsid w:val="002B2000"/>
    <w:rsid w:val="002B73A0"/>
    <w:rsid w:val="002C08F2"/>
    <w:rsid w:val="002C3DE4"/>
    <w:rsid w:val="002C7679"/>
    <w:rsid w:val="003008B5"/>
    <w:rsid w:val="0030591E"/>
    <w:rsid w:val="003078A2"/>
    <w:rsid w:val="003127A6"/>
    <w:rsid w:val="00315529"/>
    <w:rsid w:val="003243C8"/>
    <w:rsid w:val="00351A05"/>
    <w:rsid w:val="00360830"/>
    <w:rsid w:val="00362826"/>
    <w:rsid w:val="00370917"/>
    <w:rsid w:val="003A4CBE"/>
    <w:rsid w:val="003B4E45"/>
    <w:rsid w:val="003B74C1"/>
    <w:rsid w:val="003C0EB6"/>
    <w:rsid w:val="003C55AE"/>
    <w:rsid w:val="003D02B6"/>
    <w:rsid w:val="003D15BD"/>
    <w:rsid w:val="003F2FA4"/>
    <w:rsid w:val="003F530B"/>
    <w:rsid w:val="00401468"/>
    <w:rsid w:val="00442B80"/>
    <w:rsid w:val="00443CED"/>
    <w:rsid w:val="004476B9"/>
    <w:rsid w:val="00450110"/>
    <w:rsid w:val="004661F2"/>
    <w:rsid w:val="00497284"/>
    <w:rsid w:val="004B2C8D"/>
    <w:rsid w:val="004D0094"/>
    <w:rsid w:val="004E24FA"/>
    <w:rsid w:val="004E519E"/>
    <w:rsid w:val="004E694D"/>
    <w:rsid w:val="004F5F64"/>
    <w:rsid w:val="0051285C"/>
    <w:rsid w:val="005306E0"/>
    <w:rsid w:val="00531695"/>
    <w:rsid w:val="005359DC"/>
    <w:rsid w:val="005429C7"/>
    <w:rsid w:val="005447DB"/>
    <w:rsid w:val="00555AAB"/>
    <w:rsid w:val="00562A8D"/>
    <w:rsid w:val="0056468A"/>
    <w:rsid w:val="00565BE4"/>
    <w:rsid w:val="005738FC"/>
    <w:rsid w:val="005752E8"/>
    <w:rsid w:val="00593D1D"/>
    <w:rsid w:val="005A5FEA"/>
    <w:rsid w:val="005A6D71"/>
    <w:rsid w:val="005B1387"/>
    <w:rsid w:val="005E6C69"/>
    <w:rsid w:val="005F709A"/>
    <w:rsid w:val="00614136"/>
    <w:rsid w:val="006207E2"/>
    <w:rsid w:val="00644EA3"/>
    <w:rsid w:val="00656DC0"/>
    <w:rsid w:val="0065709A"/>
    <w:rsid w:val="00664D37"/>
    <w:rsid w:val="006732BA"/>
    <w:rsid w:val="0068199D"/>
    <w:rsid w:val="00695E4E"/>
    <w:rsid w:val="006B6270"/>
    <w:rsid w:val="006D163D"/>
    <w:rsid w:val="00706005"/>
    <w:rsid w:val="007167C3"/>
    <w:rsid w:val="00716A20"/>
    <w:rsid w:val="007204E1"/>
    <w:rsid w:val="00722C98"/>
    <w:rsid w:val="007264DA"/>
    <w:rsid w:val="007417BF"/>
    <w:rsid w:val="0076796D"/>
    <w:rsid w:val="00794F98"/>
    <w:rsid w:val="007A48CA"/>
    <w:rsid w:val="007B131A"/>
    <w:rsid w:val="007D0AC0"/>
    <w:rsid w:val="007D2F14"/>
    <w:rsid w:val="007E2266"/>
    <w:rsid w:val="007E7DC1"/>
    <w:rsid w:val="007F6027"/>
    <w:rsid w:val="00802B34"/>
    <w:rsid w:val="00805DCC"/>
    <w:rsid w:val="00811B71"/>
    <w:rsid w:val="008205C6"/>
    <w:rsid w:val="00832218"/>
    <w:rsid w:val="008326A7"/>
    <w:rsid w:val="00834987"/>
    <w:rsid w:val="00835590"/>
    <w:rsid w:val="00837A5E"/>
    <w:rsid w:val="00845D37"/>
    <w:rsid w:val="00846A13"/>
    <w:rsid w:val="008537C4"/>
    <w:rsid w:val="00866CEA"/>
    <w:rsid w:val="00870902"/>
    <w:rsid w:val="00870D7E"/>
    <w:rsid w:val="00871E0A"/>
    <w:rsid w:val="00873465"/>
    <w:rsid w:val="00876650"/>
    <w:rsid w:val="0087779A"/>
    <w:rsid w:val="008806F4"/>
    <w:rsid w:val="00882DC3"/>
    <w:rsid w:val="008B1CD5"/>
    <w:rsid w:val="008B2BEF"/>
    <w:rsid w:val="008D2099"/>
    <w:rsid w:val="008E60AF"/>
    <w:rsid w:val="008F0855"/>
    <w:rsid w:val="008F6D8F"/>
    <w:rsid w:val="0090569C"/>
    <w:rsid w:val="009163F5"/>
    <w:rsid w:val="00924741"/>
    <w:rsid w:val="00932BB7"/>
    <w:rsid w:val="00962141"/>
    <w:rsid w:val="00966664"/>
    <w:rsid w:val="0098101F"/>
    <w:rsid w:val="009A6B24"/>
    <w:rsid w:val="009B7CF2"/>
    <w:rsid w:val="009C72FB"/>
    <w:rsid w:val="009D095C"/>
    <w:rsid w:val="009F49AE"/>
    <w:rsid w:val="009F4F6E"/>
    <w:rsid w:val="00A042D1"/>
    <w:rsid w:val="00A07672"/>
    <w:rsid w:val="00A10F10"/>
    <w:rsid w:val="00A22122"/>
    <w:rsid w:val="00A26C9D"/>
    <w:rsid w:val="00A32456"/>
    <w:rsid w:val="00A713E9"/>
    <w:rsid w:val="00A74C13"/>
    <w:rsid w:val="00A779FE"/>
    <w:rsid w:val="00A8744E"/>
    <w:rsid w:val="00AA473F"/>
    <w:rsid w:val="00AA6ACD"/>
    <w:rsid w:val="00AB1A8B"/>
    <w:rsid w:val="00AD0597"/>
    <w:rsid w:val="00AD233C"/>
    <w:rsid w:val="00AD4108"/>
    <w:rsid w:val="00AF2968"/>
    <w:rsid w:val="00B10A7E"/>
    <w:rsid w:val="00B12706"/>
    <w:rsid w:val="00B13BFF"/>
    <w:rsid w:val="00B15006"/>
    <w:rsid w:val="00B31897"/>
    <w:rsid w:val="00B63507"/>
    <w:rsid w:val="00B71132"/>
    <w:rsid w:val="00B72CD7"/>
    <w:rsid w:val="00BA0A3B"/>
    <w:rsid w:val="00BD6B3C"/>
    <w:rsid w:val="00BE7A69"/>
    <w:rsid w:val="00BF0445"/>
    <w:rsid w:val="00BF7F8C"/>
    <w:rsid w:val="00C00D39"/>
    <w:rsid w:val="00C06309"/>
    <w:rsid w:val="00C162A1"/>
    <w:rsid w:val="00C20BED"/>
    <w:rsid w:val="00C21181"/>
    <w:rsid w:val="00C35ED8"/>
    <w:rsid w:val="00C37193"/>
    <w:rsid w:val="00C43009"/>
    <w:rsid w:val="00C91D43"/>
    <w:rsid w:val="00CA1A2F"/>
    <w:rsid w:val="00CA7859"/>
    <w:rsid w:val="00CB5F7B"/>
    <w:rsid w:val="00CC5840"/>
    <w:rsid w:val="00CD3870"/>
    <w:rsid w:val="00CE6C4F"/>
    <w:rsid w:val="00CF5A16"/>
    <w:rsid w:val="00CF7595"/>
    <w:rsid w:val="00D06F05"/>
    <w:rsid w:val="00D109C5"/>
    <w:rsid w:val="00D14646"/>
    <w:rsid w:val="00D173B7"/>
    <w:rsid w:val="00D24B69"/>
    <w:rsid w:val="00D405D2"/>
    <w:rsid w:val="00D818CC"/>
    <w:rsid w:val="00D82D5D"/>
    <w:rsid w:val="00D85B54"/>
    <w:rsid w:val="00D87B43"/>
    <w:rsid w:val="00D92C11"/>
    <w:rsid w:val="00D944C9"/>
    <w:rsid w:val="00DB64BA"/>
    <w:rsid w:val="00DC255F"/>
    <w:rsid w:val="00DC4A87"/>
    <w:rsid w:val="00DC724E"/>
    <w:rsid w:val="00DE0B1C"/>
    <w:rsid w:val="00DE134E"/>
    <w:rsid w:val="00E02F32"/>
    <w:rsid w:val="00E2330E"/>
    <w:rsid w:val="00E66AC2"/>
    <w:rsid w:val="00E76CF3"/>
    <w:rsid w:val="00E8067C"/>
    <w:rsid w:val="00E91410"/>
    <w:rsid w:val="00E92E61"/>
    <w:rsid w:val="00E97538"/>
    <w:rsid w:val="00EA6B11"/>
    <w:rsid w:val="00EB74CE"/>
    <w:rsid w:val="00EC3581"/>
    <w:rsid w:val="00EC7FE4"/>
    <w:rsid w:val="00EE2F17"/>
    <w:rsid w:val="00EF1693"/>
    <w:rsid w:val="00F04EA3"/>
    <w:rsid w:val="00F234B1"/>
    <w:rsid w:val="00F26F99"/>
    <w:rsid w:val="00F539F2"/>
    <w:rsid w:val="00F7509E"/>
    <w:rsid w:val="00F833E7"/>
    <w:rsid w:val="00F86022"/>
    <w:rsid w:val="00F94B91"/>
    <w:rsid w:val="00F97F7F"/>
    <w:rsid w:val="00FA136C"/>
    <w:rsid w:val="00FA34D6"/>
    <w:rsid w:val="00FE0A84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A04EB4"/>
  <w15:docId w15:val="{8B06D381-CD1B-45B8-B85D-4EF20AFB9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">
    <w:name w:val="Text"/>
    <w:basedOn w:val="Normln"/>
    <w:uiPriority w:val="99"/>
    <w:rsid w:val="00924741"/>
    <w:pPr>
      <w:tabs>
        <w:tab w:val="left" w:pos="227"/>
      </w:tabs>
      <w:spacing w:after="0" w:line="220" w:lineRule="exact"/>
    </w:pPr>
    <w:rPr>
      <w:rFonts w:ascii="Book Antiqua" w:hAnsi="Book Antiqua"/>
      <w:color w:val="000000"/>
      <w:sz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625874-1FAB-4371-8156-DB9E1BF2D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775</Words>
  <Characters>4579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Řezáčová Sylva, Ing.</cp:lastModifiedBy>
  <cp:revision>6</cp:revision>
  <cp:lastPrinted>2015-04-20T05:50:00Z</cp:lastPrinted>
  <dcterms:created xsi:type="dcterms:W3CDTF">2020-05-07T06:17:00Z</dcterms:created>
  <dcterms:modified xsi:type="dcterms:W3CDTF">2021-04-26T08:45:00Z</dcterms:modified>
</cp:coreProperties>
</file>