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29024B73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DC72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r w:rsidR="00CD3870">
        <w:rPr>
          <w:b/>
          <w:sz w:val="24"/>
          <w:szCs w:val="24"/>
        </w:rPr>
        <w:t>smlouvy o dílo</w:t>
      </w:r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D14C0A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74A266D" w14:textId="16BE4981" w:rsidR="00DC4A87" w:rsidRPr="002E6B55" w:rsidRDefault="00DC4A87" w:rsidP="00DC4A87">
      <w:pPr>
        <w:rPr>
          <w:szCs w:val="22"/>
        </w:rPr>
      </w:pPr>
      <w:r w:rsidRPr="002E6B55">
        <w:rPr>
          <w:szCs w:val="22"/>
        </w:rPr>
        <w:t xml:space="preserve">V </w:t>
      </w:r>
      <w:r w:rsidRPr="00A85295">
        <w:t>Ostravě</w:t>
      </w:r>
      <w:r w:rsidRPr="002E6B55">
        <w:rPr>
          <w:szCs w:val="22"/>
        </w:rPr>
        <w:t xml:space="preserve"> dne</w:t>
      </w:r>
      <w:r w:rsidRPr="002E6B5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E6B55">
        <w:rPr>
          <w:szCs w:val="22"/>
        </w:rPr>
        <w:t>V</w:t>
      </w:r>
      <w:r w:rsidR="00DE134E">
        <w:rPr>
          <w:szCs w:val="22"/>
        </w:rPr>
        <w:t> …………..</w:t>
      </w:r>
      <w:r>
        <w:rPr>
          <w:szCs w:val="22"/>
        </w:rPr>
        <w:t xml:space="preserve"> </w:t>
      </w:r>
      <w:r w:rsidRPr="002E6B55">
        <w:rPr>
          <w:szCs w:val="22"/>
        </w:rPr>
        <w:t xml:space="preserve">dne </w:t>
      </w:r>
    </w:p>
    <w:p w14:paraId="32B0E3AA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71AAFD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5D8EF6C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E65E90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6A9E034" w14:textId="77777777" w:rsidR="00DC4A87" w:rsidRPr="002E6B55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E0AEDE1" w14:textId="77777777" w:rsidR="00DC4A87" w:rsidRDefault="00DC4A87" w:rsidP="00DC4A87">
      <w:pPr>
        <w:pStyle w:val="Zkladntext"/>
        <w:tabs>
          <w:tab w:val="left" w:pos="5670"/>
        </w:tabs>
        <w:rPr>
          <w:szCs w:val="22"/>
        </w:rPr>
      </w:pPr>
      <w:r w:rsidRPr="002E6B55">
        <w:rPr>
          <w:szCs w:val="22"/>
        </w:rPr>
        <w:t>………………………………….</w:t>
      </w:r>
      <w:r w:rsidRPr="002E6B55">
        <w:rPr>
          <w:szCs w:val="22"/>
        </w:rPr>
        <w:tab/>
        <w:t>………………………………….</w:t>
      </w:r>
    </w:p>
    <w:p w14:paraId="36084D8D" w14:textId="18B993FC" w:rsidR="00DE134E" w:rsidRPr="00DE134E" w:rsidRDefault="00DE134E" w:rsidP="00DE134E">
      <w:pPr>
        <w:tabs>
          <w:tab w:val="left" w:pos="5610"/>
        </w:tabs>
        <w:spacing w:after="0"/>
        <w:rPr>
          <w:rFonts w:eastAsia="Calibri"/>
          <w:i/>
          <w:color w:val="00B0F0"/>
          <w:szCs w:val="22"/>
          <w:lang w:eastAsia="en-US"/>
        </w:rPr>
      </w:pPr>
      <w:r w:rsidRPr="00DE134E">
        <w:rPr>
          <w:rFonts w:eastAsia="Calibri"/>
          <w:i/>
          <w:color w:val="00B0F0"/>
          <w:szCs w:val="22"/>
          <w:lang w:eastAsia="en-US"/>
        </w:rPr>
        <w:t xml:space="preserve">(POZN. Doplní </w:t>
      </w:r>
      <w:r>
        <w:rPr>
          <w:rFonts w:eastAsia="Calibri"/>
          <w:i/>
          <w:color w:val="00B0F0"/>
          <w:szCs w:val="22"/>
          <w:lang w:eastAsia="en-US"/>
        </w:rPr>
        <w:t>objedntael</w:t>
      </w:r>
      <w:bookmarkStart w:id="0" w:name="_GoBack"/>
      <w:bookmarkEnd w:id="0"/>
      <w:r w:rsidRPr="00DE134E">
        <w:rPr>
          <w:rFonts w:eastAsia="Calibri"/>
          <w:i/>
          <w:color w:val="00B0F0"/>
          <w:szCs w:val="22"/>
          <w:lang w:eastAsia="en-US"/>
        </w:rPr>
        <w:t>)</w:t>
      </w:r>
      <w:r>
        <w:rPr>
          <w:color w:val="000000"/>
          <w:sz w:val="24"/>
          <w:szCs w:val="24"/>
        </w:rPr>
        <w:tab/>
      </w:r>
      <w:r w:rsidRPr="00DE134E">
        <w:rPr>
          <w:rFonts w:eastAsia="Calibri"/>
          <w:i/>
          <w:color w:val="00B0F0"/>
          <w:szCs w:val="22"/>
          <w:lang w:eastAsia="en-US"/>
        </w:rPr>
        <w:t>podpis oprávněné osoby zhotovitele</w:t>
      </w:r>
    </w:p>
    <w:p w14:paraId="7793F781" w14:textId="6AD16428" w:rsidR="00DE134E" w:rsidRPr="00DE134E" w:rsidRDefault="00DE134E" w:rsidP="00DE134E">
      <w:pPr>
        <w:tabs>
          <w:tab w:val="left" w:pos="5610"/>
        </w:tabs>
        <w:spacing w:after="0"/>
        <w:jc w:val="left"/>
        <w:rPr>
          <w:rFonts w:eastAsia="Calibri"/>
          <w:i/>
          <w:color w:val="00B0F0"/>
          <w:szCs w:val="22"/>
          <w:lang w:eastAsia="en-US"/>
        </w:rPr>
      </w:pPr>
      <w:r>
        <w:rPr>
          <w:rFonts w:eastAsia="Calibri"/>
          <w:i/>
          <w:color w:val="00B0F0"/>
          <w:szCs w:val="22"/>
          <w:lang w:eastAsia="en-US"/>
        </w:rPr>
        <w:tab/>
      </w:r>
      <w:r w:rsidRPr="00DE134E">
        <w:rPr>
          <w:rFonts w:eastAsia="Calibri"/>
          <w:i/>
          <w:color w:val="00B0F0"/>
          <w:szCs w:val="22"/>
          <w:lang w:eastAsia="en-US"/>
        </w:rPr>
        <w:t>(POZN. Doplní zhotovitel, poté poznámku vymažte)</w:t>
      </w:r>
    </w:p>
    <w:p w14:paraId="502EEBA1" w14:textId="54E888A6" w:rsidR="00716A20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4D8AF" w14:textId="77777777" w:rsidR="00442B80" w:rsidRDefault="00442B80" w:rsidP="00360830">
      <w:r>
        <w:separator/>
      </w:r>
    </w:p>
  </w:endnote>
  <w:endnote w:type="continuationSeparator" w:id="0">
    <w:p w14:paraId="500161CB" w14:textId="77777777" w:rsidR="00442B80" w:rsidRDefault="00442B8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12A6CE5A" w:rsidR="009A6B24" w:rsidRPr="00C06309" w:rsidRDefault="00442B80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DE134E">
              <w:rPr>
                <w:rFonts w:ascii="Times New Roman" w:hAnsi="Times New Roman" w:cs="Times New Roman"/>
                <w:i/>
                <w:sz w:val="20"/>
                <w:szCs w:val="20"/>
              </w:rPr>
              <w:t>Pracovní lávky</w:t>
            </w:r>
            <w:r w:rsidR="007264DA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DE134E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DE134E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42043CA7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DE134E">
      <w:rPr>
        <w:rFonts w:ascii="Times New Roman" w:hAnsi="Times New Roman" w:cs="Times New Roman"/>
        <w:i/>
        <w:sz w:val="20"/>
        <w:szCs w:val="20"/>
      </w:rPr>
      <w:t>Pracovní lávky</w:t>
    </w:r>
    <w:r w:rsidRPr="00D82D5D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DE134E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DE134E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B9CA7" w14:textId="77777777" w:rsidR="00442B80" w:rsidRDefault="00442B80" w:rsidP="00360830">
      <w:r>
        <w:separator/>
      </w:r>
    </w:p>
  </w:footnote>
  <w:footnote w:type="continuationSeparator" w:id="0">
    <w:p w14:paraId="29F1DE3D" w14:textId="77777777" w:rsidR="00442B80" w:rsidRDefault="00442B8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77777777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20EB3239" w14:textId="70EAE41D" w:rsidR="009A6B24" w:rsidRPr="00DC724E" w:rsidRDefault="004476B9" w:rsidP="00846A13">
    <w:pPr>
      <w:pStyle w:val="Zhlav"/>
      <w:spacing w:after="0"/>
      <w:jc w:val="left"/>
      <w:rPr>
        <w:sz w:val="24"/>
        <w:szCs w:val="24"/>
      </w:rPr>
    </w:pPr>
    <w:r w:rsidRPr="00DC724E">
      <w:rPr>
        <w:sz w:val="24"/>
        <w:szCs w:val="24"/>
      </w:rPr>
      <w:t>„</w:t>
    </w:r>
    <w:r w:rsidR="00DE134E">
      <w:rPr>
        <w:sz w:val="24"/>
        <w:szCs w:val="24"/>
      </w:rPr>
      <w:t>Pracovní lávky</w:t>
    </w:r>
    <w:r w:rsidRPr="00DC724E">
      <w:rPr>
        <w:sz w:val="24"/>
        <w:szCs w:val="24"/>
      </w:rPr>
      <w:t>“</w:t>
    </w:r>
  </w:p>
  <w:p w14:paraId="79F283C1" w14:textId="4F29EC99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DE134E">
      <w:rPr>
        <w:sz w:val="20"/>
        <w:szCs w:val="20"/>
      </w:rPr>
      <w:t>210583</w:t>
    </w:r>
  </w:p>
  <w:p w14:paraId="67B57527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375C44B1" w14:textId="62B99330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DC724E">
      <w:rPr>
        <w:sz w:val="20"/>
        <w:szCs w:val="20"/>
      </w:rPr>
      <w:t>5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77777777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3ECE53C7" w14:textId="56676AF7" w:rsidR="009A6B24" w:rsidRPr="00DC724E" w:rsidRDefault="004476B9" w:rsidP="0087779A">
    <w:pPr>
      <w:pStyle w:val="Zhlav"/>
      <w:spacing w:after="0"/>
      <w:jc w:val="right"/>
      <w:rPr>
        <w:sz w:val="24"/>
        <w:szCs w:val="24"/>
      </w:rPr>
    </w:pPr>
    <w:r w:rsidRPr="00DC724E">
      <w:rPr>
        <w:sz w:val="24"/>
        <w:szCs w:val="24"/>
      </w:rPr>
      <w:t>„</w:t>
    </w:r>
    <w:r w:rsidR="00DE134E">
      <w:rPr>
        <w:sz w:val="24"/>
        <w:szCs w:val="24"/>
      </w:rPr>
      <w:t>Pracovní lávky</w:t>
    </w:r>
    <w:r w:rsidRPr="00DC724E">
      <w:rPr>
        <w:sz w:val="24"/>
        <w:szCs w:val="24"/>
      </w:rPr>
      <w:t>“</w:t>
    </w:r>
  </w:p>
  <w:p w14:paraId="0C70C7E5" w14:textId="64440AFF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DC724E">
      <w:rPr>
        <w:sz w:val="20"/>
        <w:szCs w:val="20"/>
      </w:rPr>
      <w:t>2</w:t>
    </w:r>
    <w:r w:rsidR="00DE134E">
      <w:rPr>
        <w:sz w:val="20"/>
        <w:szCs w:val="20"/>
      </w:rPr>
      <w:t>10583</w:t>
    </w:r>
  </w:p>
  <w:p w14:paraId="5DB1646C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C4E61"/>
    <w:rsid w:val="000C5B9D"/>
    <w:rsid w:val="000D25B9"/>
    <w:rsid w:val="000E0FD3"/>
    <w:rsid w:val="00110139"/>
    <w:rsid w:val="00120565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2B80"/>
    <w:rsid w:val="00443CED"/>
    <w:rsid w:val="004476B9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A0A3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7859"/>
    <w:rsid w:val="00CB5F7B"/>
    <w:rsid w:val="00CC5840"/>
    <w:rsid w:val="00CD3870"/>
    <w:rsid w:val="00CE6C4F"/>
    <w:rsid w:val="00CF5A16"/>
    <w:rsid w:val="00CF7595"/>
    <w:rsid w:val="00D06F05"/>
    <w:rsid w:val="00D109C5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C4A87"/>
    <w:rsid w:val="00DC724E"/>
    <w:rsid w:val="00DE0B1C"/>
    <w:rsid w:val="00DE134E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E0A8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FC92C-90A4-477D-8EE9-B5FC19266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773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4</cp:revision>
  <cp:lastPrinted>2015-04-20T05:50:00Z</cp:lastPrinted>
  <dcterms:created xsi:type="dcterms:W3CDTF">2020-05-07T06:17:00Z</dcterms:created>
  <dcterms:modified xsi:type="dcterms:W3CDTF">2021-03-12T08:50:00Z</dcterms:modified>
</cp:coreProperties>
</file>