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EF3D61">
        <w:rPr>
          <w:b/>
          <w:szCs w:val="22"/>
        </w:rPr>
        <w:t>Pracovní lávky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EF3D61">
        <w:rPr>
          <w:szCs w:val="22"/>
        </w:rPr>
        <w:t>DOD20210583</w:t>
      </w:r>
    </w:p>
    <w:p w:rsidR="00EF3D61" w:rsidRPr="00EF3D61" w:rsidRDefault="001960F7" w:rsidP="00EF3D61">
      <w:pPr>
        <w:spacing w:after="0"/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EF3D61" w:rsidRPr="00EF3D61">
        <w:rPr>
          <w:i/>
          <w:color w:val="00B0F0"/>
          <w:szCs w:val="22"/>
        </w:rPr>
        <w:t>(POZN. doplní zhotovitel, poté poznámku vymažte)</w:t>
      </w:r>
    </w:p>
    <w:p w:rsidR="00B522C5" w:rsidRDefault="001960F7" w:rsidP="00B522C5">
      <w:pPr>
        <w:pStyle w:val="Nadpis1"/>
        <w:rPr>
          <w:sz w:val="24"/>
          <w:szCs w:val="24"/>
        </w:rPr>
      </w:pPr>
      <w:bookmarkStart w:id="0" w:name="_GoBack"/>
      <w:bookmarkEnd w:id="0"/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504BDE">
        <w:rPr>
          <w:sz w:val="24"/>
          <w:szCs w:val="24"/>
        </w:rPr>
        <w:t>8</w:t>
      </w:r>
      <w:r w:rsidRPr="00B522C5">
        <w:rPr>
          <w:sz w:val="24"/>
          <w:szCs w:val="24"/>
        </w:rPr>
        <w:t xml:space="preserve"> </w:t>
      </w:r>
      <w:r w:rsidR="00504BDE">
        <w:rPr>
          <w:sz w:val="24"/>
          <w:szCs w:val="24"/>
        </w:rPr>
        <w:t xml:space="preserve">smlouvy o dílo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EF3D61" w:rsidRPr="000D0AEF" w:rsidRDefault="00EF3D61" w:rsidP="00EF3D6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>
        <w:rPr>
          <w:i/>
          <w:iCs/>
          <w:color w:val="00B0F0"/>
          <w:sz w:val="22"/>
          <w:szCs w:val="22"/>
        </w:rPr>
        <w:t>zhotovitel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</w:t>
      </w:r>
      <w:r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vymažte)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</w:p>
    <w:p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EF3D61" w:rsidRPr="00AE049C" w:rsidRDefault="00EF3D61" w:rsidP="00EF3D6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EF3D61" w:rsidRDefault="00EF3D61" w:rsidP="00EF3D61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:rsidR="00EF3D61" w:rsidRDefault="00EF3D61" w:rsidP="00EF3D61">
      <w:pPr>
        <w:pStyle w:val="Textkomente"/>
        <w:rPr>
          <w:iCs/>
          <w:sz w:val="22"/>
          <w:szCs w:val="22"/>
        </w:rPr>
      </w:pPr>
    </w:p>
    <w:p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EF3D61" w:rsidRPr="00AE049C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Default="00EF3D61" w:rsidP="00EF3D61">
      <w:pPr>
        <w:spacing w:after="0"/>
      </w:pPr>
    </w:p>
    <w:p w:rsidR="00EF3D61" w:rsidRPr="00C909E5" w:rsidRDefault="00EF3D61" w:rsidP="00EF3D6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EF3D61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:rsidR="00EF3D61" w:rsidRPr="00C909E5" w:rsidRDefault="00EF3D61" w:rsidP="00EF3D61">
      <w:pPr>
        <w:tabs>
          <w:tab w:val="left" w:pos="5387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>
        <w:rPr>
          <w:szCs w:val="22"/>
        </w:rPr>
        <w:t>………..</w:t>
      </w:r>
    </w:p>
    <w:p w:rsidR="00EF3D61" w:rsidRDefault="00EF3D61" w:rsidP="00EF3D61">
      <w:pPr>
        <w:tabs>
          <w:tab w:val="left" w:pos="5387"/>
        </w:tabs>
        <w:ind w:left="5387" w:hanging="5387"/>
        <w:rPr>
          <w:i/>
          <w:color w:val="00B0F0"/>
          <w:szCs w:val="22"/>
        </w:rPr>
      </w:pPr>
      <w:r w:rsidRPr="00C909E5">
        <w:rPr>
          <w:i/>
          <w:color w:val="00B0F0"/>
          <w:szCs w:val="22"/>
        </w:rPr>
        <w:tab/>
      </w:r>
      <w:r w:rsidRPr="00EB668F">
        <w:rPr>
          <w:i/>
          <w:color w:val="00B0F0"/>
        </w:rPr>
        <w:t>podpis oprávněné osoby zhotovitele</w:t>
      </w:r>
    </w:p>
    <w:p w:rsidR="001D429A" w:rsidRPr="001D429A" w:rsidRDefault="00EF3D61" w:rsidP="00EF3D61">
      <w:pPr>
        <w:tabs>
          <w:tab w:val="left" w:pos="5387"/>
        </w:tabs>
        <w:ind w:left="5387" w:hanging="5387"/>
        <w:rPr>
          <w:szCs w:val="22"/>
        </w:rPr>
      </w:pPr>
      <w:r>
        <w:rPr>
          <w:i/>
          <w:color w:val="00B0F0"/>
          <w:szCs w:val="22"/>
        </w:rPr>
        <w:tab/>
      </w:r>
      <w:r w:rsidRPr="00C909E5">
        <w:rPr>
          <w:i/>
          <w:color w:val="00B0F0"/>
          <w:szCs w:val="22"/>
        </w:rPr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sectPr w:rsidR="001D429A" w:rsidRPr="001D429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D2F" w:rsidRDefault="00296D2F" w:rsidP="00360830">
      <w:r>
        <w:separator/>
      </w:r>
    </w:p>
  </w:endnote>
  <w:endnote w:type="continuationSeparator" w:id="0">
    <w:p w:rsidR="00296D2F" w:rsidRDefault="00296D2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4DD0" w:rsidRPr="00091E0C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91E0C">
      <w:rPr>
        <w:rFonts w:ascii="Times New Roman" w:hAnsi="Times New Roman" w:cs="Times New Roman"/>
        <w:i/>
        <w:sz w:val="20"/>
        <w:szCs w:val="20"/>
      </w:rPr>
      <w:t>„</w:t>
    </w:r>
    <w:r w:rsidR="00EF3D61">
      <w:rPr>
        <w:rFonts w:ascii="Times New Roman" w:hAnsi="Times New Roman" w:cs="Times New Roman"/>
        <w:i/>
        <w:sz w:val="20"/>
        <w:szCs w:val="20"/>
      </w:rPr>
      <w:t>Pracovní lávky</w:t>
    </w:r>
    <w:r w:rsidRPr="00091E0C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D2F" w:rsidRDefault="00296D2F" w:rsidP="00360830">
      <w:r>
        <w:separator/>
      </w:r>
    </w:p>
  </w:footnote>
  <w:footnote w:type="continuationSeparator" w:id="0">
    <w:p w:rsidR="00296D2F" w:rsidRDefault="00296D2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34F9"/>
    <w:rsid w:val="000A59BF"/>
    <w:rsid w:val="000A5D79"/>
    <w:rsid w:val="000C4E61"/>
    <w:rsid w:val="000C5B9D"/>
    <w:rsid w:val="00110139"/>
    <w:rsid w:val="00133623"/>
    <w:rsid w:val="00145A19"/>
    <w:rsid w:val="001526C2"/>
    <w:rsid w:val="00156271"/>
    <w:rsid w:val="001960F7"/>
    <w:rsid w:val="001A06E7"/>
    <w:rsid w:val="001B3CDB"/>
    <w:rsid w:val="001B7338"/>
    <w:rsid w:val="001D429A"/>
    <w:rsid w:val="001E4DD0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B73A0"/>
    <w:rsid w:val="002C08F2"/>
    <w:rsid w:val="003008B5"/>
    <w:rsid w:val="003078A2"/>
    <w:rsid w:val="00310961"/>
    <w:rsid w:val="00346645"/>
    <w:rsid w:val="00360830"/>
    <w:rsid w:val="00362826"/>
    <w:rsid w:val="00364FBB"/>
    <w:rsid w:val="0037408A"/>
    <w:rsid w:val="00382B24"/>
    <w:rsid w:val="003A0959"/>
    <w:rsid w:val="003B74C1"/>
    <w:rsid w:val="003B7D55"/>
    <w:rsid w:val="003C0EB6"/>
    <w:rsid w:val="003D02B6"/>
    <w:rsid w:val="003E68C4"/>
    <w:rsid w:val="003F2FA4"/>
    <w:rsid w:val="003F4EB1"/>
    <w:rsid w:val="003F530B"/>
    <w:rsid w:val="004228E1"/>
    <w:rsid w:val="00432DB6"/>
    <w:rsid w:val="00450110"/>
    <w:rsid w:val="00475774"/>
    <w:rsid w:val="00475E49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504BDE"/>
    <w:rsid w:val="005124C0"/>
    <w:rsid w:val="0051285C"/>
    <w:rsid w:val="005306E0"/>
    <w:rsid w:val="00531695"/>
    <w:rsid w:val="00544B57"/>
    <w:rsid w:val="00555AAB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38FE"/>
    <w:rsid w:val="00676F25"/>
    <w:rsid w:val="0068199D"/>
    <w:rsid w:val="00695E4E"/>
    <w:rsid w:val="006D3F46"/>
    <w:rsid w:val="007040E9"/>
    <w:rsid w:val="0071620D"/>
    <w:rsid w:val="007264EF"/>
    <w:rsid w:val="00736E5A"/>
    <w:rsid w:val="007417BF"/>
    <w:rsid w:val="0075464C"/>
    <w:rsid w:val="00755BBD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86A10"/>
    <w:rsid w:val="008B2BEF"/>
    <w:rsid w:val="008C0DB3"/>
    <w:rsid w:val="008F0855"/>
    <w:rsid w:val="00904B2B"/>
    <w:rsid w:val="00904DA8"/>
    <w:rsid w:val="009163F5"/>
    <w:rsid w:val="00932BB7"/>
    <w:rsid w:val="0096124D"/>
    <w:rsid w:val="00962141"/>
    <w:rsid w:val="00966664"/>
    <w:rsid w:val="0098101F"/>
    <w:rsid w:val="0098505A"/>
    <w:rsid w:val="00992E90"/>
    <w:rsid w:val="009B7CF2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328C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D06921"/>
    <w:rsid w:val="00D24B69"/>
    <w:rsid w:val="00D32D29"/>
    <w:rsid w:val="00D40244"/>
    <w:rsid w:val="00D63E1A"/>
    <w:rsid w:val="00D944C9"/>
    <w:rsid w:val="00D97165"/>
    <w:rsid w:val="00DA7197"/>
    <w:rsid w:val="00DB4A5A"/>
    <w:rsid w:val="00DB64BA"/>
    <w:rsid w:val="00DB6A28"/>
    <w:rsid w:val="00DF5F5D"/>
    <w:rsid w:val="00E04FC0"/>
    <w:rsid w:val="00E367B5"/>
    <w:rsid w:val="00E44D29"/>
    <w:rsid w:val="00E542A4"/>
    <w:rsid w:val="00E66AC2"/>
    <w:rsid w:val="00E8490F"/>
    <w:rsid w:val="00E97025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D61"/>
    <w:rsid w:val="00F04EA3"/>
    <w:rsid w:val="00F234B1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3930EF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F4C8A-4324-45F1-A971-0E1BC8C1F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4</cp:revision>
  <cp:lastPrinted>2011-01-11T13:57:00Z</cp:lastPrinted>
  <dcterms:created xsi:type="dcterms:W3CDTF">2020-05-07T06:24:00Z</dcterms:created>
  <dcterms:modified xsi:type="dcterms:W3CDTF">2021-03-12T08:53:00Z</dcterms:modified>
</cp:coreProperties>
</file>