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A35EB6" w14:textId="615EE532" w:rsidR="00FE7D55" w:rsidRPr="00FE7D55" w:rsidRDefault="00FE7D55" w:rsidP="00923815">
      <w:pPr>
        <w:spacing w:after="0" w:line="240" w:lineRule="auto"/>
        <w:ind w:left="2835" w:hanging="2835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923815" w:rsidRPr="0092381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F8303B" w:rsidRPr="00F8303B">
        <w:rPr>
          <w:rFonts w:ascii="Times New Roman" w:eastAsia="Times New Roman" w:hAnsi="Times New Roman"/>
          <w:b/>
          <w:bCs/>
          <w:szCs w:val="20"/>
          <w:lang w:eastAsia="cs-CZ"/>
        </w:rPr>
        <w:t>Areál trolejbusy Ostrava – Přeložky trakčního vedení DPO – Etapa 1</w:t>
      </w:r>
      <w:r w:rsidR="00D93435" w:rsidRPr="00D93435">
        <w:rPr>
          <w:rFonts w:ascii="Times New Roman" w:eastAsia="Times New Roman" w:hAnsi="Times New Roman"/>
          <w:b/>
          <w:szCs w:val="20"/>
          <w:lang w:eastAsia="cs-CZ"/>
        </w:rPr>
        <w:t>“</w:t>
      </w:r>
    </w:p>
    <w:p w14:paraId="5F7558FD" w14:textId="516772CC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objednatele: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F8303B" w:rsidRPr="00F8303B">
        <w:rPr>
          <w:rFonts w:ascii="Times New Roman" w:eastAsia="Times New Roman" w:hAnsi="Times New Roman"/>
          <w:szCs w:val="20"/>
          <w:lang w:eastAsia="cs-CZ"/>
        </w:rPr>
        <w:t>DOD20230368</w:t>
      </w:r>
    </w:p>
    <w:p w14:paraId="33E3B8D4" w14:textId="7777777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572290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572290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42366B77" w14:textId="3F160435" w:rsidR="00FE7D55" w:rsidRPr="00FE7D55" w:rsidRDefault="001E29AD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>
        <w:rPr>
          <w:rFonts w:ascii="Arial Black" w:eastAsia="Times New Roman" w:hAnsi="Arial Black" w:cs="Arial"/>
          <w:sz w:val="26"/>
          <w:szCs w:val="26"/>
          <w:lang w:eastAsia="cs-CZ"/>
        </w:rPr>
        <w:tab/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Příloha č. </w:t>
      </w:r>
      <w:r w:rsidR="00923815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</w:p>
    <w:p w14:paraId="3CC594E3" w14:textId="77777777" w:rsidR="00572290" w:rsidRPr="00D064BC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Po vyplnění bude tvořit Přílohu č.</w:t>
      </w:r>
      <w:r>
        <w:rPr>
          <w:rFonts w:ascii="Times New Roman" w:hAnsi="Times New Roman"/>
          <w:i/>
          <w:color w:val="00B0F0"/>
        </w:rPr>
        <w:t xml:space="preserve"> </w:t>
      </w:r>
      <w:r w:rsidR="005A0D2E">
        <w:rPr>
          <w:rFonts w:ascii="Times New Roman" w:hAnsi="Times New Roman"/>
          <w:i/>
          <w:color w:val="00B0F0"/>
        </w:rPr>
        <w:t>2</w:t>
      </w:r>
      <w:r w:rsidRPr="00D064BC">
        <w:rPr>
          <w:rFonts w:ascii="Times New Roman" w:hAnsi="Times New Roman"/>
          <w:i/>
          <w:color w:val="00B0F0"/>
        </w:rPr>
        <w:t xml:space="preserve"> smlouvy o dílo. </w:t>
      </w:r>
    </w:p>
    <w:p w14:paraId="02EDAE72" w14:textId="77777777" w:rsidR="00572290" w:rsidRPr="00D064BC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D064BC">
        <w:rPr>
          <w:rFonts w:ascii="Times New Roman" w:hAnsi="Times New Roman"/>
          <w:i/>
          <w:color w:val="00B0F0"/>
        </w:rPr>
        <w:t>Přílohu zpracuje</w:t>
      </w:r>
      <w:r>
        <w:rPr>
          <w:rFonts w:ascii="Times New Roman" w:hAnsi="Times New Roman"/>
          <w:i/>
          <w:color w:val="00B0F0"/>
        </w:rPr>
        <w:t xml:space="preserve"> zhotovi</w:t>
      </w:r>
      <w:r w:rsidRPr="00D064BC">
        <w:rPr>
          <w:rFonts w:ascii="Times New Roman" w:hAnsi="Times New Roman"/>
          <w:i/>
          <w:color w:val="00B0F0"/>
        </w:rPr>
        <w:t xml:space="preserve">tel samostatně a doloží jako součást své nabídky. Harmonogram realizace díla bude zpracován v kalendářních dnech (bez uvedení konkrétního data), od předání a převzetí staveniště. V případě, že tak neučiní, </w:t>
      </w:r>
      <w:r w:rsidR="00CA1719">
        <w:rPr>
          <w:rFonts w:ascii="Times New Roman" w:hAnsi="Times New Roman"/>
          <w:i/>
          <w:color w:val="00B0F0"/>
        </w:rPr>
        <w:t xml:space="preserve">může být </w:t>
      </w:r>
      <w:r w:rsidRPr="00D064BC">
        <w:rPr>
          <w:rFonts w:ascii="Times New Roman" w:hAnsi="Times New Roman"/>
          <w:i/>
          <w:color w:val="00B0F0"/>
        </w:rPr>
        <w:t xml:space="preserve">nabídka z hodnocení vyřazena. </w:t>
      </w:r>
      <w:r>
        <w:rPr>
          <w:rFonts w:ascii="Times New Roman" w:hAnsi="Times New Roman"/>
          <w:i/>
          <w:color w:val="00B0F0"/>
        </w:rPr>
        <w:t>Zhotovitel</w:t>
      </w:r>
      <w:r w:rsidRPr="00D064BC">
        <w:rPr>
          <w:rFonts w:ascii="Times New Roman" w:hAnsi="Times New Roman"/>
          <w:i/>
          <w:color w:val="00B0F0"/>
        </w:rPr>
        <w:t xml:space="preserve"> doloží přílohu jako součást své nabídky.</w:t>
      </w:r>
    </w:p>
    <w:p w14:paraId="734A070E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79FD9467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10332EFA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169DF488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44BAB25D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49597306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079E93D6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699A265F" w14:textId="77777777" w:rsidR="00572290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59BEFC1A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0EDA5960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>
        <w:rPr>
          <w:b w:val="0"/>
          <w:sz w:val="22"/>
          <w:szCs w:val="22"/>
        </w:rPr>
        <w:t> ……………</w:t>
      </w:r>
      <w:r w:rsidRPr="00F31C2D">
        <w:rPr>
          <w:b w:val="0"/>
          <w:sz w:val="22"/>
          <w:szCs w:val="22"/>
        </w:rPr>
        <w:t xml:space="preserve"> dne </w:t>
      </w:r>
    </w:p>
    <w:p w14:paraId="69A368E0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3CFB51A3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1077A226" w14:textId="77777777" w:rsidR="00572290" w:rsidRPr="00F31C2D" w:rsidRDefault="00572290" w:rsidP="00572290">
      <w:pPr>
        <w:pStyle w:val="Podnadpis"/>
        <w:jc w:val="both"/>
        <w:rPr>
          <w:b w:val="0"/>
          <w:sz w:val="22"/>
          <w:szCs w:val="22"/>
        </w:rPr>
      </w:pPr>
    </w:p>
    <w:p w14:paraId="58944DAA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 xml:space="preserve">……………………………………. </w:t>
      </w:r>
      <w:r w:rsidRPr="00F31C2D">
        <w:rPr>
          <w:rFonts w:ascii="Times New Roman" w:hAnsi="Times New Roman"/>
        </w:rPr>
        <w:tab/>
      </w:r>
    </w:p>
    <w:p w14:paraId="4C7465FF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2879CF6A" w14:textId="77777777" w:rsidR="00572290" w:rsidRDefault="00572290" w:rsidP="00572290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p w14:paraId="6416DEF0" w14:textId="77777777" w:rsidR="00572290" w:rsidRPr="00572290" w:rsidRDefault="00572290" w:rsidP="00572290">
      <w:pPr>
        <w:rPr>
          <w:rFonts w:ascii="Times New Roman" w:hAnsi="Times New Roman"/>
        </w:rPr>
      </w:pPr>
      <w:bookmarkStart w:id="0" w:name="_GoBack"/>
      <w:bookmarkEnd w:id="0"/>
    </w:p>
    <w:p w14:paraId="5C737753" w14:textId="77777777" w:rsidR="00572290" w:rsidRPr="00572290" w:rsidRDefault="00572290" w:rsidP="00572290">
      <w:pPr>
        <w:rPr>
          <w:rFonts w:ascii="Times New Roman" w:hAnsi="Times New Roman"/>
        </w:rPr>
      </w:pPr>
    </w:p>
    <w:p w14:paraId="54B598B2" w14:textId="77777777" w:rsidR="00572290" w:rsidRDefault="00572290" w:rsidP="00572290">
      <w:pPr>
        <w:rPr>
          <w:rFonts w:ascii="Times New Roman" w:hAnsi="Times New Roman"/>
        </w:rPr>
      </w:pPr>
    </w:p>
    <w:p w14:paraId="55AFD3EE" w14:textId="77777777" w:rsidR="00FE7D55" w:rsidRPr="00572290" w:rsidRDefault="00FE7D55" w:rsidP="00572290">
      <w:pPr>
        <w:rPr>
          <w:rFonts w:ascii="Times New Roman" w:hAnsi="Times New Roman"/>
        </w:rPr>
      </w:pPr>
    </w:p>
    <w:sectPr w:rsidR="00FE7D55" w:rsidRPr="00572290" w:rsidSect="00572290">
      <w:headerReference w:type="default" r:id="rId7"/>
      <w:footerReference w:type="default" r:id="rId8"/>
      <w:pgSz w:w="16838" w:h="11906" w:orient="landscape"/>
      <w:pgMar w:top="1721" w:right="1418" w:bottom="851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ADF53" w14:textId="77777777" w:rsidR="00B641DD" w:rsidRDefault="00B641DD" w:rsidP="009F37D8">
      <w:pPr>
        <w:spacing w:after="0" w:line="240" w:lineRule="auto"/>
      </w:pPr>
      <w:r>
        <w:separator/>
      </w:r>
    </w:p>
  </w:endnote>
  <w:endnote w:type="continuationSeparator" w:id="0">
    <w:p w14:paraId="40AA6932" w14:textId="77777777" w:rsidR="00B641DD" w:rsidRDefault="00B641DD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CF41D" w14:textId="0F1D479E" w:rsidR="000A138F" w:rsidRPr="00923815" w:rsidRDefault="00D93435" w:rsidP="00364586">
    <w:pPr>
      <w:pStyle w:val="Zpat"/>
      <w:pBdr>
        <w:top w:val="single" w:sz="4" w:space="1" w:color="auto"/>
      </w:pBdr>
      <w:jc w:val="both"/>
    </w:pPr>
    <w:r w:rsidRPr="00D93435">
      <w:rPr>
        <w:rFonts w:ascii="Times New Roman" w:hAnsi="Times New Roman"/>
        <w:i/>
        <w:sz w:val="20"/>
        <w:szCs w:val="20"/>
      </w:rPr>
      <w:t>„</w:t>
    </w:r>
    <w:r w:rsidR="00F8303B" w:rsidRPr="00F8303B">
      <w:rPr>
        <w:rFonts w:ascii="Times New Roman" w:hAnsi="Times New Roman"/>
        <w:i/>
        <w:sz w:val="20"/>
        <w:szCs w:val="20"/>
      </w:rPr>
      <w:t>Areál trolejbusy Ostrava – Přeložky trakčního vedení DPO – Etapa 1</w:t>
    </w:r>
    <w:r w:rsidRPr="00D93435">
      <w:rPr>
        <w:rFonts w:ascii="Times New Roman" w:hAnsi="Times New Roman"/>
        <w:i/>
        <w:sz w:val="20"/>
        <w:szCs w:val="20"/>
      </w:rPr>
      <w:t>“</w:t>
    </w:r>
    <w:r w:rsidR="000A138F" w:rsidRPr="00923815">
      <w:rPr>
        <w:rFonts w:ascii="Times New Roman" w:hAnsi="Times New Roman"/>
        <w:i/>
      </w:rPr>
      <w:tab/>
    </w:r>
    <w:r w:rsidR="000A138F" w:rsidRPr="00923815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0966B5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966B5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966B5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966B5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364586" w:rsidRPr="00923815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F8303B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923815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923815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923815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F8303B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923815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923815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DC003A" w14:textId="77777777" w:rsidR="00B641DD" w:rsidRDefault="00B641DD" w:rsidP="009F37D8">
      <w:pPr>
        <w:spacing w:after="0" w:line="240" w:lineRule="auto"/>
      </w:pPr>
      <w:r>
        <w:separator/>
      </w:r>
    </w:p>
  </w:footnote>
  <w:footnote w:type="continuationSeparator" w:id="0">
    <w:p w14:paraId="200E8FC3" w14:textId="77777777" w:rsidR="00B641DD" w:rsidRDefault="00B641DD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25080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EA09215" wp14:editId="21111F59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8EC6C94" wp14:editId="110E3C0A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C5737BD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966B5"/>
    <w:rsid w:val="00097B2F"/>
    <w:rsid w:val="000A138F"/>
    <w:rsid w:val="000A767A"/>
    <w:rsid w:val="000B344A"/>
    <w:rsid w:val="000B7FF7"/>
    <w:rsid w:val="000C68DE"/>
    <w:rsid w:val="000D3212"/>
    <w:rsid w:val="000D6C92"/>
    <w:rsid w:val="000D7D8D"/>
    <w:rsid w:val="000E3B2B"/>
    <w:rsid w:val="000F7721"/>
    <w:rsid w:val="00127BCD"/>
    <w:rsid w:val="00134DFA"/>
    <w:rsid w:val="00156E39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29AD"/>
    <w:rsid w:val="001E39ED"/>
    <w:rsid w:val="001E5E19"/>
    <w:rsid w:val="0022041F"/>
    <w:rsid w:val="00225564"/>
    <w:rsid w:val="00236E96"/>
    <w:rsid w:val="0024497D"/>
    <w:rsid w:val="002464D4"/>
    <w:rsid w:val="00266186"/>
    <w:rsid w:val="002702B8"/>
    <w:rsid w:val="0029108F"/>
    <w:rsid w:val="00293133"/>
    <w:rsid w:val="00297AB4"/>
    <w:rsid w:val="002B6B69"/>
    <w:rsid w:val="002D105C"/>
    <w:rsid w:val="002D7946"/>
    <w:rsid w:val="002E1723"/>
    <w:rsid w:val="002E2FE6"/>
    <w:rsid w:val="002E57FC"/>
    <w:rsid w:val="002F1F4A"/>
    <w:rsid w:val="002F7FD6"/>
    <w:rsid w:val="00312DBD"/>
    <w:rsid w:val="00322967"/>
    <w:rsid w:val="00322A02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F21D1"/>
    <w:rsid w:val="004F589C"/>
    <w:rsid w:val="00506AAE"/>
    <w:rsid w:val="0053360B"/>
    <w:rsid w:val="00535F2C"/>
    <w:rsid w:val="00541264"/>
    <w:rsid w:val="005660D9"/>
    <w:rsid w:val="00572290"/>
    <w:rsid w:val="0057373E"/>
    <w:rsid w:val="005821F5"/>
    <w:rsid w:val="0058706B"/>
    <w:rsid w:val="00587444"/>
    <w:rsid w:val="005A08DA"/>
    <w:rsid w:val="005A0D2E"/>
    <w:rsid w:val="005A1FFD"/>
    <w:rsid w:val="005A7F07"/>
    <w:rsid w:val="005B0734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62BB5"/>
    <w:rsid w:val="00662F11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75C44"/>
    <w:rsid w:val="0078074D"/>
    <w:rsid w:val="00780900"/>
    <w:rsid w:val="00784383"/>
    <w:rsid w:val="00784B4F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20C98"/>
    <w:rsid w:val="00824F40"/>
    <w:rsid w:val="008330E5"/>
    <w:rsid w:val="00850342"/>
    <w:rsid w:val="008777B8"/>
    <w:rsid w:val="0088393A"/>
    <w:rsid w:val="00887374"/>
    <w:rsid w:val="008878E4"/>
    <w:rsid w:val="008952F3"/>
    <w:rsid w:val="008C6158"/>
    <w:rsid w:val="008D08BA"/>
    <w:rsid w:val="008D3CA4"/>
    <w:rsid w:val="008E35D8"/>
    <w:rsid w:val="00923815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00D9"/>
    <w:rsid w:val="00A02B08"/>
    <w:rsid w:val="00A0751A"/>
    <w:rsid w:val="00A07835"/>
    <w:rsid w:val="00A45424"/>
    <w:rsid w:val="00A57724"/>
    <w:rsid w:val="00A607E5"/>
    <w:rsid w:val="00A61045"/>
    <w:rsid w:val="00A77A9B"/>
    <w:rsid w:val="00A811C5"/>
    <w:rsid w:val="00A83638"/>
    <w:rsid w:val="00AA33B5"/>
    <w:rsid w:val="00AA3EF6"/>
    <w:rsid w:val="00AA4F78"/>
    <w:rsid w:val="00AA7A25"/>
    <w:rsid w:val="00AD6523"/>
    <w:rsid w:val="00B06A10"/>
    <w:rsid w:val="00B10C60"/>
    <w:rsid w:val="00B13E67"/>
    <w:rsid w:val="00B353AB"/>
    <w:rsid w:val="00B47E15"/>
    <w:rsid w:val="00B51956"/>
    <w:rsid w:val="00B641DD"/>
    <w:rsid w:val="00B645A4"/>
    <w:rsid w:val="00B813B1"/>
    <w:rsid w:val="00B91383"/>
    <w:rsid w:val="00BA17F1"/>
    <w:rsid w:val="00BA649A"/>
    <w:rsid w:val="00BB50F1"/>
    <w:rsid w:val="00BD3D7E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EDA"/>
    <w:rsid w:val="00CA1719"/>
    <w:rsid w:val="00CA2796"/>
    <w:rsid w:val="00CD0E72"/>
    <w:rsid w:val="00CF37F7"/>
    <w:rsid w:val="00D06267"/>
    <w:rsid w:val="00D064BC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6B81"/>
    <w:rsid w:val="00D93435"/>
    <w:rsid w:val="00D94A02"/>
    <w:rsid w:val="00DA61A7"/>
    <w:rsid w:val="00DA7F25"/>
    <w:rsid w:val="00DB04A9"/>
    <w:rsid w:val="00DC6FC5"/>
    <w:rsid w:val="00DD1227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40921"/>
    <w:rsid w:val="00F420C8"/>
    <w:rsid w:val="00F42F8D"/>
    <w:rsid w:val="00F701D0"/>
    <w:rsid w:val="00F721BE"/>
    <w:rsid w:val="00F72F38"/>
    <w:rsid w:val="00F77524"/>
    <w:rsid w:val="00F8056E"/>
    <w:rsid w:val="00F8303B"/>
    <w:rsid w:val="00FA4CE5"/>
    <w:rsid w:val="00FB3799"/>
    <w:rsid w:val="00FD75C7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CE499E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3</cp:revision>
  <cp:lastPrinted>2011-11-09T07:37:00Z</cp:lastPrinted>
  <dcterms:created xsi:type="dcterms:W3CDTF">2023-02-10T09:38:00Z</dcterms:created>
  <dcterms:modified xsi:type="dcterms:W3CDTF">2023-02-13T09:24:00Z</dcterms:modified>
</cp:coreProperties>
</file>