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974B25" w14:textId="3081FDFA" w:rsidR="003D15BD" w:rsidRDefault="00171DEB" w:rsidP="00171DEB">
      <w:pPr>
        <w:pStyle w:val="Nadpis1"/>
        <w:numPr>
          <w:ilvl w:val="0"/>
          <w:numId w:val="0"/>
        </w:numPr>
        <w:ind w:left="284" w:hanging="284"/>
      </w:pPr>
      <w:bookmarkStart w:id="0" w:name="_GoBack"/>
      <w:bookmarkEnd w:id="0"/>
      <w:r>
        <w:rPr>
          <w:b/>
          <w:sz w:val="24"/>
          <w:szCs w:val="24"/>
        </w:rPr>
        <w:t>█</w:t>
      </w:r>
      <w:r>
        <w:rPr>
          <w:b/>
          <w:sz w:val="24"/>
          <w:szCs w:val="24"/>
        </w:rPr>
        <w:tab/>
      </w:r>
      <w:r w:rsidR="003D15BD">
        <w:rPr>
          <w:b/>
          <w:sz w:val="24"/>
          <w:szCs w:val="24"/>
        </w:rPr>
        <w:t xml:space="preserve">Příloha č. </w:t>
      </w:r>
      <w:r w:rsidR="00C65984">
        <w:rPr>
          <w:b/>
          <w:sz w:val="24"/>
          <w:szCs w:val="24"/>
        </w:rPr>
        <w:t>2</w:t>
      </w:r>
      <w:r w:rsidR="003D15BD">
        <w:rPr>
          <w:b/>
          <w:sz w:val="24"/>
          <w:szCs w:val="24"/>
        </w:rPr>
        <w:t xml:space="preserve"> S</w:t>
      </w:r>
      <w:r w:rsidR="005C6122">
        <w:rPr>
          <w:b/>
          <w:sz w:val="24"/>
          <w:szCs w:val="24"/>
        </w:rPr>
        <w:t>O</w:t>
      </w:r>
      <w:r w:rsidR="003D15BD">
        <w:rPr>
          <w:b/>
          <w:sz w:val="24"/>
          <w:szCs w:val="24"/>
        </w:rPr>
        <w:t>D - Základní požadavky k zajištění BOZP</w:t>
      </w:r>
    </w:p>
    <w:p w14:paraId="102AA6E8" w14:textId="77777777" w:rsidR="003D15BD" w:rsidRPr="00150DBF" w:rsidRDefault="003D15BD" w:rsidP="003D15BD">
      <w:pPr>
        <w:pStyle w:val="Zkladntext3"/>
        <w:spacing w:after="120"/>
        <w:ind w:left="357" w:hanging="357"/>
        <w:rPr>
          <w:sz w:val="22"/>
          <w:szCs w:val="22"/>
        </w:rPr>
      </w:pPr>
      <w:r>
        <w:t>I.</w:t>
      </w:r>
      <w:r>
        <w:tab/>
      </w:r>
      <w:r w:rsidRPr="00150DBF">
        <w:rPr>
          <w:sz w:val="22"/>
          <w:szCs w:val="22"/>
        </w:rPr>
        <w:t xml:space="preserve">Vstup osob do objektů a jejich pohyb na pracovištích Dopravního podniku Ostrava a.s., vjezd vozidel </w:t>
      </w:r>
    </w:p>
    <w:p w14:paraId="4F51CB4D" w14:textId="7D61AE2C" w:rsidR="003D15BD" w:rsidRPr="00150DBF" w:rsidRDefault="003D15BD" w:rsidP="003D15BD">
      <w:pPr>
        <w:numPr>
          <w:ilvl w:val="0"/>
          <w:numId w:val="18"/>
        </w:numPr>
        <w:tabs>
          <w:tab w:val="clear" w:pos="660"/>
          <w:tab w:val="num" w:pos="720"/>
        </w:tabs>
        <w:spacing w:after="0"/>
        <w:ind w:left="720"/>
        <w:rPr>
          <w:color w:val="000000"/>
          <w:szCs w:val="22"/>
        </w:rPr>
      </w:pPr>
      <w:r w:rsidRPr="00150DBF">
        <w:rPr>
          <w:szCs w:val="22"/>
        </w:rPr>
        <w:t xml:space="preserve">Zaměstnanci nebo jiné osoby druhé smluvní strany, kteří budou vykonávat pracovní nebo jinou činnost </w:t>
      </w:r>
      <w:r w:rsidRPr="00150DBF">
        <w:rPr>
          <w:b/>
          <w:bCs/>
          <w:szCs w:val="22"/>
        </w:rPr>
        <w:t>dlouhodobě,</w:t>
      </w:r>
      <w:r w:rsidRPr="00150DBF">
        <w:rPr>
          <w:szCs w:val="22"/>
        </w:rPr>
        <w:t xml:space="preserve"> mohou vstupovat do objektů a pohybovat se na pracovištích </w:t>
      </w:r>
      <w:r w:rsidRPr="00150DBF">
        <w:rPr>
          <w:b/>
          <w:bCs/>
          <w:color w:val="000000"/>
          <w:szCs w:val="22"/>
        </w:rPr>
        <w:t>samostatně</w:t>
      </w:r>
      <w:r w:rsidRPr="00150DBF">
        <w:rPr>
          <w:color w:val="000000"/>
          <w:szCs w:val="22"/>
        </w:rPr>
        <w:t xml:space="preserve">, avšak musí v souladu s vnitřními předpisy Dopravního podniku Ostrava a.s. (dále jen </w:t>
      </w:r>
      <w:r w:rsidR="008E31A0" w:rsidRPr="00150DBF">
        <w:rPr>
          <w:color w:val="000000"/>
          <w:szCs w:val="22"/>
        </w:rPr>
        <w:t>DPO</w:t>
      </w:r>
      <w:r w:rsidRPr="00150DBF">
        <w:rPr>
          <w:color w:val="000000"/>
          <w:szCs w:val="22"/>
        </w:rPr>
        <w:t>):</w:t>
      </w:r>
    </w:p>
    <w:p w14:paraId="0FF12B95" w14:textId="7BCD0787" w:rsidR="003D15BD" w:rsidRPr="00150DBF" w:rsidRDefault="003D15BD" w:rsidP="003D15BD">
      <w:pPr>
        <w:pStyle w:val="Zkladntextodsazen"/>
        <w:ind w:left="1080" w:hanging="360"/>
        <w:rPr>
          <w:szCs w:val="22"/>
        </w:rPr>
      </w:pPr>
      <w:r w:rsidRPr="00150DBF">
        <w:rPr>
          <w:szCs w:val="22"/>
        </w:rPr>
        <w:t>-</w:t>
      </w:r>
      <w:r w:rsidRPr="00150DBF">
        <w:rPr>
          <w:szCs w:val="22"/>
        </w:rPr>
        <w:tab/>
        <w:t xml:space="preserve">podrobit se školení z BOZP pro příslušné pracoviště, které zajistí vedoucí pracoviště </w:t>
      </w:r>
      <w:r w:rsidR="008E31A0" w:rsidRPr="00150DBF">
        <w:rPr>
          <w:szCs w:val="22"/>
        </w:rPr>
        <w:t>DPO</w:t>
      </w:r>
      <w:r w:rsidRPr="00150DBF">
        <w:rPr>
          <w:szCs w:val="22"/>
        </w:rPr>
        <w:t xml:space="preserve">, </w:t>
      </w:r>
    </w:p>
    <w:p w14:paraId="3221A81B" w14:textId="46E348C7" w:rsidR="003D15BD" w:rsidRPr="00150DBF" w:rsidRDefault="003D15BD" w:rsidP="003D15BD">
      <w:pPr>
        <w:ind w:left="1077" w:hanging="357"/>
        <w:rPr>
          <w:color w:val="000000"/>
          <w:szCs w:val="22"/>
        </w:rPr>
      </w:pPr>
      <w:r w:rsidRPr="00150DBF">
        <w:rPr>
          <w:color w:val="000000"/>
          <w:szCs w:val="22"/>
        </w:rPr>
        <w:t>-</w:t>
      </w:r>
      <w:r w:rsidRPr="00150DBF">
        <w:rPr>
          <w:color w:val="000000"/>
          <w:szCs w:val="22"/>
        </w:rPr>
        <w:tab/>
        <w:t xml:space="preserve">předkládat při každém vstupu do objektu dočasný osobní průkaz vydaný </w:t>
      </w:r>
      <w:r w:rsidR="008E31A0" w:rsidRPr="00150DBF">
        <w:rPr>
          <w:color w:val="000000"/>
          <w:szCs w:val="22"/>
        </w:rPr>
        <w:t>DPO</w:t>
      </w:r>
      <w:r w:rsidRPr="00150DBF">
        <w:rPr>
          <w:color w:val="000000"/>
          <w:szCs w:val="22"/>
        </w:rPr>
        <w:t xml:space="preserve">. </w:t>
      </w:r>
    </w:p>
    <w:p w14:paraId="503AD765" w14:textId="6C66361F" w:rsidR="003D15BD" w:rsidRPr="00150DBF" w:rsidRDefault="003D15BD" w:rsidP="003D15BD">
      <w:pPr>
        <w:numPr>
          <w:ilvl w:val="0"/>
          <w:numId w:val="18"/>
        </w:numPr>
        <w:tabs>
          <w:tab w:val="left" w:pos="720"/>
        </w:tabs>
        <w:spacing w:after="0"/>
        <w:rPr>
          <w:szCs w:val="22"/>
        </w:rPr>
      </w:pPr>
      <w:r w:rsidRPr="00150DBF">
        <w:rPr>
          <w:szCs w:val="22"/>
        </w:rPr>
        <w:t xml:space="preserve">Zaměstnanci nebo jiné osoby druhé smluvní strany, kteří budou vykonávat pracovní nebo jinou činnost </w:t>
      </w:r>
      <w:r w:rsidRPr="00150DBF">
        <w:rPr>
          <w:b/>
          <w:bCs/>
          <w:szCs w:val="22"/>
        </w:rPr>
        <w:t xml:space="preserve">krátkodobě, </w:t>
      </w:r>
      <w:r w:rsidRPr="00150DBF">
        <w:rPr>
          <w:szCs w:val="22"/>
        </w:rPr>
        <w:t xml:space="preserve">mohou vstupovat do objektů a pohybovat se na pracovištích </w:t>
      </w:r>
      <w:r w:rsidRPr="00150DBF">
        <w:rPr>
          <w:b/>
          <w:bCs/>
          <w:szCs w:val="22"/>
        </w:rPr>
        <w:t>samostatně</w:t>
      </w:r>
      <w:r w:rsidRPr="00150DBF">
        <w:rPr>
          <w:szCs w:val="22"/>
        </w:rPr>
        <w:t xml:space="preserve">, avšak musí v souladu s vnitřními předpisy </w:t>
      </w:r>
      <w:r w:rsidR="008E31A0" w:rsidRPr="00150DBF">
        <w:rPr>
          <w:szCs w:val="22"/>
        </w:rPr>
        <w:t>DPO</w:t>
      </w:r>
      <w:r w:rsidRPr="00150DBF">
        <w:rPr>
          <w:szCs w:val="22"/>
        </w:rPr>
        <w:t xml:space="preserve">: </w:t>
      </w:r>
    </w:p>
    <w:p w14:paraId="7C661162" w14:textId="439D0362" w:rsidR="003D15BD" w:rsidRPr="00150DBF" w:rsidRDefault="003D15BD" w:rsidP="003D15BD">
      <w:pPr>
        <w:tabs>
          <w:tab w:val="left" w:pos="720"/>
        </w:tabs>
        <w:spacing w:after="0"/>
        <w:ind w:left="1078" w:hanging="420"/>
        <w:rPr>
          <w:szCs w:val="22"/>
        </w:rPr>
      </w:pPr>
      <w:r w:rsidRPr="00150DBF">
        <w:rPr>
          <w:szCs w:val="22"/>
        </w:rPr>
        <w:t xml:space="preserve"> -  </w:t>
      </w:r>
      <w:r w:rsidRPr="00150DBF">
        <w:rPr>
          <w:szCs w:val="22"/>
        </w:rPr>
        <w:tab/>
        <w:t xml:space="preserve">podrobit se školení z BOZP pro příslušné pracoviště, které zajistí vedoucí pracoviště </w:t>
      </w:r>
      <w:r w:rsidR="008E31A0" w:rsidRPr="00150DBF">
        <w:rPr>
          <w:szCs w:val="22"/>
        </w:rPr>
        <w:t>DPO</w:t>
      </w:r>
    </w:p>
    <w:p w14:paraId="72B5D8AE" w14:textId="77777777" w:rsidR="003D15BD" w:rsidRPr="00150DBF" w:rsidRDefault="003D15BD" w:rsidP="003D15BD">
      <w:pPr>
        <w:pStyle w:val="Zkladntext"/>
        <w:numPr>
          <w:ilvl w:val="0"/>
          <w:numId w:val="19"/>
        </w:numPr>
        <w:snapToGrid/>
        <w:spacing w:before="0" w:after="120"/>
        <w:ind w:left="1077" w:hanging="357"/>
        <w:rPr>
          <w:color w:val="000000"/>
          <w:sz w:val="22"/>
          <w:szCs w:val="22"/>
        </w:rPr>
      </w:pPr>
      <w:r w:rsidRPr="00150DBF">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4546839F" w14:textId="2866E61D" w:rsidR="003D15BD" w:rsidRPr="00150DBF" w:rsidRDefault="003D15BD" w:rsidP="003D15BD">
      <w:pPr>
        <w:numPr>
          <w:ilvl w:val="0"/>
          <w:numId w:val="18"/>
        </w:numPr>
        <w:spacing w:after="0"/>
        <w:ind w:left="658"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kteří </w:t>
      </w:r>
      <w:r w:rsidRPr="00150DBF">
        <w:rPr>
          <w:b/>
          <w:bCs/>
          <w:color w:val="000000"/>
          <w:szCs w:val="22"/>
        </w:rPr>
        <w:t xml:space="preserve">navštíví </w:t>
      </w:r>
      <w:r w:rsidRPr="00150DBF">
        <w:rPr>
          <w:color w:val="000000"/>
          <w:szCs w:val="22"/>
        </w:rPr>
        <w:t xml:space="preserve">pracoviště </w:t>
      </w:r>
      <w:r w:rsidRPr="00150DBF">
        <w:rPr>
          <w:b/>
          <w:bCs/>
          <w:color w:val="000000"/>
          <w:szCs w:val="22"/>
        </w:rPr>
        <w:t xml:space="preserve">jednorázově, </w:t>
      </w:r>
      <w:r w:rsidRPr="00150DBF">
        <w:rPr>
          <w:color w:val="000000"/>
          <w:szCs w:val="22"/>
        </w:rPr>
        <w:t xml:space="preserve">mohou v souladu s vnitřními předpisy </w:t>
      </w:r>
      <w:r w:rsidR="008E31A0" w:rsidRPr="00150DBF">
        <w:rPr>
          <w:color w:val="000000"/>
          <w:szCs w:val="22"/>
        </w:rPr>
        <w:t>DPO</w:t>
      </w:r>
      <w:r w:rsidRPr="00150DBF">
        <w:rPr>
          <w:color w:val="000000"/>
          <w:szCs w:val="22"/>
        </w:rPr>
        <w:t xml:space="preserve"> vstupovat do objektu a pohybovat se na pracovištích </w:t>
      </w:r>
      <w:r w:rsidRPr="00150DBF">
        <w:rPr>
          <w:b/>
          <w:bCs/>
          <w:color w:val="000000"/>
          <w:szCs w:val="22"/>
        </w:rPr>
        <w:t>pouze v doprovodu</w:t>
      </w:r>
      <w:r w:rsidRPr="00150DBF">
        <w:rPr>
          <w:color w:val="000000"/>
          <w:szCs w:val="22"/>
        </w:rPr>
        <w:t xml:space="preserve"> určeného zaměstnance </w:t>
      </w:r>
      <w:r w:rsidR="008E31A0" w:rsidRPr="00150DBF">
        <w:rPr>
          <w:color w:val="000000"/>
          <w:szCs w:val="22"/>
        </w:rPr>
        <w:t>DPO</w:t>
      </w:r>
      <w:r w:rsidRPr="00150DBF">
        <w:rPr>
          <w:color w:val="000000"/>
          <w:szCs w:val="22"/>
        </w:rPr>
        <w:t>, avšak musí:</w:t>
      </w:r>
    </w:p>
    <w:p w14:paraId="3D3440B4" w14:textId="77BD9E18" w:rsidR="003D15BD" w:rsidRPr="00150DBF" w:rsidRDefault="003D15BD" w:rsidP="003D15BD">
      <w:pPr>
        <w:pStyle w:val="Zkladntextodsazen3"/>
        <w:spacing w:after="120"/>
        <w:ind w:left="1077" w:hanging="357"/>
        <w:rPr>
          <w:szCs w:val="22"/>
        </w:rPr>
      </w:pPr>
      <w:r w:rsidRPr="00150DBF">
        <w:rPr>
          <w:szCs w:val="22"/>
        </w:rPr>
        <w:t>-</w:t>
      </w:r>
      <w:r w:rsidRPr="00150DBF">
        <w:rPr>
          <w:szCs w:val="22"/>
        </w:rPr>
        <w:tab/>
        <w:t xml:space="preserve">ohlásit svoji návštěvu při vstupu do objektu a vyčkat, až bude strážní službou ověřena přítomnost příslušného vedoucího zaměstnance pracoviště, který stanoví způsob doprovodu a pohybu návštěvy v objektu </w:t>
      </w:r>
      <w:r w:rsidR="008E31A0" w:rsidRPr="00150DBF">
        <w:rPr>
          <w:szCs w:val="22"/>
        </w:rPr>
        <w:t>DPO</w:t>
      </w:r>
      <w:r w:rsidRPr="00150DBF">
        <w:rPr>
          <w:szCs w:val="22"/>
        </w:rPr>
        <w:t xml:space="preserve"> a tím za tuto návštěvu přebírá odpovědnost.</w:t>
      </w:r>
    </w:p>
    <w:p w14:paraId="18A32058" w14:textId="68FD7845" w:rsidR="003D15BD" w:rsidRPr="00150DBF" w:rsidRDefault="003D15BD" w:rsidP="003D15BD">
      <w:pPr>
        <w:pStyle w:val="Odstavecseseznamem"/>
        <w:numPr>
          <w:ilvl w:val="0"/>
          <w:numId w:val="18"/>
        </w:numPr>
        <w:spacing w:after="0"/>
        <w:rPr>
          <w:szCs w:val="22"/>
        </w:rPr>
      </w:pPr>
      <w:r w:rsidRPr="00150DBF">
        <w:rPr>
          <w:szCs w:val="22"/>
        </w:rPr>
        <w:t xml:space="preserve">Osobám a vozidlům druhé smluvní strany bude vjezd a pohyb v dopravním prostředku v areálu </w:t>
      </w:r>
      <w:r w:rsidR="008E31A0" w:rsidRPr="00150DBF">
        <w:rPr>
          <w:szCs w:val="22"/>
        </w:rPr>
        <w:t>DPO</w:t>
      </w:r>
      <w:r w:rsidRPr="00150DBF">
        <w:rPr>
          <w:szCs w:val="22"/>
        </w:rPr>
        <w:t xml:space="preserve"> povolen na základě platného dlouhodobého povolení vjezdu, nebo jednorázového povolení vjezdu po prokázání totožnosti a souhlasu přítomného vedoucího navštěvovaného pracoviště.</w:t>
      </w:r>
    </w:p>
    <w:p w14:paraId="451C9979" w14:textId="77777777" w:rsidR="003D15BD" w:rsidRPr="00150DBF" w:rsidRDefault="003D15BD" w:rsidP="003D15BD">
      <w:pPr>
        <w:pStyle w:val="Odstavecseseznamem"/>
        <w:numPr>
          <w:ilvl w:val="0"/>
          <w:numId w:val="0"/>
        </w:numPr>
        <w:ind w:left="660"/>
        <w:rPr>
          <w:szCs w:val="22"/>
        </w:rPr>
      </w:pPr>
    </w:p>
    <w:p w14:paraId="75389810" w14:textId="45201EAA" w:rsidR="003D15BD" w:rsidRPr="00150DBF" w:rsidRDefault="003D15BD" w:rsidP="003D15BD">
      <w:pPr>
        <w:pStyle w:val="Odstavecseseznamem"/>
        <w:numPr>
          <w:ilvl w:val="0"/>
          <w:numId w:val="18"/>
        </w:numPr>
        <w:spacing w:before="240" w:after="0"/>
        <w:rPr>
          <w:szCs w:val="22"/>
        </w:rPr>
      </w:pPr>
      <w:r w:rsidRPr="00150DBF">
        <w:rPr>
          <w:szCs w:val="22"/>
        </w:rPr>
        <w:t xml:space="preserve">Fyzická ostraha je oprávněna provést kontrolu dopravního prostředku při vjezdu do areálu </w:t>
      </w:r>
      <w:r w:rsidR="008E31A0" w:rsidRPr="00150DBF">
        <w:rPr>
          <w:szCs w:val="22"/>
        </w:rPr>
        <w:t>DPO</w:t>
      </w:r>
      <w:r w:rsidRPr="00150DBF">
        <w:rPr>
          <w:szCs w:val="22"/>
        </w:rPr>
        <w:t xml:space="preserve"> i při výjezdu z areálu </w:t>
      </w:r>
      <w:r w:rsidR="008E31A0" w:rsidRPr="00150DBF">
        <w:rPr>
          <w:szCs w:val="22"/>
        </w:rPr>
        <w:t>DPO</w:t>
      </w:r>
      <w:r w:rsidRPr="00150DBF">
        <w:rPr>
          <w:szCs w:val="22"/>
        </w:rPr>
        <w:t>.</w:t>
      </w:r>
    </w:p>
    <w:p w14:paraId="172E873D" w14:textId="77777777" w:rsidR="003D15BD" w:rsidRPr="00150DBF" w:rsidRDefault="003D15BD" w:rsidP="003D15BD">
      <w:pPr>
        <w:pStyle w:val="Odstavecseseznamem"/>
        <w:numPr>
          <w:ilvl w:val="0"/>
          <w:numId w:val="0"/>
        </w:numPr>
        <w:ind w:left="720"/>
        <w:rPr>
          <w:szCs w:val="22"/>
        </w:rPr>
      </w:pPr>
    </w:p>
    <w:p w14:paraId="6F06F883" w14:textId="602702A3" w:rsidR="003D15BD" w:rsidRPr="00150DBF" w:rsidRDefault="003D15BD" w:rsidP="003D15BD">
      <w:pPr>
        <w:pStyle w:val="Odstavecseseznamem"/>
        <w:numPr>
          <w:ilvl w:val="0"/>
          <w:numId w:val="18"/>
        </w:numPr>
        <w:rPr>
          <w:szCs w:val="22"/>
        </w:rPr>
      </w:pPr>
      <w:r w:rsidRPr="00150DBF">
        <w:rPr>
          <w:szCs w:val="22"/>
        </w:rPr>
        <w:t xml:space="preserve">Mimo provozní dobu v pracovních dnech od 6.00 do 22.00 hodin mohou osoby a vozidla druhé smluvní strany výjimečně vjíždět a pohybovat se v areálu  </w:t>
      </w:r>
      <w:r w:rsidR="008E31A0" w:rsidRPr="00150DBF">
        <w:rPr>
          <w:szCs w:val="22"/>
        </w:rPr>
        <w:t>DPO</w:t>
      </w:r>
      <w:r w:rsidRPr="00150DBF">
        <w:rPr>
          <w:szCs w:val="22"/>
        </w:rPr>
        <w:t xml:space="preserve"> pouze jako „návštěva“.</w:t>
      </w:r>
    </w:p>
    <w:p w14:paraId="7978B31F" w14:textId="77777777" w:rsidR="003D15BD" w:rsidRPr="00150DBF" w:rsidRDefault="003D15BD" w:rsidP="003D15BD">
      <w:pPr>
        <w:pStyle w:val="Odstavecseseznamem"/>
        <w:numPr>
          <w:ilvl w:val="0"/>
          <w:numId w:val="0"/>
        </w:numPr>
        <w:ind w:left="720"/>
        <w:rPr>
          <w:szCs w:val="22"/>
        </w:rPr>
      </w:pPr>
    </w:p>
    <w:p w14:paraId="267C9E14" w14:textId="0F5E7772" w:rsidR="003D15BD" w:rsidRPr="00150DBF" w:rsidRDefault="003D15BD" w:rsidP="003D15BD">
      <w:pPr>
        <w:pStyle w:val="Odstavecseseznamem"/>
        <w:numPr>
          <w:ilvl w:val="0"/>
          <w:numId w:val="18"/>
        </w:numPr>
        <w:rPr>
          <w:szCs w:val="22"/>
        </w:rPr>
      </w:pPr>
      <w:r w:rsidRPr="00150DBF">
        <w:rPr>
          <w:szCs w:val="22"/>
        </w:rPr>
        <w:t xml:space="preserve">Návštěvě bude vjezd a pohyb v dopravním prostředku v areálu </w:t>
      </w:r>
      <w:r w:rsidR="008E31A0" w:rsidRPr="00150DBF">
        <w:rPr>
          <w:szCs w:val="22"/>
        </w:rPr>
        <w:t>DPO</w:t>
      </w:r>
      <w:r w:rsidRPr="00150DBF">
        <w:rPr>
          <w:szCs w:val="22"/>
        </w:rPr>
        <w:t xml:space="preserve"> povolen na základě ověření přítomnosti vedoucího navštěvovaného pracoviště a jeho souhlasu s návštěvou.</w:t>
      </w:r>
    </w:p>
    <w:p w14:paraId="15C93BD0" w14:textId="77777777" w:rsidR="003D15BD" w:rsidRPr="00150DBF" w:rsidRDefault="003D15BD" w:rsidP="003D15BD">
      <w:pPr>
        <w:pStyle w:val="Odstavecseseznamem"/>
        <w:numPr>
          <w:ilvl w:val="0"/>
          <w:numId w:val="0"/>
        </w:numPr>
        <w:ind w:left="720"/>
        <w:rPr>
          <w:szCs w:val="22"/>
        </w:rPr>
      </w:pPr>
    </w:p>
    <w:p w14:paraId="6408462B" w14:textId="0EE01A62" w:rsidR="003D15BD" w:rsidRPr="00150DBF" w:rsidRDefault="003D15BD" w:rsidP="003D15BD">
      <w:pPr>
        <w:pStyle w:val="Odstavecseseznamem"/>
        <w:numPr>
          <w:ilvl w:val="0"/>
          <w:numId w:val="18"/>
        </w:numPr>
        <w:rPr>
          <w:szCs w:val="22"/>
        </w:rPr>
      </w:pPr>
      <w:r w:rsidRPr="00150DBF">
        <w:rPr>
          <w:szCs w:val="22"/>
        </w:rPr>
        <w:t xml:space="preserve">V případě udělení souhlasu s návštěvou fyzická ostraha seznámí návštěvu s aktuální dopravní situací v areálu </w:t>
      </w:r>
      <w:r w:rsidR="008E31A0" w:rsidRPr="00150DBF">
        <w:rPr>
          <w:szCs w:val="22"/>
        </w:rPr>
        <w:t>DPO</w:t>
      </w:r>
      <w:r w:rsidRPr="00150DBF">
        <w:rPr>
          <w:szCs w:val="22"/>
        </w:rPr>
        <w:t xml:space="preserve">, zejména s určením trasy a místem k odstavení dopravního prostředku, a poté vpustí návštěvu do areálu </w:t>
      </w:r>
      <w:r w:rsidR="008E31A0" w:rsidRPr="00150DBF">
        <w:rPr>
          <w:szCs w:val="22"/>
        </w:rPr>
        <w:t>DPO</w:t>
      </w:r>
      <w:r w:rsidRPr="00150DBF">
        <w:rPr>
          <w:szCs w:val="22"/>
        </w:rPr>
        <w:t>.</w:t>
      </w:r>
    </w:p>
    <w:p w14:paraId="2C78D4E3" w14:textId="77777777" w:rsidR="006D163D" w:rsidRPr="00150DBF" w:rsidRDefault="006D163D" w:rsidP="00716A20">
      <w:pPr>
        <w:ind w:left="360" w:hanging="360"/>
        <w:rPr>
          <w:bCs/>
          <w:color w:val="000000"/>
          <w:szCs w:val="22"/>
        </w:rPr>
      </w:pPr>
    </w:p>
    <w:p w14:paraId="328BC635" w14:textId="3D3E0ACB" w:rsidR="00716A20" w:rsidRPr="00150DBF" w:rsidRDefault="00716A20" w:rsidP="00716A20">
      <w:pPr>
        <w:ind w:left="360" w:hanging="360"/>
        <w:rPr>
          <w:b/>
          <w:bCs/>
          <w:color w:val="000000"/>
          <w:szCs w:val="22"/>
        </w:rPr>
      </w:pPr>
      <w:r w:rsidRPr="00150DBF">
        <w:rPr>
          <w:b/>
          <w:bCs/>
          <w:color w:val="000000"/>
          <w:szCs w:val="22"/>
        </w:rPr>
        <w:t>II.</w:t>
      </w:r>
      <w:r w:rsidRPr="00150DBF">
        <w:rPr>
          <w:b/>
          <w:bCs/>
          <w:color w:val="000000"/>
          <w:szCs w:val="22"/>
        </w:rPr>
        <w:tab/>
        <w:t xml:space="preserve">Podmínky pro vykonávání pracovní a jiné činnosti na pracovištích </w:t>
      </w:r>
      <w:r w:rsidR="008E31A0" w:rsidRPr="00150DBF">
        <w:rPr>
          <w:b/>
          <w:bCs/>
          <w:color w:val="000000"/>
          <w:szCs w:val="22"/>
        </w:rPr>
        <w:t>DPO</w:t>
      </w:r>
    </w:p>
    <w:p w14:paraId="373FAC81" w14:textId="77777777" w:rsidR="00716A20" w:rsidRPr="00150DBF" w:rsidRDefault="00716A20" w:rsidP="00716A20">
      <w:pPr>
        <w:pStyle w:val="Zkladntext"/>
        <w:numPr>
          <w:ilvl w:val="0"/>
          <w:numId w:val="20"/>
        </w:numPr>
        <w:spacing w:after="120"/>
        <w:ind w:left="714" w:hanging="357"/>
        <w:rPr>
          <w:color w:val="000000"/>
          <w:sz w:val="22"/>
          <w:szCs w:val="22"/>
        </w:rPr>
      </w:pPr>
      <w:r w:rsidRPr="00150DBF">
        <w:rPr>
          <w:color w:val="000000"/>
          <w:sz w:val="22"/>
          <w:szCs w:val="22"/>
        </w:rPr>
        <w:t xml:space="preserve">předávané plnění/dílo (projekty, konstrukce, výrobky, zařízení apod.) musí být provedeno tak, aby splňovalo platné bezpečnostní a požární předpisy, </w:t>
      </w:r>
    </w:p>
    <w:p w14:paraId="20C9B51F" w14:textId="42783DB6" w:rsidR="00716A20" w:rsidRPr="00150DBF" w:rsidRDefault="00716A20" w:rsidP="00716A20">
      <w:pPr>
        <w:pStyle w:val="Zkladntext"/>
        <w:numPr>
          <w:ilvl w:val="0"/>
          <w:numId w:val="20"/>
        </w:numPr>
        <w:spacing w:before="0" w:after="120"/>
        <w:ind w:left="714" w:hanging="357"/>
        <w:rPr>
          <w:sz w:val="22"/>
          <w:szCs w:val="22"/>
        </w:rPr>
      </w:pPr>
      <w:r w:rsidRPr="00150DBF">
        <w:rPr>
          <w:color w:val="000000"/>
          <w:sz w:val="22"/>
          <w:szCs w:val="22"/>
        </w:rPr>
        <w:t xml:space="preserve">pokud budou na jednom pracovišti plnit pracovní úkoly zaměstnanci </w:t>
      </w:r>
      <w:r w:rsidRPr="00150DBF">
        <w:rPr>
          <w:sz w:val="22"/>
          <w:szCs w:val="22"/>
        </w:rPr>
        <w:t>druhé smluvní strany</w:t>
      </w:r>
      <w:r w:rsidRPr="00150DBF">
        <w:rPr>
          <w:color w:val="000000"/>
          <w:sz w:val="22"/>
          <w:szCs w:val="22"/>
        </w:rPr>
        <w:t xml:space="preserve"> i </w:t>
      </w:r>
      <w:r w:rsidR="008E31A0" w:rsidRPr="00150DBF">
        <w:rPr>
          <w:color w:val="000000"/>
          <w:sz w:val="22"/>
          <w:szCs w:val="22"/>
        </w:rPr>
        <w:t>DPO</w:t>
      </w:r>
      <w:r w:rsidRPr="00150DBF">
        <w:rPr>
          <w:color w:val="000000"/>
          <w:sz w:val="22"/>
          <w:szCs w:val="22"/>
        </w:rPr>
        <w:t xml:space="preserve">, jsou zaměstnavatelé povinni vzájemně se písemně informovat o rizicích a spolupracovat při zajišťování bezpečnosti a ochrany zdraví při práci, </w:t>
      </w:r>
      <w:r w:rsidRPr="00150DBF">
        <w:rPr>
          <w:sz w:val="22"/>
          <w:szCs w:val="22"/>
        </w:rPr>
        <w:t xml:space="preserve">podle ustanovení § 101 zákona č. 262/2006 Sb. (zákoník práce),   </w:t>
      </w:r>
    </w:p>
    <w:p w14:paraId="75361B15" w14:textId="766BFA71" w:rsidR="00716A20" w:rsidRPr="00150DBF" w:rsidRDefault="00716A20" w:rsidP="00716A20">
      <w:pPr>
        <w:ind w:left="714" w:hanging="357"/>
        <w:rPr>
          <w:color w:val="000000"/>
          <w:szCs w:val="22"/>
        </w:rPr>
      </w:pPr>
      <w:r w:rsidRPr="00150DBF">
        <w:rPr>
          <w:color w:val="000000"/>
          <w:szCs w:val="22"/>
        </w:rPr>
        <w:lastRenderedPageBreak/>
        <w:t>c)</w:t>
      </w:r>
      <w:r w:rsidRPr="00150DBF">
        <w:rPr>
          <w:color w:val="000000"/>
          <w:szCs w:val="22"/>
        </w:rPr>
        <w:tab/>
        <w:t xml:space="preserve">zaměstnanci nebo jiné osoby </w:t>
      </w:r>
      <w:r w:rsidRPr="00150DBF">
        <w:rPr>
          <w:szCs w:val="22"/>
        </w:rPr>
        <w:t>druhé smluvní strany</w:t>
      </w:r>
      <w:r w:rsidRPr="00150DBF">
        <w:rPr>
          <w:color w:val="000000"/>
          <w:szCs w:val="22"/>
        </w:rPr>
        <w:t xml:space="preserve"> nesmí být mladiství, musí mít pro činnost vykonávanou na pracovištích </w:t>
      </w:r>
      <w:r w:rsidR="008E31A0" w:rsidRPr="00150DBF">
        <w:rPr>
          <w:color w:val="000000"/>
          <w:szCs w:val="22"/>
        </w:rPr>
        <w:t>DPO</w:t>
      </w:r>
      <w:r w:rsidRPr="00150DBF">
        <w:rPr>
          <w:color w:val="000000"/>
          <w:szCs w:val="22"/>
        </w:rPr>
        <w:t xml:space="preserve"> odbornou a zdravotní způsobilost a tuto činnost mohou vykonávat pouze v dohodnutém rozsahu, v případě, že vstupují na provozovanou dopravní cestu, musí splňovat zdravotní způsobilost podle § 2 písm. b) 1, vyhlášky MD č. 101/1995 Sb. v platném znění,</w:t>
      </w:r>
    </w:p>
    <w:p w14:paraId="37B9F701" w14:textId="1ED35CAF" w:rsidR="00716A20" w:rsidRPr="00150DBF" w:rsidRDefault="00716A20" w:rsidP="00716A20">
      <w:pPr>
        <w:numPr>
          <w:ilvl w:val="0"/>
          <w:numId w:val="21"/>
        </w:numPr>
        <w:ind w:left="714"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jsou při své činnosti na pracovištích </w:t>
      </w:r>
      <w:r w:rsidR="008E31A0" w:rsidRPr="00150DBF">
        <w:rPr>
          <w:color w:val="000000"/>
          <w:szCs w:val="22"/>
        </w:rPr>
        <w:t>DPO</w:t>
      </w:r>
      <w:r w:rsidRPr="00150DBF">
        <w:rPr>
          <w:color w:val="000000"/>
          <w:szCs w:val="22"/>
        </w:rPr>
        <w:t xml:space="preserve"> povinni dodržovat platné právní předpisy k zajištění bezpečnosti práce a požární ochrany včetně místních bezpečnostních předpisů (vnitřních norem </w:t>
      </w:r>
      <w:r w:rsidR="008E31A0" w:rsidRPr="00150DBF">
        <w:rPr>
          <w:color w:val="000000"/>
          <w:szCs w:val="22"/>
        </w:rPr>
        <w:t>DPO</w:t>
      </w:r>
      <w:r w:rsidRPr="00150DBF">
        <w:rPr>
          <w:color w:val="000000"/>
          <w:szCs w:val="22"/>
        </w:rPr>
        <w:t xml:space="preserve">), s nimiž byli řádně seznámeni, podrobit se na vyzvání oprávněného zaměstnance </w:t>
      </w:r>
      <w:r w:rsidR="008E31A0" w:rsidRPr="00150DBF">
        <w:rPr>
          <w:color w:val="000000"/>
          <w:szCs w:val="22"/>
        </w:rPr>
        <w:t>DPO</w:t>
      </w:r>
      <w:r w:rsidRPr="00150DBF">
        <w:rPr>
          <w:color w:val="000000"/>
          <w:szCs w:val="22"/>
        </w:rPr>
        <w:t xml:space="preserve"> dechové zkoušce nebo lékařskému vyšetření ke zjištění přítomnosti alkoholu nebo jiných návykových látek v organizmu. K plnění povinnosti dle tohoto odstavce jsou zaměstnanci nebo jiné osoby </w:t>
      </w:r>
      <w:r w:rsidRPr="00150DBF">
        <w:rPr>
          <w:szCs w:val="22"/>
        </w:rPr>
        <w:t>druhé smluvní strany</w:t>
      </w:r>
      <w:r w:rsidRPr="00150DBF">
        <w:rPr>
          <w:color w:val="000000"/>
          <w:szCs w:val="22"/>
        </w:rPr>
        <w:t xml:space="preserve"> povinni při kontrolách a činnostech souvisejících se zajištěním BOZP spolupracovat s oprávněnými zaměstnanci </w:t>
      </w:r>
      <w:r w:rsidR="008E31A0" w:rsidRPr="00150DBF">
        <w:rPr>
          <w:color w:val="000000"/>
          <w:szCs w:val="22"/>
        </w:rPr>
        <w:t>DPO</w:t>
      </w:r>
      <w:r w:rsidRPr="00150DBF">
        <w:rPr>
          <w:color w:val="000000"/>
          <w:szCs w:val="22"/>
        </w:rPr>
        <w:t xml:space="preserve"> a řídit se jejich pokyny,</w:t>
      </w:r>
    </w:p>
    <w:p w14:paraId="7445BD4C" w14:textId="6B8D4364" w:rsidR="00716A20" w:rsidRPr="00150DBF" w:rsidRDefault="00716A20" w:rsidP="00716A20">
      <w:pPr>
        <w:ind w:left="714" w:hanging="357"/>
        <w:rPr>
          <w:color w:val="000000"/>
          <w:szCs w:val="22"/>
        </w:rPr>
      </w:pPr>
      <w:r w:rsidRPr="00150DBF">
        <w:rPr>
          <w:color w:val="000000"/>
          <w:szCs w:val="22"/>
        </w:rPr>
        <w:t>e)</w:t>
      </w:r>
      <w:r w:rsidRPr="00150DBF">
        <w:rPr>
          <w:color w:val="000000"/>
          <w:szCs w:val="22"/>
        </w:rPr>
        <w:tab/>
        <w:t xml:space="preserve">v případě porušování předpisů k zajištění bezpečnosti práce a požární ochrany, pokynů oprávněných zaměstnanců </w:t>
      </w:r>
      <w:r w:rsidR="008E31A0" w:rsidRPr="00150DBF">
        <w:rPr>
          <w:color w:val="000000"/>
          <w:szCs w:val="22"/>
        </w:rPr>
        <w:t>DPO</w:t>
      </w:r>
      <w:r w:rsidRPr="00150DBF">
        <w:rPr>
          <w:color w:val="000000"/>
          <w:szCs w:val="22"/>
        </w:rPr>
        <w:t xml:space="preserve">, pozitivního výsledku dechové zkoušky na alkohol nebo při odmítnutí dechové zkoušky nebo lékařského vyšetření jsou zaměstnanci nebo jiné osoby </w:t>
      </w:r>
      <w:r w:rsidRPr="00150DBF">
        <w:rPr>
          <w:szCs w:val="22"/>
        </w:rPr>
        <w:t>druhé smluvní strany</w:t>
      </w:r>
      <w:r w:rsidRPr="00150DBF">
        <w:rPr>
          <w:color w:val="000000"/>
          <w:szCs w:val="22"/>
        </w:rPr>
        <w:t xml:space="preserve"> povinni na vyzvání ukončit pracovní nebo jinou činnost a ihned opustit pracoviště a objekty </w:t>
      </w:r>
      <w:r w:rsidR="008E31A0" w:rsidRPr="00150DBF">
        <w:rPr>
          <w:color w:val="000000"/>
          <w:szCs w:val="22"/>
        </w:rPr>
        <w:t>DPO</w:t>
      </w:r>
      <w:r w:rsidRPr="00150DBF">
        <w:rPr>
          <w:color w:val="000000"/>
          <w:szCs w:val="22"/>
        </w:rPr>
        <w:t>. D</w:t>
      </w:r>
      <w:r w:rsidRPr="00150DBF">
        <w:rPr>
          <w:szCs w:val="22"/>
        </w:rPr>
        <w:t>ruhá smluvní strana</w:t>
      </w:r>
      <w:r w:rsidRPr="00150DBF">
        <w:rPr>
          <w:color w:val="000000"/>
          <w:szCs w:val="22"/>
        </w:rPr>
        <w:t xml:space="preserve"> je povinna osobu vyloučenou z pracoviště </w:t>
      </w:r>
      <w:r w:rsidR="008E31A0" w:rsidRPr="00150DBF">
        <w:rPr>
          <w:color w:val="000000"/>
          <w:szCs w:val="22"/>
        </w:rPr>
        <w:t>DPO</w:t>
      </w:r>
      <w:r w:rsidRPr="00150DBF">
        <w:rPr>
          <w:color w:val="000000"/>
          <w:szCs w:val="22"/>
        </w:rPr>
        <w:t xml:space="preserve"> ihned nahradit jiným pracovníkem tak, aby plnění smlouvy mohlo řádně pokračovat. </w:t>
      </w:r>
      <w:r w:rsidR="008E31A0" w:rsidRPr="00150DBF">
        <w:rPr>
          <w:color w:val="000000"/>
          <w:szCs w:val="22"/>
        </w:rPr>
        <w:t>DPO</w:t>
      </w:r>
      <w:r w:rsidRPr="00150DBF">
        <w:rPr>
          <w:color w:val="000000"/>
          <w:szCs w:val="22"/>
        </w:rPr>
        <w:t xml:space="preserve"> v tomto případě neodpovídá za případné prodlení v plnění závazků </w:t>
      </w:r>
      <w:r w:rsidRPr="00150DBF">
        <w:rPr>
          <w:szCs w:val="22"/>
        </w:rPr>
        <w:t>druhé smluvní strany</w:t>
      </w:r>
      <w:r w:rsidRPr="00150DBF">
        <w:rPr>
          <w:color w:val="000000"/>
          <w:szCs w:val="22"/>
        </w:rPr>
        <w:t xml:space="preserve"> dle uzavřené smlouvy,</w:t>
      </w:r>
    </w:p>
    <w:p w14:paraId="327C07F1" w14:textId="3C8348DC" w:rsidR="00716A20" w:rsidRPr="00150DBF" w:rsidRDefault="00716A20" w:rsidP="00716A20">
      <w:pPr>
        <w:pStyle w:val="Zkladntext2"/>
        <w:ind w:left="720" w:hanging="360"/>
        <w:rPr>
          <w:szCs w:val="22"/>
        </w:rPr>
      </w:pPr>
      <w:r w:rsidRPr="00150DBF">
        <w:rPr>
          <w:szCs w:val="22"/>
        </w:rPr>
        <w:t>f)</w:t>
      </w:r>
      <w:r w:rsidRPr="00150DBF">
        <w:rPr>
          <w:szCs w:val="22"/>
        </w:rPr>
        <w:tab/>
        <w:t xml:space="preserve">za každý jednotlivě zjištěný případ porušení sjednaných podmínek nebo předpisů k zajištění BOZP je </w:t>
      </w:r>
      <w:r w:rsidR="008E31A0" w:rsidRPr="00150DBF">
        <w:rPr>
          <w:szCs w:val="22"/>
        </w:rPr>
        <w:t>DPO</w:t>
      </w:r>
      <w:r w:rsidRPr="00150DBF">
        <w:rPr>
          <w:szCs w:val="22"/>
        </w:rPr>
        <w:t xml:space="preserve"> oprávněn účtovat druhé smluvní straně smluvní pokutu ve výši </w:t>
      </w:r>
      <w:r w:rsidR="002F6C65">
        <w:rPr>
          <w:szCs w:val="22"/>
        </w:rPr>
        <w:t>5</w:t>
      </w:r>
      <w:r w:rsidRPr="00150DBF">
        <w:rPr>
          <w:szCs w:val="22"/>
        </w:rPr>
        <w:t xml:space="preserve">.000,- Kč, a to v případě, že uzavřenou smlouvou nebude stanoveno jinak. Zaplacením smluvní pokuty není dotčeno </w:t>
      </w:r>
      <w:r w:rsidR="00F8090E" w:rsidRPr="00150DBF">
        <w:rPr>
          <w:szCs w:val="22"/>
        </w:rPr>
        <w:t xml:space="preserve">ani omezeno </w:t>
      </w:r>
      <w:r w:rsidRPr="00150DBF">
        <w:rPr>
          <w:szCs w:val="22"/>
        </w:rPr>
        <w:t xml:space="preserve">právo </w:t>
      </w:r>
      <w:r w:rsidR="008E31A0" w:rsidRPr="00150DBF">
        <w:rPr>
          <w:szCs w:val="22"/>
        </w:rPr>
        <w:t>DPO</w:t>
      </w:r>
      <w:r w:rsidRPr="00150DBF">
        <w:rPr>
          <w:szCs w:val="22"/>
        </w:rPr>
        <w:t xml:space="preserve"> na náhradu škody.</w:t>
      </w:r>
    </w:p>
    <w:p w14:paraId="5B4981CA" w14:textId="77777777" w:rsidR="00716A20" w:rsidRPr="00150DBF" w:rsidRDefault="00716A20" w:rsidP="008B1CD5">
      <w:pPr>
        <w:spacing w:after="0"/>
        <w:rPr>
          <w:color w:val="000000"/>
          <w:szCs w:val="22"/>
        </w:rPr>
      </w:pPr>
    </w:p>
    <w:p w14:paraId="2E050909" w14:textId="77777777" w:rsidR="00716A20" w:rsidRPr="00150DBF" w:rsidRDefault="00716A20" w:rsidP="008B1CD5">
      <w:pPr>
        <w:spacing w:after="0"/>
        <w:rPr>
          <w:color w:val="000000"/>
          <w:szCs w:val="22"/>
        </w:rPr>
      </w:pPr>
    </w:p>
    <w:p w14:paraId="1CF10455" w14:textId="724C6925" w:rsidR="0087779A" w:rsidRPr="00150DBF" w:rsidRDefault="008B1CD5" w:rsidP="00D12E8E">
      <w:pPr>
        <w:tabs>
          <w:tab w:val="left" w:pos="6237"/>
        </w:tabs>
        <w:spacing w:after="0"/>
        <w:rPr>
          <w:color w:val="000000"/>
          <w:szCs w:val="22"/>
        </w:rPr>
      </w:pPr>
      <w:r w:rsidRPr="00150DBF">
        <w:rPr>
          <w:color w:val="000000"/>
          <w:szCs w:val="22"/>
        </w:rPr>
        <w:t xml:space="preserve">Za </w:t>
      </w:r>
      <w:r w:rsidR="008E31A0" w:rsidRPr="00150DBF">
        <w:rPr>
          <w:color w:val="000000"/>
          <w:szCs w:val="22"/>
        </w:rPr>
        <w:t>DPO</w:t>
      </w:r>
      <w:r w:rsidR="00716A20" w:rsidRPr="00150DBF">
        <w:rPr>
          <w:color w:val="000000"/>
          <w:szCs w:val="22"/>
        </w:rPr>
        <w:tab/>
      </w:r>
      <w:r w:rsidR="006D163D" w:rsidRPr="00150DBF">
        <w:rPr>
          <w:color w:val="000000"/>
          <w:szCs w:val="22"/>
        </w:rPr>
        <w:t>Za</w:t>
      </w:r>
      <w:r w:rsidR="00D12E8E">
        <w:rPr>
          <w:color w:val="000000"/>
          <w:szCs w:val="22"/>
        </w:rPr>
        <w:t xml:space="preserve"> </w:t>
      </w:r>
      <w:r w:rsidR="00716A20" w:rsidRPr="00150DBF">
        <w:rPr>
          <w:color w:val="000000"/>
          <w:szCs w:val="22"/>
        </w:rPr>
        <w:t>………</w:t>
      </w:r>
    </w:p>
    <w:p w14:paraId="654002C6" w14:textId="77777777" w:rsidR="00716A20" w:rsidRPr="00150DBF" w:rsidRDefault="00716A20" w:rsidP="008B1CD5">
      <w:pPr>
        <w:spacing w:after="0"/>
        <w:rPr>
          <w:color w:val="000000"/>
          <w:szCs w:val="22"/>
        </w:rPr>
      </w:pPr>
    </w:p>
    <w:p w14:paraId="63B75439" w14:textId="77777777" w:rsidR="0087779A" w:rsidRPr="00150DBF" w:rsidRDefault="0087779A" w:rsidP="00D12E8E">
      <w:pPr>
        <w:tabs>
          <w:tab w:val="left" w:pos="6237"/>
        </w:tabs>
        <w:spacing w:after="0"/>
        <w:rPr>
          <w:szCs w:val="22"/>
        </w:rPr>
      </w:pPr>
      <w:r w:rsidRPr="00150DBF">
        <w:rPr>
          <w:szCs w:val="22"/>
        </w:rPr>
        <w:t xml:space="preserve">V Ostravě dne </w:t>
      </w:r>
      <w:r w:rsidRPr="00150DBF">
        <w:rPr>
          <w:szCs w:val="22"/>
        </w:rPr>
        <w:tab/>
        <w:t>V……</w:t>
      </w:r>
      <w:r w:rsidR="00716A20" w:rsidRPr="00150DBF">
        <w:rPr>
          <w:szCs w:val="22"/>
        </w:rPr>
        <w:t>……………</w:t>
      </w:r>
      <w:r w:rsidRPr="00150DBF">
        <w:rPr>
          <w:szCs w:val="22"/>
        </w:rPr>
        <w:t>dne</w:t>
      </w:r>
    </w:p>
    <w:p w14:paraId="0B26F6F0" w14:textId="77777777" w:rsidR="0087779A" w:rsidRPr="00150DBF" w:rsidRDefault="0087779A" w:rsidP="00F7204A">
      <w:pPr>
        <w:spacing w:after="0"/>
        <w:rPr>
          <w:color w:val="000000"/>
          <w:szCs w:val="22"/>
        </w:rPr>
      </w:pPr>
    </w:p>
    <w:p w14:paraId="70DBFBB3" w14:textId="77777777" w:rsidR="0087779A" w:rsidRPr="00150DBF" w:rsidRDefault="0087779A" w:rsidP="00F7204A">
      <w:pPr>
        <w:spacing w:after="0"/>
        <w:rPr>
          <w:color w:val="000000"/>
          <w:szCs w:val="22"/>
        </w:rPr>
      </w:pPr>
    </w:p>
    <w:p w14:paraId="4253E9CE" w14:textId="463657CC" w:rsidR="0087779A" w:rsidRDefault="0087779A" w:rsidP="00F7204A">
      <w:pPr>
        <w:spacing w:after="0"/>
        <w:rPr>
          <w:color w:val="000000"/>
          <w:szCs w:val="22"/>
        </w:rPr>
      </w:pPr>
    </w:p>
    <w:p w14:paraId="2DD31363" w14:textId="77777777" w:rsidR="008B2902" w:rsidRPr="00150DBF" w:rsidRDefault="008B2902" w:rsidP="00F7204A">
      <w:pPr>
        <w:spacing w:after="0"/>
        <w:rPr>
          <w:color w:val="000000"/>
          <w:szCs w:val="22"/>
        </w:rPr>
      </w:pPr>
    </w:p>
    <w:p w14:paraId="3F2CE8C0" w14:textId="77777777" w:rsidR="00F7204A" w:rsidRPr="00D12E8E" w:rsidRDefault="00F7204A" w:rsidP="00F7204A">
      <w:pPr>
        <w:spacing w:after="0"/>
        <w:rPr>
          <w:color w:val="000000"/>
          <w:szCs w:val="22"/>
        </w:rPr>
      </w:pPr>
    </w:p>
    <w:p w14:paraId="283D4D58" w14:textId="78D9A9B3" w:rsidR="0087779A" w:rsidRPr="00D12E8E" w:rsidRDefault="0087779A" w:rsidP="00D12E8E">
      <w:pPr>
        <w:pStyle w:val="Zkladntext"/>
        <w:tabs>
          <w:tab w:val="left" w:pos="6237"/>
        </w:tabs>
        <w:spacing w:before="0"/>
        <w:rPr>
          <w:color w:val="000000"/>
          <w:sz w:val="22"/>
          <w:szCs w:val="22"/>
        </w:rPr>
      </w:pPr>
      <w:r w:rsidRPr="00D12E8E">
        <w:rPr>
          <w:color w:val="000000"/>
          <w:sz w:val="22"/>
          <w:szCs w:val="22"/>
        </w:rPr>
        <w:t>…………………………………….</w:t>
      </w:r>
      <w:r w:rsidRPr="00D12E8E">
        <w:rPr>
          <w:color w:val="000000"/>
          <w:sz w:val="22"/>
          <w:szCs w:val="22"/>
        </w:rPr>
        <w:tab/>
        <w:t>…………………………</w:t>
      </w:r>
      <w:r w:rsidR="00716A20" w:rsidRPr="00D12E8E">
        <w:rPr>
          <w:color w:val="000000"/>
          <w:sz w:val="22"/>
          <w:szCs w:val="22"/>
        </w:rPr>
        <w:t>……</w:t>
      </w:r>
      <w:r w:rsidR="006D163D" w:rsidRPr="00D12E8E">
        <w:rPr>
          <w:color w:val="000000"/>
          <w:sz w:val="22"/>
          <w:szCs w:val="22"/>
        </w:rPr>
        <w:t>……</w:t>
      </w:r>
      <w:r w:rsidRPr="00D12E8E">
        <w:rPr>
          <w:color w:val="000000"/>
          <w:sz w:val="22"/>
          <w:szCs w:val="22"/>
        </w:rPr>
        <w:t>.</w:t>
      </w:r>
    </w:p>
    <w:p w14:paraId="52CCE3B6" w14:textId="3BFF152B" w:rsidR="005F69D5" w:rsidRPr="00D12E8E" w:rsidRDefault="00171DEB" w:rsidP="009122E0">
      <w:pPr>
        <w:pStyle w:val="Text"/>
        <w:tabs>
          <w:tab w:val="left" w:pos="3969"/>
        </w:tabs>
        <w:spacing w:before="0"/>
        <w:ind w:left="3969" w:right="21" w:hanging="3969"/>
        <w:jc w:val="both"/>
        <w:rPr>
          <w:rFonts w:ascii="Times New Roman" w:hAnsi="Times New Roman"/>
          <w:i/>
          <w:color w:val="00B0F0"/>
          <w:sz w:val="22"/>
          <w:szCs w:val="22"/>
        </w:rPr>
      </w:pPr>
      <w:r w:rsidRPr="00D12E8E">
        <w:rPr>
          <w:rFonts w:ascii="Times New Roman" w:hAnsi="Times New Roman"/>
          <w:i/>
          <w:color w:val="00B0F0"/>
          <w:sz w:val="22"/>
          <w:szCs w:val="22"/>
        </w:rPr>
        <w:t>(</w:t>
      </w:r>
      <w:proofErr w:type="spellStart"/>
      <w:r w:rsidRPr="00D12E8E">
        <w:rPr>
          <w:rFonts w:ascii="Times New Roman" w:hAnsi="Times New Roman"/>
          <w:i/>
          <w:color w:val="00B0F0"/>
          <w:sz w:val="22"/>
          <w:szCs w:val="22"/>
        </w:rPr>
        <w:t>POZN.:doplní</w:t>
      </w:r>
      <w:proofErr w:type="spellEnd"/>
      <w:r w:rsidRPr="00D12E8E">
        <w:rPr>
          <w:rFonts w:ascii="Times New Roman" w:hAnsi="Times New Roman"/>
          <w:i/>
          <w:color w:val="00B0F0"/>
          <w:sz w:val="22"/>
          <w:szCs w:val="22"/>
        </w:rPr>
        <w:t xml:space="preserve"> </w:t>
      </w:r>
      <w:proofErr w:type="gramStart"/>
      <w:r>
        <w:rPr>
          <w:rFonts w:ascii="Times New Roman" w:hAnsi="Times New Roman"/>
          <w:i/>
          <w:color w:val="00B0F0"/>
          <w:sz w:val="22"/>
          <w:szCs w:val="22"/>
        </w:rPr>
        <w:t>objednatel</w:t>
      </w:r>
      <w:r w:rsidRPr="00D12E8E">
        <w:rPr>
          <w:rFonts w:ascii="Times New Roman" w:hAnsi="Times New Roman"/>
          <w:i/>
          <w:color w:val="00B0F0"/>
          <w:sz w:val="22"/>
          <w:szCs w:val="22"/>
        </w:rPr>
        <w:t>.)</w:t>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5F69D5" w:rsidRPr="00D12E8E">
        <w:rPr>
          <w:rFonts w:ascii="Times New Roman" w:hAnsi="Times New Roman"/>
          <w:i/>
          <w:color w:val="00B0F0"/>
          <w:sz w:val="22"/>
          <w:szCs w:val="22"/>
        </w:rPr>
        <w:t>(</w:t>
      </w:r>
      <w:proofErr w:type="spellStart"/>
      <w:r w:rsidR="005F69D5" w:rsidRPr="00D12E8E">
        <w:rPr>
          <w:rFonts w:ascii="Times New Roman" w:hAnsi="Times New Roman"/>
          <w:i/>
          <w:color w:val="00B0F0"/>
          <w:sz w:val="22"/>
          <w:szCs w:val="22"/>
        </w:rPr>
        <w:t>POZN.</w:t>
      </w:r>
      <w:proofErr w:type="gramEnd"/>
      <w:r w:rsidR="005F69D5" w:rsidRPr="00D12E8E">
        <w:rPr>
          <w:rFonts w:ascii="Times New Roman" w:hAnsi="Times New Roman"/>
          <w:i/>
          <w:color w:val="00B0F0"/>
          <w:sz w:val="22"/>
          <w:szCs w:val="22"/>
        </w:rPr>
        <w:t>:doplní</w:t>
      </w:r>
      <w:proofErr w:type="spellEnd"/>
      <w:r w:rsidR="005F69D5" w:rsidRPr="00D12E8E">
        <w:rPr>
          <w:rFonts w:ascii="Times New Roman" w:hAnsi="Times New Roman"/>
          <w:i/>
          <w:color w:val="00B0F0"/>
          <w:sz w:val="22"/>
          <w:szCs w:val="22"/>
        </w:rPr>
        <w:t xml:space="preserve"> </w:t>
      </w:r>
      <w:r w:rsidR="00150DBF" w:rsidRPr="00D12E8E">
        <w:rPr>
          <w:rFonts w:ascii="Times New Roman" w:hAnsi="Times New Roman"/>
          <w:i/>
          <w:color w:val="00B0F0"/>
          <w:sz w:val="22"/>
          <w:szCs w:val="22"/>
        </w:rPr>
        <w:t>zhotovi</w:t>
      </w:r>
      <w:r w:rsidR="005F69D5" w:rsidRPr="00D12E8E">
        <w:rPr>
          <w:rFonts w:ascii="Times New Roman" w:hAnsi="Times New Roman"/>
          <w:i/>
          <w:color w:val="00B0F0"/>
          <w:sz w:val="22"/>
          <w:szCs w:val="22"/>
        </w:rPr>
        <w:t>tel, poté poznámku vymažte.)</w:t>
      </w:r>
    </w:p>
    <w:p w14:paraId="2327BEA3" w14:textId="2B6C3DEB" w:rsidR="00D12E8E" w:rsidRPr="00D12E8E" w:rsidRDefault="00D12E8E" w:rsidP="009122E0">
      <w:pPr>
        <w:pStyle w:val="Text"/>
        <w:tabs>
          <w:tab w:val="left" w:pos="3969"/>
        </w:tabs>
        <w:spacing w:before="0"/>
        <w:ind w:left="3969" w:right="21" w:hanging="3969"/>
        <w:jc w:val="both"/>
        <w:rPr>
          <w:rFonts w:ascii="Times New Roman" w:hAnsi="Times New Roman"/>
          <w:sz w:val="22"/>
          <w:szCs w:val="22"/>
        </w:rPr>
      </w:pPr>
    </w:p>
    <w:sectPr w:rsidR="00D12E8E" w:rsidRPr="00D12E8E"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624B0A" w14:textId="77777777" w:rsidR="00887CF3" w:rsidRDefault="00887CF3" w:rsidP="00360830">
      <w:r>
        <w:separator/>
      </w:r>
    </w:p>
  </w:endnote>
  <w:endnote w:type="continuationSeparator" w:id="0">
    <w:p w14:paraId="0214CE4B" w14:textId="77777777" w:rsidR="00887CF3" w:rsidRDefault="00887CF3"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00969" w14:textId="4C5DC7A0" w:rsidR="009A6B24" w:rsidRDefault="0095702A" w:rsidP="00D12E8E">
    <w:pPr>
      <w:pStyle w:val="Pata"/>
      <w:jc w:val="right"/>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9A6B24" w:rsidRPr="00F539F2">
              <w:t xml:space="preserve">strana </w:t>
            </w:r>
            <w:r w:rsidR="00ED2C54">
              <w:fldChar w:fldCharType="begin"/>
            </w:r>
            <w:r w:rsidR="00ED2C54">
              <w:instrText>PAGE</w:instrText>
            </w:r>
            <w:r w:rsidR="00ED2C54">
              <w:fldChar w:fldCharType="separate"/>
            </w:r>
            <w:r>
              <w:rPr>
                <w:noProof/>
              </w:rPr>
              <w:t>2</w:t>
            </w:r>
            <w:r w:rsidR="00ED2C54">
              <w:rPr>
                <w:noProof/>
              </w:rPr>
              <w:fldChar w:fldCharType="end"/>
            </w:r>
            <w:r w:rsidR="009A6B24" w:rsidRPr="00F539F2">
              <w:t>/</w:t>
            </w:r>
            <w:r w:rsidR="00ED2C54">
              <w:fldChar w:fldCharType="begin"/>
            </w:r>
            <w:r w:rsidR="00ED2C54">
              <w:instrText>NUMPAGES</w:instrText>
            </w:r>
            <w:r w:rsidR="00ED2C54">
              <w:fldChar w:fldCharType="separate"/>
            </w:r>
            <w:r>
              <w:rPr>
                <w:noProof/>
              </w:rPr>
              <w:t>2</w:t>
            </w:r>
            <w:r w:rsidR="00ED2C54">
              <w:rPr>
                <w:noProof/>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D0E51" w14:textId="585C31FD" w:rsidR="009A6B24" w:rsidRDefault="0095702A" w:rsidP="002D0234">
    <w:pPr>
      <w:pStyle w:val="Pata"/>
      <w:jc w:val="right"/>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9A6B24" w:rsidRPr="001526C2">
              <w:t xml:space="preserve">strana </w:t>
            </w:r>
            <w:r w:rsidR="00ED2C54">
              <w:fldChar w:fldCharType="begin"/>
            </w:r>
            <w:r w:rsidR="00ED2C54">
              <w:instrText>PAGE</w:instrText>
            </w:r>
            <w:r w:rsidR="00ED2C54">
              <w:fldChar w:fldCharType="separate"/>
            </w:r>
            <w:r>
              <w:rPr>
                <w:noProof/>
              </w:rPr>
              <w:t>1</w:t>
            </w:r>
            <w:r w:rsidR="00ED2C54">
              <w:rPr>
                <w:noProof/>
              </w:rPr>
              <w:fldChar w:fldCharType="end"/>
            </w:r>
            <w:r w:rsidR="009A6B24" w:rsidRPr="001526C2">
              <w:t>/</w:t>
            </w:r>
            <w:r w:rsidR="00ED2C54">
              <w:fldChar w:fldCharType="begin"/>
            </w:r>
            <w:r w:rsidR="00ED2C54">
              <w:instrText>NUMPAGES</w:instrText>
            </w:r>
            <w:r w:rsidR="00ED2C54">
              <w:fldChar w:fldCharType="separate"/>
            </w:r>
            <w:r>
              <w:rPr>
                <w:noProof/>
              </w:rPr>
              <w:t>2</w:t>
            </w:r>
            <w:r w:rsidR="00ED2C54">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DFC9FE" w14:textId="77777777" w:rsidR="00887CF3" w:rsidRDefault="00887CF3" w:rsidP="00360830">
      <w:r>
        <w:separator/>
      </w:r>
    </w:p>
  </w:footnote>
  <w:footnote w:type="continuationSeparator" w:id="0">
    <w:p w14:paraId="4BA028A9" w14:textId="77777777" w:rsidR="00887CF3" w:rsidRDefault="00887CF3"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32CD9" w14:textId="002BD946" w:rsidR="009A6B24" w:rsidRPr="0087779A" w:rsidRDefault="009A6B24" w:rsidP="00642C27">
    <w:pPr>
      <w:pStyle w:val="Zhlav"/>
      <w:spacing w:after="0"/>
      <w:jc w:val="left"/>
      <w:rPr>
        <w:sz w:val="24"/>
        <w:szCs w:val="24"/>
      </w:rPr>
    </w:pPr>
    <w:r w:rsidRPr="009122E0">
      <w:rPr>
        <w:sz w:val="24"/>
        <w:szCs w:val="24"/>
      </w:rPr>
      <w:t>Smlouva o dílo</w:t>
    </w:r>
    <w:r w:rsidR="00642C27">
      <w:rPr>
        <w:sz w:val="24"/>
        <w:szCs w:val="24"/>
      </w:rPr>
      <w:t xml:space="preserve"> </w:t>
    </w:r>
    <w:r w:rsidR="00780A11" w:rsidRPr="00780A11">
      <w:rPr>
        <w:sz w:val="24"/>
        <w:szCs w:val="24"/>
      </w:rPr>
      <w:t>„</w:t>
    </w:r>
    <w:r w:rsidR="002F6C65" w:rsidRPr="002F6C65">
      <w:rPr>
        <w:sz w:val="24"/>
        <w:szCs w:val="24"/>
      </w:rPr>
      <w:t>Přepojení přípojky splaškové kanalizace sociálního zařízení řidičů Heřmanice</w:t>
    </w:r>
    <w:r w:rsidR="00780A11" w:rsidRPr="00780A11">
      <w:rPr>
        <w:sz w:val="24"/>
        <w:szCs w:val="24"/>
      </w:rPr>
      <w:t>“</w:t>
    </w:r>
  </w:p>
  <w:p w14:paraId="33EC368F" w14:textId="3DC6017B" w:rsidR="009A6B24" w:rsidRPr="0087779A" w:rsidRDefault="009A6B24" w:rsidP="00846A13">
    <w:pPr>
      <w:pStyle w:val="Zhlav"/>
      <w:spacing w:after="0"/>
      <w:jc w:val="left"/>
      <w:rPr>
        <w:sz w:val="20"/>
        <w:szCs w:val="20"/>
      </w:rPr>
    </w:pPr>
    <w:r w:rsidRPr="0087779A">
      <w:rPr>
        <w:sz w:val="20"/>
        <w:szCs w:val="20"/>
      </w:rPr>
      <w:t xml:space="preserve">číslo </w:t>
    </w:r>
    <w:r w:rsidRPr="003E279A">
      <w:rPr>
        <w:sz w:val="20"/>
        <w:szCs w:val="20"/>
      </w:rPr>
      <w:t xml:space="preserve">smlouvy </w:t>
    </w:r>
    <w:r w:rsidR="009A1588">
      <w:rPr>
        <w:sz w:val="20"/>
        <w:szCs w:val="20"/>
      </w:rPr>
      <w:t>objednatele</w:t>
    </w:r>
    <w:r w:rsidRPr="003E279A">
      <w:rPr>
        <w:sz w:val="20"/>
        <w:szCs w:val="20"/>
      </w:rPr>
      <w:t>:</w:t>
    </w:r>
    <w:r w:rsidR="006708A2" w:rsidRPr="006708A2">
      <w:t xml:space="preserve"> </w:t>
    </w:r>
    <w:r w:rsidR="00780A11">
      <w:t>DOD2023</w:t>
    </w:r>
    <w:r w:rsidR="002F6C65">
      <w:t>2507</w:t>
    </w:r>
  </w:p>
  <w:p w14:paraId="07F5C87F" w14:textId="407B5AFE" w:rsidR="009A6B24" w:rsidRDefault="009A6B24" w:rsidP="00846A13">
    <w:pPr>
      <w:pStyle w:val="Zhlav"/>
      <w:spacing w:after="0"/>
      <w:jc w:val="left"/>
      <w:rPr>
        <w:sz w:val="20"/>
        <w:szCs w:val="20"/>
      </w:rPr>
    </w:pPr>
    <w:r w:rsidRPr="0087779A">
      <w:rPr>
        <w:sz w:val="20"/>
        <w:szCs w:val="20"/>
      </w:rPr>
      <w:t xml:space="preserve">číslo smlouvy </w:t>
    </w:r>
    <w:r w:rsidR="009A1588" w:rsidRPr="009A1588">
      <w:rPr>
        <w:sz w:val="20"/>
        <w:szCs w:val="20"/>
      </w:rPr>
      <w:t xml:space="preserve">zhotovitele: </w:t>
    </w:r>
    <w:r w:rsidR="002F0BA5">
      <w:rPr>
        <w:sz w:val="20"/>
        <w:szCs w:val="20"/>
      </w:rPr>
      <w:t xml:space="preserve">         </w:t>
    </w:r>
  </w:p>
  <w:p w14:paraId="7B195A9E" w14:textId="355A7CA5" w:rsidR="009A6B24" w:rsidRDefault="009A6B24" w:rsidP="00846A13">
    <w:pPr>
      <w:pStyle w:val="Zhlav"/>
      <w:jc w:val="left"/>
    </w:pPr>
    <w:r w:rsidRPr="00CF7595">
      <w:rPr>
        <w:sz w:val="20"/>
        <w:szCs w:val="20"/>
      </w:rPr>
      <w:t xml:space="preserve">Příloha č. </w:t>
    </w:r>
    <w:r w:rsidR="007649F8">
      <w:rPr>
        <w:sz w:val="20"/>
        <w:szCs w:val="20"/>
      </w:rPr>
      <w:t>2</w:t>
    </w:r>
    <w:r w:rsidR="005663B8" w:rsidRPr="00CF7595">
      <w:rPr>
        <w:sz w:val="20"/>
        <w:szCs w:val="20"/>
      </w:rPr>
      <w:t xml:space="preserve"> </w:t>
    </w:r>
    <w:r w:rsidRPr="00CF7595">
      <w:rPr>
        <w:sz w:val="20"/>
        <w:szCs w:val="20"/>
      </w:rPr>
      <w:t>- Základní požadavky k zajištění BOZP</w:t>
    </w:r>
    <w:r>
      <w:rPr>
        <w:noProof/>
        <w:lang w:eastAsia="cs-CZ"/>
      </w:rPr>
      <w:t xml:space="preserve"> </w:t>
    </w:r>
    <w:r>
      <w:rPr>
        <w:noProof/>
        <w:lang w:eastAsia="cs-CZ"/>
      </w:rPr>
      <w:drawing>
        <wp:anchor distT="0" distB="0" distL="114300" distR="114300" simplePos="0" relativeHeight="251665920" behindDoc="0" locked="0" layoutInCell="1" allowOverlap="1" wp14:anchorId="39E5C68E" wp14:editId="3EFF00BD">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AAC87" w14:textId="5F265186" w:rsidR="009A6B24" w:rsidRPr="00642C27" w:rsidRDefault="009A6B24" w:rsidP="00642C27">
    <w:pPr>
      <w:pStyle w:val="Zhlav"/>
      <w:spacing w:after="0"/>
      <w:jc w:val="right"/>
      <w:rPr>
        <w:sz w:val="24"/>
        <w:szCs w:val="24"/>
      </w:rPr>
    </w:pPr>
    <w:r w:rsidRPr="009122E0">
      <w:rPr>
        <w:noProof/>
        <w:lang w:eastAsia="cs-CZ"/>
      </w:rPr>
      <w:drawing>
        <wp:anchor distT="0" distB="0" distL="114300" distR="114300" simplePos="0" relativeHeight="251659776" behindDoc="0" locked="0" layoutInCell="1" allowOverlap="1" wp14:anchorId="57CC339E" wp14:editId="4FE50FE3">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Pr="009122E0">
      <w:rPr>
        <w:sz w:val="24"/>
        <w:szCs w:val="24"/>
      </w:rPr>
      <w:t>Smlouva</w:t>
    </w:r>
    <w:r w:rsidR="009122E0" w:rsidRPr="009122E0">
      <w:rPr>
        <w:sz w:val="24"/>
        <w:szCs w:val="24"/>
      </w:rPr>
      <w:t xml:space="preserve"> </w:t>
    </w:r>
    <w:r w:rsidRPr="009122E0">
      <w:rPr>
        <w:sz w:val="24"/>
        <w:szCs w:val="24"/>
      </w:rPr>
      <w:t>o dílo</w:t>
    </w:r>
    <w:r w:rsidR="00642C27">
      <w:rPr>
        <w:sz w:val="24"/>
        <w:szCs w:val="24"/>
      </w:rPr>
      <w:t xml:space="preserve"> </w:t>
    </w:r>
    <w:r w:rsidR="00780A11" w:rsidRPr="00780A11">
      <w:rPr>
        <w:sz w:val="24"/>
        <w:szCs w:val="24"/>
      </w:rPr>
      <w:t>„</w:t>
    </w:r>
    <w:r w:rsidR="002F6C65" w:rsidRPr="002F6C65">
      <w:rPr>
        <w:sz w:val="24"/>
        <w:szCs w:val="24"/>
      </w:rPr>
      <w:t>Přepojení přípojky splaškové kanalizace sociálního zařízení řidičů Heřmanice</w:t>
    </w:r>
    <w:r w:rsidR="00780A11" w:rsidRPr="00780A11">
      <w:rPr>
        <w:sz w:val="24"/>
        <w:szCs w:val="24"/>
      </w:rPr>
      <w:t>“</w:t>
    </w:r>
  </w:p>
  <w:p w14:paraId="21697CCE" w14:textId="66FC33A2" w:rsidR="009A6B24" w:rsidRPr="0087779A" w:rsidRDefault="009A1588" w:rsidP="00225B68">
    <w:pPr>
      <w:pStyle w:val="Zhlav"/>
      <w:spacing w:after="0"/>
      <w:jc w:val="right"/>
      <w:rPr>
        <w:sz w:val="20"/>
        <w:szCs w:val="20"/>
      </w:rPr>
    </w:pPr>
    <w:r w:rsidRPr="0087779A">
      <w:rPr>
        <w:sz w:val="20"/>
        <w:szCs w:val="20"/>
      </w:rPr>
      <w:t xml:space="preserve">číslo smlouvy </w:t>
    </w:r>
    <w:r w:rsidRPr="00225B68">
      <w:rPr>
        <w:sz w:val="20"/>
        <w:szCs w:val="20"/>
      </w:rPr>
      <w:t xml:space="preserve">objednatele: </w:t>
    </w:r>
    <w:r w:rsidR="006708A2">
      <w:t>DOD202</w:t>
    </w:r>
    <w:r w:rsidR="00EA0B96">
      <w:t>3</w:t>
    </w:r>
    <w:r w:rsidR="002F6C65">
      <w:t>2507</w:t>
    </w:r>
  </w:p>
  <w:p w14:paraId="66E5A26E" w14:textId="29A8A4E7" w:rsidR="009A6B24" w:rsidRDefault="003E1DC8" w:rsidP="00225B68">
    <w:pPr>
      <w:pStyle w:val="Zhlav"/>
      <w:tabs>
        <w:tab w:val="center" w:pos="5102"/>
        <w:tab w:val="right" w:pos="10204"/>
      </w:tabs>
      <w:spacing w:after="0"/>
      <w:jc w:val="right"/>
      <w:rPr>
        <w:sz w:val="20"/>
        <w:szCs w:val="20"/>
      </w:rPr>
    </w:pPr>
    <w:r>
      <w:rPr>
        <w:sz w:val="20"/>
        <w:szCs w:val="20"/>
      </w:rPr>
      <w:tab/>
    </w:r>
    <w:r>
      <w:rPr>
        <w:sz w:val="20"/>
        <w:szCs w:val="20"/>
      </w:rPr>
      <w:tab/>
    </w:r>
    <w:r w:rsidR="009A1588" w:rsidRPr="0087779A">
      <w:rPr>
        <w:sz w:val="20"/>
        <w:szCs w:val="20"/>
      </w:rPr>
      <w:t xml:space="preserve">číslo smlouvy </w:t>
    </w:r>
    <w:r w:rsidR="009A1588" w:rsidRPr="003E279A">
      <w:rPr>
        <w:sz w:val="20"/>
        <w:szCs w:val="20"/>
      </w:rPr>
      <w:t>zhotovitele:</w:t>
    </w:r>
  </w:p>
  <w:p w14:paraId="12954DA0" w14:textId="07B4AB2F" w:rsidR="009A6B24" w:rsidRPr="00CF7595" w:rsidRDefault="009A6B24" w:rsidP="0087779A">
    <w:pPr>
      <w:pStyle w:val="Zhlav"/>
      <w:spacing w:after="0"/>
      <w:jc w:val="right"/>
      <w:rPr>
        <w:sz w:val="20"/>
        <w:szCs w:val="20"/>
      </w:rPr>
    </w:pPr>
    <w:r w:rsidRPr="00CF7595">
      <w:rPr>
        <w:sz w:val="20"/>
        <w:szCs w:val="20"/>
      </w:rPr>
      <w:t xml:space="preserve">Příloha č. </w:t>
    </w:r>
    <w:r w:rsidR="007649F8">
      <w:rPr>
        <w:sz w:val="20"/>
        <w:szCs w:val="20"/>
      </w:rPr>
      <w:t>2</w:t>
    </w:r>
    <w:r w:rsidR="005663B8" w:rsidRPr="00CF7595">
      <w:rPr>
        <w:sz w:val="20"/>
        <w:szCs w:val="20"/>
      </w:rPr>
      <w:t xml:space="preserve"> </w:t>
    </w:r>
    <w:r w:rsidRPr="00CF7595">
      <w:rPr>
        <w:sz w:val="20"/>
        <w:szCs w:val="20"/>
      </w:rPr>
      <w:t>- Základní požadavky k zajištění BOZP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ocumentProtection w:edit="readOnly" w:enforcement="0"/>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06DE"/>
    <w:rsid w:val="00006F67"/>
    <w:rsid w:val="0000791F"/>
    <w:rsid w:val="00012348"/>
    <w:rsid w:val="00020CCD"/>
    <w:rsid w:val="0007345D"/>
    <w:rsid w:val="0007766B"/>
    <w:rsid w:val="00080794"/>
    <w:rsid w:val="000A59BF"/>
    <w:rsid w:val="000B4A6D"/>
    <w:rsid w:val="000C4E61"/>
    <w:rsid w:val="000C5B9D"/>
    <w:rsid w:val="000D25B9"/>
    <w:rsid w:val="000F0361"/>
    <w:rsid w:val="00110139"/>
    <w:rsid w:val="00133623"/>
    <w:rsid w:val="001445DC"/>
    <w:rsid w:val="00145A19"/>
    <w:rsid w:val="00150DBF"/>
    <w:rsid w:val="001526C2"/>
    <w:rsid w:val="001631D6"/>
    <w:rsid w:val="00171DEB"/>
    <w:rsid w:val="001A45E7"/>
    <w:rsid w:val="001B3CDB"/>
    <w:rsid w:val="001C2445"/>
    <w:rsid w:val="001E4DD0"/>
    <w:rsid w:val="001F4F7D"/>
    <w:rsid w:val="00201BA0"/>
    <w:rsid w:val="002105C0"/>
    <w:rsid w:val="0022495B"/>
    <w:rsid w:val="00225B68"/>
    <w:rsid w:val="00226AAA"/>
    <w:rsid w:val="00230E86"/>
    <w:rsid w:val="00232D7D"/>
    <w:rsid w:val="00237047"/>
    <w:rsid w:val="00271EB9"/>
    <w:rsid w:val="00276D8B"/>
    <w:rsid w:val="0029663E"/>
    <w:rsid w:val="002A3555"/>
    <w:rsid w:val="002B1950"/>
    <w:rsid w:val="002B2000"/>
    <w:rsid w:val="002B73A0"/>
    <w:rsid w:val="002C08F2"/>
    <w:rsid w:val="002C3DE4"/>
    <w:rsid w:val="002D0234"/>
    <w:rsid w:val="002F0BA5"/>
    <w:rsid w:val="002F6C65"/>
    <w:rsid w:val="003008B5"/>
    <w:rsid w:val="00301343"/>
    <w:rsid w:val="003078A2"/>
    <w:rsid w:val="0031616B"/>
    <w:rsid w:val="00317E02"/>
    <w:rsid w:val="003243C8"/>
    <w:rsid w:val="00360830"/>
    <w:rsid w:val="00362826"/>
    <w:rsid w:val="00370917"/>
    <w:rsid w:val="00392F7C"/>
    <w:rsid w:val="003B0F26"/>
    <w:rsid w:val="003B74C1"/>
    <w:rsid w:val="003C0EB6"/>
    <w:rsid w:val="003C49B4"/>
    <w:rsid w:val="003C55AE"/>
    <w:rsid w:val="003D02B6"/>
    <w:rsid w:val="003D15BD"/>
    <w:rsid w:val="003E1DC8"/>
    <w:rsid w:val="003E279A"/>
    <w:rsid w:val="003F2FA4"/>
    <w:rsid w:val="003F530B"/>
    <w:rsid w:val="00450110"/>
    <w:rsid w:val="00464C96"/>
    <w:rsid w:val="004661F2"/>
    <w:rsid w:val="004710F3"/>
    <w:rsid w:val="00474066"/>
    <w:rsid w:val="00497284"/>
    <w:rsid w:val="004A6BBA"/>
    <w:rsid w:val="004B2C8D"/>
    <w:rsid w:val="004D0094"/>
    <w:rsid w:val="004E24FA"/>
    <w:rsid w:val="004E45AD"/>
    <w:rsid w:val="004E694D"/>
    <w:rsid w:val="004F5F64"/>
    <w:rsid w:val="0051285C"/>
    <w:rsid w:val="005306E0"/>
    <w:rsid w:val="00531695"/>
    <w:rsid w:val="005429C7"/>
    <w:rsid w:val="00555AAB"/>
    <w:rsid w:val="00562A8D"/>
    <w:rsid w:val="0056468A"/>
    <w:rsid w:val="005663B8"/>
    <w:rsid w:val="005738FC"/>
    <w:rsid w:val="00587F51"/>
    <w:rsid w:val="005921E0"/>
    <w:rsid w:val="005A5A0F"/>
    <w:rsid w:val="005A5FEA"/>
    <w:rsid w:val="005B1387"/>
    <w:rsid w:val="005C6122"/>
    <w:rsid w:val="005D0E74"/>
    <w:rsid w:val="005F69D5"/>
    <w:rsid w:val="005F709A"/>
    <w:rsid w:val="006038D0"/>
    <w:rsid w:val="00614136"/>
    <w:rsid w:val="006207E2"/>
    <w:rsid w:val="006320DB"/>
    <w:rsid w:val="00642C27"/>
    <w:rsid w:val="00644EA3"/>
    <w:rsid w:val="0065709A"/>
    <w:rsid w:val="006708A2"/>
    <w:rsid w:val="006732BA"/>
    <w:rsid w:val="0068199D"/>
    <w:rsid w:val="00695E4E"/>
    <w:rsid w:val="006B6270"/>
    <w:rsid w:val="006C42A6"/>
    <w:rsid w:val="006D163D"/>
    <w:rsid w:val="00715A51"/>
    <w:rsid w:val="00716A20"/>
    <w:rsid w:val="007204E1"/>
    <w:rsid w:val="00722C98"/>
    <w:rsid w:val="007417BF"/>
    <w:rsid w:val="00746F64"/>
    <w:rsid w:val="007649F8"/>
    <w:rsid w:val="00780A11"/>
    <w:rsid w:val="007921C1"/>
    <w:rsid w:val="00794F98"/>
    <w:rsid w:val="007960FF"/>
    <w:rsid w:val="007B131A"/>
    <w:rsid w:val="007D0AC0"/>
    <w:rsid w:val="007D2F14"/>
    <w:rsid w:val="007E7DC1"/>
    <w:rsid w:val="007F5174"/>
    <w:rsid w:val="007F6027"/>
    <w:rsid w:val="00802B34"/>
    <w:rsid w:val="00811B71"/>
    <w:rsid w:val="008205C6"/>
    <w:rsid w:val="00832218"/>
    <w:rsid w:val="00834987"/>
    <w:rsid w:val="00835590"/>
    <w:rsid w:val="00837A5E"/>
    <w:rsid w:val="00845D37"/>
    <w:rsid w:val="00846A13"/>
    <w:rsid w:val="00852685"/>
    <w:rsid w:val="00866CEA"/>
    <w:rsid w:val="00870D7E"/>
    <w:rsid w:val="00871E0A"/>
    <w:rsid w:val="00876650"/>
    <w:rsid w:val="0087779A"/>
    <w:rsid w:val="008806F4"/>
    <w:rsid w:val="00881246"/>
    <w:rsid w:val="00882DC3"/>
    <w:rsid w:val="00887CF3"/>
    <w:rsid w:val="008944D7"/>
    <w:rsid w:val="008B1CD5"/>
    <w:rsid w:val="008B2902"/>
    <w:rsid w:val="008B2BEF"/>
    <w:rsid w:val="008B6C3C"/>
    <w:rsid w:val="008C1C09"/>
    <w:rsid w:val="008C45DB"/>
    <w:rsid w:val="008E1ABB"/>
    <w:rsid w:val="008E31A0"/>
    <w:rsid w:val="008E681E"/>
    <w:rsid w:val="008F0855"/>
    <w:rsid w:val="009122E0"/>
    <w:rsid w:val="009163F5"/>
    <w:rsid w:val="00932BB7"/>
    <w:rsid w:val="0095702A"/>
    <w:rsid w:val="00962141"/>
    <w:rsid w:val="00966664"/>
    <w:rsid w:val="00972845"/>
    <w:rsid w:val="0098101F"/>
    <w:rsid w:val="009A1588"/>
    <w:rsid w:val="009A6B24"/>
    <w:rsid w:val="009B7CF2"/>
    <w:rsid w:val="009C72FB"/>
    <w:rsid w:val="009D095C"/>
    <w:rsid w:val="009F49AE"/>
    <w:rsid w:val="00A00994"/>
    <w:rsid w:val="00A042D1"/>
    <w:rsid w:val="00A07672"/>
    <w:rsid w:val="00A10F10"/>
    <w:rsid w:val="00A22122"/>
    <w:rsid w:val="00A279BA"/>
    <w:rsid w:val="00A713E9"/>
    <w:rsid w:val="00A74C13"/>
    <w:rsid w:val="00A779FE"/>
    <w:rsid w:val="00A8744E"/>
    <w:rsid w:val="00AA473F"/>
    <w:rsid w:val="00AA6ACD"/>
    <w:rsid w:val="00AB1A8B"/>
    <w:rsid w:val="00AD0597"/>
    <w:rsid w:val="00AD4108"/>
    <w:rsid w:val="00AF2968"/>
    <w:rsid w:val="00B12706"/>
    <w:rsid w:val="00B15006"/>
    <w:rsid w:val="00B31897"/>
    <w:rsid w:val="00B63507"/>
    <w:rsid w:val="00B635AC"/>
    <w:rsid w:val="00BD6B3C"/>
    <w:rsid w:val="00BE7A69"/>
    <w:rsid w:val="00BF0445"/>
    <w:rsid w:val="00C00D39"/>
    <w:rsid w:val="00C162A1"/>
    <w:rsid w:val="00C20BED"/>
    <w:rsid w:val="00C21181"/>
    <w:rsid w:val="00C246A4"/>
    <w:rsid w:val="00C35ED8"/>
    <w:rsid w:val="00C37193"/>
    <w:rsid w:val="00C475D2"/>
    <w:rsid w:val="00C65984"/>
    <w:rsid w:val="00CA1A2F"/>
    <w:rsid w:val="00CB5F7B"/>
    <w:rsid w:val="00CE6C4F"/>
    <w:rsid w:val="00CF7595"/>
    <w:rsid w:val="00D12E8E"/>
    <w:rsid w:val="00D24B69"/>
    <w:rsid w:val="00D85B54"/>
    <w:rsid w:val="00D92C11"/>
    <w:rsid w:val="00D944C9"/>
    <w:rsid w:val="00DB64BA"/>
    <w:rsid w:val="00DC255F"/>
    <w:rsid w:val="00DE2839"/>
    <w:rsid w:val="00DE443A"/>
    <w:rsid w:val="00E4796E"/>
    <w:rsid w:val="00E577DA"/>
    <w:rsid w:val="00E66AC2"/>
    <w:rsid w:val="00E76F66"/>
    <w:rsid w:val="00E92E61"/>
    <w:rsid w:val="00E97538"/>
    <w:rsid w:val="00EA0B96"/>
    <w:rsid w:val="00EA6B11"/>
    <w:rsid w:val="00EB74CE"/>
    <w:rsid w:val="00EC3581"/>
    <w:rsid w:val="00EC7FE4"/>
    <w:rsid w:val="00ED2C54"/>
    <w:rsid w:val="00EE2F17"/>
    <w:rsid w:val="00EF6171"/>
    <w:rsid w:val="00F04BCD"/>
    <w:rsid w:val="00F04EA3"/>
    <w:rsid w:val="00F10819"/>
    <w:rsid w:val="00F234B1"/>
    <w:rsid w:val="00F26F99"/>
    <w:rsid w:val="00F539F2"/>
    <w:rsid w:val="00F7204A"/>
    <w:rsid w:val="00F7509E"/>
    <w:rsid w:val="00F8090E"/>
    <w:rsid w:val="00F833E7"/>
    <w:rsid w:val="00F86022"/>
    <w:rsid w:val="00F94B91"/>
    <w:rsid w:val="00F97F7F"/>
    <w:rsid w:val="00FD1417"/>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BFDD5C"/>
  <w15:docId w15:val="{084FFC79-6E48-430A-B1E4-D24C68223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uiPriority w:val="99"/>
    <w:rsid w:val="009122E0"/>
    <w:pPr>
      <w:spacing w:before="120" w:after="0" w:line="240" w:lineRule="auto"/>
      <w:ind w:firstLine="680"/>
    </w:pPr>
    <w:rPr>
      <w:rFonts w:ascii="Arial" w:eastAsia="Times New Roman" w:hAnsi="Arial"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7A11F-A002-49D2-BF40-D08C1FCB9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768</Words>
  <Characters>4536</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Řezáčová Sylva, Ing.</cp:lastModifiedBy>
  <cp:revision>2</cp:revision>
  <cp:lastPrinted>2015-04-20T05:50:00Z</cp:lastPrinted>
  <dcterms:created xsi:type="dcterms:W3CDTF">2023-11-10T08:14:00Z</dcterms:created>
  <dcterms:modified xsi:type="dcterms:W3CDTF">2023-11-10T08:14:00Z</dcterms:modified>
</cp:coreProperties>
</file>