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8D184" w14:textId="77777777" w:rsidR="009A19DA" w:rsidRDefault="009A19DA" w:rsidP="00D86672">
      <w:pPr>
        <w:rPr>
          <w:sz w:val="22"/>
          <w:szCs w:val="22"/>
        </w:rPr>
      </w:pPr>
      <w:bookmarkStart w:id="0" w:name="_GoBack"/>
      <w:bookmarkEnd w:id="0"/>
    </w:p>
    <w:p w14:paraId="05A666D3" w14:textId="04F806C8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="0054168C">
        <w:rPr>
          <w:b/>
          <w:sz w:val="22"/>
          <w:szCs w:val="22"/>
        </w:rPr>
        <w:t>„Areál autobusy Hranečník – Hala II - Rekonstrukce střechy</w:t>
      </w:r>
      <w:r w:rsidRPr="00D86672">
        <w:rPr>
          <w:b/>
          <w:sz w:val="22"/>
          <w:szCs w:val="22"/>
        </w:rPr>
        <w:t>“</w:t>
      </w:r>
    </w:p>
    <w:p w14:paraId="5BC37256" w14:textId="58C67345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03245">
        <w:rPr>
          <w:sz w:val="22"/>
          <w:szCs w:val="22"/>
        </w:rPr>
        <w:t>smlouvy objednatele:</w:t>
      </w:r>
      <w:r w:rsidR="00F03245">
        <w:rPr>
          <w:sz w:val="22"/>
          <w:szCs w:val="22"/>
        </w:rPr>
        <w:tab/>
        <w:t>DOD20230082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93BBC52" w:rsidR="00850009" w:rsidRPr="005043CA" w:rsidRDefault="00D515DD" w:rsidP="00A4121E">
      <w:pPr>
        <w:pStyle w:val="Nadpis1"/>
        <w:ind w:left="284" w:hanging="284"/>
      </w:pPr>
      <w:r w:rsidRPr="00D515DD">
        <w:t>█</w:t>
      </w:r>
      <w:r w:rsidRPr="00D515DD">
        <w:tab/>
        <w:t>P</w:t>
      </w:r>
      <w:r w:rsidR="00D86672">
        <w:t xml:space="preserve">říloha č. </w:t>
      </w:r>
      <w:r w:rsidR="0054168C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5043CA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ED4023" w:rsidRDefault="00ED4023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7378209C" w14:textId="23FFCAC0" w:rsidR="00A07E2A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2711E591" w14:textId="56B4FCAE" w:rsidR="0054168C" w:rsidRDefault="0054168C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sectPr w:rsidR="00A07E2A" w:rsidRPr="00D86672" w:rsidSect="00A20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9B86B" w14:textId="77777777" w:rsidR="006B09E7" w:rsidRDefault="006B09E7" w:rsidP="00850009">
      <w:r>
        <w:separator/>
      </w:r>
    </w:p>
  </w:endnote>
  <w:endnote w:type="continuationSeparator" w:id="0">
    <w:p w14:paraId="16BFBA3C" w14:textId="77777777" w:rsidR="006B09E7" w:rsidRDefault="006B09E7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8F4C" w14:textId="77777777" w:rsidR="00E27A12" w:rsidRDefault="00E27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1025D6A" w:rsidR="00D86672" w:rsidRDefault="005E156E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FE12FC">
              <w:rPr>
                <w:i/>
              </w:rPr>
              <w:t>„</w:t>
            </w:r>
            <w:r w:rsidR="0054168C">
              <w:rPr>
                <w:i/>
              </w:rPr>
              <w:t xml:space="preserve">Areál autobusy Hranečník – Hala II - </w:t>
            </w:r>
            <w:r w:rsidR="00FE12FC" w:rsidRPr="00FE12FC">
              <w:rPr>
                <w:i/>
              </w:rPr>
              <w:t>Rekonstrukce střech</w:t>
            </w:r>
            <w:r w:rsidR="0054168C">
              <w:rPr>
                <w:i/>
              </w:rPr>
              <w:t>y</w:t>
            </w:r>
            <w:r w:rsidR="00D86672" w:rsidRPr="00FE12FC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7A5C" w14:textId="77777777" w:rsidR="00E27A12" w:rsidRDefault="00E27A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5AFEB" w14:textId="77777777" w:rsidR="006B09E7" w:rsidRDefault="006B09E7" w:rsidP="00850009">
      <w:r>
        <w:separator/>
      </w:r>
    </w:p>
  </w:footnote>
  <w:footnote w:type="continuationSeparator" w:id="0">
    <w:p w14:paraId="4D8CBB6C" w14:textId="77777777" w:rsidR="006B09E7" w:rsidRDefault="006B09E7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5D9F5" w14:textId="77777777" w:rsidR="00E27A12" w:rsidRDefault="00E27A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58CE5FB4" w:rsidR="00850009" w:rsidRDefault="00850009">
    <w:pPr>
      <w:pStyle w:val="Zhlav"/>
    </w:pPr>
  </w:p>
  <w:p w14:paraId="66EB3B37" w14:textId="77777777" w:rsidR="008E536C" w:rsidRDefault="008E536C" w:rsidP="00E2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E4BCA" w14:textId="77777777" w:rsidR="00E27A12" w:rsidRDefault="00E27A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91577"/>
    <w:rsid w:val="00396494"/>
    <w:rsid w:val="003A50E4"/>
    <w:rsid w:val="003D717C"/>
    <w:rsid w:val="003F210F"/>
    <w:rsid w:val="005043CA"/>
    <w:rsid w:val="0054168C"/>
    <w:rsid w:val="0056124B"/>
    <w:rsid w:val="005E156E"/>
    <w:rsid w:val="006B09E7"/>
    <w:rsid w:val="006B343E"/>
    <w:rsid w:val="00850009"/>
    <w:rsid w:val="008E536C"/>
    <w:rsid w:val="009A19DA"/>
    <w:rsid w:val="00A07E2A"/>
    <w:rsid w:val="00A20AF2"/>
    <w:rsid w:val="00A4121E"/>
    <w:rsid w:val="00A8027D"/>
    <w:rsid w:val="00AA6EB3"/>
    <w:rsid w:val="00AC7146"/>
    <w:rsid w:val="00B217B0"/>
    <w:rsid w:val="00B3285B"/>
    <w:rsid w:val="00C05C06"/>
    <w:rsid w:val="00C44D97"/>
    <w:rsid w:val="00C86F47"/>
    <w:rsid w:val="00CD1C8F"/>
    <w:rsid w:val="00CF63BF"/>
    <w:rsid w:val="00D267DF"/>
    <w:rsid w:val="00D515DD"/>
    <w:rsid w:val="00D86672"/>
    <w:rsid w:val="00DC01BD"/>
    <w:rsid w:val="00DD4F1E"/>
    <w:rsid w:val="00E27A12"/>
    <w:rsid w:val="00ED4023"/>
    <w:rsid w:val="00F03245"/>
    <w:rsid w:val="00F36EAE"/>
    <w:rsid w:val="00FB329C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E2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0C84A-607E-4D33-91D2-569B339F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2023-11-08T07:06:00Z</dcterms:created>
  <dcterms:modified xsi:type="dcterms:W3CDTF">2023-11-08T07:06:00Z</dcterms:modified>
</cp:coreProperties>
</file>