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3EF736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bookmarkStart w:id="0" w:name="_GoBack"/>
      <w:bookmarkEnd w:id="0"/>
      <w:r w:rsidRPr="00FE7D55">
        <w:rPr>
          <w:rFonts w:ascii="Times New Roman" w:eastAsia="Times New Roman" w:hAnsi="Times New Roman"/>
          <w:szCs w:val="20"/>
          <w:lang w:eastAsia="cs-CZ"/>
        </w:rPr>
        <w:t>Smlouva o dílo: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Pr="00FE7D55">
        <w:rPr>
          <w:rFonts w:ascii="Times New Roman" w:eastAsia="Times New Roman" w:hAnsi="Times New Roman"/>
          <w:b/>
          <w:szCs w:val="20"/>
          <w:lang w:eastAsia="cs-CZ"/>
        </w:rPr>
        <w:t>„</w:t>
      </w:r>
      <w:r w:rsidR="000C44D0">
        <w:rPr>
          <w:rFonts w:ascii="Times New Roman" w:eastAsia="Times New Roman" w:hAnsi="Times New Roman"/>
          <w:b/>
          <w:szCs w:val="20"/>
          <w:lang w:eastAsia="cs-CZ"/>
        </w:rPr>
        <w:t xml:space="preserve">Areál </w:t>
      </w:r>
      <w:r w:rsidR="00FB7B24" w:rsidRPr="00FB7B24">
        <w:rPr>
          <w:rFonts w:ascii="Times New Roman" w:eastAsia="Times New Roman" w:hAnsi="Times New Roman"/>
          <w:b/>
          <w:szCs w:val="20"/>
          <w:lang w:eastAsia="cs-CZ"/>
        </w:rPr>
        <w:t xml:space="preserve">tramvaje Moravská Ostrava – Hala vozovny </w:t>
      </w:r>
      <w:r w:rsidR="00FB7B24">
        <w:rPr>
          <w:rFonts w:ascii="Times New Roman" w:eastAsia="Times New Roman" w:hAnsi="Times New Roman"/>
          <w:b/>
          <w:szCs w:val="20"/>
          <w:lang w:eastAsia="cs-CZ"/>
        </w:rPr>
        <w:t xml:space="preserve">- </w:t>
      </w:r>
      <w:r w:rsidR="00260B2A">
        <w:rPr>
          <w:rFonts w:ascii="Times New Roman" w:eastAsia="Times New Roman" w:hAnsi="Times New Roman"/>
          <w:b/>
          <w:szCs w:val="20"/>
          <w:lang w:eastAsia="cs-CZ"/>
        </w:rPr>
        <w:t>Rekonstrukce střech</w:t>
      </w:r>
      <w:r w:rsidR="000C44D0">
        <w:rPr>
          <w:rFonts w:ascii="Times New Roman" w:eastAsia="Times New Roman" w:hAnsi="Times New Roman"/>
          <w:b/>
          <w:szCs w:val="20"/>
          <w:lang w:eastAsia="cs-CZ"/>
        </w:rPr>
        <w:t>y</w:t>
      </w:r>
      <w:r w:rsidRPr="00FE7D55">
        <w:rPr>
          <w:rFonts w:ascii="Times New Roman" w:eastAsia="Times New Roman" w:hAnsi="Times New Roman"/>
          <w:b/>
          <w:lang w:eastAsia="cs-CZ"/>
        </w:rPr>
        <w:t>“</w:t>
      </w:r>
    </w:p>
    <w:p w14:paraId="1D9EAB43" w14:textId="77777777" w:rsidR="00FE7D55" w:rsidRP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color w:val="000000"/>
          <w:szCs w:val="2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</w:t>
      </w:r>
      <w:r w:rsidR="00CC38D9">
        <w:rPr>
          <w:rFonts w:ascii="Times New Roman" w:eastAsia="Times New Roman" w:hAnsi="Times New Roman"/>
          <w:szCs w:val="20"/>
          <w:lang w:eastAsia="cs-CZ"/>
        </w:rPr>
        <w:t xml:space="preserve">íslo </w:t>
      </w:r>
      <w:r w:rsidR="00FB7B24">
        <w:rPr>
          <w:rFonts w:ascii="Times New Roman" w:eastAsia="Times New Roman" w:hAnsi="Times New Roman"/>
          <w:szCs w:val="20"/>
          <w:lang w:eastAsia="cs-CZ"/>
        </w:rPr>
        <w:t>smlouvy objednatele:</w:t>
      </w:r>
      <w:r w:rsidR="00FB7B24">
        <w:rPr>
          <w:rFonts w:ascii="Times New Roman" w:eastAsia="Times New Roman" w:hAnsi="Times New Roman"/>
          <w:szCs w:val="20"/>
          <w:lang w:eastAsia="cs-CZ"/>
        </w:rPr>
        <w:tab/>
        <w:t>DOD20231734</w:t>
      </w:r>
    </w:p>
    <w:p w14:paraId="6B1CD83E" w14:textId="77777777" w:rsidR="00FE7D55" w:rsidRDefault="00FE7D55" w:rsidP="00FE7D55">
      <w:pPr>
        <w:spacing w:after="0" w:line="240" w:lineRule="auto"/>
        <w:jc w:val="both"/>
        <w:rPr>
          <w:rFonts w:ascii="Times New Roman" w:eastAsia="Times New Roman" w:hAnsi="Times New Roman"/>
          <w:i/>
          <w:color w:val="00B0F0"/>
          <w:lang w:eastAsia="cs-CZ"/>
        </w:rPr>
      </w:pPr>
      <w:r w:rsidRPr="00FE7D55">
        <w:rPr>
          <w:rFonts w:ascii="Times New Roman" w:eastAsia="Times New Roman" w:hAnsi="Times New Roman"/>
          <w:szCs w:val="20"/>
          <w:lang w:eastAsia="cs-CZ"/>
        </w:rPr>
        <w:t>Číslo smlouvy zhotovitele:</w:t>
      </w:r>
      <w:r w:rsidRPr="00FE7D55">
        <w:rPr>
          <w:rFonts w:ascii="Times New Roman" w:eastAsia="Times New Roman" w:hAnsi="Times New Roman"/>
          <w:szCs w:val="20"/>
          <w:lang w:eastAsia="cs-CZ"/>
        </w:rPr>
        <w:tab/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 xml:space="preserve">(POZN. doplní </w:t>
      </w:r>
      <w:r w:rsidR="00446F1C">
        <w:rPr>
          <w:rFonts w:ascii="Times New Roman" w:eastAsia="Times New Roman" w:hAnsi="Times New Roman"/>
          <w:i/>
          <w:color w:val="00B0F0"/>
          <w:lang w:eastAsia="cs-CZ"/>
        </w:rPr>
        <w:t>zhotovi</w:t>
      </w:r>
      <w:r w:rsidR="00446F1C" w:rsidRPr="00FE7D55">
        <w:rPr>
          <w:rFonts w:ascii="Times New Roman" w:eastAsia="Times New Roman" w:hAnsi="Times New Roman"/>
          <w:i/>
          <w:color w:val="00B0F0"/>
          <w:lang w:eastAsia="cs-CZ"/>
        </w:rPr>
        <w:t>tel, poté poznámku vymažte)</w:t>
      </w:r>
    </w:p>
    <w:p w14:paraId="4CA0B77C" w14:textId="77777777" w:rsidR="00FE7D55" w:rsidRPr="00FE7D55" w:rsidRDefault="00A36F9A" w:rsidP="00FE7D55">
      <w:pPr>
        <w:spacing w:before="480" w:after="240" w:line="216" w:lineRule="auto"/>
        <w:ind w:left="284" w:hanging="284"/>
        <w:jc w:val="both"/>
        <w:outlineLvl w:val="0"/>
        <w:rPr>
          <w:rFonts w:ascii="Arial Black" w:eastAsia="Times New Roman" w:hAnsi="Arial Black" w:cs="Arial"/>
          <w:bCs/>
          <w:i/>
          <w:sz w:val="26"/>
          <w:szCs w:val="26"/>
          <w:lang w:eastAsia="cs-CZ"/>
        </w:rPr>
      </w:pP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>█</w:t>
      </w:r>
      <w:r w:rsidRPr="00A36F9A">
        <w:rPr>
          <w:rFonts w:ascii="Arial Black" w:eastAsia="Times New Roman" w:hAnsi="Arial Black" w:cs="Arial"/>
          <w:sz w:val="26"/>
          <w:szCs w:val="26"/>
          <w:lang w:eastAsia="cs-CZ"/>
        </w:rPr>
        <w:tab/>
        <w:t>P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říloha č. </w:t>
      </w:r>
      <w:r w:rsidR="000C44D0">
        <w:rPr>
          <w:rFonts w:ascii="Arial Black" w:eastAsia="Times New Roman" w:hAnsi="Arial Black" w:cs="Arial"/>
          <w:sz w:val="26"/>
          <w:szCs w:val="26"/>
          <w:lang w:eastAsia="cs-CZ"/>
        </w:rPr>
        <w:t>2</w:t>
      </w:r>
      <w:r w:rsidR="00FE7D55" w:rsidRP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smlouvy o dílo –</w:t>
      </w:r>
      <w:r w:rsidR="00FE7D55">
        <w:rPr>
          <w:rFonts w:ascii="Arial Black" w:eastAsia="Times New Roman" w:hAnsi="Arial Black" w:cs="Arial"/>
          <w:sz w:val="26"/>
          <w:szCs w:val="26"/>
          <w:lang w:eastAsia="cs-CZ"/>
        </w:rPr>
        <w:t xml:space="preserve"> Harmonogram realizace díla</w:t>
      </w:r>
      <w:r w:rsidR="00EB668F">
        <w:rPr>
          <w:rFonts w:ascii="Arial Black" w:eastAsia="Times New Roman" w:hAnsi="Arial Black" w:cs="Arial"/>
          <w:sz w:val="26"/>
          <w:szCs w:val="26"/>
          <w:lang w:eastAsia="cs-CZ"/>
        </w:rPr>
        <w:t xml:space="preserve"> v Areálu </w:t>
      </w:r>
      <w:r w:rsidR="00FB7B24">
        <w:rPr>
          <w:rFonts w:ascii="Arial Black" w:eastAsia="Times New Roman" w:hAnsi="Arial Black" w:cs="Arial"/>
          <w:sz w:val="26"/>
          <w:szCs w:val="26"/>
          <w:lang w:eastAsia="cs-CZ"/>
        </w:rPr>
        <w:t>tramvaje Moravská Ostrava</w:t>
      </w:r>
    </w:p>
    <w:p w14:paraId="7D57972E" w14:textId="6EC1A359" w:rsidR="00CC38D9" w:rsidRPr="00D064BC" w:rsidRDefault="00CC38D9" w:rsidP="00CC38D9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>
        <w:rPr>
          <w:rFonts w:ascii="Times New Roman" w:hAnsi="Times New Roman"/>
          <w:i/>
          <w:color w:val="00B0F0"/>
        </w:rPr>
        <w:t>P</w:t>
      </w:r>
      <w:r w:rsidRPr="00041566">
        <w:rPr>
          <w:rFonts w:ascii="Times New Roman" w:hAnsi="Times New Roman"/>
          <w:i/>
          <w:color w:val="00B0F0"/>
        </w:rPr>
        <w:t xml:space="preserve">řílohu zpracuje </w:t>
      </w:r>
      <w:r>
        <w:rPr>
          <w:rFonts w:ascii="Times New Roman" w:hAnsi="Times New Roman"/>
          <w:i/>
          <w:color w:val="00B0F0"/>
        </w:rPr>
        <w:t>zhotovi</w:t>
      </w:r>
      <w:r w:rsidRPr="00041566">
        <w:rPr>
          <w:rFonts w:ascii="Times New Roman" w:hAnsi="Times New Roman"/>
          <w:i/>
          <w:color w:val="00B0F0"/>
        </w:rPr>
        <w:t>tel samostatně a doloží jako součást své nabídky. Harmonogram realizace díla bude zpracován v kalendářních dnech (bez uvedení konkrétního data), od</w:t>
      </w:r>
      <w:r>
        <w:rPr>
          <w:rFonts w:ascii="Times New Roman" w:hAnsi="Times New Roman"/>
          <w:i/>
          <w:color w:val="00B0F0"/>
        </w:rPr>
        <w:t xml:space="preserve"> předání a převzetí staveniště</w:t>
      </w:r>
      <w:r w:rsidRPr="00041566">
        <w:rPr>
          <w:rFonts w:ascii="Times New Roman" w:hAnsi="Times New Roman"/>
          <w:i/>
          <w:color w:val="00B0F0"/>
        </w:rPr>
        <w:t xml:space="preserve">. </w:t>
      </w:r>
      <w:r w:rsidR="00C9369F" w:rsidRPr="00C9369F">
        <w:rPr>
          <w:rFonts w:ascii="Times New Roman" w:hAnsi="Times New Roman"/>
          <w:b/>
          <w:bCs/>
          <w:i/>
          <w:color w:val="00B0F0"/>
          <w:u w:val="single"/>
        </w:rPr>
        <w:t xml:space="preserve">Zadavatel pro úplnost uvádí, že den předání a převzetí staveniště bude v harmonogramu označen jako den „0“ (slovy „nula“). Lhůta tedy počíná běžet ode dne následujícího po dni předání a převzetí staveniště. </w:t>
      </w:r>
      <w:r w:rsidR="00C9369F">
        <w:rPr>
          <w:rFonts w:ascii="Times New Roman" w:hAnsi="Times New Roman"/>
          <w:b/>
          <w:bCs/>
          <w:i/>
          <w:color w:val="00B0F0"/>
          <w:u w:val="single"/>
        </w:rPr>
        <w:t xml:space="preserve"> </w:t>
      </w:r>
      <w:r w:rsidRPr="00041566">
        <w:rPr>
          <w:rFonts w:ascii="Times New Roman" w:hAnsi="Times New Roman"/>
          <w:i/>
          <w:color w:val="00B0F0"/>
        </w:rPr>
        <w:t xml:space="preserve">V případě, že tak neučiní, může být nabídka </w:t>
      </w:r>
      <w:r w:rsidR="00F542EE">
        <w:rPr>
          <w:rFonts w:ascii="Times New Roman" w:hAnsi="Times New Roman"/>
          <w:i/>
          <w:color w:val="00B0F0"/>
        </w:rPr>
        <w:t>posouzena jako nesplňující zadávací podmínky a dodavatel může být vyloučen ze zadávacího řízení, nebude-li postupováno dle ustanovení § 46 zákona č. 134/2016 Sb., o zadávání veřejných zakázek</w:t>
      </w:r>
      <w:r>
        <w:rPr>
          <w:rFonts w:ascii="Times New Roman" w:hAnsi="Times New Roman"/>
          <w:i/>
          <w:color w:val="00B0F0"/>
        </w:rPr>
        <w:t xml:space="preserve">. </w:t>
      </w:r>
    </w:p>
    <w:p w14:paraId="244FC4B6" w14:textId="77777777" w:rsidR="00FE7D55" w:rsidRDefault="00FE7D55" w:rsidP="00C501B0">
      <w:pPr>
        <w:pStyle w:val="Podnadpis"/>
        <w:jc w:val="both"/>
        <w:rPr>
          <w:b w:val="0"/>
          <w:sz w:val="22"/>
          <w:szCs w:val="22"/>
        </w:rPr>
      </w:pPr>
    </w:p>
    <w:p w14:paraId="233A3D7B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0C55567A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40E3420A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69694A8E" w14:textId="77777777" w:rsidR="00817491" w:rsidRDefault="00817491" w:rsidP="00C501B0">
      <w:pPr>
        <w:pStyle w:val="Podnadpis"/>
        <w:jc w:val="both"/>
        <w:rPr>
          <w:b w:val="0"/>
          <w:sz w:val="22"/>
          <w:szCs w:val="22"/>
        </w:rPr>
      </w:pPr>
    </w:p>
    <w:p w14:paraId="075E0A06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3DB332E4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1EB41CD6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7EC30692" w14:textId="77777777" w:rsidR="00446F1C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1ADFFE29" w14:textId="77777777" w:rsidR="00446F1C" w:rsidRPr="00F31C2D" w:rsidRDefault="00446F1C" w:rsidP="00C501B0">
      <w:pPr>
        <w:pStyle w:val="Podnadpis"/>
        <w:jc w:val="both"/>
        <w:rPr>
          <w:b w:val="0"/>
          <w:sz w:val="22"/>
          <w:szCs w:val="22"/>
        </w:rPr>
      </w:pPr>
    </w:p>
    <w:p w14:paraId="1E262CC2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  <w:r w:rsidRPr="00F31C2D">
        <w:rPr>
          <w:b w:val="0"/>
          <w:sz w:val="22"/>
          <w:szCs w:val="22"/>
        </w:rPr>
        <w:t>V</w:t>
      </w:r>
      <w:r w:rsidR="00446F1C">
        <w:rPr>
          <w:b w:val="0"/>
          <w:sz w:val="22"/>
          <w:szCs w:val="22"/>
        </w:rPr>
        <w:t> ……………</w:t>
      </w:r>
      <w:r w:rsidR="00714F51" w:rsidRPr="00F31C2D">
        <w:rPr>
          <w:b w:val="0"/>
          <w:sz w:val="22"/>
          <w:szCs w:val="22"/>
        </w:rPr>
        <w:t xml:space="preserve"> dne </w:t>
      </w:r>
    </w:p>
    <w:p w14:paraId="398FDB5B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5EDEF378" w14:textId="77777777" w:rsidR="00F31C2D" w:rsidRPr="00F31C2D" w:rsidRDefault="00F31C2D" w:rsidP="00C501B0">
      <w:pPr>
        <w:pStyle w:val="Podnadpis"/>
        <w:jc w:val="both"/>
        <w:rPr>
          <w:b w:val="0"/>
          <w:sz w:val="22"/>
          <w:szCs w:val="22"/>
        </w:rPr>
      </w:pPr>
    </w:p>
    <w:p w14:paraId="2A2F3263" w14:textId="77777777" w:rsidR="00DE33E3" w:rsidRPr="00F31C2D" w:rsidRDefault="00DE33E3" w:rsidP="00C501B0">
      <w:pPr>
        <w:pStyle w:val="Podnadpis"/>
        <w:jc w:val="both"/>
        <w:rPr>
          <w:b w:val="0"/>
          <w:sz w:val="22"/>
          <w:szCs w:val="22"/>
        </w:rPr>
      </w:pPr>
    </w:p>
    <w:p w14:paraId="6FACDA1A" w14:textId="77777777" w:rsidR="00446F1C" w:rsidRDefault="001D3922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F31C2D">
        <w:rPr>
          <w:rFonts w:ascii="Times New Roman" w:hAnsi="Times New Roman"/>
        </w:rPr>
        <w:t>…………………………………….</w:t>
      </w:r>
      <w:r w:rsidR="001C76DF" w:rsidRPr="00F31C2D">
        <w:rPr>
          <w:rFonts w:ascii="Times New Roman" w:hAnsi="Times New Roman"/>
        </w:rPr>
        <w:t xml:space="preserve"> </w:t>
      </w:r>
      <w:r w:rsidR="009513F6" w:rsidRPr="00F31C2D">
        <w:rPr>
          <w:rFonts w:ascii="Times New Roman" w:hAnsi="Times New Roman"/>
        </w:rPr>
        <w:tab/>
      </w:r>
    </w:p>
    <w:p w14:paraId="553804FD" w14:textId="77777777" w:rsidR="00767E67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  <w:i/>
          <w:color w:val="00B0F0"/>
        </w:rPr>
      </w:pPr>
      <w:r w:rsidRPr="00EB668F">
        <w:rPr>
          <w:rFonts w:ascii="Times New Roman" w:hAnsi="Times New Roman"/>
          <w:i/>
          <w:color w:val="00B0F0"/>
        </w:rPr>
        <w:t>podpis oprávněné osoby zhotovitele</w:t>
      </w:r>
    </w:p>
    <w:p w14:paraId="61244D54" w14:textId="77777777" w:rsidR="00446F1C" w:rsidRDefault="00446F1C" w:rsidP="00F020FB">
      <w:pPr>
        <w:tabs>
          <w:tab w:val="left" w:pos="5610"/>
        </w:tabs>
        <w:spacing w:after="0" w:line="240" w:lineRule="auto"/>
        <w:rPr>
          <w:rFonts w:ascii="Times New Roman" w:hAnsi="Times New Roman"/>
        </w:rPr>
      </w:pPr>
      <w:r w:rsidRPr="00775C44">
        <w:rPr>
          <w:rFonts w:ascii="Times New Roman" w:hAnsi="Times New Roman"/>
          <w:i/>
          <w:color w:val="00B0F0"/>
        </w:rPr>
        <w:t xml:space="preserve">(POZN. Doplní </w:t>
      </w:r>
      <w:r>
        <w:rPr>
          <w:rFonts w:ascii="Times New Roman" w:hAnsi="Times New Roman"/>
          <w:i/>
          <w:color w:val="00B0F0"/>
        </w:rPr>
        <w:t>zhotovite</w:t>
      </w:r>
      <w:r w:rsidRPr="00775C44">
        <w:rPr>
          <w:rFonts w:ascii="Times New Roman" w:hAnsi="Times New Roman"/>
          <w:i/>
          <w:color w:val="00B0F0"/>
        </w:rPr>
        <w:t>l, poté poznámku vymažte)</w:t>
      </w:r>
    </w:p>
    <w:p w14:paraId="48B76D2D" w14:textId="77777777" w:rsidR="00446F1C" w:rsidRPr="00446F1C" w:rsidRDefault="00446F1C" w:rsidP="00446F1C">
      <w:pPr>
        <w:rPr>
          <w:rFonts w:ascii="Times New Roman" w:hAnsi="Times New Roman"/>
        </w:rPr>
      </w:pPr>
    </w:p>
    <w:p w14:paraId="3FE43323" w14:textId="77777777" w:rsidR="006254B3" w:rsidRPr="00446F1C" w:rsidRDefault="006254B3" w:rsidP="00446F1C">
      <w:pPr>
        <w:tabs>
          <w:tab w:val="left" w:pos="2970"/>
        </w:tabs>
        <w:rPr>
          <w:rFonts w:ascii="Times New Roman" w:hAnsi="Times New Roman"/>
        </w:rPr>
      </w:pPr>
    </w:p>
    <w:sectPr w:rsidR="006254B3" w:rsidRPr="00446F1C" w:rsidSect="00260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21" w:right="1418" w:bottom="993" w:left="1418" w:header="426" w:footer="3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1471BD" w14:textId="77777777" w:rsidR="00E40064" w:rsidRDefault="00E40064" w:rsidP="009F37D8">
      <w:pPr>
        <w:spacing w:after="0" w:line="240" w:lineRule="auto"/>
      </w:pPr>
      <w:r>
        <w:separator/>
      </w:r>
    </w:p>
  </w:endnote>
  <w:endnote w:type="continuationSeparator" w:id="0">
    <w:p w14:paraId="4D725A03" w14:textId="77777777" w:rsidR="00E40064" w:rsidRDefault="00E40064" w:rsidP="009F3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98845D" w14:textId="77777777" w:rsidR="005C2CDB" w:rsidRDefault="005C2CD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C8D0B7" w14:textId="23890951" w:rsidR="000A138F" w:rsidRDefault="00260B2A" w:rsidP="00364586">
    <w:pPr>
      <w:pStyle w:val="Zpat"/>
      <w:pBdr>
        <w:top w:val="single" w:sz="4" w:space="1" w:color="auto"/>
      </w:pBdr>
      <w:jc w:val="both"/>
    </w:pPr>
    <w:r>
      <w:rPr>
        <w:rFonts w:ascii="Times New Roman" w:hAnsi="Times New Roman"/>
        <w:i/>
        <w:sz w:val="20"/>
        <w:szCs w:val="20"/>
      </w:rPr>
      <w:t>„</w:t>
    </w:r>
    <w:r w:rsidR="000C44D0">
      <w:rPr>
        <w:rFonts w:ascii="Times New Roman" w:hAnsi="Times New Roman"/>
        <w:i/>
        <w:sz w:val="20"/>
        <w:szCs w:val="20"/>
      </w:rPr>
      <w:t xml:space="preserve">Areál </w:t>
    </w:r>
    <w:r w:rsidR="00FB7B24">
      <w:rPr>
        <w:rFonts w:ascii="Times New Roman" w:hAnsi="Times New Roman"/>
        <w:i/>
        <w:sz w:val="20"/>
        <w:szCs w:val="20"/>
      </w:rPr>
      <w:t xml:space="preserve">tramvaje Moravská Ostrava – Hala vozovny </w:t>
    </w:r>
    <w:r w:rsidR="000C44D0">
      <w:rPr>
        <w:rFonts w:ascii="Times New Roman" w:hAnsi="Times New Roman"/>
        <w:i/>
        <w:sz w:val="20"/>
        <w:szCs w:val="20"/>
      </w:rPr>
      <w:t xml:space="preserve">- </w:t>
    </w:r>
    <w:r>
      <w:rPr>
        <w:rFonts w:ascii="Times New Roman" w:hAnsi="Times New Roman"/>
        <w:i/>
        <w:sz w:val="20"/>
        <w:szCs w:val="20"/>
      </w:rPr>
      <w:t>Rekonstrukce střech</w:t>
    </w:r>
    <w:r w:rsidR="000C44D0">
      <w:rPr>
        <w:rFonts w:ascii="Times New Roman" w:hAnsi="Times New Roman"/>
        <w:i/>
        <w:sz w:val="20"/>
        <w:szCs w:val="20"/>
      </w:rPr>
      <w:t>y</w:t>
    </w:r>
    <w:r w:rsidR="000A138F" w:rsidRPr="00D2467B">
      <w:rPr>
        <w:rFonts w:ascii="Times New Roman" w:hAnsi="Times New Roman"/>
        <w:i/>
        <w:sz w:val="20"/>
        <w:szCs w:val="20"/>
      </w:rPr>
      <w:t>“</w:t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r w:rsidR="000A138F">
      <w:rPr>
        <w:rFonts w:ascii="Times New Roman" w:hAnsi="Times New Roman"/>
        <w:i/>
      </w:rPr>
      <w:tab/>
    </w:r>
    <w:sdt>
      <w:sdtPr>
        <w:rPr>
          <w:rFonts w:ascii="Times New Roman" w:hAnsi="Times New Roman"/>
          <w:i/>
          <w:sz w:val="20"/>
          <w:szCs w:val="20"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Times New Roman" w:hAnsi="Times New Roman"/>
              <w:i/>
              <w:sz w:val="20"/>
              <w:szCs w:val="20"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364586" w:rsidRPr="001C6F5B">
              <w:rPr>
                <w:rFonts w:ascii="Times New Roman" w:hAnsi="Times New Roman"/>
                <w:i/>
                <w:sz w:val="20"/>
                <w:szCs w:val="20"/>
              </w:rPr>
              <w:tab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 xml:space="preserve">strana 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PAGE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13B0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t>/</w: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begin"/>
            </w:r>
            <w:r w:rsidR="000A138F" w:rsidRPr="001C6F5B">
              <w:rPr>
                <w:rFonts w:ascii="Times New Roman" w:hAnsi="Times New Roman"/>
                <w:i/>
                <w:sz w:val="20"/>
                <w:szCs w:val="20"/>
              </w:rPr>
              <w:instrText>NUMPAGES</w:instrText>
            </w:r>
            <w:r w:rsidR="00F1605A" w:rsidRPr="001C6F5B">
              <w:rPr>
                <w:rFonts w:ascii="Times New Roman" w:hAnsi="Times New Roman"/>
                <w:i/>
                <w:sz w:val="20"/>
                <w:szCs w:val="20"/>
              </w:rPr>
              <w:fldChar w:fldCharType="separate"/>
            </w:r>
            <w:r w:rsidR="00D13B0F">
              <w:rPr>
                <w:rFonts w:ascii="Times New Roman" w:hAnsi="Times New Roman"/>
                <w:i/>
                <w:noProof/>
                <w:sz w:val="20"/>
                <w:szCs w:val="20"/>
              </w:rPr>
              <w:t>1</w:t>
            </w:r>
            <w:r w:rsidR="00F1605A" w:rsidRPr="001C6F5B">
              <w:rPr>
                <w:rFonts w:ascii="Times New Roman" w:hAnsi="Times New Roman"/>
                <w:i/>
                <w:noProof/>
                <w:sz w:val="20"/>
                <w:szCs w:val="20"/>
              </w:rPr>
              <w:fldChar w:fldCharType="end"/>
            </w:r>
          </w:sdtContent>
        </w:sdt>
      </w:sdtContent>
    </w:sdt>
    <w:r w:rsidR="000A138F" w:rsidRPr="0049692D">
      <w:rPr>
        <w:rFonts w:ascii="Times New Roman" w:hAnsi="Times New Roman"/>
        <w:i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C4266F" w14:textId="77777777" w:rsidR="005C2CDB" w:rsidRDefault="005C2CD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CE3AD1" w14:textId="77777777" w:rsidR="00E40064" w:rsidRDefault="00E40064" w:rsidP="009F37D8">
      <w:pPr>
        <w:spacing w:after="0" w:line="240" w:lineRule="auto"/>
      </w:pPr>
      <w:r>
        <w:separator/>
      </w:r>
    </w:p>
  </w:footnote>
  <w:footnote w:type="continuationSeparator" w:id="0">
    <w:p w14:paraId="3D919A09" w14:textId="77777777" w:rsidR="00E40064" w:rsidRDefault="00E40064" w:rsidP="009F37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77B6DB" w14:textId="77777777" w:rsidR="005C2CDB" w:rsidRDefault="005C2CD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274D8" w14:textId="77777777" w:rsidR="004F589C" w:rsidRDefault="000A138F" w:rsidP="00062570">
    <w:pPr>
      <w:pStyle w:val="Zhlav"/>
      <w:tabs>
        <w:tab w:val="clear" w:pos="4536"/>
        <w:tab w:val="clear" w:pos="9072"/>
      </w:tabs>
      <w:ind w:left="7371" w:firstLine="11"/>
      <w:jc w:val="both"/>
      <w:rPr>
        <w:noProof/>
        <w:sz w:val="16"/>
        <w:szCs w:val="16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71B53A67" wp14:editId="508E6C91">
          <wp:simplePos x="0" y="0"/>
          <wp:positionH relativeFrom="margin">
            <wp:align>right</wp:align>
          </wp:positionH>
          <wp:positionV relativeFrom="page">
            <wp:posOffset>333375</wp:posOffset>
          </wp:positionV>
          <wp:extent cx="2181225" cy="619125"/>
          <wp:effectExtent l="19050" t="0" r="9525" b="0"/>
          <wp:wrapSquare wrapText="bothSides"/>
          <wp:docPr id="13" name="Obrázek 13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F589C"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02E7C6EE" wp14:editId="10C73A2F">
          <wp:simplePos x="0" y="0"/>
          <wp:positionH relativeFrom="page">
            <wp:posOffset>809625</wp:posOffset>
          </wp:positionH>
          <wp:positionV relativeFrom="page">
            <wp:posOffset>381000</wp:posOffset>
          </wp:positionV>
          <wp:extent cx="1866900" cy="504825"/>
          <wp:effectExtent l="19050" t="0" r="0" b="0"/>
          <wp:wrapSquare wrapText="bothSides"/>
          <wp:docPr id="14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4095496" w14:textId="77777777" w:rsidR="004F589C" w:rsidRDefault="004F589C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24FF01B2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65F0BF3C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  <w:p w14:paraId="5FE55C21" w14:textId="77777777" w:rsidR="00FD664E" w:rsidRDefault="00FD664E" w:rsidP="007E6260">
    <w:pPr>
      <w:pStyle w:val="Zhlav"/>
      <w:tabs>
        <w:tab w:val="clear" w:pos="4536"/>
        <w:tab w:val="clear" w:pos="9072"/>
      </w:tabs>
      <w:ind w:left="8080" w:firstLine="11"/>
      <w:jc w:val="both"/>
      <w:rPr>
        <w:rFonts w:ascii="Times New Roman" w:hAnsi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D4A7A9" w14:textId="77777777" w:rsidR="005C2CDB" w:rsidRDefault="005C2C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144F38"/>
    <w:multiLevelType w:val="hybridMultilevel"/>
    <w:tmpl w:val="C18A6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E3247FE"/>
    <w:multiLevelType w:val="hybridMultilevel"/>
    <w:tmpl w:val="476ED9E4"/>
    <w:lvl w:ilvl="0" w:tplc="9C6EC7BE">
      <w:numFmt w:val="bullet"/>
      <w:lvlText w:val="•"/>
      <w:lvlJc w:val="left"/>
      <w:pPr>
        <w:ind w:left="1065" w:hanging="705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7D8"/>
    <w:rsid w:val="00023476"/>
    <w:rsid w:val="000527BE"/>
    <w:rsid w:val="00062570"/>
    <w:rsid w:val="00072D03"/>
    <w:rsid w:val="00072E7F"/>
    <w:rsid w:val="000751D9"/>
    <w:rsid w:val="000957A5"/>
    <w:rsid w:val="000A138F"/>
    <w:rsid w:val="000A767A"/>
    <w:rsid w:val="000B344A"/>
    <w:rsid w:val="000B7FF7"/>
    <w:rsid w:val="000C44D0"/>
    <w:rsid w:val="000C68DE"/>
    <w:rsid w:val="000D3212"/>
    <w:rsid w:val="000D6C92"/>
    <w:rsid w:val="000D7D8D"/>
    <w:rsid w:val="000E3B2B"/>
    <w:rsid w:val="000F7721"/>
    <w:rsid w:val="00117560"/>
    <w:rsid w:val="00127BCD"/>
    <w:rsid w:val="00134DFA"/>
    <w:rsid w:val="00156E39"/>
    <w:rsid w:val="0016745E"/>
    <w:rsid w:val="001771F8"/>
    <w:rsid w:val="00193511"/>
    <w:rsid w:val="001A0D43"/>
    <w:rsid w:val="001B3523"/>
    <w:rsid w:val="001C26AB"/>
    <w:rsid w:val="001C6F5B"/>
    <w:rsid w:val="001C76DF"/>
    <w:rsid w:val="001C7789"/>
    <w:rsid w:val="001D3922"/>
    <w:rsid w:val="001E39ED"/>
    <w:rsid w:val="001E5E19"/>
    <w:rsid w:val="0022041F"/>
    <w:rsid w:val="00225564"/>
    <w:rsid w:val="00236E96"/>
    <w:rsid w:val="0024497D"/>
    <w:rsid w:val="002464D4"/>
    <w:rsid w:val="00260B2A"/>
    <w:rsid w:val="00266186"/>
    <w:rsid w:val="002702B8"/>
    <w:rsid w:val="0029108F"/>
    <w:rsid w:val="00293133"/>
    <w:rsid w:val="00297AB4"/>
    <w:rsid w:val="002A4EA5"/>
    <w:rsid w:val="002B6B69"/>
    <w:rsid w:val="002D105C"/>
    <w:rsid w:val="002D7946"/>
    <w:rsid w:val="002E1723"/>
    <w:rsid w:val="002E2FE6"/>
    <w:rsid w:val="002E57FC"/>
    <w:rsid w:val="002F1F4A"/>
    <w:rsid w:val="002F7FD6"/>
    <w:rsid w:val="00312DBD"/>
    <w:rsid w:val="00322A02"/>
    <w:rsid w:val="00331C79"/>
    <w:rsid w:val="0033437C"/>
    <w:rsid w:val="00342884"/>
    <w:rsid w:val="00346926"/>
    <w:rsid w:val="00361F49"/>
    <w:rsid w:val="00364586"/>
    <w:rsid w:val="003656A2"/>
    <w:rsid w:val="0038423F"/>
    <w:rsid w:val="00384C0E"/>
    <w:rsid w:val="00390342"/>
    <w:rsid w:val="00392D2B"/>
    <w:rsid w:val="00394871"/>
    <w:rsid w:val="003A6412"/>
    <w:rsid w:val="003A69F9"/>
    <w:rsid w:val="003B1D5B"/>
    <w:rsid w:val="003B3414"/>
    <w:rsid w:val="003C2710"/>
    <w:rsid w:val="003D2821"/>
    <w:rsid w:val="003D3664"/>
    <w:rsid w:val="003D4065"/>
    <w:rsid w:val="003E0EA8"/>
    <w:rsid w:val="003E4D53"/>
    <w:rsid w:val="003E51E5"/>
    <w:rsid w:val="00426527"/>
    <w:rsid w:val="00431E7E"/>
    <w:rsid w:val="00434616"/>
    <w:rsid w:val="00442011"/>
    <w:rsid w:val="00446F1C"/>
    <w:rsid w:val="00472316"/>
    <w:rsid w:val="00477D35"/>
    <w:rsid w:val="00483107"/>
    <w:rsid w:val="004915EB"/>
    <w:rsid w:val="00494C22"/>
    <w:rsid w:val="0049687D"/>
    <w:rsid w:val="004A3FBB"/>
    <w:rsid w:val="004A750E"/>
    <w:rsid w:val="004A7EC4"/>
    <w:rsid w:val="004B03B4"/>
    <w:rsid w:val="004C62B9"/>
    <w:rsid w:val="004E2ED1"/>
    <w:rsid w:val="004F21D1"/>
    <w:rsid w:val="004F589C"/>
    <w:rsid w:val="00506AAE"/>
    <w:rsid w:val="0053360B"/>
    <w:rsid w:val="00535F2C"/>
    <w:rsid w:val="00541264"/>
    <w:rsid w:val="005660D9"/>
    <w:rsid w:val="0057373E"/>
    <w:rsid w:val="005821F5"/>
    <w:rsid w:val="0058706B"/>
    <w:rsid w:val="00587444"/>
    <w:rsid w:val="005A08DA"/>
    <w:rsid w:val="005A1FFD"/>
    <w:rsid w:val="005A6F74"/>
    <w:rsid w:val="005A7F07"/>
    <w:rsid w:val="005B0734"/>
    <w:rsid w:val="005C2CDB"/>
    <w:rsid w:val="005D74DF"/>
    <w:rsid w:val="005E52FA"/>
    <w:rsid w:val="0060258F"/>
    <w:rsid w:val="00603D1A"/>
    <w:rsid w:val="00605CF5"/>
    <w:rsid w:val="006121B3"/>
    <w:rsid w:val="0061531A"/>
    <w:rsid w:val="00622FF9"/>
    <w:rsid w:val="006254B3"/>
    <w:rsid w:val="00631D52"/>
    <w:rsid w:val="00662BB5"/>
    <w:rsid w:val="00662F11"/>
    <w:rsid w:val="0066499C"/>
    <w:rsid w:val="006716B3"/>
    <w:rsid w:val="00676B54"/>
    <w:rsid w:val="00677E30"/>
    <w:rsid w:val="00687694"/>
    <w:rsid w:val="00694BC2"/>
    <w:rsid w:val="006A5762"/>
    <w:rsid w:val="006A7770"/>
    <w:rsid w:val="006B4DBF"/>
    <w:rsid w:val="006B651D"/>
    <w:rsid w:val="006C7DE4"/>
    <w:rsid w:val="006D2DAE"/>
    <w:rsid w:val="006F0B12"/>
    <w:rsid w:val="006F19F9"/>
    <w:rsid w:val="006F3091"/>
    <w:rsid w:val="006F6DA2"/>
    <w:rsid w:val="00706C1F"/>
    <w:rsid w:val="00711FD3"/>
    <w:rsid w:val="007120BA"/>
    <w:rsid w:val="00714F51"/>
    <w:rsid w:val="00717217"/>
    <w:rsid w:val="007172C8"/>
    <w:rsid w:val="007271DB"/>
    <w:rsid w:val="00731102"/>
    <w:rsid w:val="00733BA2"/>
    <w:rsid w:val="00735F0F"/>
    <w:rsid w:val="00745CB4"/>
    <w:rsid w:val="00752DB8"/>
    <w:rsid w:val="00756474"/>
    <w:rsid w:val="00762CB9"/>
    <w:rsid w:val="00767754"/>
    <w:rsid w:val="00767E67"/>
    <w:rsid w:val="00775C44"/>
    <w:rsid w:val="0078074D"/>
    <w:rsid w:val="00784383"/>
    <w:rsid w:val="00784B4F"/>
    <w:rsid w:val="00784B96"/>
    <w:rsid w:val="007855B8"/>
    <w:rsid w:val="00797EB4"/>
    <w:rsid w:val="007A1CF1"/>
    <w:rsid w:val="007A4C34"/>
    <w:rsid w:val="007B1766"/>
    <w:rsid w:val="007B2293"/>
    <w:rsid w:val="007B26EE"/>
    <w:rsid w:val="007B3D66"/>
    <w:rsid w:val="007B5478"/>
    <w:rsid w:val="007E0B59"/>
    <w:rsid w:val="007E6260"/>
    <w:rsid w:val="007F2E98"/>
    <w:rsid w:val="007F3EB5"/>
    <w:rsid w:val="007F3EBB"/>
    <w:rsid w:val="007F6700"/>
    <w:rsid w:val="008109CF"/>
    <w:rsid w:val="008157AF"/>
    <w:rsid w:val="00816A71"/>
    <w:rsid w:val="00817491"/>
    <w:rsid w:val="00820C98"/>
    <w:rsid w:val="00824F40"/>
    <w:rsid w:val="008330E5"/>
    <w:rsid w:val="00850342"/>
    <w:rsid w:val="008777B8"/>
    <w:rsid w:val="0088393A"/>
    <w:rsid w:val="00887374"/>
    <w:rsid w:val="008878E4"/>
    <w:rsid w:val="0089487E"/>
    <w:rsid w:val="008952F3"/>
    <w:rsid w:val="008C6158"/>
    <w:rsid w:val="008D08BA"/>
    <w:rsid w:val="008D3CA4"/>
    <w:rsid w:val="008E35D8"/>
    <w:rsid w:val="009264EF"/>
    <w:rsid w:val="009270BE"/>
    <w:rsid w:val="00932E90"/>
    <w:rsid w:val="00935F8E"/>
    <w:rsid w:val="00937469"/>
    <w:rsid w:val="00937A58"/>
    <w:rsid w:val="00940D10"/>
    <w:rsid w:val="009513F6"/>
    <w:rsid w:val="009556EA"/>
    <w:rsid w:val="0097005B"/>
    <w:rsid w:val="00970158"/>
    <w:rsid w:val="009869C2"/>
    <w:rsid w:val="009A4542"/>
    <w:rsid w:val="009D1A81"/>
    <w:rsid w:val="009D4057"/>
    <w:rsid w:val="009D5AB5"/>
    <w:rsid w:val="009F077E"/>
    <w:rsid w:val="009F0D17"/>
    <w:rsid w:val="009F168E"/>
    <w:rsid w:val="009F2F15"/>
    <w:rsid w:val="009F37D8"/>
    <w:rsid w:val="009F70BE"/>
    <w:rsid w:val="00A02B08"/>
    <w:rsid w:val="00A0751A"/>
    <w:rsid w:val="00A07835"/>
    <w:rsid w:val="00A36F9A"/>
    <w:rsid w:val="00A45424"/>
    <w:rsid w:val="00A57724"/>
    <w:rsid w:val="00A607E5"/>
    <w:rsid w:val="00A61045"/>
    <w:rsid w:val="00A64245"/>
    <w:rsid w:val="00A77A9B"/>
    <w:rsid w:val="00A811C5"/>
    <w:rsid w:val="00A83638"/>
    <w:rsid w:val="00AA33B5"/>
    <w:rsid w:val="00AA3EF6"/>
    <w:rsid w:val="00AA4F78"/>
    <w:rsid w:val="00AA7A25"/>
    <w:rsid w:val="00AD64DA"/>
    <w:rsid w:val="00AD6523"/>
    <w:rsid w:val="00B06A10"/>
    <w:rsid w:val="00B10C60"/>
    <w:rsid w:val="00B13E67"/>
    <w:rsid w:val="00B353AB"/>
    <w:rsid w:val="00B47E15"/>
    <w:rsid w:val="00B51956"/>
    <w:rsid w:val="00B645A4"/>
    <w:rsid w:val="00B77039"/>
    <w:rsid w:val="00B813B1"/>
    <w:rsid w:val="00B91383"/>
    <w:rsid w:val="00BA17F1"/>
    <w:rsid w:val="00BA649A"/>
    <w:rsid w:val="00BB50F1"/>
    <w:rsid w:val="00BD3D7E"/>
    <w:rsid w:val="00BE54C0"/>
    <w:rsid w:val="00C10E30"/>
    <w:rsid w:val="00C233DA"/>
    <w:rsid w:val="00C345EA"/>
    <w:rsid w:val="00C4097D"/>
    <w:rsid w:val="00C4119E"/>
    <w:rsid w:val="00C501B0"/>
    <w:rsid w:val="00C53022"/>
    <w:rsid w:val="00C53246"/>
    <w:rsid w:val="00C564FF"/>
    <w:rsid w:val="00C56CE3"/>
    <w:rsid w:val="00C57AB7"/>
    <w:rsid w:val="00C67836"/>
    <w:rsid w:val="00C740E6"/>
    <w:rsid w:val="00C8344B"/>
    <w:rsid w:val="00C87115"/>
    <w:rsid w:val="00C91357"/>
    <w:rsid w:val="00C9369F"/>
    <w:rsid w:val="00C93EDA"/>
    <w:rsid w:val="00CA2796"/>
    <w:rsid w:val="00CC38D9"/>
    <w:rsid w:val="00CD0E72"/>
    <w:rsid w:val="00CF37F7"/>
    <w:rsid w:val="00D06267"/>
    <w:rsid w:val="00D064BC"/>
    <w:rsid w:val="00D13B0F"/>
    <w:rsid w:val="00D17B78"/>
    <w:rsid w:val="00D2467B"/>
    <w:rsid w:val="00D37095"/>
    <w:rsid w:val="00D42DDC"/>
    <w:rsid w:val="00D50270"/>
    <w:rsid w:val="00D50994"/>
    <w:rsid w:val="00D61524"/>
    <w:rsid w:val="00D65B41"/>
    <w:rsid w:val="00D713A7"/>
    <w:rsid w:val="00D76B81"/>
    <w:rsid w:val="00D94A02"/>
    <w:rsid w:val="00DA61A7"/>
    <w:rsid w:val="00DA7F25"/>
    <w:rsid w:val="00DB04A9"/>
    <w:rsid w:val="00DB4067"/>
    <w:rsid w:val="00DC1297"/>
    <w:rsid w:val="00DC6FC5"/>
    <w:rsid w:val="00DD1227"/>
    <w:rsid w:val="00DD7A96"/>
    <w:rsid w:val="00DE02BA"/>
    <w:rsid w:val="00DE109F"/>
    <w:rsid w:val="00DE33E3"/>
    <w:rsid w:val="00DF216E"/>
    <w:rsid w:val="00DF5A18"/>
    <w:rsid w:val="00E03774"/>
    <w:rsid w:val="00E26668"/>
    <w:rsid w:val="00E3447E"/>
    <w:rsid w:val="00E3485E"/>
    <w:rsid w:val="00E40064"/>
    <w:rsid w:val="00E4234F"/>
    <w:rsid w:val="00E4408E"/>
    <w:rsid w:val="00E44804"/>
    <w:rsid w:val="00E50D8D"/>
    <w:rsid w:val="00E528E8"/>
    <w:rsid w:val="00E558A2"/>
    <w:rsid w:val="00E80EE3"/>
    <w:rsid w:val="00E81A5A"/>
    <w:rsid w:val="00E83A27"/>
    <w:rsid w:val="00EB668F"/>
    <w:rsid w:val="00EC3717"/>
    <w:rsid w:val="00EC641F"/>
    <w:rsid w:val="00ED0FDB"/>
    <w:rsid w:val="00ED48B9"/>
    <w:rsid w:val="00EE1171"/>
    <w:rsid w:val="00EE4DF9"/>
    <w:rsid w:val="00EF1079"/>
    <w:rsid w:val="00EF327C"/>
    <w:rsid w:val="00EF6AF3"/>
    <w:rsid w:val="00F020FB"/>
    <w:rsid w:val="00F05CA6"/>
    <w:rsid w:val="00F05E17"/>
    <w:rsid w:val="00F1605A"/>
    <w:rsid w:val="00F252A2"/>
    <w:rsid w:val="00F31C2D"/>
    <w:rsid w:val="00F31FF1"/>
    <w:rsid w:val="00F40921"/>
    <w:rsid w:val="00F420C8"/>
    <w:rsid w:val="00F42F8D"/>
    <w:rsid w:val="00F542EE"/>
    <w:rsid w:val="00F701D0"/>
    <w:rsid w:val="00F72F38"/>
    <w:rsid w:val="00F77524"/>
    <w:rsid w:val="00F8056E"/>
    <w:rsid w:val="00FA4CE5"/>
    <w:rsid w:val="00FB3799"/>
    <w:rsid w:val="00FB7B24"/>
    <w:rsid w:val="00FD664E"/>
    <w:rsid w:val="00FD75C7"/>
    <w:rsid w:val="00FE4244"/>
    <w:rsid w:val="00FE7D55"/>
    <w:rsid w:val="00FF3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3F6B3A"/>
  <w15:docId w15:val="{2FADC613-8599-464F-870E-C0118BDD9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A5762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F37D8"/>
  </w:style>
  <w:style w:type="paragraph" w:styleId="Zpat">
    <w:name w:val="footer"/>
    <w:basedOn w:val="Normln"/>
    <w:link w:val="ZpatChar"/>
    <w:uiPriority w:val="99"/>
    <w:unhideWhenUsed/>
    <w:rsid w:val="009F37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F37D8"/>
  </w:style>
  <w:style w:type="paragraph" w:styleId="Podnadpis">
    <w:name w:val="Subtitle"/>
    <w:basedOn w:val="Normln"/>
    <w:link w:val="PodnadpisChar"/>
    <w:qFormat/>
    <w:rsid w:val="000D3212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0D3212"/>
    <w:rPr>
      <w:rFonts w:ascii="Times New Roman" w:eastAsia="Times New Roman" w:hAnsi="Times New Roman"/>
      <w:b/>
      <w:bCs/>
      <w:sz w:val="28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345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45EA"/>
    <w:rPr>
      <w:rFonts w:ascii="Tahoma" w:hAnsi="Tahoma" w:cs="Tahoma"/>
      <w:sz w:val="16"/>
      <w:szCs w:val="16"/>
      <w:lang w:eastAsia="en-US"/>
    </w:rPr>
  </w:style>
  <w:style w:type="paragraph" w:styleId="Odstavecseseznamem">
    <w:name w:val="List Paragraph"/>
    <w:basedOn w:val="Normln"/>
    <w:uiPriority w:val="34"/>
    <w:qFormat/>
    <w:rsid w:val="00B91383"/>
    <w:pPr>
      <w:ind w:left="720"/>
      <w:contextualSpacing/>
    </w:pPr>
  </w:style>
  <w:style w:type="table" w:styleId="Mkatabulky">
    <w:name w:val="Table Grid"/>
    <w:basedOn w:val="Normlntabulka"/>
    <w:uiPriority w:val="59"/>
    <w:rsid w:val="00714F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C9369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69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69F"/>
    <w:rPr>
      <w:lang w:eastAsia="en-US"/>
    </w:rPr>
  </w:style>
  <w:style w:type="paragraph" w:styleId="Revize">
    <w:name w:val="Revision"/>
    <w:hidden/>
    <w:uiPriority w:val="99"/>
    <w:semiHidden/>
    <w:rsid w:val="00F542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156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Řezáčová Sylva, Ing.</cp:lastModifiedBy>
  <cp:revision>2</cp:revision>
  <cp:lastPrinted>2011-11-09T07:37:00Z</cp:lastPrinted>
  <dcterms:created xsi:type="dcterms:W3CDTF">2023-11-08T07:21:00Z</dcterms:created>
  <dcterms:modified xsi:type="dcterms:W3CDTF">2023-11-08T07:21:00Z</dcterms:modified>
</cp:coreProperties>
</file>