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620C91B3" w:rsidR="00201690" w:rsidRDefault="00124829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  <w:bookmarkStart w:id="0" w:name="_GoBack"/>
      <w:bookmarkEnd w:id="0"/>
    </w:p>
    <w:p w14:paraId="09380CC5" w14:textId="6E7F8762" w:rsidR="002F447F" w:rsidRPr="002F447F" w:rsidRDefault="00124829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124829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MR13_2024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Ubytování služby během festivalu Prix Bohemia Radio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12A3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2482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12A3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2482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právnickou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  <w:p w14:paraId="72FEF56F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2482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D12A3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12A3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24829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12A3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2482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24829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2A3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24829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2482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2482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2482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2482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24829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24829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24829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5CC5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0AC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60A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8C8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B6D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A3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1EC8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4B4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FA4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4829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12A3A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10</cp:revision>
  <dcterms:created xsi:type="dcterms:W3CDTF">2019-08-26T17:46:00Z</dcterms:created>
  <dcterms:modified xsi:type="dcterms:W3CDTF">2024-03-13T13:12:00Z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