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518A46A6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BC3578" w:rsidRPr="00BC3578">
        <w:rPr>
          <w:b/>
          <w:sz w:val="22"/>
          <w:szCs w:val="22"/>
        </w:rPr>
        <w:t xml:space="preserve">Elektrická požární signalizace </w:t>
      </w:r>
      <w:r w:rsidR="00BC3578">
        <w:rPr>
          <w:b/>
          <w:sz w:val="22"/>
          <w:szCs w:val="22"/>
        </w:rPr>
        <w:t xml:space="preserve">a </w:t>
      </w:r>
      <w:r w:rsidR="00A42B58">
        <w:rPr>
          <w:b/>
          <w:sz w:val="22"/>
          <w:szCs w:val="22"/>
        </w:rPr>
        <w:t>P</w:t>
      </w:r>
      <w:r w:rsidR="006E3522">
        <w:rPr>
          <w:b/>
          <w:sz w:val="22"/>
          <w:szCs w:val="22"/>
        </w:rPr>
        <w:t>lynové stabilní hasicí zařízení</w:t>
      </w:r>
      <w:r w:rsidR="00F41119" w:rsidRPr="00F41119">
        <w:rPr>
          <w:b/>
          <w:sz w:val="22"/>
          <w:szCs w:val="22"/>
        </w:rPr>
        <w:t>“</w:t>
      </w:r>
    </w:p>
    <w:p w14:paraId="5BC37256" w14:textId="5970680A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6E3522">
        <w:rPr>
          <w:sz w:val="22"/>
          <w:szCs w:val="22"/>
        </w:rPr>
        <w:t>DOD20232880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380125DA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820FE1">
        <w:t>8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</w:t>
      </w:r>
      <w:bookmarkStart w:id="0" w:name="_GoBack"/>
      <w:bookmarkEnd w:id="0"/>
      <w:r w:rsidR="00850009" w:rsidRPr="00A07E2A">
        <w:rPr>
          <w:sz w:val="22"/>
          <w:szCs w:val="22"/>
        </w:rPr>
        <w:t xml:space="preserve">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961775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18506" w14:textId="77777777" w:rsidR="00585B66" w:rsidRDefault="00585B66" w:rsidP="00850009">
      <w:r>
        <w:separator/>
      </w:r>
    </w:p>
  </w:endnote>
  <w:endnote w:type="continuationSeparator" w:id="0">
    <w:p w14:paraId="671B6CA4" w14:textId="77777777" w:rsidR="00585B66" w:rsidRDefault="00585B66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D79A276" w:rsidR="00D86672" w:rsidRDefault="00961775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C3578" w:rsidRPr="00BC3578">
              <w:rPr>
                <w:i/>
              </w:rPr>
              <w:t xml:space="preserve">Elektrická požární signalizace </w:t>
            </w:r>
            <w:r w:rsidR="00BC3578">
              <w:rPr>
                <w:i/>
              </w:rPr>
              <w:t xml:space="preserve">a </w:t>
            </w:r>
            <w:r w:rsidR="006E3522">
              <w:rPr>
                <w:i/>
              </w:rPr>
              <w:t>Plynové stabilní hasicí zařízení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841C4" w14:textId="77777777" w:rsidR="00585B66" w:rsidRDefault="00585B66" w:rsidP="00850009">
      <w:r>
        <w:separator/>
      </w:r>
    </w:p>
  </w:footnote>
  <w:footnote w:type="continuationSeparator" w:id="0">
    <w:p w14:paraId="02AB0809" w14:textId="77777777" w:rsidR="00585B66" w:rsidRDefault="00585B66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585B66"/>
    <w:rsid w:val="006D3B3D"/>
    <w:rsid w:val="006E3522"/>
    <w:rsid w:val="006E427A"/>
    <w:rsid w:val="00722CFE"/>
    <w:rsid w:val="007F32B9"/>
    <w:rsid w:val="00820FE1"/>
    <w:rsid w:val="00850009"/>
    <w:rsid w:val="0092015E"/>
    <w:rsid w:val="00961775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C3578"/>
    <w:rsid w:val="00BE60EB"/>
    <w:rsid w:val="00C63DB5"/>
    <w:rsid w:val="00CC32EA"/>
    <w:rsid w:val="00CE7E74"/>
    <w:rsid w:val="00D267DF"/>
    <w:rsid w:val="00D86672"/>
    <w:rsid w:val="00DC01BD"/>
    <w:rsid w:val="00E84F6A"/>
    <w:rsid w:val="00EE4D78"/>
    <w:rsid w:val="00F36EAE"/>
    <w:rsid w:val="00F41119"/>
    <w:rsid w:val="00F606B5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DF748-A788-4F16-A898-56346B04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6</cp:revision>
  <dcterms:created xsi:type="dcterms:W3CDTF">2023-09-14T07:18:00Z</dcterms:created>
  <dcterms:modified xsi:type="dcterms:W3CDTF">2024-02-27T08:17:00Z</dcterms:modified>
</cp:coreProperties>
</file>