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2C3" w:rsidRDefault="00DD32C3" w:rsidP="00DD32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1 – Krycí list včetně čestného prohlášení</w:t>
      </w:r>
    </w:p>
    <w:p w:rsidR="00DD32C3" w:rsidRDefault="00DD32C3" w:rsidP="00DD32C3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DD32C3" w:rsidTr="00DD32C3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DD32C3" w:rsidRPr="00B478C4" w:rsidRDefault="00DD32C3" w:rsidP="00DD32C3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 w:rsidR="00153BC8">
              <w:rPr>
                <w:rFonts w:ascii="Arial" w:hAnsi="Arial" w:cs="Arial"/>
                <w:b/>
                <w:sz w:val="20"/>
                <w:szCs w:val="20"/>
              </w:rPr>
              <w:t>VZ28_2024 – Údržba zahrady pro Český rozhlas Karlovy Vary a Plzeň</w:t>
            </w:r>
          </w:p>
          <w:p w:rsidR="00DD32C3" w:rsidRDefault="00DD32C3" w:rsidP="00DD32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D32C3" w:rsidRDefault="00DD32C3" w:rsidP="00DD32C3">
      <w:pPr>
        <w:rPr>
          <w:rFonts w:ascii="Arial" w:hAnsi="Arial" w:cs="Arial"/>
          <w:sz w:val="18"/>
          <w:szCs w:val="18"/>
        </w:rPr>
      </w:pP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DD32C3" w:rsidTr="00DD32C3">
        <w:trPr>
          <w:trHeight w:val="178"/>
          <w:jc w:val="center"/>
        </w:trPr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DD32C3" w:rsidTr="00DD32C3">
        <w:trPr>
          <w:trHeight w:val="1156"/>
          <w:jc w:val="center"/>
        </w:trPr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hideMark/>
          </w:tcPr>
          <w:tbl>
            <w:tblPr>
              <w:tblW w:w="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80"/>
              <w:gridCol w:w="4500"/>
            </w:tblGrid>
            <w:tr w:rsidR="00DD32C3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DD32C3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DD32C3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:rsidR="00DD32C3" w:rsidRDefault="00DD32C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DD32C3" w:rsidRDefault="00DD32C3" w:rsidP="00DD32C3"/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DD32C3" w:rsidTr="00DD32C3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D32C3" w:rsidTr="00DD32C3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DD32C3" w:rsidRDefault="00DD32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DD32C3" w:rsidRDefault="00DD32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Údaje o poddodavateli – 1)**</w:t>
            </w: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DD32C3" w:rsidRDefault="00DD32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DD32C3" w:rsidRDefault="00DD32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</w:tbl>
    <w:p w:rsidR="00DD32C3" w:rsidRDefault="00DD32C3" w:rsidP="00DD32C3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:rsidR="00DD32C3" w:rsidRDefault="00DD32C3" w:rsidP="00DD32C3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:rsidR="00DD32C3" w:rsidRDefault="00DD32C3" w:rsidP="00DD32C3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DD32C3" w:rsidRDefault="00DD32C3" w:rsidP="00DD32C3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DD32C3" w:rsidRDefault="00DD32C3" w:rsidP="00DD32C3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stř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.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DD32C3" w:rsidRDefault="00DD32C3" w:rsidP="00DD32C3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</w:t>
      </w:r>
    </w:p>
    <w:p w:rsidR="00447B8F" w:rsidRDefault="00DD32C3" w:rsidP="00DD32C3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</w:t>
      </w:r>
    </w:p>
    <w:p w:rsidR="00DD32C3" w:rsidRPr="00DD32C3" w:rsidRDefault="00DD32C3" w:rsidP="00DD32C3">
      <w:pPr>
        <w:rPr>
          <w:rFonts w:ascii="Arial" w:hAnsi="Arial" w:cs="Arial"/>
          <w:i/>
          <w:sz w:val="18"/>
          <w:szCs w:val="18"/>
        </w:rPr>
      </w:pPr>
    </w:p>
    <w:p w:rsidR="00153BC8" w:rsidRDefault="00153BC8" w:rsidP="00BC04C5">
      <w:pPr>
        <w:pStyle w:val="Zhlav"/>
        <w:jc w:val="center"/>
        <w:rPr>
          <w:rFonts w:ascii="Arial" w:hAnsi="Arial" w:cs="Arial"/>
          <w:b/>
        </w:rPr>
      </w:pPr>
    </w:p>
    <w:p w:rsidR="00BC04C5" w:rsidRPr="002D1A2C" w:rsidRDefault="00970FAC" w:rsidP="00BC04C5">
      <w:pPr>
        <w:pStyle w:val="Zhlav"/>
        <w:jc w:val="center"/>
        <w:rPr>
          <w:rFonts w:ascii="Arial" w:hAnsi="Arial" w:cs="Arial"/>
          <w:b/>
        </w:rPr>
      </w:pPr>
      <w:bookmarkStart w:id="1" w:name="_GoBack"/>
      <w:bookmarkEnd w:id="1"/>
      <w:r w:rsidRPr="00447B8F">
        <w:rPr>
          <w:rFonts w:ascii="Arial" w:hAnsi="Arial" w:cs="Arial"/>
          <w:b/>
        </w:rPr>
        <w:lastRenderedPageBreak/>
        <w:t xml:space="preserve">Čestné prohlášení dodavatele o splnění kvalifikace </w:t>
      </w:r>
    </w:p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70FAC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DD32C3">
      <w:pPr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970FAC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970FAC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DD32C3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8D7673" w:rsidRPr="00DD32C3" w:rsidRDefault="008D7673" w:rsidP="00DD32C3">
      <w:pPr>
        <w:rPr>
          <w:rFonts w:ascii="Arial" w:hAnsi="Arial" w:cs="Arial"/>
          <w:sz w:val="20"/>
          <w:szCs w:val="20"/>
        </w:rPr>
      </w:pPr>
    </w:p>
    <w:p w:rsidR="00593E12" w:rsidRPr="00DD32C3" w:rsidRDefault="00970FAC" w:rsidP="00DD32C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6D2C5D">
        <w:rPr>
          <w:rFonts w:ascii="Arial" w:hAnsi="Arial" w:cs="Arial"/>
          <w:sz w:val="20"/>
          <w:szCs w:val="20"/>
        </w:rPr>
        <w:t>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DD32C3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DD32C3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Pr="00DD32C3" w:rsidRDefault="00970FAC" w:rsidP="00593E12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DD32C3">
        <w:rPr>
          <w:rFonts w:ascii="Arial" w:hAnsi="Arial" w:cs="Arial"/>
          <w:b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763FD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0FAC" w:rsidP="00DD32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0FA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0FAC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0FA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0FAC" w:rsidP="00DD32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0FA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0FAC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0FA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0FAC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0FA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Pr="00DD32C3" w:rsidRDefault="00970FAC" w:rsidP="00BF5695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DD32C3">
        <w:rPr>
          <w:rFonts w:ascii="Arial" w:hAnsi="Arial" w:cs="Arial"/>
          <w:b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763FD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0FAC" w:rsidP="00DD32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0FAC" w:rsidP="00DD32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0FAC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DD32C3" w:rsidRDefault="00DD32C3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970FAC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970FAC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D32C3" w:rsidRDefault="00DD32C3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70FAC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34" w:rsidRDefault="00520234">
      <w:r>
        <w:separator/>
      </w:r>
    </w:p>
  </w:endnote>
  <w:endnote w:type="continuationSeparator" w:id="0">
    <w:p w:rsidR="00520234" w:rsidRDefault="0052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70FAC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34" w:rsidRDefault="00520234">
      <w:r>
        <w:separator/>
      </w:r>
    </w:p>
  </w:footnote>
  <w:footnote w:type="continuationSeparator" w:id="0">
    <w:p w:rsidR="00520234" w:rsidRDefault="00520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70FAC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32A8E1A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46C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F804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9F664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A0C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74D3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670B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FE8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0A848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30C0BE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9C0E4F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540056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D6C576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2B0687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2E8E6B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C060F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B749A8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99A200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B054F7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66A3F0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0C3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ADC43D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0B4EDD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B54131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5E4531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39CC88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2E47C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46CEA73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4B1827C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D71E3E1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FFAB41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FC2D63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7B404C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AEAA9B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61A8B6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A8A01B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1C608EB"/>
    <w:multiLevelType w:val="hybridMultilevel"/>
    <w:tmpl w:val="7C94C48C"/>
    <w:lvl w:ilvl="0" w:tplc="79D08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E86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D89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EBE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DCBC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1C95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8624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76E4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566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76175"/>
    <w:multiLevelType w:val="hybridMultilevel"/>
    <w:tmpl w:val="7B4CBA3A"/>
    <w:lvl w:ilvl="0" w:tplc="C7D4ADE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1C8EA8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935EF6A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5F61F6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06EF50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B5B69D3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B4A01E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EEC438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2B2A9E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A86325A"/>
    <w:multiLevelType w:val="hybridMultilevel"/>
    <w:tmpl w:val="0EE860C8"/>
    <w:lvl w:ilvl="0" w:tplc="8D02261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FD6DE2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5480A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A524F7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875410F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88A81ED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05CF94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2B40A4C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55A0EE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3286AA7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37D6753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5698841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6A047E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474E05D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AB86DDA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784A83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5B1213F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1D84B3B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1E24B6F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8D6BD3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9F6962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754343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BF8F4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C1E721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0F29D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1DE1D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06212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53D43C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94067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DCFD4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508C4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36E9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5682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408A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2A13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E27D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831432D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608E45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AEC6894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AEEA50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C586BD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A16651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96CE28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38E4FD8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088C6A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D3DC2D2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73CE1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51634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4AAFF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DA0D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FCE5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9B074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0A2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6893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BB204D4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CB204996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EB0955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A3543FF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3342D43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F4527652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90547CA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30A1F5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F2D211B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B9B4DEE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238879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49E4E2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012CE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D9287E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1AA637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E4EAAC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9264DF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D52219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77DA682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EE34CFB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122354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79679A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928396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6BECD8D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BE00D5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62668A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88E219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5DF292E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171016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5050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62277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6AD9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3635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D2D6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BE55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C2B1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6F48B1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2C883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AA41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C8EC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94AD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9AC4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A1EA1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9A7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96B7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3ACAC0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E9AFC6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0E4762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6C8792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14C30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4E801C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8EB6B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5A24BA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AE4177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F29289A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F2615D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6DB2E04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5DA4B0A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1E36527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17628BFA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67E2BC8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7C65A6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DFC68B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2DC2E13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BEB0E4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F07C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E45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8668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C49D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78E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FA5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0E3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B1F0C7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9662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1B447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922C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4AE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C85A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7A8C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C0F7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9601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7CD68D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3CAD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3A13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FCC0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B880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FA5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DA79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F203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402B2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7F7ACD4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95EB8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5612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2BC0C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8AE1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4104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58E5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CCC3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0A55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E2986AA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04AF4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F262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967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A4615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3A3A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3F8A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6827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5CE0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281ABF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8F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E02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45E5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BEC6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8234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06D9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7627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AB0B9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C894497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82AC75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688CA6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97B2203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AC2A320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FECF1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54965C7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28076B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EF58942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3B048E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B3F2D36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76EA6B6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E794AD7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C986CA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63C51D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EBC412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C8607FA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80C0C54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61A8CA0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BC80BA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60ACFFD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D8C82D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2AE9D4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DD523B7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4336D57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1502656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7FC052D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E092C7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F447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5A3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8443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D0B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AC3A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9007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26C24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7630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2"/>
  </w:num>
  <w:num w:numId="4">
    <w:abstractNumId w:val="42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8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6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2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BC8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347A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63FD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0234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169F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D2C5D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0FAC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39CA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D32C3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8D99D2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5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17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8</cp:revision>
  <cp:lastPrinted>2018-04-18T10:56:00Z</cp:lastPrinted>
  <dcterms:created xsi:type="dcterms:W3CDTF">2019-06-04T09:28:00Z</dcterms:created>
  <dcterms:modified xsi:type="dcterms:W3CDTF">2024-05-13T15:00:00Z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