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3B14AB8A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FF0EB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5CF6B00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</w:t>
      </w:r>
      <w:r w:rsidR="00453DB7">
        <w:rPr>
          <w:sz w:val="22"/>
          <w:szCs w:val="22"/>
        </w:rPr>
        <w:t>odmítnutí</w:t>
      </w:r>
      <w:r>
        <w:rPr>
          <w:sz w:val="22"/>
          <w:szCs w:val="22"/>
        </w:rPr>
        <w:t xml:space="preserve"> orientační</w:t>
      </w:r>
      <w:r w:rsidR="00453DB7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1FF31FA5" w14:textId="77777777" w:rsidR="005D0229" w:rsidRPr="007B65F9" w:rsidRDefault="0087779A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</w:t>
      </w:r>
      <w:r w:rsidR="00716A20" w:rsidRPr="007B65F9">
        <w:rPr>
          <w:color w:val="000000"/>
          <w:szCs w:val="22"/>
        </w:rPr>
        <w:t>……………</w:t>
      </w:r>
      <w:r w:rsidRPr="007B65F9">
        <w:rPr>
          <w:color w:val="000000"/>
          <w:szCs w:val="22"/>
        </w:rPr>
        <w:t>dne</w:t>
      </w:r>
    </w:p>
    <w:p w14:paraId="4D11CC37" w14:textId="77777777" w:rsidR="0087779A" w:rsidRPr="00231BC2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3ED43A90" w14:textId="1C8D18EF" w:rsidR="0087779A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C024C8F" w14:textId="53B8E840" w:rsidR="00716A05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77B2C5C0" w14:textId="77777777" w:rsidR="00716A05" w:rsidRPr="00231BC2" w:rsidRDefault="00716A05" w:rsidP="007B65F9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3FB4965A" w:rsidR="005D0229" w:rsidRDefault="0087779A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</w:t>
      </w:r>
      <w:r w:rsidR="00716A20" w:rsidRPr="00231BC2">
        <w:rPr>
          <w:color w:val="000000"/>
          <w:szCs w:val="22"/>
        </w:rPr>
        <w:t>……</w:t>
      </w:r>
      <w:r w:rsidR="006D163D" w:rsidRPr="00231BC2">
        <w:rPr>
          <w:color w:val="000000"/>
          <w:szCs w:val="22"/>
        </w:rPr>
        <w:t>……</w:t>
      </w:r>
      <w:r w:rsidRPr="00231BC2">
        <w:rPr>
          <w:color w:val="000000"/>
          <w:szCs w:val="22"/>
        </w:rPr>
        <w:t>.</w:t>
      </w:r>
    </w:p>
    <w:p w14:paraId="0DF8DEBA" w14:textId="02AA91A2" w:rsidR="007B65F9" w:rsidRPr="00231BC2" w:rsidRDefault="007B65F9" w:rsidP="007B65F9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7B65F9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9224D" w14:textId="77777777" w:rsidR="00354C0D" w:rsidRDefault="00354C0D" w:rsidP="00360830">
      <w:r>
        <w:separator/>
      </w:r>
    </w:p>
  </w:endnote>
  <w:endnote w:type="continuationSeparator" w:id="0">
    <w:p w14:paraId="2BEE5C9C" w14:textId="77777777" w:rsidR="00354C0D" w:rsidRDefault="00354C0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23CA333F" w:rsidR="009A6B24" w:rsidRDefault="000363B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65795CB6" w:rsidR="009A6B24" w:rsidRDefault="000363B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F1292" w14:textId="77777777" w:rsidR="00354C0D" w:rsidRDefault="00354C0D" w:rsidP="00360830">
      <w:r>
        <w:separator/>
      </w:r>
    </w:p>
  </w:footnote>
  <w:footnote w:type="continuationSeparator" w:id="0">
    <w:p w14:paraId="7D633945" w14:textId="77777777" w:rsidR="00354C0D" w:rsidRDefault="00354C0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3516CCA3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FF0EB8">
      <w:rPr>
        <w:sz w:val="24"/>
        <w:szCs w:val="24"/>
      </w:rPr>
      <w:t>Dodávka a montáž kancelářské stěny</w:t>
    </w:r>
    <w:r w:rsidRPr="007B65F9">
      <w:rPr>
        <w:sz w:val="24"/>
        <w:szCs w:val="24"/>
      </w:rPr>
      <w:t>“</w:t>
    </w:r>
  </w:p>
  <w:p w14:paraId="20415B71" w14:textId="3D5E6A53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 DOD2024</w:t>
    </w:r>
    <w:r w:rsidR="00FF0EB8">
      <w:rPr>
        <w:sz w:val="20"/>
        <w:szCs w:val="20"/>
      </w:rPr>
      <w:t>21179</w:t>
    </w:r>
  </w:p>
  <w:p w14:paraId="065DB92C" w14:textId="75C5EA30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07F17B06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FF0EB8">
      <w:rPr>
        <w:sz w:val="20"/>
        <w:szCs w:val="20"/>
      </w:rPr>
      <w:t>2</w:t>
    </w:r>
    <w:r w:rsidRPr="007B65F9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7A7CB851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FF0EB8">
      <w:rPr>
        <w:sz w:val="24"/>
        <w:szCs w:val="24"/>
      </w:rPr>
      <w:t>Dodávka a montáž kancelářské stěny</w:t>
    </w:r>
    <w:r>
      <w:rPr>
        <w:sz w:val="24"/>
        <w:szCs w:val="24"/>
      </w:rPr>
      <w:t>“</w:t>
    </w:r>
  </w:p>
  <w:p w14:paraId="449E9E2F" w14:textId="08B97064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objednatele:DOD2024</w:t>
    </w:r>
    <w:r w:rsidR="00FF0EB8">
      <w:rPr>
        <w:sz w:val="20"/>
        <w:szCs w:val="20"/>
      </w:rPr>
      <w:t>1179</w:t>
    </w:r>
  </w:p>
  <w:p w14:paraId="14274CA4" w14:textId="4B012ED1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3BCCE3BD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FF0EB8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3BE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53DB7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0B29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6F1BE9"/>
    <w:rsid w:val="00716A05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0EB8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F2C8-0C90-4745-B204-35284C4A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1016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2015-04-20T05:50:00Z</cp:lastPrinted>
  <dcterms:created xsi:type="dcterms:W3CDTF">2024-10-08T07:53:00Z</dcterms:created>
  <dcterms:modified xsi:type="dcterms:W3CDTF">2024-10-08T07:53:00Z</dcterms:modified>
</cp:coreProperties>
</file>