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450F01" w14:textId="77777777" w:rsidR="00BA16BB" w:rsidRPr="006D0812" w:rsidRDefault="00C01A96" w:rsidP="00A57352">
      <w:pPr>
        <w:pStyle w:val="Nzev"/>
      </w:pPr>
      <w:r w:rsidRPr="006D0812">
        <w:rPr>
          <w:noProof/>
          <w:lang w:eastAsia="cs-CZ"/>
        </w:rPr>
        <mc:AlternateContent>
          <mc:Choice Requires="wps">
            <w:drawing>
              <wp:anchor distT="0" distB="0" distL="114300" distR="114300" simplePos="0" relativeHeight="251660288" behindDoc="0" locked="0" layoutInCell="1" allowOverlap="1" wp14:anchorId="05E12F56" wp14:editId="2AE19710">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8F95B9" w14:textId="77777777" w:rsidR="00107251" w:rsidRPr="00321BCC" w:rsidRDefault="00107251"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05E12F56"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" filled="f" stroked="f" strokeweight=".5pt">
                <v:textbox inset="0,0,.4mm,0">
                  <w:txbxContent>
                    <w:p w14:paraId="188F95B9" w14:textId="77777777" w:rsidR="00107251" w:rsidRPr="00321BCC" w:rsidRDefault="00107251" w:rsidP="00321BCC">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58240" behindDoc="0" locked="0" layoutInCell="1" allowOverlap="1" wp14:anchorId="2B6D09B8" wp14:editId="111AA792">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0784344" w14:textId="77777777" w:rsidR="00107251" w:rsidRPr="00321BCC" w:rsidRDefault="00107251"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2B6D09B8"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OExbQIAAEs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" filled="f" stroked="f" strokeweight=".5pt">
                <v:textbox inset="0,0,0,0">
                  <w:txbxContent>
                    <w:p w14:paraId="70784344" w14:textId="77777777" w:rsidR="00107251" w:rsidRPr="00321BCC" w:rsidRDefault="00107251" w:rsidP="00321BCC">
                      <w:pPr>
                        <w:pStyle w:val="Document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4384" behindDoc="0" locked="0" layoutInCell="1" allowOverlap="1" wp14:anchorId="469B49B4" wp14:editId="4E676B09">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64C9BB8" w14:textId="77777777" w:rsidR="00107251" w:rsidRPr="00321BCC" w:rsidRDefault="00107251"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469B49B4"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" filled="f" stroked="f" strokeweight=".5pt">
                <v:textbox inset="0,0,.4mm,0">
                  <w:txbxContent>
                    <w:p w14:paraId="764C9BB8" w14:textId="77777777" w:rsidR="00107251" w:rsidRPr="00321BCC" w:rsidRDefault="00107251" w:rsidP="00BA16BB">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2336" behindDoc="0" locked="0" layoutInCell="1" allowOverlap="1" wp14:anchorId="708220A4" wp14:editId="4B2B34C1">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57D4950" w14:textId="77777777" w:rsidR="00107251" w:rsidRPr="00321BCC" w:rsidRDefault="00107251"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708220A4"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bgIAAEs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xf//qG4CAABLBQAADgAAAAAAAAAA&#10;AAAAAAAuAgAAZHJzL2Uyb0RvYy54bWxQSwECLQAUAAYACAAAACEAUaL0p+EAAAALAQAADwAAAAAA&#10;AAAAAAAAAADIBAAAZHJzL2Rvd25yZXYueG1sUEsFBgAAAAAEAAQA8wAAANYFAAAAAA==&#10;" filled="f" stroked="f" strokeweight=".5pt">
                <v:textbox inset="0,0,0,0">
                  <w:txbxContent>
                    <w:p w14:paraId="157D4950" w14:textId="77777777" w:rsidR="00107251" w:rsidRPr="00321BCC" w:rsidRDefault="00107251" w:rsidP="00BA16BB">
                      <w:pPr>
                        <w:pStyle w:val="DocumentTitleCzechRadio"/>
                      </w:pPr>
                    </w:p>
                  </w:txbxContent>
                </v:textbox>
                <w10:wrap anchorx="page" anchory="page"/>
              </v:shape>
            </w:pict>
          </mc:Fallback>
        </mc:AlternateContent>
      </w:r>
      <w:r w:rsidR="00182D39" w:rsidRPr="006D0812">
        <w:t>KUPNÍ SMLOUVA</w:t>
      </w:r>
    </w:p>
    <w:p w14:paraId="525D8DA7" w14:textId="77777777" w:rsidR="00D640B8" w:rsidRDefault="00C01A96" w:rsidP="00D640B8">
      <w:pPr>
        <w:pStyle w:val="SubjectName-ContractCzechRadio"/>
        <w:jc w:val="center"/>
      </w:pPr>
      <w:r>
        <w:t>č. _CISLO_SMLOUVY_</w:t>
      </w:r>
    </w:p>
    <w:p w14:paraId="6A1015E8" w14:textId="77777777" w:rsidR="00D640B8" w:rsidRDefault="00D640B8" w:rsidP="00BA16BB">
      <w:pPr>
        <w:pStyle w:val="SubjectName-ContractCzechRadio"/>
      </w:pPr>
    </w:p>
    <w:p w14:paraId="0625681C" w14:textId="77777777" w:rsidR="00BA16BB" w:rsidRPr="006D0812" w:rsidRDefault="00C01A96" w:rsidP="00BA16BB">
      <w:pPr>
        <w:pStyle w:val="SubjectName-ContractCzechRadio"/>
      </w:pPr>
      <w:r w:rsidRPr="006D0812">
        <w:t>Český rozhlas</w:t>
      </w:r>
    </w:p>
    <w:p w14:paraId="6417B331" w14:textId="77777777" w:rsidR="00BA16BB" w:rsidRPr="006D0812" w:rsidRDefault="00C01A96" w:rsidP="00BA16BB">
      <w:pPr>
        <w:pStyle w:val="SubjectSpecification-ContractCzechRadio"/>
      </w:pPr>
      <w:r w:rsidRPr="006D0812">
        <w:t>zřízený zákonem č. 484/1991 Sb., o Českém rozhlasu</w:t>
      </w:r>
    </w:p>
    <w:p w14:paraId="7C424167" w14:textId="77777777" w:rsidR="00BA16BB" w:rsidRPr="006D0812" w:rsidRDefault="00C01A96" w:rsidP="00BA16BB">
      <w:pPr>
        <w:pStyle w:val="SubjectSpecification-ContractCzechRadio"/>
      </w:pPr>
      <w:r w:rsidRPr="006D0812">
        <w:t>nezapisuje se do obchodního rejstříku</w:t>
      </w:r>
    </w:p>
    <w:p w14:paraId="14D40E1F" w14:textId="77777777" w:rsidR="00BA16BB" w:rsidRPr="006D0812" w:rsidRDefault="00C01A96" w:rsidP="00BA16BB">
      <w:pPr>
        <w:pStyle w:val="SubjectSpecification-ContractCzechRadio"/>
      </w:pPr>
      <w:r w:rsidRPr="006D0812">
        <w:t>se sídlem Vinohradská 12, 120 99 Praha 2</w:t>
      </w:r>
    </w:p>
    <w:p w14:paraId="262E7EED" w14:textId="77777777" w:rsidR="00BA16BB" w:rsidRPr="007905AF" w:rsidRDefault="00C01A96" w:rsidP="00BA16BB">
      <w:pPr>
        <w:pStyle w:val="SubjectSpecification-ContractCzechRadio"/>
      </w:pPr>
      <w:r w:rsidRPr="007905AF">
        <w:t>zastoupený</w:t>
      </w:r>
      <w:r w:rsidR="00860E1C" w:rsidRPr="00284E9F">
        <w:rPr>
          <w:color w:val="auto"/>
        </w:rPr>
        <w:t xml:space="preserve">: </w:t>
      </w:r>
      <w:r w:rsidR="00AC4D11">
        <w:rPr>
          <w:rStyle w:val="Siln"/>
          <w:b w:val="0"/>
        </w:rPr>
        <w:t>Mgr. Liborem Paulusem, vedoucím Odboru správy a majetku</w:t>
      </w:r>
    </w:p>
    <w:p w14:paraId="60C7FE65" w14:textId="77777777" w:rsidR="00BA16BB" w:rsidRPr="007905AF" w:rsidRDefault="00C01A96" w:rsidP="00BA16BB">
      <w:pPr>
        <w:pStyle w:val="SubjectSpecification-ContractCzechRadio"/>
      </w:pPr>
      <w:r w:rsidRPr="007905AF">
        <w:t>IČ</w:t>
      </w:r>
      <w:r w:rsidR="00000C29">
        <w:t>O</w:t>
      </w:r>
      <w:r w:rsidRPr="007905AF">
        <w:t xml:space="preserve"> 45245053, DIČ CZ45245053</w:t>
      </w:r>
    </w:p>
    <w:p w14:paraId="737760A6" w14:textId="77777777" w:rsidR="00BA16BB" w:rsidRPr="007905AF" w:rsidRDefault="00C01A96" w:rsidP="00BA16BB">
      <w:pPr>
        <w:pStyle w:val="SubjectSpecification-ContractCzechRadio"/>
      </w:pPr>
      <w:r w:rsidRPr="007905AF">
        <w:t xml:space="preserve">bankovní spojení: </w:t>
      </w:r>
      <w:proofErr w:type="spellStart"/>
      <w:r w:rsidRPr="007905AF">
        <w:t>Raiffeisenbank</w:t>
      </w:r>
      <w:proofErr w:type="spellEnd"/>
      <w:r w:rsidRPr="007905AF">
        <w:t xml:space="preserve"> a.s., č</w:t>
      </w:r>
      <w:r w:rsidR="000B2886">
        <w:t>íslo</w:t>
      </w:r>
      <w:r w:rsidR="000B2886" w:rsidRPr="007905AF">
        <w:t xml:space="preserve"> </w:t>
      </w:r>
      <w:r w:rsidRPr="007905AF">
        <w:t>ú</w:t>
      </w:r>
      <w:r w:rsidR="000B2886">
        <w:t>čtu</w:t>
      </w:r>
      <w:r w:rsidR="000B2886" w:rsidRPr="007905AF">
        <w:t xml:space="preserve">: </w:t>
      </w:r>
      <w:r w:rsidRPr="007905AF">
        <w:t>1001040797/5500</w:t>
      </w:r>
    </w:p>
    <w:p w14:paraId="45C3B917" w14:textId="77777777" w:rsidR="007220A3" w:rsidRPr="007905AF" w:rsidRDefault="00C01A96" w:rsidP="00BA16BB">
      <w:pPr>
        <w:pStyle w:val="SubjectSpecification-ContractCzechRadio"/>
      </w:pPr>
      <w:r w:rsidRPr="007905AF">
        <w:t xml:space="preserve">zástupce pro věcná jednání </w:t>
      </w:r>
      <w:r w:rsidRPr="007905AF">
        <w:tab/>
      </w:r>
      <w:r w:rsidR="006014BF">
        <w:t>Bc. Marcela Forejtová, vedoucí Oddělení centrálního nákupu</w:t>
      </w:r>
    </w:p>
    <w:p w14:paraId="00A079B5" w14:textId="77777777" w:rsidR="007220A3" w:rsidRPr="007905AF" w:rsidRDefault="00C01A96" w:rsidP="00BA16BB">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tel.: +420</w:t>
      </w:r>
      <w:r w:rsidR="006014BF">
        <w:t> </w:t>
      </w:r>
      <w:r w:rsidR="006014BF">
        <w:rPr>
          <w:rFonts w:cs="Arial"/>
          <w:szCs w:val="20"/>
        </w:rPr>
        <w:t>221 553 436</w:t>
      </w:r>
    </w:p>
    <w:p w14:paraId="2769B9C5" w14:textId="77777777" w:rsidR="007220A3" w:rsidRPr="007905AF" w:rsidRDefault="00C01A96" w:rsidP="00BA16BB">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006014BF">
        <w:rPr>
          <w:rFonts w:cs="Arial"/>
          <w:szCs w:val="20"/>
        </w:rPr>
        <w:t>marcela.forejtova</w:t>
      </w:r>
      <w:r w:rsidR="006D0812" w:rsidRPr="007905AF">
        <w:rPr>
          <w:rFonts w:cs="Arial"/>
          <w:szCs w:val="20"/>
        </w:rPr>
        <w:t>@</w:t>
      </w:r>
      <w:r w:rsidRPr="007905AF">
        <w:t>rozhlas.cz</w:t>
      </w:r>
    </w:p>
    <w:p w14:paraId="1E088A12" w14:textId="77777777" w:rsidR="00182D39" w:rsidRPr="007905AF" w:rsidRDefault="00C01A96" w:rsidP="00BA16BB">
      <w:pPr>
        <w:pStyle w:val="SubjectSpecification-ContractCzechRadio"/>
      </w:pPr>
      <w:r w:rsidRPr="007905AF">
        <w:t>(dále jen jako „</w:t>
      </w:r>
      <w:r w:rsidRPr="007905AF">
        <w:rPr>
          <w:b/>
        </w:rPr>
        <w:t>kupující</w:t>
      </w:r>
      <w:r w:rsidRPr="007905AF">
        <w:t>“</w:t>
      </w:r>
      <w:r w:rsidR="007905AF">
        <w:t xml:space="preserve"> nebo „</w:t>
      </w:r>
      <w:r w:rsidR="007905AF" w:rsidRPr="007905AF">
        <w:rPr>
          <w:b/>
        </w:rPr>
        <w:t>Český rozhlas</w:t>
      </w:r>
      <w:r w:rsidR="007905AF">
        <w:t>“</w:t>
      </w:r>
      <w:r w:rsidRPr="007905AF">
        <w:t>)</w:t>
      </w:r>
    </w:p>
    <w:p w14:paraId="48A588CD" w14:textId="77777777" w:rsidR="00182D39" w:rsidRPr="006D0812" w:rsidRDefault="00182D39" w:rsidP="00BA16BB"/>
    <w:p w14:paraId="117E01C5" w14:textId="77777777" w:rsidR="00BA16BB" w:rsidRPr="006D0812" w:rsidRDefault="00C01A96" w:rsidP="00BA16BB">
      <w:r w:rsidRPr="006D0812">
        <w:t>a</w:t>
      </w:r>
    </w:p>
    <w:p w14:paraId="2A16A3E8" w14:textId="77777777" w:rsidR="00BA16BB" w:rsidRPr="006D0812" w:rsidRDefault="00BA16BB" w:rsidP="00BA16BB"/>
    <w:p w14:paraId="419ABDBE" w14:textId="77777777" w:rsidR="006D0812" w:rsidRDefault="00C01A96" w:rsidP="006D0812">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005C6706" w:rsidRPr="005C6706">
        <w:rPr>
          <w:rFonts w:cs="Arial"/>
          <w:szCs w:val="20"/>
          <w:highlight w:val="yellow"/>
        </w:rPr>
        <w:t>PRODÁVAJÍCÍHO</w:t>
      </w:r>
      <w:r w:rsidRPr="00434FCA">
        <w:rPr>
          <w:rFonts w:cs="Arial"/>
          <w:szCs w:val="20"/>
        </w:rPr>
        <w:t>]</w:t>
      </w:r>
    </w:p>
    <w:p w14:paraId="686E0048" w14:textId="77777777" w:rsidR="008F1458" w:rsidRPr="007905AF" w:rsidRDefault="00C01A96" w:rsidP="008F1458">
      <w:pPr>
        <w:pStyle w:val="SubjectSpecification-ContractCzechRadio"/>
      </w:pPr>
      <w:r w:rsidRPr="007905AF">
        <w:rPr>
          <w:rFonts w:cs="Arial"/>
          <w:szCs w:val="20"/>
        </w:rPr>
        <w:t>[</w:t>
      </w:r>
      <w:r w:rsidRPr="007905AF">
        <w:rPr>
          <w:highlight w:val="yellow"/>
        </w:rPr>
        <w:t>DOPLNIT ZÁPIS DO OBCHODNÍHO REJSTŘÍKU ČI DO JINÉHO REJSTŘÍKU</w:t>
      </w:r>
      <w:r w:rsidRPr="007905AF">
        <w:rPr>
          <w:rFonts w:cs="Arial"/>
          <w:szCs w:val="20"/>
          <w:highlight w:val="yellow"/>
        </w:rPr>
        <w:t>]</w:t>
      </w:r>
    </w:p>
    <w:p w14:paraId="5F0DB753" w14:textId="77777777" w:rsidR="006D0812" w:rsidRPr="007905AF" w:rsidRDefault="00C01A96" w:rsidP="006D0812">
      <w:pPr>
        <w:pStyle w:val="SubjectSpecification-ContractCzechRadio"/>
        <w:rPr>
          <w:rFonts w:cs="Arial"/>
          <w:szCs w:val="20"/>
        </w:rPr>
      </w:pPr>
      <w:r w:rsidRPr="007905AF">
        <w:rPr>
          <w:rFonts w:cs="Arial"/>
          <w:szCs w:val="20"/>
        </w:rPr>
        <w:t>[</w:t>
      </w:r>
      <w:r w:rsidRPr="007905AF">
        <w:rPr>
          <w:rFonts w:cs="Arial"/>
          <w:szCs w:val="20"/>
          <w:highlight w:val="yellow"/>
        </w:rPr>
        <w:t xml:space="preserve">DOPLNIT MÍSTO PODNIKÁNÍ/BYDLIŠTĚ/SÍDLO </w:t>
      </w:r>
      <w:r w:rsidR="005C6706" w:rsidRPr="007905AF">
        <w:rPr>
          <w:rFonts w:cs="Arial"/>
          <w:szCs w:val="20"/>
          <w:highlight w:val="yellow"/>
        </w:rPr>
        <w:t>PRODÁVAJÍCÍHO</w:t>
      </w:r>
      <w:r w:rsidRPr="007905AF">
        <w:rPr>
          <w:rFonts w:cs="Arial"/>
          <w:szCs w:val="20"/>
        </w:rPr>
        <w:t>]</w:t>
      </w:r>
    </w:p>
    <w:p w14:paraId="2C3EDDF2" w14:textId="77777777" w:rsidR="004C40C4" w:rsidRDefault="00C01A96" w:rsidP="006D0812">
      <w:pPr>
        <w:pStyle w:val="SubjectSpecification-ContractCzechRadio"/>
        <w:rPr>
          <w:rFonts w:cs="Arial"/>
          <w:szCs w:val="20"/>
        </w:rPr>
      </w:pPr>
      <w:r w:rsidRPr="007905AF">
        <w:rPr>
          <w:rFonts w:cs="Arial"/>
          <w:szCs w:val="20"/>
        </w:rPr>
        <w:t>zastoupen</w:t>
      </w:r>
      <w:r w:rsidR="00556DFC">
        <w:rPr>
          <w:rFonts w:cs="Arial"/>
          <w:szCs w:val="20"/>
        </w:rPr>
        <w:t>á</w:t>
      </w:r>
      <w:r w:rsidRPr="007905AF">
        <w:rPr>
          <w:rFonts w:cs="Arial"/>
          <w:szCs w:val="20"/>
        </w:rPr>
        <w:t>: [</w:t>
      </w:r>
      <w:r w:rsidRPr="007905AF">
        <w:rPr>
          <w:rFonts w:cs="Arial"/>
          <w:szCs w:val="20"/>
          <w:highlight w:val="yellow"/>
        </w:rPr>
        <w:t>V PŘÍPADĚ PRÁVNICKÉ OSOBY DOPLNIT ZÁSTUPCE</w:t>
      </w:r>
      <w:r w:rsidRPr="007905AF">
        <w:rPr>
          <w:rFonts w:cs="Arial"/>
          <w:szCs w:val="20"/>
        </w:rPr>
        <w:t xml:space="preserve">] </w:t>
      </w:r>
    </w:p>
    <w:p w14:paraId="02D54AE2" w14:textId="77777777" w:rsidR="006D0812" w:rsidRPr="007905AF" w:rsidRDefault="00C01A96" w:rsidP="006D0812">
      <w:pPr>
        <w:pStyle w:val="SubjectSpecification-ContractCzechRadio"/>
        <w:rPr>
          <w:rFonts w:cs="Arial"/>
          <w:szCs w:val="20"/>
        </w:rPr>
      </w:pPr>
      <w:r w:rsidRPr="007905AF">
        <w:rPr>
          <w:rFonts w:cs="Arial"/>
          <w:szCs w:val="20"/>
        </w:rPr>
        <w:t>[</w:t>
      </w:r>
      <w:r w:rsidRPr="007905AF">
        <w:rPr>
          <w:rFonts w:cs="Arial"/>
          <w:szCs w:val="20"/>
          <w:highlight w:val="yellow"/>
        </w:rPr>
        <w:t>DOPLNIT RČ nebo IČ</w:t>
      </w:r>
      <w:r w:rsidR="00000C29">
        <w:rPr>
          <w:rFonts w:cs="Arial"/>
          <w:szCs w:val="20"/>
          <w:highlight w:val="yellow"/>
        </w:rPr>
        <w:t>O</w:t>
      </w:r>
      <w:r w:rsidR="000F5809" w:rsidRPr="007905AF">
        <w:rPr>
          <w:rFonts w:cs="Arial"/>
          <w:szCs w:val="20"/>
          <w:highlight w:val="yellow"/>
        </w:rPr>
        <w:t>, DIČ</w:t>
      </w:r>
      <w:r w:rsidRPr="007905AF">
        <w:rPr>
          <w:rFonts w:cs="Arial"/>
          <w:szCs w:val="20"/>
          <w:highlight w:val="yellow"/>
        </w:rPr>
        <w:t xml:space="preserve"> </w:t>
      </w:r>
      <w:r w:rsidR="005C6706" w:rsidRPr="007905AF">
        <w:rPr>
          <w:rFonts w:cs="Arial"/>
          <w:szCs w:val="20"/>
          <w:highlight w:val="yellow"/>
        </w:rPr>
        <w:t>PRODÁVAJÍCÍHO</w:t>
      </w:r>
      <w:r w:rsidRPr="007905AF">
        <w:rPr>
          <w:rFonts w:cs="Arial"/>
          <w:szCs w:val="20"/>
        </w:rPr>
        <w:t>]</w:t>
      </w:r>
    </w:p>
    <w:p w14:paraId="4BA67BE5" w14:textId="77777777" w:rsidR="00546A76" w:rsidRPr="007417F7" w:rsidRDefault="00C01A96" w:rsidP="00546A76">
      <w:pPr>
        <w:pStyle w:val="SubjectSpecification-ContractCzechRadio"/>
        <w:rPr>
          <w:rFonts w:cs="Arial"/>
          <w:szCs w:val="20"/>
        </w:rPr>
      </w:pPr>
      <w:r w:rsidRPr="007905AF">
        <w:rPr>
          <w:rFonts w:cs="Arial"/>
          <w:szCs w:val="20"/>
        </w:rPr>
        <w:t>bankovní spojení: [</w:t>
      </w:r>
      <w:r w:rsidRPr="007905AF">
        <w:rPr>
          <w:rFonts w:cs="Arial"/>
          <w:szCs w:val="20"/>
          <w:highlight w:val="yellow"/>
        </w:rPr>
        <w:t>DOPLNIT</w:t>
      </w:r>
      <w:r w:rsidRPr="007905AF">
        <w:rPr>
          <w:rFonts w:cs="Arial"/>
          <w:szCs w:val="20"/>
        </w:rPr>
        <w:t>], č</w:t>
      </w:r>
      <w:r w:rsidR="00CF42F3">
        <w:rPr>
          <w:rFonts w:cs="Arial"/>
          <w:szCs w:val="20"/>
        </w:rPr>
        <w:t>íslo</w:t>
      </w:r>
      <w:r w:rsidR="00CF42F3" w:rsidRPr="007905AF">
        <w:rPr>
          <w:rFonts w:cs="Arial"/>
          <w:szCs w:val="20"/>
        </w:rPr>
        <w:t xml:space="preserve"> </w:t>
      </w:r>
      <w:r w:rsidRPr="007905AF">
        <w:rPr>
          <w:rFonts w:cs="Arial"/>
          <w:szCs w:val="20"/>
        </w:rPr>
        <w:t>ú</w:t>
      </w:r>
      <w:r w:rsidR="00CF42F3">
        <w:rPr>
          <w:rFonts w:cs="Arial"/>
          <w:szCs w:val="20"/>
        </w:rPr>
        <w:t>čtu:</w:t>
      </w:r>
      <w:r w:rsidR="00CF42F3" w:rsidRPr="007905AF">
        <w:rPr>
          <w:rFonts w:cs="Arial"/>
          <w:szCs w:val="20"/>
        </w:rPr>
        <w:t xml:space="preserve"> </w:t>
      </w:r>
      <w:r w:rsidRPr="007905AF">
        <w:rPr>
          <w:rFonts w:cs="Arial"/>
          <w:szCs w:val="20"/>
        </w:rPr>
        <w:t>[</w:t>
      </w:r>
      <w:r w:rsidRPr="007905AF">
        <w:rPr>
          <w:rFonts w:cs="Arial"/>
          <w:szCs w:val="20"/>
          <w:highlight w:val="yellow"/>
        </w:rPr>
        <w:t>DOPLNIT</w:t>
      </w:r>
      <w:r w:rsidRPr="007905AF">
        <w:rPr>
          <w:rFonts w:cs="Arial"/>
          <w:szCs w:val="20"/>
        </w:rPr>
        <w:t>]</w:t>
      </w:r>
    </w:p>
    <w:p w14:paraId="4CEBD816" w14:textId="77777777" w:rsidR="006D0812" w:rsidRPr="007905AF" w:rsidRDefault="00C01A96" w:rsidP="006D0812">
      <w:pPr>
        <w:pStyle w:val="SubjectSpecification-ContractCzechRadio"/>
      </w:pPr>
      <w:r w:rsidRPr="007905AF">
        <w:t xml:space="preserve">zástupce pro věcná jednání </w:t>
      </w:r>
      <w:r w:rsidRPr="007905AF">
        <w:tab/>
      </w:r>
      <w:r w:rsidRPr="007905AF">
        <w:rPr>
          <w:rFonts w:cs="Arial"/>
          <w:szCs w:val="20"/>
        </w:rPr>
        <w:t>[</w:t>
      </w:r>
      <w:r w:rsidRPr="007905AF">
        <w:rPr>
          <w:rFonts w:cs="Arial"/>
          <w:szCs w:val="20"/>
          <w:highlight w:val="yellow"/>
        </w:rPr>
        <w:t>DOPLNIT</w:t>
      </w:r>
      <w:r w:rsidRPr="007905AF">
        <w:rPr>
          <w:rFonts w:cs="Arial"/>
          <w:szCs w:val="20"/>
        </w:rPr>
        <w:t>]</w:t>
      </w:r>
    </w:p>
    <w:p w14:paraId="0ECD90F2" w14:textId="77777777" w:rsidR="006D0812" w:rsidRPr="007905AF" w:rsidRDefault="00C01A96"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tel.: +420 </w:t>
      </w:r>
      <w:r w:rsidRPr="007905AF">
        <w:rPr>
          <w:rFonts w:cs="Arial"/>
          <w:szCs w:val="20"/>
        </w:rPr>
        <w:t>[</w:t>
      </w:r>
      <w:r w:rsidRPr="007905AF">
        <w:rPr>
          <w:rFonts w:cs="Arial"/>
          <w:szCs w:val="20"/>
          <w:highlight w:val="yellow"/>
        </w:rPr>
        <w:t>DOPLNIT</w:t>
      </w:r>
      <w:r w:rsidRPr="007905AF">
        <w:rPr>
          <w:rFonts w:cs="Arial"/>
          <w:szCs w:val="20"/>
        </w:rPr>
        <w:t>]</w:t>
      </w:r>
    </w:p>
    <w:p w14:paraId="7F3E5C4B" w14:textId="77777777" w:rsidR="006D0812" w:rsidRPr="007905AF" w:rsidRDefault="00C01A96"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Pr="007905AF">
        <w:rPr>
          <w:rFonts w:cs="Arial"/>
          <w:szCs w:val="20"/>
        </w:rPr>
        <w:t>[</w:t>
      </w:r>
      <w:r w:rsidRPr="007905AF">
        <w:rPr>
          <w:rFonts w:cs="Arial"/>
          <w:szCs w:val="20"/>
          <w:highlight w:val="yellow"/>
        </w:rPr>
        <w:t>DOPLNIT</w:t>
      </w:r>
      <w:r w:rsidR="007905AF" w:rsidRPr="007905AF">
        <w:rPr>
          <w:rFonts w:cs="Arial"/>
          <w:szCs w:val="20"/>
        </w:rPr>
        <w:t>]</w:t>
      </w:r>
    </w:p>
    <w:p w14:paraId="166794EC" w14:textId="77777777" w:rsidR="00182D39" w:rsidRPr="007905AF" w:rsidRDefault="00C01A96" w:rsidP="006D0812">
      <w:pPr>
        <w:pStyle w:val="SubjectSpecification-ContractCzechRadio"/>
      </w:pPr>
      <w:r w:rsidRPr="007905AF">
        <w:t>(dále jen jako „</w:t>
      </w:r>
      <w:r w:rsidRPr="007905AF">
        <w:rPr>
          <w:b/>
        </w:rPr>
        <w:t>prodávající</w:t>
      </w:r>
      <w:r w:rsidRPr="007905AF">
        <w:t>“)</w:t>
      </w:r>
    </w:p>
    <w:p w14:paraId="1EC8D5F6" w14:textId="77777777" w:rsidR="00E9560E" w:rsidRPr="007905AF" w:rsidRDefault="00E9560E" w:rsidP="00BA16BB">
      <w:pPr>
        <w:pStyle w:val="SubjectSpecification-ContractCzechRadio"/>
      </w:pPr>
    </w:p>
    <w:p w14:paraId="19C50900" w14:textId="77777777" w:rsidR="00182D39" w:rsidRPr="007905AF" w:rsidRDefault="00C01A96" w:rsidP="00BA16BB">
      <w:pPr>
        <w:pStyle w:val="SubjectSpecification-ContractCzechRadio"/>
      </w:pPr>
      <w:r w:rsidRPr="007905AF">
        <w:t>(dále společně jen jako „</w:t>
      </w:r>
      <w:r w:rsidRPr="007905AF">
        <w:rPr>
          <w:b/>
        </w:rPr>
        <w:t>smluvní strany</w:t>
      </w:r>
      <w:r w:rsidRPr="007905AF">
        <w:t>“</w:t>
      </w:r>
      <w:r w:rsidR="00000C29">
        <w:t xml:space="preserve"> anebo jednotlivě </w:t>
      </w:r>
      <w:r w:rsidR="00CE5C0F">
        <w:t xml:space="preserve">také </w:t>
      </w:r>
      <w:r w:rsidR="00000C29">
        <w:t>jako „</w:t>
      </w:r>
      <w:r w:rsidR="00000C29" w:rsidRPr="00D640B8">
        <w:rPr>
          <w:b/>
        </w:rPr>
        <w:t>smluvní strana</w:t>
      </w:r>
      <w:r w:rsidR="00000C29">
        <w:t>“</w:t>
      </w:r>
      <w:r w:rsidRPr="007905AF">
        <w:t>)</w:t>
      </w:r>
    </w:p>
    <w:p w14:paraId="36F6F52E" w14:textId="77777777" w:rsidR="00182D39" w:rsidRPr="006D0812" w:rsidRDefault="00182D39" w:rsidP="00BA16BB"/>
    <w:p w14:paraId="3B28B7AF" w14:textId="77777777" w:rsidR="00BA16BB" w:rsidRPr="006D0812" w:rsidRDefault="00C01A96" w:rsidP="0049214B">
      <w:pPr>
        <w:jc w:val="both"/>
      </w:pPr>
      <w:r w:rsidRPr="006D0812">
        <w:t>uzavírají</w:t>
      </w:r>
      <w:r w:rsidR="00182D39" w:rsidRPr="006D0812">
        <w:t xml:space="preserve"> v souladu s ustanovením § 2079 a násl. z</w:t>
      </w:r>
      <w:r w:rsidR="004C0FE9">
        <w:t>ákona</w:t>
      </w:r>
      <w:r w:rsidR="00182D39" w:rsidRPr="006D0812">
        <w:t xml:space="preserve"> č. 89/2012 Sb., občanský zákoník</w:t>
      </w:r>
      <w:r w:rsidR="00BE6222" w:rsidRPr="006D0812">
        <w:t>, ve znění pozdějších předpisů (dále jen „</w:t>
      </w:r>
      <w:r w:rsidR="00BE6222" w:rsidRPr="007905AF">
        <w:rPr>
          <w:b/>
        </w:rPr>
        <w:t>OZ</w:t>
      </w:r>
      <w:r w:rsidR="00BE6222" w:rsidRPr="006D0812">
        <w:t xml:space="preserve">“) </w:t>
      </w:r>
      <w:r w:rsidR="00E17BAD">
        <w:t>v rámci veřejné zakázky č.</w:t>
      </w:r>
      <w:r w:rsidR="00AB30B5">
        <w:t xml:space="preserve"> </w:t>
      </w:r>
      <w:r w:rsidR="00E17BAD">
        <w:t xml:space="preserve">j. </w:t>
      </w:r>
      <w:r w:rsidR="006014BF" w:rsidRPr="006014BF">
        <w:rPr>
          <w:b/>
        </w:rPr>
        <w:t>MR</w:t>
      </w:r>
      <w:r w:rsidR="00765F77">
        <w:rPr>
          <w:b/>
        </w:rPr>
        <w:t>50</w:t>
      </w:r>
      <w:r w:rsidR="006014BF" w:rsidRPr="006014BF">
        <w:rPr>
          <w:b/>
        </w:rPr>
        <w:t>_2024</w:t>
      </w:r>
      <w:r w:rsidR="00E17BAD">
        <w:rPr>
          <w:rFonts w:cs="Arial"/>
          <w:b/>
          <w:szCs w:val="20"/>
        </w:rPr>
        <w:t xml:space="preserve"> </w:t>
      </w:r>
      <w:r w:rsidR="00D938A0" w:rsidRPr="00D640B8">
        <w:rPr>
          <w:rFonts w:cs="Arial"/>
          <w:szCs w:val="20"/>
        </w:rPr>
        <w:t>s názvem</w:t>
      </w:r>
      <w:r w:rsidR="00D938A0">
        <w:rPr>
          <w:rFonts w:cs="Arial"/>
          <w:b/>
          <w:szCs w:val="20"/>
        </w:rPr>
        <w:t xml:space="preserve"> </w:t>
      </w:r>
      <w:r w:rsidR="00765F77" w:rsidRPr="00765F77">
        <w:rPr>
          <w:rFonts w:cs="Arial"/>
          <w:b/>
          <w:szCs w:val="20"/>
        </w:rPr>
        <w:t xml:space="preserve">Svítidla a elektromateriál pro ČRo Římská 13 a 15 </w:t>
      </w:r>
      <w:r w:rsidR="00765F77">
        <w:rPr>
          <w:rFonts w:cs="Arial"/>
          <w:b/>
          <w:szCs w:val="20"/>
        </w:rPr>
        <w:t xml:space="preserve">– část 1.: LED svítidla </w:t>
      </w:r>
      <w:r w:rsidR="00D938A0" w:rsidRPr="00D640B8">
        <w:rPr>
          <w:rFonts w:cs="Arial"/>
          <w:szCs w:val="20"/>
        </w:rPr>
        <w:t>(dále jen jako „</w:t>
      </w:r>
      <w:r w:rsidR="00D938A0" w:rsidRPr="00D938A0">
        <w:rPr>
          <w:rFonts w:cs="Arial"/>
          <w:b/>
          <w:szCs w:val="20"/>
        </w:rPr>
        <w:t>veřejná zakázka</w:t>
      </w:r>
      <w:r w:rsidR="00D938A0" w:rsidRPr="00D640B8">
        <w:rPr>
          <w:rFonts w:cs="Arial"/>
          <w:szCs w:val="20"/>
        </w:rPr>
        <w:t xml:space="preserve">“) </w:t>
      </w:r>
      <w:r w:rsidR="00182D39" w:rsidRPr="006D0812">
        <w:t>tuto kupní smlouvu</w:t>
      </w:r>
      <w:r w:rsidR="000D7F23">
        <w:t xml:space="preserve"> </w:t>
      </w:r>
      <w:r w:rsidRPr="006D0812">
        <w:t>(dále jen jako „</w:t>
      </w:r>
      <w:r w:rsidRPr="007905AF">
        <w:rPr>
          <w:b/>
        </w:rPr>
        <w:t>smlouva</w:t>
      </w:r>
      <w:r w:rsidRPr="006D0812">
        <w:t>“)</w:t>
      </w:r>
      <w:r w:rsidR="000D7F23">
        <w:t>.</w:t>
      </w:r>
    </w:p>
    <w:p w14:paraId="241B837A" w14:textId="77777777" w:rsidR="00BA16BB" w:rsidRPr="006D0812" w:rsidRDefault="00C01A96" w:rsidP="00BA16BB">
      <w:pPr>
        <w:pStyle w:val="Heading-Number-ContractCzechRadio"/>
      </w:pPr>
      <w:r w:rsidRPr="006D0812">
        <w:t>Předmět smlouvy</w:t>
      </w:r>
    </w:p>
    <w:p w14:paraId="4E8F9D10" w14:textId="77777777" w:rsidR="00BA16BB" w:rsidRPr="006D0812" w:rsidRDefault="00C01A96" w:rsidP="00A57352">
      <w:pPr>
        <w:pStyle w:val="ListNumber-ContractCzechRadio"/>
        <w:jc w:val="both"/>
      </w:pPr>
      <w:r w:rsidRPr="006D0812">
        <w:t xml:space="preserve">Předmětem </w:t>
      </w:r>
      <w:r w:rsidR="00884C6F" w:rsidRPr="006D0812">
        <w:t xml:space="preserve">této smlouvy je </w:t>
      </w:r>
      <w:r w:rsidR="00E4753C" w:rsidRPr="006D0812">
        <w:t xml:space="preserve">povinnost </w:t>
      </w:r>
      <w:r w:rsidR="00884C6F" w:rsidRPr="006D0812">
        <w:t>prodávajícího odevzdat kupujícímu věc</w:t>
      </w:r>
      <w:r w:rsidR="00556DFC">
        <w:t>i</w:t>
      </w:r>
      <w:r w:rsidR="00884C6F" w:rsidRPr="006D0812">
        <w:t>, kter</w:t>
      </w:r>
      <w:r w:rsidR="00556DFC">
        <w:t>é</w:t>
      </w:r>
      <w:r w:rsidR="00884C6F" w:rsidRPr="006D0812">
        <w:t xml:space="preserve"> </w:t>
      </w:r>
      <w:r w:rsidR="00556DFC" w:rsidRPr="006D0812">
        <w:t>j</w:t>
      </w:r>
      <w:r w:rsidR="00556DFC">
        <w:t>sou</w:t>
      </w:r>
      <w:r w:rsidR="00556DFC" w:rsidRPr="006D0812">
        <w:t xml:space="preserve"> </w:t>
      </w:r>
      <w:r w:rsidR="00884C6F" w:rsidRPr="006D0812">
        <w:t xml:space="preserve">předmětem koupě </w:t>
      </w:r>
      <w:r w:rsidR="006014BF">
        <w:t>–</w:t>
      </w:r>
      <w:r w:rsidR="00884C6F" w:rsidRPr="006D0812">
        <w:t xml:space="preserve"> </w:t>
      </w:r>
      <w:r w:rsidR="00765F77" w:rsidRPr="00765F77">
        <w:rPr>
          <w:b/>
        </w:rPr>
        <w:t>100 kusů</w:t>
      </w:r>
      <w:r w:rsidR="00765F77">
        <w:t xml:space="preserve"> </w:t>
      </w:r>
      <w:r w:rsidR="00765F77">
        <w:rPr>
          <w:rFonts w:cs="Arial"/>
          <w:b/>
          <w:szCs w:val="20"/>
        </w:rPr>
        <w:t>LE</w:t>
      </w:r>
      <w:r w:rsidR="00F16987">
        <w:rPr>
          <w:rFonts w:cs="Arial"/>
          <w:b/>
          <w:szCs w:val="20"/>
        </w:rPr>
        <w:t>D svítid</w:t>
      </w:r>
      <w:r w:rsidR="00765F77">
        <w:rPr>
          <w:rFonts w:cs="Arial"/>
          <w:b/>
          <w:szCs w:val="20"/>
        </w:rPr>
        <w:t>e</w:t>
      </w:r>
      <w:r w:rsidR="00F16987">
        <w:rPr>
          <w:rFonts w:cs="Arial"/>
          <w:b/>
          <w:szCs w:val="20"/>
        </w:rPr>
        <w:t>l</w:t>
      </w:r>
      <w:r w:rsidR="006014BF">
        <w:rPr>
          <w:rFonts w:cs="Arial"/>
          <w:b/>
          <w:szCs w:val="20"/>
        </w:rPr>
        <w:t xml:space="preserve"> </w:t>
      </w:r>
      <w:r w:rsidR="00884C6F" w:rsidRPr="006D0812">
        <w:t>(dále také jako „</w:t>
      </w:r>
      <w:r w:rsidR="00884C6F" w:rsidRPr="007905AF">
        <w:rPr>
          <w:b/>
        </w:rPr>
        <w:t>zboží</w:t>
      </w:r>
      <w:r w:rsidR="00884C6F" w:rsidRPr="006D0812">
        <w:t>“)</w:t>
      </w:r>
      <w:r w:rsidR="00556DFC">
        <w:t>,</w:t>
      </w:r>
      <w:r w:rsidR="00884C6F" w:rsidRPr="006D0812">
        <w:t xml:space="preserve"> blíže specifikované v</w:t>
      </w:r>
      <w:r w:rsidR="007F5005">
        <w:t> </w:t>
      </w:r>
      <w:r w:rsidR="00884C6F" w:rsidRPr="006D0812">
        <w:t>příloze</w:t>
      </w:r>
      <w:r w:rsidR="007F5005">
        <w:t xml:space="preserve"> č. 1</w:t>
      </w:r>
      <w:r w:rsidR="00884C6F" w:rsidRPr="006D0812">
        <w:t xml:space="preserve"> této smlouvy a umožnit kupujícímu nabýt vlastnické právo ke zboží na straně jedné a </w:t>
      </w:r>
      <w:r w:rsidR="00E4753C" w:rsidRPr="006D0812">
        <w:t xml:space="preserve">povinnost </w:t>
      </w:r>
      <w:r w:rsidR="00884C6F" w:rsidRPr="006D0812">
        <w:t>kupujícího zboží převzít a zaplatit prodávajícímu kupní cenu na straně druhé</w:t>
      </w:r>
      <w:r w:rsidR="007905AF">
        <w:rPr>
          <w:rFonts w:cs="Arial"/>
        </w:rPr>
        <w:t>;</w:t>
      </w:r>
      <w:r w:rsidR="007905AF">
        <w:t xml:space="preserve"> to vše </w:t>
      </w:r>
      <w:r w:rsidR="007905AF" w:rsidRPr="006D0812">
        <w:t>dle podmínek stanovených</w:t>
      </w:r>
      <w:r w:rsidR="007905AF">
        <w:t xml:space="preserve"> touto smlouvou</w:t>
      </w:r>
      <w:r w:rsidR="00884C6F" w:rsidRPr="006D0812">
        <w:t xml:space="preserve">. </w:t>
      </w:r>
    </w:p>
    <w:p w14:paraId="76893C10" w14:textId="77777777" w:rsidR="00BA16BB" w:rsidRPr="006D0812" w:rsidRDefault="00C01A96" w:rsidP="00BA16BB">
      <w:pPr>
        <w:pStyle w:val="Heading-Number-ContractCzechRadio"/>
      </w:pPr>
      <w:r w:rsidRPr="006D0812">
        <w:t>Místo a doba plnění</w:t>
      </w:r>
    </w:p>
    <w:p w14:paraId="09D21612" w14:textId="77777777" w:rsidR="00BA16BB" w:rsidRPr="006D0812" w:rsidRDefault="00C01A96" w:rsidP="00A57352">
      <w:pPr>
        <w:pStyle w:val="ListNumber-ContractCzechRadio"/>
        <w:jc w:val="both"/>
      </w:pPr>
      <w:r w:rsidRPr="006D0812">
        <w:t xml:space="preserve">Místem plnění a odevzdání zboží je </w:t>
      </w:r>
      <w:r w:rsidR="00765F77">
        <w:t>Český rozhlas, Vinohradská 12, 120 00 Praha 2</w:t>
      </w:r>
      <w:r w:rsidR="006D7DDE">
        <w:t>.</w:t>
      </w:r>
    </w:p>
    <w:p w14:paraId="5BA56583" w14:textId="55B95DF3" w:rsidR="00BA16BB" w:rsidRDefault="00C01A96" w:rsidP="00A57352">
      <w:pPr>
        <w:pStyle w:val="ListNumber-ContractCzechRadio"/>
        <w:jc w:val="both"/>
      </w:pPr>
      <w:r w:rsidRPr="006D0812">
        <w:t xml:space="preserve">Prodávající se zavazuje odevzdat zboží v místě plnění na vlastní náklad </w:t>
      </w:r>
      <w:commentRangeStart w:id="0"/>
      <w:r w:rsidRPr="00CB27C1">
        <w:rPr>
          <w:b/>
        </w:rPr>
        <w:t>do</w:t>
      </w:r>
      <w:r w:rsidR="00277D8C" w:rsidRPr="00CB27C1">
        <w:rPr>
          <w:b/>
        </w:rPr>
        <w:t xml:space="preserve"> 5 týdnů </w:t>
      </w:r>
      <w:r w:rsidR="00987787" w:rsidRPr="00CB27C1">
        <w:rPr>
          <w:b/>
        </w:rPr>
        <w:t xml:space="preserve">ode dne účinnosti </w:t>
      </w:r>
      <w:r w:rsidR="00277D8C" w:rsidRPr="00CB27C1">
        <w:rPr>
          <w:b/>
        </w:rPr>
        <w:t>smlouvy, nejpozději však do</w:t>
      </w:r>
      <w:r w:rsidRPr="006014BF">
        <w:rPr>
          <w:b/>
        </w:rPr>
        <w:t xml:space="preserve"> </w:t>
      </w:r>
      <w:r w:rsidR="002C5D7C">
        <w:rPr>
          <w:b/>
        </w:rPr>
        <w:t>31</w:t>
      </w:r>
      <w:r w:rsidR="00AF0CC2">
        <w:rPr>
          <w:b/>
        </w:rPr>
        <w:t>. 12. 2024</w:t>
      </w:r>
      <w:r w:rsidR="006D0812" w:rsidRPr="006D0812">
        <w:rPr>
          <w:rFonts w:cs="Arial"/>
          <w:szCs w:val="20"/>
        </w:rPr>
        <w:t xml:space="preserve">. </w:t>
      </w:r>
      <w:commentRangeEnd w:id="0"/>
      <w:r w:rsidR="00895C1F">
        <w:rPr>
          <w:rStyle w:val="Odkaznakoment"/>
        </w:rPr>
        <w:commentReference w:id="0"/>
      </w:r>
      <w:r w:rsidRPr="006D0812">
        <w:t xml:space="preserve">Prodávající je povinen </w:t>
      </w:r>
      <w:r w:rsidR="003A1915" w:rsidRPr="006D0812">
        <w:t xml:space="preserve">odevzdání zboží </w:t>
      </w:r>
      <w:r w:rsidR="003A1915" w:rsidRPr="006D0812">
        <w:lastRenderedPageBreak/>
        <w:t xml:space="preserve">oznámit kupujícímu nejméně </w:t>
      </w:r>
      <w:r w:rsidR="007417F7">
        <w:t>3</w:t>
      </w:r>
      <w:r w:rsidR="003A1915" w:rsidRPr="006D0812">
        <w:t xml:space="preserve"> pracovní dny předem na e-mail </w:t>
      </w:r>
      <w:r w:rsidR="00EE76E0">
        <w:t>zástupce pro věcná jednání kupujícího dle</w:t>
      </w:r>
      <w:r w:rsidR="007905AF">
        <w:t xml:space="preserve"> </w:t>
      </w:r>
      <w:r w:rsidR="003A1915" w:rsidRPr="006D0812">
        <w:t>této smlouvy.</w:t>
      </w:r>
      <w:r w:rsidR="005D4C3A" w:rsidRPr="006D0812">
        <w:t xml:space="preserve"> </w:t>
      </w:r>
    </w:p>
    <w:p w14:paraId="73343C89" w14:textId="77777777" w:rsidR="000860B2" w:rsidRPr="006D0812" w:rsidRDefault="00C01A96" w:rsidP="00A57352">
      <w:pPr>
        <w:pStyle w:val="ListNumber-ContractCzechRadio"/>
        <w:jc w:val="both"/>
      </w:pPr>
      <w:r>
        <w:t>Prodávající</w:t>
      </w:r>
      <w:r w:rsidRPr="004545D6">
        <w:t xml:space="preserve"> je povinen při </w:t>
      </w:r>
      <w:r>
        <w:t>odevzdání zboží</w:t>
      </w:r>
      <w:r w:rsidRPr="004545D6">
        <w:t xml:space="preserve"> dodržovat pravidla bezpečnosti a ochrany zdraví při práci, pravidla požární bezpečnosti a vnitřní předpisy </w:t>
      </w:r>
      <w:r>
        <w:t>kupujícího</w:t>
      </w:r>
      <w:r w:rsidRPr="004545D6">
        <w:t>, se kterými byl seznámen</w:t>
      </w:r>
      <w:r>
        <w:t xml:space="preserve">. Přílohou </w:t>
      </w:r>
      <w:r w:rsidR="00BB51B4">
        <w:t xml:space="preserve">č. </w:t>
      </w:r>
      <w:r w:rsidR="00A27EF7">
        <w:t>2</w:t>
      </w:r>
      <w:r w:rsidR="00BB51B4">
        <w:t xml:space="preserve"> </w:t>
      </w:r>
      <w:r>
        <w:t xml:space="preserve">k této smlouvě jsou </w:t>
      </w:r>
      <w:r w:rsidRPr="004545D6">
        <w:t xml:space="preserve">Podmínky </w:t>
      </w:r>
      <w:r>
        <w:t>poskytování</w:t>
      </w:r>
      <w:r w:rsidRPr="00214A85">
        <w:t xml:space="preserve"> </w:t>
      </w:r>
      <w:r>
        <w:t>služeb externích osob v objektech ČRo</w:t>
      </w:r>
      <w:r w:rsidRPr="004545D6">
        <w:t xml:space="preserve">, které je </w:t>
      </w:r>
      <w:r>
        <w:t>prodávající</w:t>
      </w:r>
      <w:r w:rsidRPr="004545D6">
        <w:t xml:space="preserve"> povinen dodržovat</w:t>
      </w:r>
      <w:r>
        <w:t>.</w:t>
      </w:r>
    </w:p>
    <w:p w14:paraId="36034DD4" w14:textId="77777777" w:rsidR="00BA16BB" w:rsidRPr="006D0812" w:rsidRDefault="00C01A96" w:rsidP="00BA16BB">
      <w:pPr>
        <w:pStyle w:val="Heading-Number-ContractCzechRadio"/>
      </w:pPr>
      <w:r w:rsidRPr="006D0812">
        <w:t>Cena zboží a platební podmínky</w:t>
      </w:r>
    </w:p>
    <w:p w14:paraId="37CD93CF" w14:textId="77777777" w:rsidR="00BA16BB" w:rsidRPr="006D0812" w:rsidRDefault="00C01A96" w:rsidP="00A57352">
      <w:pPr>
        <w:pStyle w:val="ListNumber-ContractCzechRadio"/>
        <w:jc w:val="both"/>
      </w:pPr>
      <w:r w:rsidRPr="006D0812">
        <w:t>C</w:t>
      </w:r>
      <w:r w:rsidR="007905AF">
        <w:t>elková c</w:t>
      </w:r>
      <w:r w:rsidRPr="006D0812">
        <w:t xml:space="preserve">ena zboží je </w:t>
      </w:r>
      <w:r w:rsidR="00E17BAD">
        <w:t>dána nabídkou prodávajícího ve veřejné zakázce</w:t>
      </w:r>
      <w:r w:rsidR="00F750EA">
        <w:t xml:space="preserve"> </w:t>
      </w:r>
      <w:r w:rsidR="00F750EA" w:rsidRPr="00FF4123">
        <w:t>č.j.</w:t>
      </w:r>
      <w:r w:rsidR="00F750EA" w:rsidRPr="00FF4123">
        <w:rPr>
          <w:rFonts w:cs="Arial"/>
          <w:b/>
          <w:szCs w:val="20"/>
        </w:rPr>
        <w:t xml:space="preserve"> </w:t>
      </w:r>
      <w:r w:rsidR="00F750EA" w:rsidRPr="00F750EA">
        <w:rPr>
          <w:rFonts w:cs="Arial"/>
          <w:b/>
          <w:szCs w:val="20"/>
        </w:rPr>
        <w:t>MR50_2024</w:t>
      </w:r>
      <w:r w:rsidR="00F750EA" w:rsidRPr="00F750EA">
        <w:rPr>
          <w:rFonts w:cs="Arial"/>
          <w:b/>
          <w:sz w:val="22"/>
          <w:szCs w:val="20"/>
        </w:rPr>
        <w:t xml:space="preserve"> </w:t>
      </w:r>
      <w:r w:rsidRPr="006D0812">
        <w:t>a</w:t>
      </w:r>
      <w:r w:rsidR="00AB30B5">
        <w:t> </w:t>
      </w:r>
      <w:r w:rsidRPr="006D0812">
        <w:t xml:space="preserve">činí </w:t>
      </w:r>
      <w:r w:rsidR="006D0812" w:rsidRPr="00366797">
        <w:rPr>
          <w:rFonts w:cs="Arial"/>
          <w:b/>
          <w:szCs w:val="20"/>
        </w:rPr>
        <w:t>[</w:t>
      </w:r>
      <w:r w:rsidR="006D0812" w:rsidRPr="00366797">
        <w:rPr>
          <w:rFonts w:cs="Arial"/>
          <w:b/>
          <w:szCs w:val="20"/>
          <w:highlight w:val="yellow"/>
        </w:rPr>
        <w:t>DOPLNIT</w:t>
      </w:r>
      <w:r w:rsidR="006D0812" w:rsidRPr="00366797">
        <w:rPr>
          <w:rFonts w:cs="Arial"/>
          <w:b/>
          <w:szCs w:val="20"/>
        </w:rPr>
        <w:t>]</w:t>
      </w:r>
      <w:r w:rsidR="006D0812">
        <w:rPr>
          <w:rFonts w:cs="Arial"/>
          <w:b/>
          <w:szCs w:val="20"/>
        </w:rPr>
        <w:t>,</w:t>
      </w:r>
      <w:r w:rsidR="00AB30B5">
        <w:rPr>
          <w:rFonts w:cs="Arial"/>
          <w:b/>
          <w:szCs w:val="20"/>
        </w:rPr>
        <w:t>-</w:t>
      </w:r>
      <w:r w:rsidR="006D0812" w:rsidRPr="007905AF">
        <w:rPr>
          <w:rFonts w:cs="Arial"/>
          <w:b/>
          <w:szCs w:val="20"/>
        </w:rPr>
        <w:t xml:space="preserve"> </w:t>
      </w:r>
      <w:r w:rsidRPr="007905AF">
        <w:rPr>
          <w:b/>
        </w:rPr>
        <w:t>Kč</w:t>
      </w:r>
      <w:r w:rsidR="007905AF" w:rsidRPr="007905AF">
        <w:t xml:space="preserve"> </w:t>
      </w:r>
      <w:r w:rsidRPr="006D0812">
        <w:t>(slovy</w:t>
      </w:r>
      <w:r w:rsidRPr="00E42158">
        <w:t xml:space="preserve">: </w:t>
      </w:r>
      <w:r w:rsidR="006D0812" w:rsidRPr="00E42158">
        <w:rPr>
          <w:rFonts w:cs="Arial"/>
          <w:szCs w:val="20"/>
        </w:rPr>
        <w:t>[</w:t>
      </w:r>
      <w:r w:rsidR="006D0812" w:rsidRPr="00E42158">
        <w:rPr>
          <w:rFonts w:cs="Arial"/>
          <w:szCs w:val="20"/>
          <w:highlight w:val="yellow"/>
        </w:rPr>
        <w:t>DOPLNIT</w:t>
      </w:r>
      <w:r w:rsidR="006D0812" w:rsidRPr="00E42158">
        <w:rPr>
          <w:rFonts w:cs="Arial"/>
          <w:szCs w:val="20"/>
        </w:rPr>
        <w:t xml:space="preserve">] </w:t>
      </w:r>
      <w:r w:rsidRPr="00E42158">
        <w:t>korun českých)</w:t>
      </w:r>
      <w:r w:rsidRPr="00D640B8">
        <w:rPr>
          <w:b/>
        </w:rPr>
        <w:t xml:space="preserve"> bez DPH</w:t>
      </w:r>
      <w:r w:rsidRPr="00E42158">
        <w:t xml:space="preserve">. </w:t>
      </w:r>
      <w:r w:rsidR="00361449">
        <w:t>R</w:t>
      </w:r>
      <w:r w:rsidR="00361449" w:rsidRPr="00AF32E6">
        <w:t>ežim</w:t>
      </w:r>
      <w:r w:rsidR="00361449">
        <w:t xml:space="preserve"> DPH</w:t>
      </w:r>
      <w:r w:rsidR="00361449" w:rsidRPr="00AF32E6">
        <w:t xml:space="preserve"> </w:t>
      </w:r>
      <w:r w:rsidR="00361449">
        <w:t>bude uplatněn v souladu se</w:t>
      </w:r>
      <w:r w:rsidR="00361449" w:rsidRPr="007A0E70">
        <w:t xml:space="preserve"> zákon</w:t>
      </w:r>
      <w:r w:rsidR="00361449">
        <w:t>em</w:t>
      </w:r>
      <w:r w:rsidR="00361449" w:rsidRPr="007A0E70">
        <w:t xml:space="preserve"> č. 235/2004 Sb., o </w:t>
      </w:r>
      <w:r w:rsidR="00361449">
        <w:t>dani z přidané hodnoty, ve znění pozdějších předpisů (dále jen „</w:t>
      </w:r>
      <w:r w:rsidR="00361449" w:rsidRPr="00E02CC8">
        <w:rPr>
          <w:b/>
        </w:rPr>
        <w:t>ZDPH</w:t>
      </w:r>
      <w:r w:rsidR="00361449">
        <w:t>“)</w:t>
      </w:r>
      <w:r w:rsidR="00361449" w:rsidRPr="007A0E70">
        <w:t>.</w:t>
      </w:r>
      <w:r w:rsidR="00EE76E0" w:rsidRPr="00E42158">
        <w:t xml:space="preserve"> Rozpis ceny je uveden v</w:t>
      </w:r>
      <w:r w:rsidR="00556DFC">
        <w:t> </w:t>
      </w:r>
      <w:r w:rsidR="00EE76E0" w:rsidRPr="00E42158">
        <w:t>příloze</w:t>
      </w:r>
      <w:r w:rsidR="00556DFC">
        <w:t xml:space="preserve"> č. 1</w:t>
      </w:r>
      <w:r w:rsidR="00EE76E0" w:rsidRPr="00E42158">
        <w:t xml:space="preserve"> této smlouvy.</w:t>
      </w:r>
    </w:p>
    <w:p w14:paraId="64AC4536" w14:textId="77777777" w:rsidR="00BA16BB" w:rsidRPr="006D0812" w:rsidRDefault="00C01A96" w:rsidP="00A57352">
      <w:pPr>
        <w:pStyle w:val="ListNumber-ContractCzechRadio"/>
        <w:jc w:val="both"/>
      </w:pPr>
      <w:r w:rsidRPr="006D0812">
        <w:t>Ce</w:t>
      </w:r>
      <w:r w:rsidR="007905AF">
        <w:t>na</w:t>
      </w:r>
      <w:r w:rsidRPr="006D0812">
        <w:t xml:space="preserve"> dle předchozího odstavce je konečná a zahrnuje veškeré náklady prodávajícího související s odevzdáním zboží dle této smlouvy (např. doprava zboží do místa odevzdání, zabalení zboží).</w:t>
      </w:r>
      <w:r w:rsidR="00CF42F3">
        <w:t xml:space="preserve"> Kupující neposkytuje prodávajícímu jakékoliv zálohy.</w:t>
      </w:r>
    </w:p>
    <w:p w14:paraId="3FE820BA" w14:textId="77777777" w:rsidR="00BA16BB" w:rsidRPr="006D0812" w:rsidRDefault="00C01A96" w:rsidP="00A57352">
      <w:pPr>
        <w:pStyle w:val="ListNumber-ContractCzechRadio"/>
        <w:jc w:val="both"/>
      </w:pPr>
      <w:r w:rsidRPr="006D0812">
        <w:t xml:space="preserve">Úhrada ceny bude provedena </w:t>
      </w:r>
      <w:r w:rsidR="00471E2D">
        <w:t xml:space="preserve">kupujícím </w:t>
      </w:r>
      <w:r w:rsidRPr="006D0812">
        <w:t xml:space="preserve">po odevzdání zboží </w:t>
      </w:r>
      <w:r w:rsidR="007905AF">
        <w:t xml:space="preserve">kupujícímu </w:t>
      </w:r>
      <w:r w:rsidRPr="006D0812">
        <w:t>na základě daňového dokladu (</w:t>
      </w:r>
      <w:r w:rsidR="007905AF">
        <w:t>dále jen „</w:t>
      </w:r>
      <w:r w:rsidR="00451B2D" w:rsidRPr="00451B2D">
        <w:rPr>
          <w:b/>
        </w:rPr>
        <w:t>faktura</w:t>
      </w:r>
      <w:r w:rsidR="007905AF">
        <w:t>“</w:t>
      </w:r>
      <w:r w:rsidRPr="006D0812">
        <w:t>)</w:t>
      </w:r>
      <w:r w:rsidR="00F62186" w:rsidRPr="006D0812">
        <w:t>.</w:t>
      </w:r>
      <w:r w:rsidRPr="006D0812">
        <w:t xml:space="preserve"> Prodávající má právo na zaplacení ceny </w:t>
      </w:r>
      <w:r w:rsidR="00891DFD" w:rsidRPr="006D0812">
        <w:t xml:space="preserve">okamžikem řádného splnění svého závazku, tedy okamžikem odevzdání veškerého zboží kupujícímu dle této smlouvy. </w:t>
      </w:r>
    </w:p>
    <w:p w14:paraId="473C5FEE" w14:textId="77777777" w:rsidR="007417F7" w:rsidRDefault="00C01A96" w:rsidP="00A57352">
      <w:pPr>
        <w:pStyle w:val="ListNumber-ContractCzechRadio"/>
        <w:jc w:val="both"/>
      </w:pPr>
      <w:r>
        <w:t xml:space="preserve">Splatnost faktury činí 24 dnů od data jejího vystavení </w:t>
      </w:r>
      <w:r w:rsidR="00603DAD">
        <w:t xml:space="preserve">prodávajícím </w:t>
      </w:r>
      <w:r>
        <w:t xml:space="preserve">za předpokladu jejího doručení kupujícímu do 3 dnů od data vystavení. V případě pozdějšího doručení faktury činí </w:t>
      </w:r>
      <w:r w:rsidR="00ED5247">
        <w:t xml:space="preserve">lhůta </w:t>
      </w:r>
      <w:r>
        <w:t xml:space="preserve">splatnosti faktury 21 dnů ode dne jejího skutečného doručení kupujícímu. </w:t>
      </w:r>
      <w:r w:rsidR="00CF42F3" w:rsidRPr="00BC1D89">
        <w:t xml:space="preserve">Využije-li </w:t>
      </w:r>
      <w:r w:rsidR="00CF42F3">
        <w:t>prodávající</w:t>
      </w:r>
      <w:r w:rsidR="00CF42F3" w:rsidRPr="00BC1D89">
        <w:t xml:space="preserve"> možnost zaslat </w:t>
      </w:r>
      <w:r w:rsidR="00CF42F3">
        <w:t>kupujícímu</w:t>
      </w:r>
      <w:r w:rsidR="00CF42F3" w:rsidRPr="00BC1D89">
        <w:t xml:space="preserve"> fakturu elektronickou poštou, je povinen ji zaslat v PDF formátu ze své e-mailové adresy na e-mailovou adresu </w:t>
      </w:r>
      <w:r w:rsidR="00CF42F3">
        <w:t>kupujícího</w:t>
      </w:r>
      <w:r w:rsidR="00CF42F3" w:rsidRPr="00BC1D89">
        <w:t xml:space="preserve"> </w:t>
      </w:r>
      <w:hyperlink r:id="rId10" w:history="1">
        <w:r w:rsidR="00CF42F3" w:rsidRPr="00A202CF">
          <w:rPr>
            <w:rStyle w:val="Hypertextovodkaz"/>
            <w:b/>
          </w:rPr>
          <w:t>fakturace@rozhlas.cz</w:t>
        </w:r>
      </w:hyperlink>
      <w:r w:rsidR="00CF42F3" w:rsidRPr="0041566C">
        <w:t xml:space="preserve"> a v kopii na e-mailovou adresu zástupce </w:t>
      </w:r>
      <w:r w:rsidR="00CF42F3">
        <w:t>kupujícího</w:t>
      </w:r>
      <w:r w:rsidR="00CF42F3" w:rsidRPr="0041566C">
        <w:t xml:space="preserve"> pro věcná jednání dle této smlouvy</w:t>
      </w:r>
      <w:r w:rsidR="00CF42F3" w:rsidRPr="00BC1D89">
        <w:t xml:space="preserve">. Za den doručení faktury se v takovém případě považuje </w:t>
      </w:r>
      <w:r w:rsidR="00CF42F3">
        <w:t>den jejího doručení do uvedených e-mailových</w:t>
      </w:r>
      <w:r w:rsidR="00CF42F3" w:rsidRPr="00BC1D89">
        <w:t xml:space="preserve"> </w:t>
      </w:r>
      <w:r w:rsidR="00CF42F3">
        <w:t>schránek</w:t>
      </w:r>
      <w:r w:rsidR="00CF42F3" w:rsidRPr="00BC1D89">
        <w:t xml:space="preserve"> </w:t>
      </w:r>
      <w:r w:rsidR="00CF42F3">
        <w:t>kupujícího</w:t>
      </w:r>
      <w:r w:rsidR="00CF42F3" w:rsidRPr="00BC1D89">
        <w:t>.</w:t>
      </w:r>
    </w:p>
    <w:p w14:paraId="7238F790" w14:textId="77777777" w:rsidR="005D4C3A" w:rsidRPr="006D0812" w:rsidRDefault="00C01A96" w:rsidP="00A57352">
      <w:pPr>
        <w:pStyle w:val="ListNumber-ContractCzechRadio"/>
        <w:jc w:val="both"/>
      </w:pPr>
      <w:r w:rsidRPr="006D0812">
        <w:t>Faktura musí mít veškeré náležitosti dle platných právních předpisů</w:t>
      </w:r>
      <w:r w:rsidR="00F62186" w:rsidRPr="006D0812">
        <w:t xml:space="preserve"> a její </w:t>
      </w:r>
      <w:r w:rsidR="00CF42F3">
        <w:t>přílohou</w:t>
      </w:r>
      <w:r w:rsidR="00CF42F3" w:rsidRPr="006D0812">
        <w:t xml:space="preserve"> </w:t>
      </w:r>
      <w:r w:rsidR="00F62186" w:rsidRPr="006D0812">
        <w:t xml:space="preserve">musí být kopie protokolu o </w:t>
      </w:r>
      <w:r w:rsidR="009C5B0E" w:rsidRPr="006D0812">
        <w:t>odevzdání</w:t>
      </w:r>
      <w:r w:rsidR="00606C9E" w:rsidRPr="006D0812">
        <w:t xml:space="preserve"> </w:t>
      </w:r>
      <w:r w:rsidR="00CF42F3">
        <w:t>potvrzeného</w:t>
      </w:r>
      <w:r w:rsidR="00CF42F3" w:rsidRPr="006D0812">
        <w:t xml:space="preserve"> </w:t>
      </w:r>
      <w:r w:rsidR="00CF42F3">
        <w:t>oprávněnými</w:t>
      </w:r>
      <w:r w:rsidR="00CF42F3" w:rsidRPr="006D0812">
        <w:t xml:space="preserve"> </w:t>
      </w:r>
      <w:r w:rsidR="00CF42F3">
        <w:t xml:space="preserve">zástupci </w:t>
      </w:r>
      <w:r w:rsidR="00CF42F3" w:rsidRPr="006D0812">
        <w:t>smluvní</w:t>
      </w:r>
      <w:r w:rsidR="00CF42F3">
        <w:t>ch</w:t>
      </w:r>
      <w:r w:rsidR="00CF42F3" w:rsidRPr="006D0812">
        <w:t xml:space="preserve"> </w:t>
      </w:r>
      <w:r w:rsidR="00606C9E" w:rsidRPr="006D0812">
        <w:t>stran</w:t>
      </w:r>
      <w:r w:rsidR="00F62186" w:rsidRPr="006D0812">
        <w:t>.</w:t>
      </w:r>
      <w:r w:rsidRPr="006D0812">
        <w:t xml:space="preserve"> V případě, že faktura neobsahuje tyto náležitosti nebo obsahuje nesprávné údaje, je kupující oprávněn fakturu vrátit prodávajícímu a ten je povinen vystavit fakturu novou nebo ji opravit. Po tuto dobu </w:t>
      </w:r>
      <w:r w:rsidR="00ED5247">
        <w:t>lhůta</w:t>
      </w:r>
      <w:r w:rsidR="00ED5247" w:rsidRPr="006D0812">
        <w:t xml:space="preserve"> </w:t>
      </w:r>
      <w:r w:rsidRPr="006D0812">
        <w:t xml:space="preserve">splatnosti neběží a začíná plynout </w:t>
      </w:r>
      <w:r w:rsidR="00AA107C">
        <w:t>od počátku</w:t>
      </w:r>
      <w:r w:rsidR="00AA107C" w:rsidRPr="006D0812">
        <w:t xml:space="preserve"> </w:t>
      </w:r>
      <w:r w:rsidRPr="006D0812">
        <w:t>okamžikem doručení nové nebo opravené faktury</w:t>
      </w:r>
      <w:r w:rsidR="007905AF">
        <w:t xml:space="preserve"> kupujícímu</w:t>
      </w:r>
      <w:r w:rsidRPr="006D0812">
        <w:t>.</w:t>
      </w:r>
    </w:p>
    <w:p w14:paraId="0E7E41CE" w14:textId="77777777" w:rsidR="005D4C3A" w:rsidRDefault="00C01A96" w:rsidP="00A57352">
      <w:pPr>
        <w:pStyle w:val="ListNumber-ContractCzechRadio"/>
        <w:jc w:val="both"/>
      </w:pPr>
      <w:r>
        <w:t>Prodávající jako p</w:t>
      </w:r>
      <w:r w:rsidRPr="006D0812">
        <w:t xml:space="preserve">oskytovatel zdanitelného plnění prohlašuje, že není v souladu s § 106a </w:t>
      </w:r>
      <w:r w:rsidR="00361449">
        <w:t>ZDPH</w:t>
      </w:r>
      <w:r w:rsidR="003735CB">
        <w:t>,</w:t>
      </w:r>
      <w:r w:rsidR="00AB1E80" w:rsidRPr="006D0812">
        <w:t xml:space="preserve"> </w:t>
      </w:r>
      <w:r w:rsidRPr="006D0812">
        <w:t xml:space="preserve">tzv. nespolehlivým plátcem. Smluvní strany se dohodly, že v případě, že Český rozhlas jako příjemce zdanitelného plnění bude ručit v souladu s § 109 </w:t>
      </w:r>
      <w:r w:rsidR="00AB1E80" w:rsidRPr="006D0812">
        <w:t>Z</w:t>
      </w:r>
      <w:r w:rsidRPr="006D0812">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1CAF444B" w14:textId="77777777" w:rsidR="00A4450D" w:rsidRPr="006D0812" w:rsidRDefault="00C01A96" w:rsidP="00A4450D">
      <w:pPr>
        <w:pStyle w:val="Heading-Number-ContractCzechRadio"/>
      </w:pPr>
      <w:r w:rsidRPr="006D0812">
        <w:t>Odevzdání a převzetí zboží</w:t>
      </w:r>
    </w:p>
    <w:p w14:paraId="0ADBBD87" w14:textId="77777777" w:rsidR="00A4450D" w:rsidRDefault="00C01A96" w:rsidP="00A4450D">
      <w:pPr>
        <w:pStyle w:val="ListNumber-ContractCzechRadio"/>
        <w:jc w:val="both"/>
      </w:pPr>
      <w:r w:rsidRPr="006D0812">
        <w:t>Smluvní strany potvrdí odevzdání zboží v ujednaném množství, jakosti a provedení podpisem protokolu o odevzdání</w:t>
      </w:r>
      <w:r w:rsidR="000D7F23">
        <w:t xml:space="preserve"> </w:t>
      </w:r>
      <w:r w:rsidRPr="006D0812">
        <w:t>(dále jen „</w:t>
      </w:r>
      <w:r w:rsidRPr="007905AF">
        <w:rPr>
          <w:b/>
        </w:rPr>
        <w:t>protokol o odevzdání</w:t>
      </w:r>
      <w:r w:rsidRPr="006D0812">
        <w:t>“)</w:t>
      </w:r>
      <w:r>
        <w:t>,</w:t>
      </w:r>
      <w:r w:rsidRPr="006D0812">
        <w:t xml:space="preserve"> </w:t>
      </w:r>
      <w:r w:rsidR="000D7F23">
        <w:t>j</w:t>
      </w:r>
      <w:r w:rsidRPr="006D0812">
        <w:t>e</w:t>
      </w:r>
      <w:r>
        <w:t xml:space="preserve">hož kopie </w:t>
      </w:r>
      <w:r w:rsidRPr="006D0812">
        <w:t xml:space="preserve">musí být </w:t>
      </w:r>
      <w:r w:rsidR="00B37F25">
        <w:t>přílohou</w:t>
      </w:r>
      <w:r w:rsidRPr="006D0812">
        <w:t xml:space="preserve"> faktury. </w:t>
      </w:r>
      <w:r w:rsidRPr="006D0812">
        <w:lastRenderedPageBreak/>
        <w:t>Kupující je oprávněn odmítnout převzetí zboží (či jednotlivého kusu</w:t>
      </w:r>
      <w:r>
        <w:t xml:space="preserve"> zboží</w:t>
      </w:r>
      <w:r w:rsidRPr="006D0812">
        <w:t>), které není v souladu s touto smlouvou. V takovém případě smluvní strany sepíší protokol o odevzdání v rozsahu, v jakém došlo ke skutečnému převzetí zboží kupujícím, a ohledně vadného zboží uvedou do protokolu skutečnosti, které bránily převzetí, počet vadných kusů a další důležité okolnosti. Prodávající splnil řádně svou povinnost z této smlouvy až okamžikem odevzdání veškerého zboží (tj. v množství, jakosti a provedení) dle této smlouvy.</w:t>
      </w:r>
      <w:r w:rsidR="00B37F25" w:rsidRPr="00B37F25">
        <w:t xml:space="preserve"> </w:t>
      </w:r>
      <w:r w:rsidR="00B37F25">
        <w:t>Rozhodující je podpis protokolu o odevzdání bez vad a nedodělků oprávněnými zástupci obou smluvních stran.</w:t>
      </w:r>
    </w:p>
    <w:p w14:paraId="2B029413" w14:textId="77777777" w:rsidR="00A4450D" w:rsidRPr="006D0812" w:rsidRDefault="00C01A96" w:rsidP="00A4450D">
      <w:pPr>
        <w:pStyle w:val="ListNumber-ContractCzechRadio"/>
        <w:jc w:val="both"/>
      </w:pPr>
      <w:r w:rsidRPr="006D0812">
        <w:t>Odevzdáním zboží je současné splnění následujících podmínek</w:t>
      </w:r>
      <w:r w:rsidR="00860E1C">
        <w:t>;</w:t>
      </w:r>
      <w:r w:rsidRPr="006D0812">
        <w:t xml:space="preserve"> </w:t>
      </w:r>
    </w:p>
    <w:p w14:paraId="1CF760F1" w14:textId="77777777" w:rsidR="00A4450D" w:rsidRPr="006D0812" w:rsidRDefault="00C01A96" w:rsidP="00A4450D">
      <w:pPr>
        <w:pStyle w:val="ListLetter-ContractCzechRadio"/>
        <w:jc w:val="both"/>
      </w:pPr>
      <w:r w:rsidRPr="006D0812">
        <w:t>umožnění kupujícímu nakládat se zbožím v místě plnění podle této smlouvy;</w:t>
      </w:r>
    </w:p>
    <w:p w14:paraId="594EAE54" w14:textId="77777777" w:rsidR="00A4450D" w:rsidRPr="006D0812" w:rsidRDefault="00C01A96" w:rsidP="00A4450D">
      <w:pPr>
        <w:pStyle w:val="ListLetter-ContractCzechRadio"/>
        <w:jc w:val="both"/>
      </w:pPr>
      <w:r w:rsidRPr="006D0812">
        <w:t xml:space="preserve">faktické předání </w:t>
      </w:r>
      <w:r>
        <w:t xml:space="preserve">zboží </w:t>
      </w:r>
      <w:r w:rsidRPr="006D0812">
        <w:t>kupujícímu</w:t>
      </w:r>
      <w:r>
        <w:t xml:space="preserve"> (vč. kompletní dokumentace ke zboží)</w:t>
      </w:r>
      <w:r w:rsidRPr="006D0812">
        <w:t>;</w:t>
      </w:r>
    </w:p>
    <w:p w14:paraId="3A82AFDF" w14:textId="77777777" w:rsidR="00A4450D" w:rsidRPr="006D0812" w:rsidRDefault="00C01A96" w:rsidP="00860E1C">
      <w:pPr>
        <w:pStyle w:val="ListLetter-ContractCzechRadio"/>
        <w:jc w:val="both"/>
      </w:pPr>
      <w:r>
        <w:t xml:space="preserve">podpis </w:t>
      </w:r>
      <w:r w:rsidRPr="006D0812">
        <w:t>protokolu o odevzdání</w:t>
      </w:r>
      <w:r>
        <w:t xml:space="preserve"> oběma smluvními stranami.</w:t>
      </w:r>
    </w:p>
    <w:p w14:paraId="42A1D24E" w14:textId="77777777" w:rsidR="008D4999" w:rsidRPr="006D0812" w:rsidRDefault="00C01A96" w:rsidP="00A57352">
      <w:pPr>
        <w:pStyle w:val="Heading-Number-ContractCzechRadio"/>
      </w:pPr>
      <w:r w:rsidRPr="006D0812">
        <w:t>Vlastnické právo, přechod nebezpečí škody</w:t>
      </w:r>
    </w:p>
    <w:p w14:paraId="550DE170" w14:textId="77777777" w:rsidR="008D4999" w:rsidRPr="006D0812" w:rsidRDefault="00C01A96" w:rsidP="008442E6">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both"/>
      </w:pPr>
      <w:r w:rsidRPr="006D0812">
        <w:t>Smluvní strany se</w:t>
      </w:r>
      <w:r w:rsidR="008442E6">
        <w:t xml:space="preserve"> dohodly na tom, že k převodu vlastnického práva ke zboží z prodávajícího na kupujícího dochází okamžikem odevzdání zboží kupujícímu (tj. zástupci pro věcná jednání dle této smlouvy nebo jiné prokazatelně pověřené osobě). Současně s nabytím vlastnického práva přechází z prodávajícího na kupujícího nebezpečí škody na zboží. </w:t>
      </w:r>
    </w:p>
    <w:p w14:paraId="108E5D22" w14:textId="77777777" w:rsidR="00A11BC0" w:rsidRPr="006D0812" w:rsidRDefault="00C01A96" w:rsidP="00A11BC0">
      <w:pPr>
        <w:pStyle w:val="Heading-Number-ContractCzechRadio"/>
      </w:pPr>
      <w:r w:rsidRPr="000B7CB2">
        <w:t xml:space="preserve">Záruka za jakost </w:t>
      </w:r>
      <w:r>
        <w:t>a odpovědnost za vady</w:t>
      </w:r>
    </w:p>
    <w:p w14:paraId="409793DB" w14:textId="77777777" w:rsidR="00A11BC0" w:rsidRPr="006D0812" w:rsidRDefault="00C01A96" w:rsidP="00A57352">
      <w:pPr>
        <w:pStyle w:val="ListNumber-ContractCzechRadio"/>
        <w:jc w:val="both"/>
      </w:pPr>
      <w:r w:rsidRPr="006D0812">
        <w:t xml:space="preserve">Prodávající prohlašuje, že </w:t>
      </w:r>
      <w:r w:rsidR="00031908" w:rsidRPr="006D0812">
        <w:t xml:space="preserve">zboží </w:t>
      </w:r>
      <w:r w:rsidRPr="006D0812">
        <w:t xml:space="preserve">odevzdané </w:t>
      </w:r>
      <w:r w:rsidR="00031908">
        <w:t xml:space="preserve">dle této smlouvy </w:t>
      </w:r>
      <w:r w:rsidR="00031908" w:rsidRPr="000B7CB2">
        <w:t>(včetně jeho jednotlivých součástek a veškerého příslušenství)</w:t>
      </w:r>
      <w:r w:rsidR="00031908">
        <w:t xml:space="preserve"> </w:t>
      </w:r>
      <w:r w:rsidRPr="006D0812">
        <w:t>je nové, nepoužívané, bez faktických a právních vad a odpovídá této smlouvě a platným právním předpisům.</w:t>
      </w:r>
    </w:p>
    <w:p w14:paraId="120FFC5F" w14:textId="77777777" w:rsidR="00540F2C" w:rsidRPr="006D0812" w:rsidRDefault="00C01A96" w:rsidP="00A57352">
      <w:pPr>
        <w:pStyle w:val="ListNumber-ContractCzechRadio"/>
        <w:jc w:val="both"/>
      </w:pPr>
      <w:r w:rsidRPr="006D0812">
        <w:t>Prodávající poskytuje na zboží záruku za jakost v </w:t>
      </w:r>
      <w:r w:rsidRPr="00E42158">
        <w:t xml:space="preserve">délce </w:t>
      </w:r>
      <w:r w:rsidR="006014BF">
        <w:rPr>
          <w:rFonts w:cs="Arial"/>
          <w:b/>
          <w:szCs w:val="20"/>
        </w:rPr>
        <w:t>24</w:t>
      </w:r>
      <w:r w:rsidR="00C9493F" w:rsidRPr="00860E1C">
        <w:rPr>
          <w:b/>
        </w:rPr>
        <w:t xml:space="preserve"> měsíců</w:t>
      </w:r>
      <w:r w:rsidRPr="006D0812">
        <w:t>. Záru</w:t>
      </w:r>
      <w:r w:rsidR="00F62186" w:rsidRPr="006D0812">
        <w:t>ční doba</w:t>
      </w:r>
      <w:r w:rsidRPr="006D0812">
        <w:t xml:space="preserve"> počíná běžet okamžikem </w:t>
      </w:r>
      <w:r w:rsidR="00AD3095" w:rsidRPr="006D0812">
        <w:t>odevzdáním</w:t>
      </w:r>
      <w:r w:rsidRPr="006D0812">
        <w:t xml:space="preserve"> zboží kupujícím</w:t>
      </w:r>
      <w:r w:rsidR="00AD3095" w:rsidRPr="006D0812">
        <w:t>u</w:t>
      </w:r>
      <w:r w:rsidRPr="006D0812">
        <w:t>. Zárukou za jakost</w:t>
      </w:r>
      <w:r w:rsidR="00AD3095" w:rsidRPr="006D0812">
        <w:t xml:space="preserve"> se</w:t>
      </w:r>
      <w:r w:rsidRPr="006D0812">
        <w:t xml:space="preserve"> prodávající </w:t>
      </w:r>
      <w:r w:rsidR="00AD3095" w:rsidRPr="006D0812">
        <w:t>zavazuje</w:t>
      </w:r>
      <w:r w:rsidRPr="006D0812">
        <w:t>, že zboží bude po dobu odpovídající záruce způsobilé ke svému</w:t>
      </w:r>
      <w:r w:rsidR="00AD3095" w:rsidRPr="006D0812">
        <w:t xml:space="preserve"> obvyklému účelu</w:t>
      </w:r>
      <w:r w:rsidRPr="006D0812">
        <w:t>, jeho kvalita bude odpovídat této smlouvě a zachová si vlastnosti touto smlouvou vymezené</w:t>
      </w:r>
      <w:r w:rsidR="008D7C03">
        <w:t>,</w:t>
      </w:r>
      <w:r w:rsidRPr="006D0812">
        <w:t xml:space="preserve"> popř. obvyklé.</w:t>
      </w:r>
    </w:p>
    <w:p w14:paraId="0A518AC0" w14:textId="77777777" w:rsidR="00AD3095" w:rsidRPr="006D0812" w:rsidRDefault="00C01A96" w:rsidP="00A57352">
      <w:pPr>
        <w:pStyle w:val="ListNumber-ContractCzechRadio"/>
        <w:jc w:val="both"/>
      </w:pPr>
      <w:r w:rsidRPr="006D0812">
        <w:t>Prodávající je povinen po dobu záruční doby bezplatně odstranit vadu</w:t>
      </w:r>
      <w:r w:rsidR="005264A9" w:rsidRPr="006D0812">
        <w:t xml:space="preserve"> </w:t>
      </w:r>
      <w:r w:rsidR="00474E60">
        <w:t xml:space="preserve">zboží </w:t>
      </w:r>
      <w:r w:rsidR="005264A9" w:rsidRPr="006D0812">
        <w:t>dodáním nového zboží nebo dodáním chybějícího zboží</w:t>
      </w:r>
      <w:r w:rsidRPr="006D0812">
        <w:t xml:space="preserve"> nebo </w:t>
      </w:r>
      <w:r w:rsidR="005264A9" w:rsidRPr="006D0812">
        <w:t xml:space="preserve">vadu </w:t>
      </w:r>
      <w:r w:rsidRPr="006D0812">
        <w:t xml:space="preserve">zboží </w:t>
      </w:r>
      <w:r w:rsidR="005264A9" w:rsidRPr="006D0812">
        <w:t xml:space="preserve">bezplatně odstranit její opravou </w:t>
      </w:r>
      <w:r w:rsidRPr="006D0812">
        <w:t xml:space="preserve">dle povahy vady, která se na zboží objeví, a to nejpozději do </w:t>
      </w:r>
      <w:r w:rsidR="007417F7">
        <w:t>10</w:t>
      </w:r>
      <w:r w:rsidRPr="006D0812">
        <w:t xml:space="preserve"> dní od jejího </w:t>
      </w:r>
      <w:r w:rsidR="00F527BB">
        <w:t xml:space="preserve">písemného </w:t>
      </w:r>
      <w:r w:rsidR="008D7C03">
        <w:t>oznámení</w:t>
      </w:r>
      <w:r w:rsidRPr="006D0812">
        <w:t xml:space="preserve"> kupujícím. V případě, že bude prodávající v prodlení s výměnou zboží za nové</w:t>
      </w:r>
      <w:r w:rsidR="005264A9" w:rsidRPr="006D0812">
        <w:t xml:space="preserve"> nebo dodáním chybějícího zboží nebo s</w:t>
      </w:r>
      <w:r w:rsidRPr="006D0812">
        <w:t xml:space="preserve"> </w:t>
      </w:r>
      <w:r w:rsidR="005264A9" w:rsidRPr="006D0812">
        <w:t xml:space="preserve">odstraněním vady její opravou </w:t>
      </w:r>
      <w:r w:rsidRPr="006D0812">
        <w:t xml:space="preserve">je kupující oprávněn vadu odstranit sám na náklady prodávajícího nebo odstoupit od smlouvy v odpovídajícím rozsahu. </w:t>
      </w:r>
      <w:r w:rsidR="00F025F7">
        <w:t>V případě, že kupující vadu zboží odstraní sám na náklady prodávajícího, je prodávající povinen</w:t>
      </w:r>
      <w:r w:rsidRPr="006D0812">
        <w:t xml:space="preserve"> </w:t>
      </w:r>
      <w:r w:rsidR="00F025F7">
        <w:t>tyto náklady kupujícímu neprodleně uhradit.</w:t>
      </w:r>
    </w:p>
    <w:p w14:paraId="7544B11A" w14:textId="77777777" w:rsidR="00C3424D" w:rsidRDefault="00C01A96" w:rsidP="00A57352">
      <w:pPr>
        <w:pStyle w:val="ListNumber-ContractCzechRadio"/>
        <w:jc w:val="both"/>
      </w:pPr>
      <w:r>
        <w:t>Záruční doba neběží po dobu, po kterou kupující nemůže zboží pro jeho vady, za které odpovídá prodávající, užívat. Při dodání nového anebo chybějícího zboží běží záruční doba dle tohoto článku smlouvy od počátku.</w:t>
      </w:r>
    </w:p>
    <w:p w14:paraId="674B2BFA" w14:textId="77777777" w:rsidR="00BE5D60" w:rsidRDefault="00C01A96" w:rsidP="00A57352">
      <w:pPr>
        <w:pStyle w:val="ListNumber-ContractCzechRadio"/>
        <w:jc w:val="both"/>
      </w:pPr>
      <w:r w:rsidRPr="006D0812">
        <w:t xml:space="preserve">Výše uvedená ustanovení </w:t>
      </w:r>
      <w:r w:rsidR="00CB02B2">
        <w:t>tohoto článku</w:t>
      </w:r>
      <w:r w:rsidR="00CB02B2" w:rsidRPr="006D0812">
        <w:t xml:space="preserve"> </w:t>
      </w:r>
      <w:r w:rsidRPr="006D0812">
        <w:t xml:space="preserve">smlouvy se přiměřeně použijí i na vady </w:t>
      </w:r>
      <w:r w:rsidR="00CB02B2">
        <w:t>dokumentace zboží</w:t>
      </w:r>
      <w:r w:rsidRPr="006D0812">
        <w:t xml:space="preserve"> </w:t>
      </w:r>
      <w:r w:rsidR="00851E5F" w:rsidRPr="006D0812">
        <w:t>nutn</w:t>
      </w:r>
      <w:r w:rsidR="00851E5F">
        <w:t>é</w:t>
      </w:r>
      <w:r w:rsidR="00851E5F" w:rsidRPr="006D0812">
        <w:t xml:space="preserve"> </w:t>
      </w:r>
      <w:r w:rsidRPr="006D0812">
        <w:t xml:space="preserve">pro </w:t>
      </w:r>
      <w:r w:rsidR="00CB02B2">
        <w:t xml:space="preserve">jeho </w:t>
      </w:r>
      <w:r w:rsidRPr="006D0812">
        <w:t>užívání.</w:t>
      </w:r>
    </w:p>
    <w:p w14:paraId="49E307A3" w14:textId="77777777" w:rsidR="00AD3095" w:rsidRPr="006D0812" w:rsidRDefault="00C01A96" w:rsidP="00A57352">
      <w:pPr>
        <w:pStyle w:val="ListNumber-ContractCzechRadio"/>
        <w:jc w:val="both"/>
      </w:pPr>
      <w:r>
        <w:t xml:space="preserve">Prodávající je povinen uhradit kupujícímu náklady vzniklé </w:t>
      </w:r>
      <w:r w:rsidR="005B278C">
        <w:t>při uplatnění jeho práv a nároků</w:t>
      </w:r>
      <w:r>
        <w:t xml:space="preserve"> z odpovědnosti za vady.</w:t>
      </w:r>
    </w:p>
    <w:p w14:paraId="25A8CEAF" w14:textId="77777777" w:rsidR="008D1F83" w:rsidRPr="006D0812" w:rsidRDefault="00C01A96" w:rsidP="008D1F83">
      <w:pPr>
        <w:pStyle w:val="Heading-Number-ContractCzechRadio"/>
      </w:pPr>
      <w:r w:rsidRPr="006D0812">
        <w:lastRenderedPageBreak/>
        <w:t>Změny smlouvy</w:t>
      </w:r>
    </w:p>
    <w:p w14:paraId="580DDA94" w14:textId="77777777" w:rsidR="008D1F83" w:rsidRPr="006D0812" w:rsidRDefault="00C01A96" w:rsidP="0023258C">
      <w:pPr>
        <w:pStyle w:val="ListNumber-ContractCzechRadio"/>
        <w:jc w:val="both"/>
      </w:pPr>
      <w:r w:rsidRPr="006D0812">
        <w:t>Tato smlouva může být změněna pouze písemným</w:t>
      </w:r>
      <w:r w:rsidR="008D7C03">
        <w:t>i</w:t>
      </w:r>
      <w:r w:rsidRPr="006D0812">
        <w:t xml:space="preserve"> </w:t>
      </w:r>
      <w:r w:rsidR="008D7C03">
        <w:t>d</w:t>
      </w:r>
      <w:r w:rsidRPr="006D0812">
        <w:t xml:space="preserve">odatky ke smlouvě </w:t>
      </w:r>
      <w:r w:rsidR="008D7C03">
        <w:t xml:space="preserve">vzestupně číslovanými </w:t>
      </w:r>
      <w:r w:rsidRPr="006D0812">
        <w:t xml:space="preserve">počínaje </w:t>
      </w:r>
      <w:r w:rsidR="00A71C6C">
        <w:t xml:space="preserve">řadovým </w:t>
      </w:r>
      <w:r w:rsidRPr="006D0812">
        <w:t>číslem 1 a podeps</w:t>
      </w:r>
      <w:r w:rsidR="008D7C03">
        <w:t>anými</w:t>
      </w:r>
      <w:r w:rsidRPr="006D0812">
        <w:t xml:space="preserve"> oprávněnými osobami obou smluvních stran. </w:t>
      </w:r>
    </w:p>
    <w:p w14:paraId="268732CA" w14:textId="77777777" w:rsidR="008D1F83" w:rsidRPr="006D0812" w:rsidRDefault="00C01A96" w:rsidP="0023258C">
      <w:pPr>
        <w:pStyle w:val="ListNumber-ContractCzechRadio"/>
        <w:jc w:val="both"/>
      </w:pPr>
      <w:r w:rsidRPr="006D0812">
        <w:t>Jakékoliv jiné dokumenty zejména zápisy, protokoly, přejímky apod. se za změnu smlouvy nepovažují.</w:t>
      </w:r>
      <w:r w:rsidRPr="006D0812">
        <w:rPr>
          <w:noProof/>
          <w:lang w:eastAsia="cs-CZ"/>
        </w:rPr>
        <mc:AlternateContent>
          <mc:Choice Requires="wps">
            <w:drawing>
              <wp:anchor distT="0" distB="0" distL="114300" distR="114300" simplePos="0" relativeHeight="251666432" behindDoc="0" locked="0" layoutInCell="1" allowOverlap="1" wp14:anchorId="5393AFA5" wp14:editId="63C63D7B">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727CC0CD" w14:textId="77777777" w:rsidR="00107251" w:rsidRPr="008519AB" w:rsidRDefault="00107251" w:rsidP="008D1F83">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5393AFA5" id="Textové pole 8" o:spid="_x0000_s1030" type="#_x0000_t202" style="position:absolute;left:0;text-align:left;margin-left:0;margin-top:0;width:2in;height:2in;z-index:2516664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" filled="f" stroked="f">
                <v:textbox style="mso-fit-shape-to-text:t">
                  <w:txbxContent>
                    <w:p w14:paraId="727CC0CD" w14:textId="77777777" w:rsidR="00107251" w:rsidRPr="008519AB" w:rsidRDefault="00107251" w:rsidP="008D1F83">
                      <w:pPr>
                        <w:pStyle w:val="ListNumber-ContractCzechRadio"/>
                        <w:numPr>
                          <w:ilvl w:val="0"/>
                          <w:numId w:val="0"/>
                        </w:numPr>
                      </w:pPr>
                    </w:p>
                  </w:txbxContent>
                </v:textbox>
              </v:shape>
            </w:pict>
          </mc:Fallback>
        </mc:AlternateContent>
      </w:r>
    </w:p>
    <w:p w14:paraId="2BB42CC0" w14:textId="77777777" w:rsidR="00A11BC0" w:rsidRPr="006D0812" w:rsidRDefault="00C01A96" w:rsidP="00A11BC0">
      <w:pPr>
        <w:pStyle w:val="Heading-Number-ContractCzechRadio"/>
      </w:pPr>
      <w:r w:rsidRPr="006D0812">
        <w:t>Sankce</w:t>
      </w:r>
    </w:p>
    <w:p w14:paraId="3A259286" w14:textId="77777777" w:rsidR="001C316E" w:rsidRPr="007417F7" w:rsidRDefault="00C01A96" w:rsidP="0023258C">
      <w:pPr>
        <w:pStyle w:val="ListNumber-ContractCzechRadio"/>
        <w:jc w:val="both"/>
        <w:rPr>
          <w:b/>
          <w:szCs w:val="24"/>
        </w:rPr>
      </w:pPr>
      <w:r w:rsidRPr="006D0812">
        <w:t xml:space="preserve">Bude-li prodávající v prodlení s odevzdáním zboží, zavazuje se zaplatit kupujícímu smluvní pokutu ve výši </w:t>
      </w:r>
      <w:r w:rsidR="006014BF">
        <w:rPr>
          <w:b/>
        </w:rPr>
        <w:t>500</w:t>
      </w:r>
      <w:r w:rsidR="00E2514A" w:rsidRPr="00860E1C">
        <w:rPr>
          <w:b/>
        </w:rPr>
        <w:t>,-</w:t>
      </w:r>
      <w:r w:rsidR="00A4450D" w:rsidRPr="00860E1C">
        <w:rPr>
          <w:b/>
        </w:rPr>
        <w:t xml:space="preserve"> Kč</w:t>
      </w:r>
      <w:r w:rsidR="00A4450D">
        <w:t xml:space="preserve"> </w:t>
      </w:r>
      <w:r w:rsidRPr="006D0812">
        <w:t xml:space="preserve">za každý </w:t>
      </w:r>
      <w:r w:rsidR="007417F7">
        <w:t xml:space="preserve">započatý </w:t>
      </w:r>
      <w:r w:rsidRPr="006D0812">
        <w:t>den prodlení.</w:t>
      </w:r>
    </w:p>
    <w:p w14:paraId="4E72F12D" w14:textId="77777777" w:rsidR="007417F7" w:rsidRPr="007417F7" w:rsidRDefault="00C01A96" w:rsidP="007417F7">
      <w:pPr>
        <w:pStyle w:val="ListNumber-ContractCzechRadio"/>
        <w:jc w:val="both"/>
        <w:rPr>
          <w:b/>
          <w:szCs w:val="24"/>
        </w:rPr>
      </w:pPr>
      <w:r w:rsidRPr="006D0812">
        <w:t>Bude-li prodávající v prodlení s</w:t>
      </w:r>
      <w:r>
        <w:t xml:space="preserve"> vyřízením reklamace </w:t>
      </w:r>
      <w:r w:rsidRPr="006D0812">
        <w:t xml:space="preserve">zboží, zavazuje se zaplatit kupujícímu smluvní pokutu </w:t>
      </w:r>
      <w:r w:rsidR="00A4450D" w:rsidRPr="00CF2EDD">
        <w:t xml:space="preserve">ve </w:t>
      </w:r>
      <w:r w:rsidR="00A4450D" w:rsidRPr="00BF05E5">
        <w:t>výši</w:t>
      </w:r>
      <w:r w:rsidR="00A4450D" w:rsidRPr="006014BF">
        <w:rPr>
          <w:b/>
        </w:rPr>
        <w:t xml:space="preserve"> </w:t>
      </w:r>
      <w:r w:rsidR="006014BF" w:rsidRPr="006014BF">
        <w:rPr>
          <w:b/>
        </w:rPr>
        <w:t>500</w:t>
      </w:r>
      <w:r w:rsidR="00E2514A" w:rsidRPr="00860E1C">
        <w:rPr>
          <w:b/>
        </w:rPr>
        <w:t>,-</w:t>
      </w:r>
      <w:r w:rsidR="00A4450D" w:rsidRPr="00860E1C">
        <w:rPr>
          <w:b/>
        </w:rPr>
        <w:t xml:space="preserve"> Kč</w:t>
      </w:r>
      <w:r w:rsidRPr="006D0812">
        <w:t xml:space="preserve"> za každý </w:t>
      </w:r>
      <w:r w:rsidR="003B5BE5">
        <w:t xml:space="preserve">jednotlivý případ a každý </w:t>
      </w:r>
      <w:r>
        <w:t xml:space="preserve">započatý </w:t>
      </w:r>
      <w:r w:rsidRPr="006D0812">
        <w:t>den prodlení.</w:t>
      </w:r>
    </w:p>
    <w:p w14:paraId="2A9B24AA" w14:textId="77777777" w:rsidR="00546A76" w:rsidRPr="00CF2EDD" w:rsidRDefault="00C01A96" w:rsidP="00546A76">
      <w:pPr>
        <w:pStyle w:val="ListNumber-ContractCzechRadio"/>
        <w:jc w:val="both"/>
        <w:rPr>
          <w:b/>
          <w:szCs w:val="24"/>
        </w:rPr>
      </w:pPr>
      <w:r w:rsidRPr="00565B8F">
        <w:t xml:space="preserve">Bude-li </w:t>
      </w:r>
      <w:r>
        <w:t>kupující</w:t>
      </w:r>
      <w:r w:rsidRPr="00565B8F">
        <w:t xml:space="preserve"> v prodlení s</w:t>
      </w:r>
      <w:r>
        <w:t>e zaplacením ceny</w:t>
      </w:r>
      <w:r w:rsidR="00BE5D60">
        <w:t xml:space="preserve"> zboží</w:t>
      </w:r>
      <w:r w:rsidRPr="00565B8F">
        <w:t xml:space="preserve">, zavazuje se </w:t>
      </w:r>
      <w:r>
        <w:t>kupující</w:t>
      </w:r>
      <w:r w:rsidRPr="00565B8F">
        <w:t xml:space="preserve"> zaplatit </w:t>
      </w:r>
      <w:r>
        <w:t>prodávajícímu</w:t>
      </w:r>
      <w:r w:rsidRPr="00565B8F">
        <w:t xml:space="preserve"> smluvní </w:t>
      </w:r>
      <w:r w:rsidRPr="00CF2EDD">
        <w:t xml:space="preserve">pokutu ve </w:t>
      </w:r>
      <w:r w:rsidR="00EE76E0">
        <w:t xml:space="preserve">výši </w:t>
      </w:r>
      <w:r w:rsidR="00EE76E0" w:rsidRPr="00860E1C">
        <w:rPr>
          <w:b/>
        </w:rPr>
        <w:t xml:space="preserve">0,05 </w:t>
      </w:r>
      <w:r w:rsidRPr="00860E1C">
        <w:rPr>
          <w:b/>
        </w:rPr>
        <w:t>%</w:t>
      </w:r>
      <w:r w:rsidRPr="00BF05E5">
        <w:t xml:space="preserve"> z</w:t>
      </w:r>
      <w:r>
        <w:t xml:space="preserve"> dlužné částky </w:t>
      </w:r>
      <w:r w:rsidRPr="00CF2EDD">
        <w:t xml:space="preserve">za každý </w:t>
      </w:r>
      <w:r w:rsidR="007417F7">
        <w:t xml:space="preserve">započatý </w:t>
      </w:r>
      <w:r w:rsidRPr="00CF2EDD">
        <w:t xml:space="preserve">den prodlení. </w:t>
      </w:r>
    </w:p>
    <w:p w14:paraId="1CDA5504" w14:textId="77777777" w:rsidR="00E966D0" w:rsidRPr="00E966D0" w:rsidRDefault="00C01A96" w:rsidP="00860E1C">
      <w:pPr>
        <w:pStyle w:val="ListNumber-ContractCzechRadio"/>
        <w:jc w:val="both"/>
      </w:pPr>
      <w:r>
        <w:t xml:space="preserve">Smluvní pokuty jsou splatné ve lhůtě </w:t>
      </w:r>
      <w:r w:rsidR="00534898">
        <w:t>15</w:t>
      </w:r>
      <w:r>
        <w:t xml:space="preserve"> dnů od </w:t>
      </w:r>
      <w:r w:rsidR="009E79F9">
        <w:t>data doručení písemné výzvy k jejich</w:t>
      </w:r>
      <w:r>
        <w:t xml:space="preserve"> </w:t>
      </w:r>
      <w:r w:rsidR="003F25A3">
        <w:t>úhradě</w:t>
      </w:r>
      <w:r>
        <w:t xml:space="preserve"> druhé smluvní straně.</w:t>
      </w:r>
    </w:p>
    <w:p w14:paraId="7EFC4A53" w14:textId="77777777" w:rsidR="00E966D0" w:rsidRPr="00860E1C" w:rsidRDefault="00C01A96" w:rsidP="00860E1C">
      <w:pPr>
        <w:pStyle w:val="ListNumber-ContractCzechRadio"/>
        <w:jc w:val="both"/>
        <w:rPr>
          <w:b/>
        </w:rPr>
      </w:pPr>
      <w:r>
        <w:t xml:space="preserve">Uplatněním nároku na smluvní pokutu či jejím uhrazením nezaniká právo </w:t>
      </w:r>
      <w:r w:rsidR="000F7B50">
        <w:t>kupujícího</w:t>
      </w:r>
      <w:r>
        <w:t xml:space="preserve"> na náhradu škody v plné výši, vznikla-li škoda z téhož právního důvodu, pro který je požadována úhrada smluvní pokuty.</w:t>
      </w:r>
      <w:r w:rsidRPr="002663BF">
        <w:t xml:space="preserve"> </w:t>
      </w:r>
      <w:r>
        <w:t xml:space="preserve">Nárok </w:t>
      </w:r>
      <w:r w:rsidR="000F7B50">
        <w:t>kupujícího</w:t>
      </w:r>
      <w:r>
        <w:t xml:space="preserve"> na náhradu škody se uplatněním smluvní pokuty nesnižuje.</w:t>
      </w:r>
    </w:p>
    <w:p w14:paraId="2FBC441F" w14:textId="77777777" w:rsidR="00BE6AFE" w:rsidRPr="00BE6AFE" w:rsidRDefault="00C01A96" w:rsidP="00860E1C">
      <w:pPr>
        <w:pStyle w:val="ListNumber-ContractCzechRadio"/>
        <w:jc w:val="both"/>
      </w:pPr>
      <w:r w:rsidRPr="00860E1C">
        <w:t xml:space="preserve">V případě, kdy </w:t>
      </w:r>
      <w:r w:rsidR="005D39D9">
        <w:t>by</w:t>
      </w:r>
      <w:r w:rsidRPr="00860E1C">
        <w:t xml:space="preserve"> nesplnění některé povinnosti dle této smlouvy, pro kterou je stanovena smluvní pokuta, </w:t>
      </w:r>
      <w:r w:rsidR="005D39D9">
        <w:t xml:space="preserve">bylo </w:t>
      </w:r>
      <w:r w:rsidRPr="00860E1C">
        <w:t xml:space="preserve">prokazatelně způsobeno </w:t>
      </w:r>
      <w:r w:rsidR="00F025F7">
        <w:t>mimořádnou nepředvídatelnou a nepřekonatelnou překážkou vzniklou</w:t>
      </w:r>
      <w:r w:rsidR="00F025F7" w:rsidRPr="00F025F7">
        <w:t xml:space="preserve"> nezávisle na vůli</w:t>
      </w:r>
      <w:r w:rsidR="00F025F7">
        <w:t xml:space="preserve"> smluvní strany</w:t>
      </w:r>
      <w:r w:rsidRPr="00860E1C">
        <w:t>, není smluvní strana, která tuto smluvní povinnost nesplnila povinna k úhradě smluvní pokuty</w:t>
      </w:r>
      <w:r w:rsidR="00B53DC3">
        <w:t>, která se k takové smluvní povinnosti vztahuje</w:t>
      </w:r>
      <w:r w:rsidRPr="00860E1C">
        <w:t xml:space="preserve">. </w:t>
      </w:r>
      <w:r w:rsidR="007B75B6">
        <w:t>O vzniku takové překážky je smluvní strana povinna bez zbytečného odkladu písemně informovat druhou smluvní stranu</w:t>
      </w:r>
      <w:r w:rsidR="003B5BE5">
        <w:t>,</w:t>
      </w:r>
      <w:r w:rsidR="003B5BE5" w:rsidRPr="003B5BE5">
        <w:t xml:space="preserve"> </w:t>
      </w:r>
      <w:r w:rsidR="003B5BE5">
        <w:t xml:space="preserve">v opačném případě </w:t>
      </w:r>
      <w:r w:rsidR="002C2293">
        <w:t>zůstává</w:t>
      </w:r>
      <w:r w:rsidR="003B5BE5">
        <w:t xml:space="preserve"> nárok druhé smluvní strany na úhradu smluvní pokuty zachován</w:t>
      </w:r>
      <w:r w:rsidR="007B75B6">
        <w:t>.</w:t>
      </w:r>
    </w:p>
    <w:p w14:paraId="648E1760" w14:textId="77777777" w:rsidR="00A4450D" w:rsidRDefault="00C01A96" w:rsidP="00A11BC0">
      <w:pPr>
        <w:pStyle w:val="Heading-Number-ContractCzechRadio"/>
      </w:pPr>
      <w:r>
        <w:t>Zánik smlouvy</w:t>
      </w:r>
    </w:p>
    <w:p w14:paraId="3A23ADF8" w14:textId="77777777" w:rsidR="009A79CD" w:rsidRPr="00D73EC2" w:rsidRDefault="00C01A96" w:rsidP="009A79CD">
      <w:pPr>
        <w:pStyle w:val="ListNumber-ContractCzechRadio"/>
        <w:jc w:val="both"/>
      </w:pPr>
      <w:r w:rsidRPr="00B63CDB">
        <w:rPr>
          <w:lang w:eastAsia="cs-CZ"/>
        </w:rPr>
        <w:t xml:space="preserve">Smlouva zaniká buď </w:t>
      </w:r>
      <w:r>
        <w:rPr>
          <w:lang w:eastAsia="cs-CZ"/>
        </w:rPr>
        <w:t xml:space="preserve">(1) </w:t>
      </w:r>
      <w:r w:rsidRPr="00B63CDB">
        <w:rPr>
          <w:lang w:eastAsia="cs-CZ"/>
        </w:rPr>
        <w:t xml:space="preserve">řádným a včasným splněním, </w:t>
      </w:r>
      <w:r>
        <w:rPr>
          <w:lang w:eastAsia="cs-CZ"/>
        </w:rPr>
        <w:t xml:space="preserve">(2) </w:t>
      </w:r>
      <w:r w:rsidRPr="00B63CDB">
        <w:rPr>
          <w:spacing w:val="-4"/>
          <w:lang w:eastAsia="cs-CZ"/>
        </w:rPr>
        <w:t xml:space="preserve">dohodou, anebo </w:t>
      </w:r>
      <w:r>
        <w:rPr>
          <w:spacing w:val="-4"/>
          <w:lang w:eastAsia="cs-CZ"/>
        </w:rPr>
        <w:t xml:space="preserve">(3) </w:t>
      </w:r>
      <w:r w:rsidRPr="00B63CDB">
        <w:rPr>
          <w:spacing w:val="-4"/>
          <w:lang w:eastAsia="cs-CZ"/>
        </w:rPr>
        <w:t xml:space="preserve">odstoupením. </w:t>
      </w:r>
    </w:p>
    <w:p w14:paraId="05D5D2BF" w14:textId="77777777" w:rsidR="009A79CD" w:rsidRDefault="00C01A96" w:rsidP="009A79CD">
      <w:pPr>
        <w:pStyle w:val="ListNumber-ContractCzechRadio"/>
        <w:jc w:val="both"/>
      </w:pPr>
      <w:r>
        <w:t xml:space="preserve">K ukončení smlouvy písemnou </w:t>
      </w:r>
      <w:r w:rsidRPr="00C55596">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 </w:t>
      </w:r>
    </w:p>
    <w:p w14:paraId="7702A015" w14:textId="77777777" w:rsidR="009A79CD" w:rsidRPr="009A79CD" w:rsidRDefault="00C01A96" w:rsidP="00860E1C">
      <w:pPr>
        <w:pStyle w:val="ListNumber-ContractCzechRadio"/>
        <w:jc w:val="both"/>
      </w:pPr>
      <w:r>
        <w:t xml:space="preserve">Každá ze smluvních stran má právo od smlouvy písemně </w:t>
      </w:r>
      <w:r w:rsidRPr="00C55596">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3AC43666" w14:textId="77777777" w:rsidR="00A4450D" w:rsidRPr="002354C7" w:rsidRDefault="00C01A96" w:rsidP="00A4450D">
      <w:pPr>
        <w:pStyle w:val="ListNumber-ContractCzechRadio"/>
      </w:pPr>
      <w:r w:rsidRPr="002354C7">
        <w:t>Kupující je oprávněn od této smlouvy odstoupit</w:t>
      </w:r>
      <w:r w:rsidR="00F303A2" w:rsidRPr="002354C7">
        <w:t xml:space="preserve"> zejména</w:t>
      </w:r>
      <w:r w:rsidRPr="002354C7">
        <w:t xml:space="preserve">: </w:t>
      </w:r>
    </w:p>
    <w:p w14:paraId="1467A8C5" w14:textId="77777777" w:rsidR="00A4450D" w:rsidRPr="002354C7" w:rsidRDefault="00C01A96" w:rsidP="00A4450D">
      <w:pPr>
        <w:pStyle w:val="ListLetter-ContractCzechRadio"/>
        <w:jc w:val="both"/>
      </w:pPr>
      <w:r w:rsidRPr="002354C7">
        <w:t xml:space="preserve">v případě prodlení prodávajícího s odevzdáním zboží nebo jeho části o více než 30 dní; </w:t>
      </w:r>
    </w:p>
    <w:p w14:paraId="67C24C81" w14:textId="77777777" w:rsidR="00A4450D" w:rsidRPr="002354C7" w:rsidRDefault="00C01A96" w:rsidP="00A4450D">
      <w:pPr>
        <w:pStyle w:val="ListLetter-ContractCzechRadio"/>
        <w:jc w:val="both"/>
      </w:pPr>
      <w:r w:rsidRPr="002354C7">
        <w:rPr>
          <w:rFonts w:eastAsia="Times New Roman" w:cs="Arial"/>
          <w:bCs/>
          <w:kern w:val="32"/>
          <w:szCs w:val="20"/>
        </w:rPr>
        <w:t>v případě prodlení s odstraněním vady zboží o více než 10 dní nebo v případě opakovaného (alespoň třikrát po dobu záruční doby) prodlení s odstraněním vady o více než 5 dní;</w:t>
      </w:r>
    </w:p>
    <w:p w14:paraId="23FDE0E2" w14:textId="77777777" w:rsidR="00A4450D" w:rsidRPr="002354C7" w:rsidRDefault="00C01A96" w:rsidP="00A4450D">
      <w:pPr>
        <w:pStyle w:val="ListLetter-ContractCzechRadio"/>
        <w:jc w:val="both"/>
      </w:pPr>
      <w:r w:rsidRPr="002354C7">
        <w:t xml:space="preserve">v případě, že se u více jak 5 % kusů zboží projeví vady; </w:t>
      </w:r>
    </w:p>
    <w:p w14:paraId="5DA906C8" w14:textId="77777777" w:rsidR="00A4450D" w:rsidRPr="002354C7" w:rsidRDefault="00C01A96" w:rsidP="00A4450D">
      <w:pPr>
        <w:pStyle w:val="ListLetter-ContractCzechRadio"/>
        <w:jc w:val="both"/>
      </w:pPr>
      <w:r w:rsidRPr="002354C7">
        <w:lastRenderedPageBreak/>
        <w:t xml:space="preserve">je-li to stanoveno touto smlouvou. </w:t>
      </w:r>
    </w:p>
    <w:p w14:paraId="387607D7" w14:textId="77777777" w:rsidR="00A4450D" w:rsidRPr="002638B5" w:rsidRDefault="00C01A96" w:rsidP="00860E1C">
      <w:pPr>
        <w:pStyle w:val="ListNumber-ContractCzechRadio"/>
        <w:jc w:val="both"/>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musí v něm být popsán konkrétní důvod odstoupení a být podepsán oprávněným zástupcem smluvní strany, v opačném případě se odstoupení považuje za neplatné. Účinky</w:t>
      </w:r>
      <w:r w:rsidRPr="006D0812">
        <w:rPr>
          <w:rFonts w:eastAsia="Times New Roman" w:cs="Arial"/>
          <w:bCs/>
          <w:kern w:val="32"/>
          <w:szCs w:val="20"/>
        </w:rPr>
        <w:t xml:space="preserve"> </w:t>
      </w:r>
      <w:r>
        <w:rPr>
          <w:rFonts w:eastAsia="Times New Roman" w:cs="Arial"/>
          <w:bCs/>
          <w:kern w:val="32"/>
          <w:szCs w:val="20"/>
        </w:rPr>
        <w:t xml:space="preserve">odstoupení </w:t>
      </w:r>
      <w:r w:rsidRPr="006D0812">
        <w:rPr>
          <w:rFonts w:eastAsia="Times New Roman" w:cs="Arial"/>
          <w:bCs/>
          <w:kern w:val="32"/>
          <w:szCs w:val="20"/>
        </w:rPr>
        <w:t xml:space="preserve">nastávají </w:t>
      </w:r>
      <w:r>
        <w:rPr>
          <w:rFonts w:eastAsia="Times New Roman" w:cs="Arial"/>
          <w:bCs/>
          <w:kern w:val="32"/>
          <w:szCs w:val="20"/>
        </w:rPr>
        <w:t>okamžikem</w:t>
      </w:r>
      <w:r w:rsidRPr="006D0812">
        <w:rPr>
          <w:rFonts w:eastAsia="Times New Roman" w:cs="Arial"/>
          <w:bCs/>
          <w:kern w:val="32"/>
          <w:szCs w:val="20"/>
        </w:rPr>
        <w:t xml:space="preserve"> </w:t>
      </w:r>
      <w:r>
        <w:rPr>
          <w:rFonts w:eastAsia="Times New Roman" w:cs="Arial"/>
          <w:bCs/>
          <w:kern w:val="32"/>
          <w:szCs w:val="20"/>
        </w:rPr>
        <w:t>jeho</w:t>
      </w:r>
      <w:r w:rsidRPr="006D0812">
        <w:rPr>
          <w:rFonts w:eastAsia="Times New Roman" w:cs="Arial"/>
          <w:bCs/>
          <w:kern w:val="32"/>
          <w:szCs w:val="20"/>
        </w:rPr>
        <w:t xml:space="preserve"> doručení </w:t>
      </w:r>
      <w:r>
        <w:rPr>
          <w:rFonts w:eastAsia="Times New Roman" w:cs="Arial"/>
          <w:bCs/>
          <w:kern w:val="32"/>
          <w:szCs w:val="20"/>
        </w:rPr>
        <w:t>druhé smluvní straně</w:t>
      </w:r>
      <w:r w:rsidR="00F303A2">
        <w:rPr>
          <w:rFonts w:eastAsia="Times New Roman" w:cs="Arial"/>
          <w:bCs/>
          <w:kern w:val="32"/>
          <w:szCs w:val="20"/>
        </w:rPr>
        <w:t>,</w:t>
      </w:r>
      <w:r w:rsidR="00F303A2" w:rsidRPr="00F303A2">
        <w:rPr>
          <w:rFonts w:eastAsia="Times New Roman" w:cs="Arial"/>
          <w:bCs/>
          <w:kern w:val="32"/>
          <w:szCs w:val="20"/>
        </w:rPr>
        <w:t xml:space="preserve"> </w:t>
      </w:r>
      <w:r w:rsidR="00F303A2">
        <w:rPr>
          <w:rFonts w:eastAsia="Times New Roman" w:cs="Arial"/>
          <w:bCs/>
          <w:kern w:val="32"/>
          <w:szCs w:val="20"/>
        </w:rPr>
        <w:t>příp. později, pokud je tak v odstoupení uvedeno</w:t>
      </w:r>
      <w:r w:rsidRPr="006D0812">
        <w:rPr>
          <w:rFonts w:eastAsia="Times New Roman" w:cs="Arial"/>
          <w:bCs/>
          <w:kern w:val="32"/>
          <w:szCs w:val="20"/>
        </w:rPr>
        <w:t>.</w:t>
      </w:r>
    </w:p>
    <w:p w14:paraId="23178D23" w14:textId="77777777" w:rsidR="00A11BC0" w:rsidRPr="006D0812" w:rsidRDefault="00C01A96" w:rsidP="00A11BC0">
      <w:pPr>
        <w:pStyle w:val="Heading-Number-ContractCzechRadio"/>
      </w:pPr>
      <w:r w:rsidRPr="006D0812">
        <w:t>Závěrečná ustanovení</w:t>
      </w:r>
    </w:p>
    <w:p w14:paraId="598E3CDF" w14:textId="77777777" w:rsidR="00C42714" w:rsidRPr="006D0812" w:rsidRDefault="00C01A96" w:rsidP="00C42714">
      <w:pPr>
        <w:pStyle w:val="ListNumber-ContractCzechRadio"/>
        <w:jc w:val="both"/>
      </w:pPr>
      <w:r w:rsidRPr="006D0812">
        <w:t>Tato smlouva nabývá platnosti dnem jejího podpisu oběma smluvními stranami</w:t>
      </w:r>
      <w:r w:rsidRPr="00600C6A">
        <w:t xml:space="preserve"> </w:t>
      </w:r>
      <w:r w:rsidRPr="006D0812">
        <w:t>a účinnosti</w:t>
      </w:r>
      <w:r>
        <w:t xml:space="preserve"> dnem </w:t>
      </w:r>
      <w:r w:rsidR="00107251">
        <w:t xml:space="preserve">jejího </w:t>
      </w:r>
      <w:r>
        <w:t xml:space="preserve">uveřejnění v </w:t>
      </w:r>
      <w:r>
        <w:rPr>
          <w:rFonts w:cs="Arial"/>
          <w:szCs w:val="20"/>
        </w:rPr>
        <w:t>registru smluv v souladu se zákonem č. 340/2015 Sb., o zvláštních podmínkách účinnosti některých smluv, uveřejňování těchto smluv a o registru smluv (zákon o registru smluv), v</w:t>
      </w:r>
      <w:r w:rsidR="00EE76E0">
        <w:rPr>
          <w:rFonts w:cs="Arial"/>
          <w:szCs w:val="20"/>
        </w:rPr>
        <w:t>e</w:t>
      </w:r>
      <w:r>
        <w:rPr>
          <w:rFonts w:cs="Arial"/>
          <w:szCs w:val="20"/>
        </w:rPr>
        <w:t xml:space="preserve"> znění</w:t>
      </w:r>
      <w:r w:rsidR="00EE76E0">
        <w:rPr>
          <w:rFonts w:cs="Arial"/>
          <w:szCs w:val="20"/>
        </w:rPr>
        <w:t xml:space="preserve"> pozdějších předpisů</w:t>
      </w:r>
      <w:r>
        <w:rPr>
          <w:rFonts w:cs="Arial"/>
          <w:szCs w:val="20"/>
        </w:rPr>
        <w:t>.</w:t>
      </w:r>
    </w:p>
    <w:p w14:paraId="40C229F4" w14:textId="77777777" w:rsidR="00043DF0" w:rsidRPr="006D0812" w:rsidRDefault="00C01A96" w:rsidP="00010ADE">
      <w:pPr>
        <w:pStyle w:val="ListNumber-ContractCzechRadio"/>
        <w:jc w:val="both"/>
      </w:pPr>
      <w:r>
        <w:rPr>
          <w:rFonts w:eastAsia="Times New Roman" w:cs="Arial"/>
          <w:bCs/>
          <w:kern w:val="32"/>
          <w:szCs w:val="20"/>
        </w:rPr>
        <w:t xml:space="preserve">Smluvní strany výslovně sjednávají, že právem rozhodným pro tuto smlouvu je právo České republiky. </w:t>
      </w:r>
      <w:r w:rsidRPr="006D0812">
        <w:rPr>
          <w:rFonts w:eastAsia="Times New Roman" w:cs="Arial"/>
          <w:bCs/>
          <w:kern w:val="32"/>
          <w:szCs w:val="20"/>
        </w:rPr>
        <w:t xml:space="preserve">Práva a povinnosti </w:t>
      </w:r>
      <w:r w:rsidR="002D03F1" w:rsidRPr="006D0812">
        <w:rPr>
          <w:rFonts w:eastAsia="Times New Roman" w:cs="Arial"/>
          <w:bCs/>
          <w:kern w:val="32"/>
          <w:szCs w:val="20"/>
        </w:rPr>
        <w:t>s</w:t>
      </w:r>
      <w:r w:rsidRPr="006D0812">
        <w:rPr>
          <w:rFonts w:eastAsia="Times New Roman" w:cs="Arial"/>
          <w:bCs/>
          <w:kern w:val="32"/>
          <w:szCs w:val="20"/>
        </w:rPr>
        <w:t xml:space="preserve">mluvních stran touto </w:t>
      </w:r>
      <w:r w:rsidR="00A8412E" w:rsidRPr="006D0812">
        <w:rPr>
          <w:rFonts w:eastAsia="Times New Roman" w:cs="Arial"/>
          <w:bCs/>
          <w:kern w:val="32"/>
          <w:szCs w:val="20"/>
        </w:rPr>
        <w:t xml:space="preserve">smlouvou </w:t>
      </w:r>
      <w:r w:rsidRPr="006D0812">
        <w:rPr>
          <w:rFonts w:eastAsia="Times New Roman" w:cs="Arial"/>
          <w:bCs/>
          <w:kern w:val="32"/>
          <w:szCs w:val="20"/>
        </w:rPr>
        <w:t xml:space="preserve">neupravená se řídí </w:t>
      </w:r>
      <w:r w:rsidR="009F0F32">
        <w:rPr>
          <w:rFonts w:eastAsia="Times New Roman" w:cs="Arial"/>
          <w:bCs/>
          <w:kern w:val="32"/>
          <w:szCs w:val="20"/>
        </w:rPr>
        <w:t>zejména</w:t>
      </w:r>
      <w:r>
        <w:rPr>
          <w:rFonts w:eastAsia="Times New Roman" w:cs="Arial"/>
          <w:bCs/>
          <w:kern w:val="32"/>
          <w:szCs w:val="20"/>
        </w:rPr>
        <w:t xml:space="preserve"> </w:t>
      </w:r>
      <w:r w:rsidRPr="006D0812">
        <w:rPr>
          <w:rFonts w:eastAsia="Times New Roman" w:cs="Arial"/>
          <w:bCs/>
          <w:kern w:val="32"/>
          <w:szCs w:val="20"/>
        </w:rPr>
        <w:t xml:space="preserve">příslušnými ustanoveními </w:t>
      </w:r>
      <w:r>
        <w:rPr>
          <w:rFonts w:eastAsia="Times New Roman" w:cs="Arial"/>
          <w:bCs/>
          <w:kern w:val="32"/>
          <w:szCs w:val="20"/>
        </w:rPr>
        <w:t>OZ</w:t>
      </w:r>
      <w:r w:rsidRPr="006D0812">
        <w:rPr>
          <w:rFonts w:eastAsia="Times New Roman" w:cs="Arial"/>
          <w:bCs/>
          <w:kern w:val="32"/>
          <w:szCs w:val="20"/>
        </w:rPr>
        <w:t>.</w:t>
      </w:r>
    </w:p>
    <w:p w14:paraId="73D0418A" w14:textId="77777777" w:rsidR="00F36299" w:rsidRPr="006D0812" w:rsidRDefault="00C01A96" w:rsidP="00D72E7D">
      <w:pPr>
        <w:pStyle w:val="ListNumber-ContractCzechRadio"/>
        <w:jc w:val="both"/>
      </w:pPr>
      <w:r w:rsidRPr="006D0812">
        <w:t>Tato smlouva je vyhotovena ve třech stejnopisech s platností originálu, z</w:t>
      </w:r>
      <w:r w:rsidR="0034474B">
        <w:t> </w:t>
      </w:r>
      <w:r w:rsidRPr="006D0812">
        <w:t>nichž</w:t>
      </w:r>
      <w:r w:rsidR="0034474B">
        <w:t xml:space="preserve"> dva obdrží</w:t>
      </w:r>
      <w:r w:rsidRPr="006D0812">
        <w:t xml:space="preserve"> kupující a</w:t>
      </w:r>
      <w:r w:rsidR="0034474B">
        <w:t xml:space="preserve"> jeden</w:t>
      </w:r>
      <w:r w:rsidRPr="006D0812">
        <w:t xml:space="preserve"> prodávající</w:t>
      </w:r>
      <w:r w:rsidR="00107251">
        <w:t xml:space="preserve">. V případě, že bude smlouva uzavřena na dálku za využití elektronických prostředků, zašle </w:t>
      </w:r>
      <w:r w:rsidR="009F0F32">
        <w:t>smluvní strana, je</w:t>
      </w:r>
      <w:r w:rsidR="00D701E1">
        <w:t>n</w:t>
      </w:r>
      <w:r w:rsidR="009F0F32">
        <w:t xml:space="preserve">ž smlouvu podepisuje jako </w:t>
      </w:r>
      <w:r w:rsidR="00107251">
        <w:t>poslední</w:t>
      </w:r>
      <w:r w:rsidR="009F0F32">
        <w:t>,</w:t>
      </w:r>
      <w:r w:rsidR="00107251">
        <w:t xml:space="preserve"> jeden originál smlouvy spolu s jejími přílohami druhé smluvní straně.</w:t>
      </w:r>
    </w:p>
    <w:p w14:paraId="176F4B6A" w14:textId="77777777" w:rsidR="00043DF0" w:rsidRPr="006D0812" w:rsidRDefault="00C01A96" w:rsidP="00010ADE">
      <w:pPr>
        <w:pStyle w:val="ListNumber-ContractCzechRadio"/>
        <w:jc w:val="both"/>
      </w:pPr>
      <w:r w:rsidRPr="006D0812">
        <w:rPr>
          <w:rFonts w:cs="Arial"/>
          <w:szCs w:val="20"/>
        </w:rPr>
        <w:t>Pro případ sporu vzniklého mezi smluvními stranami se v souladu s ustanovením § 89a zákona č. 99/1963 Sb., občanský soudní řád</w:t>
      </w:r>
      <w:r w:rsidR="00856B46">
        <w:rPr>
          <w:rFonts w:cs="Arial"/>
          <w:szCs w:val="20"/>
        </w:rPr>
        <w:t>, ve znění pozdějších předpisů,</w:t>
      </w:r>
      <w:r w:rsidRPr="006D0812">
        <w:rPr>
          <w:rFonts w:cs="Arial"/>
          <w:szCs w:val="20"/>
        </w:rPr>
        <w:t xml:space="preserve"> sjednává jako místně příslušný </w:t>
      </w:r>
      <w:r w:rsidR="00856B46">
        <w:rPr>
          <w:rFonts w:cs="Arial"/>
          <w:szCs w:val="20"/>
        </w:rPr>
        <w:t xml:space="preserve">soud </w:t>
      </w:r>
      <w:r w:rsidRPr="006D0812">
        <w:rPr>
          <w:rFonts w:cs="Arial"/>
          <w:szCs w:val="20"/>
        </w:rPr>
        <w:t xml:space="preserve">obecný soud </w:t>
      </w:r>
      <w:r w:rsidRPr="006D0812">
        <w:t>podle sídla kupujícího.</w:t>
      </w:r>
    </w:p>
    <w:p w14:paraId="23ACD3C9" w14:textId="77777777" w:rsidR="00A820DE" w:rsidRDefault="00C01A96" w:rsidP="00A820DE">
      <w:pPr>
        <w:pStyle w:val="ListNumber-ContractCzechRadio"/>
        <w:jc w:val="both"/>
      </w:pPr>
      <w:r>
        <w:t>Smluvní strany uvádí, že n</w:t>
      </w:r>
      <w:r w:rsidRPr="002932DA">
        <w:t xml:space="preserve">astane-li zcela mimořádná nepředvídatelná okolnost, která </w:t>
      </w:r>
      <w:r>
        <w:t>plnění z této smlouvy</w:t>
      </w:r>
      <w:r w:rsidRPr="002932DA">
        <w:t xml:space="preserve"> podstatně ztěžuje, </w:t>
      </w:r>
      <w:r>
        <w:t>není kterákoli smluvní strana oprávněna požádat soud, aby podle svého uvážení rozhodl o spravedlivé</w:t>
      </w:r>
      <w:r w:rsidRPr="002932DA">
        <w:t xml:space="preserve"> </w:t>
      </w:r>
      <w:r>
        <w:t>úpravě</w:t>
      </w:r>
      <w:r w:rsidRPr="002932DA">
        <w:t xml:space="preserve"> ceny</w:t>
      </w:r>
      <w:r>
        <w:t xml:space="preserve"> za plnění dle této smlouvy</w:t>
      </w:r>
      <w:r w:rsidRPr="002932DA">
        <w:t xml:space="preserve">, anebo o zrušení smlouvy a o tom, jak se </w:t>
      </w:r>
      <w:r w:rsidR="00BE6AFE">
        <w:t xml:space="preserve">smluvní </w:t>
      </w:r>
      <w:r w:rsidRPr="002932DA">
        <w:t xml:space="preserve">strany vypořádají. </w:t>
      </w:r>
      <w:r>
        <w:t xml:space="preserve">Tímto smluvní strany přebírají ve smyslu ustanovení § 1765 a násl. </w:t>
      </w:r>
      <w:r w:rsidR="00856B46">
        <w:t xml:space="preserve">OZ </w:t>
      </w:r>
      <w:r w:rsidRPr="002932DA">
        <w:t>nebezpečí změny okolností</w:t>
      </w:r>
      <w:r>
        <w:t>.</w:t>
      </w:r>
    </w:p>
    <w:p w14:paraId="38459B4A" w14:textId="77777777" w:rsidR="00BE6222" w:rsidRPr="00A1527D" w:rsidRDefault="00C01A96" w:rsidP="00010ADE">
      <w:pPr>
        <w:pStyle w:val="ListNumber-ContractCzechRadio"/>
        <w:jc w:val="both"/>
      </w:pPr>
      <w:r w:rsidRPr="006D0812">
        <w:t xml:space="preserve">Smluvní strany tímto výslovně uvádí, že tato smlouva je závazná až okamžikem jejího </w:t>
      </w:r>
      <w:r w:rsidRPr="00A1527D">
        <w:t>podepsání oběma smluvními stranami</w:t>
      </w:r>
      <w:r w:rsidR="00670762" w:rsidRPr="00A1527D">
        <w:t>. Prodávající</w:t>
      </w:r>
      <w:r w:rsidRPr="00A1527D">
        <w:t xml:space="preserve"> tímto bere na vědomí, že v důsledku specifického organizačního uspořádání kupujícího smluvní strany vylučují pravidla dle ustanovení § 1728 a 17</w:t>
      </w:r>
      <w:r w:rsidR="0001088A" w:rsidRPr="00A1527D">
        <w:t>29</w:t>
      </w:r>
      <w:r w:rsidRPr="00A1527D">
        <w:t xml:space="preserve"> OZ o předsmluvní odpovědnosti a prodávající nemá právo ve smyslu § 2910 </w:t>
      </w:r>
      <w:r w:rsidR="00856B46" w:rsidRPr="00A1527D">
        <w:t xml:space="preserve">OZ </w:t>
      </w:r>
      <w:r w:rsidRPr="00A1527D">
        <w:t>po kupujícím požadovat při neuzavření smlouvy náhradu škody.</w:t>
      </w:r>
    </w:p>
    <w:p w14:paraId="6163347B" w14:textId="77777777" w:rsidR="00E17BAD" w:rsidRPr="00A1527D" w:rsidRDefault="00C01A96" w:rsidP="00E17BAD">
      <w:pPr>
        <w:pStyle w:val="ListNumber-ContractCzechRadio"/>
        <w:jc w:val="both"/>
      </w:pPr>
      <w:r w:rsidRPr="00A1527D">
        <w:t xml:space="preserve">Prodávající bere na vědomí, že kupující je jako zadavatel veřejné zakázky oprávněn v souladu s § 219 </w:t>
      </w:r>
      <w:r w:rsidR="00BE6AFE">
        <w:t>zákona č. 134/2016 Sb., o zadávání veřejných zakázek, ve znění pozdějších předpisů,</w:t>
      </w:r>
      <w:r w:rsidR="00BE6AFE" w:rsidRPr="00A1527D">
        <w:t xml:space="preserve"> </w:t>
      </w:r>
      <w:r w:rsidRPr="00A1527D">
        <w:t xml:space="preserve">uveřejnit na profilu zadavatele tuto smlouvu včetně </w:t>
      </w:r>
      <w:r w:rsidR="00BE6AFE">
        <w:t xml:space="preserve">jejích příloh, </w:t>
      </w:r>
      <w:r w:rsidRPr="00A1527D">
        <w:t>všech jejích změn a dodatků</w:t>
      </w:r>
      <w:r w:rsidR="00BE6AFE">
        <w:t xml:space="preserve"> a</w:t>
      </w:r>
      <w:r w:rsidRPr="00A1527D">
        <w:t xml:space="preserve"> výši skutečně uhrazené ceny za plnění veřejné zakázky.</w:t>
      </w:r>
    </w:p>
    <w:p w14:paraId="35E14147" w14:textId="77777777" w:rsidR="00856B46" w:rsidRDefault="00C01A96" w:rsidP="00860E1C">
      <w:pPr>
        <w:pStyle w:val="ListNumber-ContractCzechRadio"/>
        <w:spacing w:after="0"/>
        <w:jc w:val="both"/>
        <w:rPr>
          <w:rFonts w:cs="Arial"/>
          <w:szCs w:val="20"/>
        </w:rPr>
      </w:pPr>
      <w:r w:rsidRPr="008D7C03">
        <w:rPr>
          <w:rFonts w:cs="Arial"/>
          <w:szCs w:val="20"/>
        </w:rPr>
        <w:t xml:space="preserve">Tato smlouva včetně jejích příloh a případných změn bude uveřejněna </w:t>
      </w:r>
      <w:r w:rsidR="007417F7">
        <w:rPr>
          <w:rFonts w:cs="Arial"/>
          <w:szCs w:val="20"/>
        </w:rPr>
        <w:t xml:space="preserve">kupujícím </w:t>
      </w:r>
      <w:r w:rsidRPr="007417F7">
        <w:rPr>
          <w:rFonts w:cs="Arial"/>
          <w:szCs w:val="20"/>
        </w:rPr>
        <w:t xml:space="preserve">v registru smluv v souladu se zákonem </w:t>
      </w:r>
      <w:r w:rsidR="008A5951">
        <w:rPr>
          <w:rFonts w:cs="Arial"/>
          <w:szCs w:val="20"/>
        </w:rPr>
        <w:t xml:space="preserve">o </w:t>
      </w:r>
      <w:r w:rsidRPr="007417F7">
        <w:rPr>
          <w:rFonts w:cs="Arial"/>
          <w:szCs w:val="20"/>
        </w:rPr>
        <w:t xml:space="preserve">registru smluv. Pokud smlouvu uveřejní v registru smluv prodávající, zašle </w:t>
      </w:r>
      <w:r w:rsidR="007417F7">
        <w:rPr>
          <w:rFonts w:cs="Arial"/>
          <w:szCs w:val="20"/>
        </w:rPr>
        <w:t>kupujícímu</w:t>
      </w:r>
      <w:r w:rsidRPr="007417F7">
        <w:rPr>
          <w:rFonts w:cs="Arial"/>
          <w:szCs w:val="20"/>
        </w:rPr>
        <w:t xml:space="preserve"> potvrzení o uveřejnění této smlouvy bez zbytečného odkladu. Tento </w:t>
      </w:r>
      <w:r w:rsidR="008D7C03" w:rsidRPr="007417F7">
        <w:rPr>
          <w:rFonts w:cs="Arial"/>
          <w:szCs w:val="20"/>
        </w:rPr>
        <w:t>odstavec</w:t>
      </w:r>
      <w:r w:rsidRPr="007417F7">
        <w:rPr>
          <w:rFonts w:cs="Arial"/>
          <w:szCs w:val="20"/>
        </w:rPr>
        <w:t xml:space="preserve"> je samostatnou dohodou smluvních stran oddělitelnou od ostatních ustanovení smlouvy.</w:t>
      </w:r>
    </w:p>
    <w:p w14:paraId="1D921E88" w14:textId="77777777" w:rsidR="006014BF" w:rsidRPr="00860E1C" w:rsidRDefault="006014BF" w:rsidP="006014BF">
      <w:pPr>
        <w:pStyle w:val="ListNumber-ContractCzechRadio"/>
        <w:numPr>
          <w:ilvl w:val="0"/>
          <w:numId w:val="0"/>
        </w:numPr>
        <w:spacing w:after="0"/>
        <w:ind w:left="312"/>
        <w:jc w:val="both"/>
        <w:rPr>
          <w:rFonts w:cs="Arial"/>
          <w:szCs w:val="20"/>
        </w:rPr>
      </w:pPr>
    </w:p>
    <w:p w14:paraId="09AA03CD" w14:textId="77777777" w:rsidR="00BE6AFE" w:rsidRDefault="00C01A96" w:rsidP="00860E1C">
      <w:pPr>
        <w:pStyle w:val="ListNumber-ContractCzechRadio"/>
        <w:jc w:val="both"/>
      </w:pPr>
      <w:r w:rsidRPr="00BE6AFE">
        <w:t>Smluvní strany prohlašují, že se seznámily s obsahem této smlouvy, kterou uzavírají na základě své pravé, vážné a svobodné vůle, nikoliv v tísni anebo za nápadně nevýhodných podmínek, což stvrzují svými podpisy.</w:t>
      </w:r>
    </w:p>
    <w:p w14:paraId="5A609262" w14:textId="77777777" w:rsidR="00765F77" w:rsidRDefault="00765F77" w:rsidP="00765F77">
      <w:pPr>
        <w:pStyle w:val="Odstavecseseznamem"/>
      </w:pPr>
    </w:p>
    <w:p w14:paraId="45DC9B4F" w14:textId="77777777" w:rsidR="00765F77" w:rsidRPr="00765F77" w:rsidRDefault="00765F77" w:rsidP="00765F77">
      <w:pPr>
        <w:pStyle w:val="Heading-Number-ContractCzechRadio"/>
        <w:numPr>
          <w:ilvl w:val="0"/>
          <w:numId w:val="0"/>
        </w:numPr>
        <w:jc w:val="left"/>
      </w:pPr>
    </w:p>
    <w:p w14:paraId="3B3EFA25" w14:textId="77777777" w:rsidR="00765F77" w:rsidRPr="00765F77" w:rsidRDefault="00765F77" w:rsidP="00765F77">
      <w:pPr>
        <w:pStyle w:val="ListNumber-ContractCzechRadio"/>
        <w:numPr>
          <w:ilvl w:val="0"/>
          <w:numId w:val="0"/>
        </w:numPr>
        <w:ind w:left="312"/>
      </w:pPr>
    </w:p>
    <w:p w14:paraId="7A0F2C1D" w14:textId="77777777" w:rsidR="00765F77" w:rsidRDefault="00765F77" w:rsidP="00765F77">
      <w:pPr>
        <w:pStyle w:val="ListNumber-ContractCzechRadio"/>
        <w:numPr>
          <w:ilvl w:val="0"/>
          <w:numId w:val="0"/>
        </w:numPr>
        <w:ind w:left="312"/>
      </w:pPr>
    </w:p>
    <w:p w14:paraId="331C4A19" w14:textId="77777777" w:rsidR="00043DF0" w:rsidRPr="006D0812" w:rsidRDefault="00C01A96" w:rsidP="00043DF0">
      <w:pPr>
        <w:pStyle w:val="ListNumber-ContractCzechRadio"/>
      </w:pPr>
      <w:r w:rsidRPr="006D0812">
        <w:t>Nedílnou součástí této smlouvy je její:</w:t>
      </w:r>
    </w:p>
    <w:p w14:paraId="5F537AC5" w14:textId="77777777" w:rsidR="00F750EA" w:rsidRPr="00880B6C" w:rsidRDefault="00C01A96" w:rsidP="00F750EA">
      <w:pPr>
        <w:pStyle w:val="Heading-Number-ContractCzechRadio"/>
        <w:numPr>
          <w:ilvl w:val="0"/>
          <w:numId w:val="0"/>
        </w:numPr>
        <w:ind w:left="312"/>
        <w:jc w:val="left"/>
        <w:rPr>
          <w:b w:val="0"/>
          <w:color w:val="auto"/>
        </w:rPr>
      </w:pPr>
      <w:r w:rsidRPr="00880B6C">
        <w:rPr>
          <w:b w:val="0"/>
          <w:color w:val="auto"/>
        </w:rPr>
        <w:t>Příloha</w:t>
      </w:r>
      <w:r w:rsidR="0034474B" w:rsidRPr="00880B6C">
        <w:rPr>
          <w:b w:val="0"/>
          <w:color w:val="auto"/>
        </w:rPr>
        <w:t xml:space="preserve"> č. </w:t>
      </w:r>
      <w:r w:rsidR="006014BF" w:rsidRPr="00880B6C">
        <w:rPr>
          <w:b w:val="0"/>
          <w:color w:val="auto"/>
        </w:rPr>
        <w:t>1</w:t>
      </w:r>
      <w:r w:rsidR="0006458B" w:rsidRPr="00880B6C">
        <w:rPr>
          <w:b w:val="0"/>
          <w:color w:val="auto"/>
        </w:rPr>
        <w:t xml:space="preserve"> </w:t>
      </w:r>
      <w:r w:rsidR="00A1683F" w:rsidRPr="00880B6C">
        <w:rPr>
          <w:b w:val="0"/>
          <w:color w:val="auto"/>
        </w:rPr>
        <w:t xml:space="preserve">– </w:t>
      </w:r>
      <w:r w:rsidRPr="00880B6C">
        <w:rPr>
          <w:b w:val="0"/>
          <w:color w:val="auto"/>
        </w:rPr>
        <w:t>Specifikace zboží</w:t>
      </w:r>
      <w:r w:rsidR="00EE76E0" w:rsidRPr="00880B6C">
        <w:rPr>
          <w:b w:val="0"/>
          <w:color w:val="auto"/>
        </w:rPr>
        <w:t xml:space="preserve"> a ceny</w:t>
      </w:r>
      <w:r w:rsidR="007417F7" w:rsidRPr="00880B6C">
        <w:rPr>
          <w:b w:val="0"/>
          <w:color w:val="auto"/>
        </w:rPr>
        <w:t>;</w:t>
      </w:r>
    </w:p>
    <w:p w14:paraId="2099C1AB" w14:textId="56874B6B" w:rsidR="00F750EA" w:rsidRPr="00880B6C" w:rsidRDefault="00F750EA" w:rsidP="00F750EA">
      <w:pPr>
        <w:pStyle w:val="Heading-Number-ContractCzechRadio"/>
        <w:numPr>
          <w:ilvl w:val="0"/>
          <w:numId w:val="0"/>
        </w:numPr>
        <w:ind w:left="312"/>
        <w:jc w:val="left"/>
        <w:rPr>
          <w:b w:val="0"/>
          <w:color w:val="auto"/>
        </w:rPr>
      </w:pPr>
      <w:r w:rsidRPr="00880B6C">
        <w:rPr>
          <w:b w:val="0"/>
          <w:color w:val="auto"/>
        </w:rPr>
        <w:t>Příloha č. 2 – Podmínky poskytování služeb externích osob v objektech ČRo</w:t>
      </w:r>
      <w:r w:rsidR="00880B6C" w:rsidRPr="00880B6C">
        <w:rPr>
          <w:b w:val="0"/>
          <w:color w:val="auto"/>
        </w:rPr>
        <w:t>.</w:t>
      </w:r>
    </w:p>
    <w:p w14:paraId="45A77864" w14:textId="77777777" w:rsidR="008D7C03" w:rsidRPr="006D0812" w:rsidRDefault="008D7C03" w:rsidP="00E53743">
      <w:pPr>
        <w:pStyle w:val="ListNumber-ContractCzechRadio"/>
        <w:numPr>
          <w:ilvl w:val="0"/>
          <w:numId w:val="0"/>
        </w:numPr>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2E608B" w14:paraId="53858BAD" w14:textId="77777777" w:rsidTr="008D7C03">
        <w:trPr>
          <w:jc w:val="center"/>
        </w:trPr>
        <w:tc>
          <w:tcPr>
            <w:tcW w:w="3974" w:type="dxa"/>
          </w:tcPr>
          <w:p w14:paraId="44C261CE" w14:textId="77777777" w:rsidR="008D7C03" w:rsidRPr="006D0812" w:rsidRDefault="00C01A96"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sidRPr="006D0812">
              <w:t xml:space="preserve"> dne </w:t>
            </w:r>
            <w:r w:rsidRPr="007905AF">
              <w:rPr>
                <w:rFonts w:cs="Arial"/>
                <w:szCs w:val="20"/>
              </w:rPr>
              <w:t>[</w:t>
            </w:r>
            <w:r w:rsidRPr="007905AF">
              <w:rPr>
                <w:rFonts w:cs="Arial"/>
                <w:szCs w:val="20"/>
                <w:highlight w:val="yellow"/>
              </w:rPr>
              <w:t>DOPLNIT</w:t>
            </w:r>
            <w:r w:rsidRPr="007905AF">
              <w:rPr>
                <w:rFonts w:cs="Arial"/>
                <w:szCs w:val="20"/>
              </w:rPr>
              <w:t>]</w:t>
            </w:r>
          </w:p>
        </w:tc>
        <w:tc>
          <w:tcPr>
            <w:tcW w:w="3964" w:type="dxa"/>
          </w:tcPr>
          <w:p w14:paraId="702EEEA1" w14:textId="77777777" w:rsidR="008D7C03" w:rsidRPr="006D0812" w:rsidRDefault="00C01A96"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sidR="007417F7">
              <w:rPr>
                <w:rFonts w:cs="Arial"/>
                <w:szCs w:val="20"/>
              </w:rPr>
              <w:t xml:space="preserve"> </w:t>
            </w:r>
            <w:r w:rsidRPr="006D0812">
              <w:t xml:space="preserve">dne </w:t>
            </w:r>
            <w:r w:rsidRPr="007905AF">
              <w:rPr>
                <w:rFonts w:cs="Arial"/>
                <w:szCs w:val="20"/>
              </w:rPr>
              <w:t>[</w:t>
            </w:r>
            <w:r w:rsidRPr="007905AF">
              <w:rPr>
                <w:rFonts w:cs="Arial"/>
                <w:szCs w:val="20"/>
                <w:highlight w:val="yellow"/>
              </w:rPr>
              <w:t>DOPLNIT</w:t>
            </w:r>
            <w:r w:rsidRPr="007905AF">
              <w:rPr>
                <w:rFonts w:cs="Arial"/>
                <w:szCs w:val="20"/>
              </w:rPr>
              <w:t>]</w:t>
            </w:r>
          </w:p>
        </w:tc>
      </w:tr>
      <w:tr w:rsidR="002E608B" w14:paraId="17F69738" w14:textId="77777777" w:rsidTr="008D7C03">
        <w:trPr>
          <w:jc w:val="center"/>
        </w:trPr>
        <w:tc>
          <w:tcPr>
            <w:tcW w:w="3974" w:type="dxa"/>
          </w:tcPr>
          <w:p w14:paraId="454C48FC" w14:textId="77777777" w:rsidR="00765F77" w:rsidRDefault="00765F77"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p>
          <w:p w14:paraId="1A98BCEC" w14:textId="77777777" w:rsidR="008D7C03" w:rsidRDefault="00C01A96"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kupujícího</w:t>
            </w:r>
          </w:p>
          <w:p w14:paraId="7094673F" w14:textId="77777777" w:rsidR="008D7C03" w:rsidRPr="00C6217A" w:rsidRDefault="00C01A96"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szCs w:val="20"/>
                <w:highlight w:val="yellow"/>
              </w:rPr>
            </w:pPr>
            <w:r w:rsidRPr="00C6217A">
              <w:rPr>
                <w:rStyle w:val="Siln"/>
              </w:rPr>
              <w:t>Mgr. Libor Paulus, vedoucí Odboru správy a majetku</w:t>
            </w:r>
            <w:r w:rsidRPr="00C6217A">
              <w:rPr>
                <w:rFonts w:cs="Arial"/>
                <w:szCs w:val="20"/>
                <w:highlight w:val="yellow"/>
              </w:rPr>
              <w:t xml:space="preserve"> </w:t>
            </w:r>
          </w:p>
          <w:p w14:paraId="0849E0F7" w14:textId="77777777" w:rsidR="008D7C03" w:rsidRPr="006D0812" w:rsidRDefault="008D7C03"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c>
          <w:tcPr>
            <w:tcW w:w="3964" w:type="dxa"/>
          </w:tcPr>
          <w:p w14:paraId="154807A0" w14:textId="77777777" w:rsidR="00765F77" w:rsidRDefault="00765F77"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p>
          <w:p w14:paraId="075938D4" w14:textId="77777777" w:rsidR="008D7C03" w:rsidRDefault="00C01A96"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w:t>
            </w:r>
            <w:r>
              <w:rPr>
                <w:rStyle w:val="Siln"/>
              </w:rPr>
              <w:t>rodávajícího</w:t>
            </w:r>
          </w:p>
          <w:p w14:paraId="04E5DD3C" w14:textId="77777777" w:rsidR="008D7C03" w:rsidRPr="008D7C03" w:rsidRDefault="00C01A96"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14:paraId="0164ED77" w14:textId="77777777" w:rsidR="008D7C03" w:rsidRPr="00DD5D11" w:rsidRDefault="00C01A96"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7C03">
              <w:rPr>
                <w:rFonts w:cs="Arial"/>
                <w:b/>
                <w:szCs w:val="20"/>
                <w:highlight w:val="yellow"/>
              </w:rPr>
              <w:t>[DOPLNIT FUNKCI]</w:t>
            </w:r>
          </w:p>
        </w:tc>
      </w:tr>
    </w:tbl>
    <w:p w14:paraId="6A140088" w14:textId="77777777" w:rsidR="00F6014B" w:rsidRPr="006D0812" w:rsidRDefault="00F6014B" w:rsidP="00881C56"/>
    <w:p w14:paraId="1C6547CC" w14:textId="77777777" w:rsidR="00546A76" w:rsidRPr="008D7C03" w:rsidRDefault="00C01A96" w:rsidP="008D7C0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r>
        <w:br w:type="page"/>
      </w:r>
    </w:p>
    <w:p w14:paraId="74802BEE" w14:textId="77777777" w:rsidR="00546A76" w:rsidRDefault="00546A76" w:rsidP="0006458B">
      <w:pPr>
        <w:pStyle w:val="SubjectName-ContractCzechRadio"/>
        <w:jc w:val="center"/>
      </w:pPr>
    </w:p>
    <w:p w14:paraId="74224CF5" w14:textId="77777777" w:rsidR="006014BF" w:rsidRPr="006D0812" w:rsidRDefault="00C01A96" w:rsidP="00605CB8">
      <w:pPr>
        <w:pStyle w:val="SubjectName-ContractCzechRadio"/>
        <w:jc w:val="center"/>
      </w:pPr>
      <w:r w:rsidRPr="006D0812">
        <w:t>PŘÍLOHA</w:t>
      </w:r>
      <w:r>
        <w:t xml:space="preserve"> č. 1 – SPECIFIKACE ZBOŽÍ A CENY</w:t>
      </w:r>
    </w:p>
    <w:p w14:paraId="62EF4AD0" w14:textId="77777777" w:rsidR="006014BF" w:rsidRDefault="006014BF" w:rsidP="0006458B">
      <w:pPr>
        <w:pStyle w:val="SubjectName-ContractCzechRadio"/>
        <w:jc w:val="center"/>
      </w:pPr>
    </w:p>
    <w:p w14:paraId="1115F87D" w14:textId="07BF3DE7" w:rsidR="00765F77" w:rsidRDefault="00C01A96" w:rsidP="006E073C">
      <w:pPr>
        <w:jc w:val="both"/>
        <w:rPr>
          <w:rFonts w:cs="Arial"/>
        </w:rPr>
      </w:pPr>
      <w:r w:rsidRPr="001C3C9A">
        <w:rPr>
          <w:rFonts w:cs="Arial"/>
        </w:rPr>
        <w:t>Předmětem plnění této části veřejné zakázky je</w:t>
      </w:r>
      <w:r>
        <w:rPr>
          <w:rFonts w:cs="Arial"/>
        </w:rPr>
        <w:t xml:space="preserve"> dodávka 100 kusů</w:t>
      </w:r>
      <w:r w:rsidRPr="00D91222">
        <w:rPr>
          <w:rFonts w:cs="Arial"/>
        </w:rPr>
        <w:t xml:space="preserve"> </w:t>
      </w:r>
      <w:r>
        <w:rPr>
          <w:rFonts w:cs="Arial"/>
        </w:rPr>
        <w:t>LED</w:t>
      </w:r>
      <w:r w:rsidRPr="00D91222">
        <w:rPr>
          <w:rFonts w:cs="Arial"/>
        </w:rPr>
        <w:t xml:space="preserve"> </w:t>
      </w:r>
      <w:r>
        <w:rPr>
          <w:rFonts w:cs="Arial"/>
        </w:rPr>
        <w:t>svítidel.</w:t>
      </w:r>
      <w:r w:rsidR="006E073C">
        <w:rPr>
          <w:rFonts w:cs="Arial"/>
        </w:rPr>
        <w:t xml:space="preserve"> (Pozn.: </w:t>
      </w:r>
      <w:r w:rsidR="006E073C">
        <w:t>pro doplňování cen je určená příloha č. 3 Výzvy, tj. Tabulka pro výpočet nabídkové ceny</w:t>
      </w:r>
      <w:r w:rsidR="006E073C">
        <w:rPr>
          <w:rFonts w:cs="Arial"/>
        </w:rPr>
        <w:t>)</w:t>
      </w:r>
    </w:p>
    <w:p w14:paraId="12EA8E9B" w14:textId="77777777" w:rsidR="00765F77" w:rsidRDefault="00765F77" w:rsidP="00765F77">
      <w:pPr>
        <w:rPr>
          <w:rFonts w:cs="Arial"/>
        </w:rPr>
      </w:pPr>
    </w:p>
    <w:p w14:paraId="4B6D96D1" w14:textId="77777777" w:rsidR="00765F77" w:rsidRDefault="00C01A96" w:rsidP="00765F77">
      <w:pPr>
        <w:rPr>
          <w:rFonts w:cs="Arial"/>
        </w:rPr>
      </w:pPr>
      <w:r>
        <w:rPr>
          <w:noProof/>
          <w:lang w:eastAsia="cs-CZ"/>
        </w:rPr>
        <w:drawing>
          <wp:anchor distT="0" distB="0" distL="114300" distR="114300" simplePos="0" relativeHeight="251668480" behindDoc="1" locked="0" layoutInCell="1" allowOverlap="1" wp14:anchorId="47319124" wp14:editId="5399FCC6">
            <wp:simplePos x="0" y="0"/>
            <wp:positionH relativeFrom="margin">
              <wp:align>left</wp:align>
            </wp:positionH>
            <wp:positionV relativeFrom="paragraph">
              <wp:posOffset>11430</wp:posOffset>
            </wp:positionV>
            <wp:extent cx="6086475" cy="4305300"/>
            <wp:effectExtent l="0" t="0" r="9525" b="0"/>
            <wp:wrapNone/>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086475" cy="4305300"/>
                    </a:xfrm>
                    <a:prstGeom prst="rect">
                      <a:avLst/>
                    </a:prstGeom>
                  </pic:spPr>
                </pic:pic>
              </a:graphicData>
            </a:graphic>
            <wp14:sizeRelH relativeFrom="page">
              <wp14:pctWidth>0</wp14:pctWidth>
            </wp14:sizeRelH>
            <wp14:sizeRelV relativeFrom="page">
              <wp14:pctHeight>0</wp14:pctHeight>
            </wp14:sizeRelV>
          </wp:anchor>
        </w:drawing>
      </w:r>
    </w:p>
    <w:p w14:paraId="463FA6D8" w14:textId="77777777" w:rsidR="00765F77" w:rsidRDefault="00765F77" w:rsidP="00765F77">
      <w:pPr>
        <w:rPr>
          <w:rFonts w:cs="Arial"/>
        </w:rPr>
      </w:pPr>
    </w:p>
    <w:p w14:paraId="12F07AEC" w14:textId="77777777" w:rsidR="00765F77" w:rsidRDefault="00765F77" w:rsidP="00765F77">
      <w:pPr>
        <w:rPr>
          <w:rFonts w:cs="Arial"/>
        </w:rPr>
      </w:pPr>
    </w:p>
    <w:p w14:paraId="2EA86A08" w14:textId="77777777" w:rsidR="00765F77" w:rsidRDefault="00765F77" w:rsidP="00765F77">
      <w:pPr>
        <w:rPr>
          <w:rFonts w:cs="Arial"/>
        </w:rPr>
      </w:pPr>
    </w:p>
    <w:p w14:paraId="0DF87486" w14:textId="77777777" w:rsidR="00765F77" w:rsidRDefault="00765F77" w:rsidP="00765F77">
      <w:pPr>
        <w:rPr>
          <w:rFonts w:cs="Arial"/>
        </w:rPr>
      </w:pPr>
    </w:p>
    <w:p w14:paraId="0F9AF453" w14:textId="77777777" w:rsidR="00765F77" w:rsidRDefault="00765F77" w:rsidP="00765F77">
      <w:pPr>
        <w:rPr>
          <w:rFonts w:cs="Arial"/>
        </w:rPr>
      </w:pPr>
    </w:p>
    <w:p w14:paraId="469BDE1B" w14:textId="77777777" w:rsidR="00765F77" w:rsidRDefault="00765F77" w:rsidP="00765F77">
      <w:pPr>
        <w:rPr>
          <w:rFonts w:cs="Arial"/>
        </w:rPr>
      </w:pPr>
    </w:p>
    <w:p w14:paraId="64A4965C" w14:textId="77777777" w:rsidR="00765F77" w:rsidRDefault="00765F77" w:rsidP="00765F77">
      <w:pPr>
        <w:rPr>
          <w:rFonts w:cs="Arial"/>
        </w:rPr>
      </w:pPr>
    </w:p>
    <w:p w14:paraId="19293E7C" w14:textId="77777777" w:rsidR="00765F77" w:rsidRDefault="00765F77" w:rsidP="00765F77">
      <w:pPr>
        <w:rPr>
          <w:rFonts w:cs="Arial"/>
        </w:rPr>
      </w:pPr>
    </w:p>
    <w:p w14:paraId="5E4EE693" w14:textId="77777777" w:rsidR="00765F77" w:rsidRDefault="00C6217A" w:rsidP="00C6217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8108"/>
          <w:tab w:val="clear" w:pos="8420"/>
        </w:tabs>
        <w:rPr>
          <w:rFonts w:cs="Arial"/>
        </w:rPr>
      </w:pPr>
      <w:r>
        <w:rPr>
          <w:rFonts w:cs="Arial"/>
        </w:rPr>
        <w:tab/>
      </w:r>
    </w:p>
    <w:p w14:paraId="13F072D7" w14:textId="77777777" w:rsidR="00765F77" w:rsidRDefault="00765F77" w:rsidP="00765F77">
      <w:pPr>
        <w:rPr>
          <w:rFonts w:cs="Arial"/>
        </w:rPr>
      </w:pPr>
    </w:p>
    <w:p w14:paraId="0A7268FE" w14:textId="77777777" w:rsidR="00765F77" w:rsidRDefault="00765F77" w:rsidP="00765F77">
      <w:pPr>
        <w:rPr>
          <w:rFonts w:cs="Arial"/>
        </w:rPr>
      </w:pPr>
    </w:p>
    <w:p w14:paraId="6232854E" w14:textId="77777777" w:rsidR="00765F77" w:rsidRDefault="00C6217A" w:rsidP="00C6217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rFonts w:cs="Arial"/>
        </w:rPr>
      </w:pPr>
      <w:r>
        <w:rPr>
          <w:rFonts w:cs="Arial"/>
        </w:rPr>
        <w:tab/>
      </w:r>
    </w:p>
    <w:p w14:paraId="4730E18B" w14:textId="77777777" w:rsidR="00765F77" w:rsidRDefault="00765F77" w:rsidP="00765F77">
      <w:pPr>
        <w:rPr>
          <w:rFonts w:cs="Arial"/>
        </w:rPr>
      </w:pPr>
    </w:p>
    <w:p w14:paraId="39497407" w14:textId="77777777" w:rsidR="00765F77" w:rsidRDefault="00765F77" w:rsidP="00765F77">
      <w:pPr>
        <w:rPr>
          <w:rFonts w:cs="Arial"/>
        </w:rPr>
      </w:pPr>
    </w:p>
    <w:p w14:paraId="51F504E9" w14:textId="77777777" w:rsidR="00765F77" w:rsidRDefault="00765F77" w:rsidP="00765F77">
      <w:pPr>
        <w:rPr>
          <w:rFonts w:cs="Arial"/>
        </w:rPr>
      </w:pPr>
    </w:p>
    <w:p w14:paraId="3FCA4CB7" w14:textId="77777777" w:rsidR="00765F77" w:rsidRDefault="00765F77" w:rsidP="00765F77">
      <w:pPr>
        <w:rPr>
          <w:rFonts w:cs="Arial"/>
        </w:rPr>
      </w:pPr>
    </w:p>
    <w:p w14:paraId="4EEDDBCD" w14:textId="77777777" w:rsidR="00765F77" w:rsidRDefault="00765F77" w:rsidP="00765F77">
      <w:pPr>
        <w:rPr>
          <w:rFonts w:cs="Arial"/>
        </w:rPr>
      </w:pPr>
    </w:p>
    <w:p w14:paraId="161620B7" w14:textId="77777777" w:rsidR="00765F77" w:rsidRDefault="00765F77" w:rsidP="00765F77">
      <w:pPr>
        <w:rPr>
          <w:rFonts w:cs="Arial"/>
        </w:rPr>
      </w:pPr>
    </w:p>
    <w:p w14:paraId="69F1CCC4" w14:textId="77777777" w:rsidR="00765F77" w:rsidRDefault="00765F77" w:rsidP="00765F77">
      <w:pPr>
        <w:rPr>
          <w:rFonts w:cs="Arial"/>
        </w:rPr>
      </w:pPr>
    </w:p>
    <w:p w14:paraId="7C49758F" w14:textId="77777777" w:rsidR="00765F77" w:rsidRDefault="00765F77" w:rsidP="00765F77">
      <w:pPr>
        <w:rPr>
          <w:rFonts w:cs="Arial"/>
        </w:rPr>
      </w:pPr>
    </w:p>
    <w:p w14:paraId="292FE08B" w14:textId="77777777" w:rsidR="00765F77" w:rsidRDefault="00765F77" w:rsidP="00765F77">
      <w:pPr>
        <w:rPr>
          <w:rFonts w:cs="Arial"/>
        </w:rPr>
      </w:pPr>
    </w:p>
    <w:p w14:paraId="2CC5F60F" w14:textId="77777777" w:rsidR="00765F77" w:rsidRDefault="00765F77" w:rsidP="00765F77">
      <w:pPr>
        <w:rPr>
          <w:rFonts w:cs="Arial"/>
        </w:rPr>
      </w:pPr>
    </w:p>
    <w:p w14:paraId="417D74D1" w14:textId="77777777" w:rsidR="00765F77" w:rsidRDefault="00765F77" w:rsidP="00765F77">
      <w:pPr>
        <w:rPr>
          <w:rFonts w:cs="Arial"/>
        </w:rPr>
      </w:pPr>
    </w:p>
    <w:p w14:paraId="04F747D4" w14:textId="77777777" w:rsidR="00765F77" w:rsidRDefault="00765F77" w:rsidP="00765F77">
      <w:pPr>
        <w:rPr>
          <w:rFonts w:cs="Arial"/>
        </w:rPr>
      </w:pPr>
    </w:p>
    <w:p w14:paraId="1D8B3196" w14:textId="77777777" w:rsidR="00765F77" w:rsidRDefault="00765F77" w:rsidP="00765F77">
      <w:pPr>
        <w:rPr>
          <w:rFonts w:cs="Arial"/>
        </w:rPr>
      </w:pPr>
    </w:p>
    <w:p w14:paraId="7FFA095A" w14:textId="77777777" w:rsidR="00765F77" w:rsidRDefault="00765F77" w:rsidP="00765F77">
      <w:pPr>
        <w:rPr>
          <w:rFonts w:cs="Arial"/>
        </w:rPr>
      </w:pPr>
    </w:p>
    <w:p w14:paraId="3645B4F0" w14:textId="77777777" w:rsidR="00765F77" w:rsidRDefault="00765F77" w:rsidP="00765F77">
      <w:pPr>
        <w:rPr>
          <w:rFonts w:cs="Arial"/>
        </w:rPr>
      </w:pPr>
    </w:p>
    <w:p w14:paraId="2B3B1CC0" w14:textId="77777777" w:rsidR="00765F77" w:rsidRDefault="00765F77" w:rsidP="00765F77">
      <w:pPr>
        <w:rPr>
          <w:rFonts w:cs="Arial"/>
        </w:rPr>
      </w:pPr>
    </w:p>
    <w:p w14:paraId="15CAC91F" w14:textId="77777777" w:rsidR="006014BF" w:rsidRDefault="006014BF" w:rsidP="0006458B">
      <w:pPr>
        <w:pStyle w:val="SubjectName-ContractCzechRadio"/>
        <w:jc w:val="center"/>
      </w:pPr>
    </w:p>
    <w:p w14:paraId="1F9255CC" w14:textId="77777777" w:rsidR="006014BF" w:rsidRDefault="006014BF" w:rsidP="0006458B">
      <w:pPr>
        <w:pStyle w:val="SubjectName-ContractCzechRadio"/>
        <w:jc w:val="center"/>
      </w:pPr>
    </w:p>
    <w:p w14:paraId="4BF23B0A" w14:textId="77777777" w:rsidR="006014BF" w:rsidRDefault="006014BF" w:rsidP="0006458B">
      <w:pPr>
        <w:pStyle w:val="SubjectName-ContractCzechRadio"/>
        <w:jc w:val="center"/>
      </w:pPr>
    </w:p>
    <w:p w14:paraId="26CFD6DC" w14:textId="77777777" w:rsidR="006014BF" w:rsidRDefault="006014BF" w:rsidP="0006458B">
      <w:pPr>
        <w:pStyle w:val="SubjectName-ContractCzechRadio"/>
        <w:jc w:val="center"/>
      </w:pPr>
    </w:p>
    <w:p w14:paraId="0E7282CD" w14:textId="77777777" w:rsidR="006014BF" w:rsidRDefault="006014BF" w:rsidP="0006458B">
      <w:pPr>
        <w:pStyle w:val="SubjectName-ContractCzechRadio"/>
        <w:jc w:val="center"/>
      </w:pPr>
    </w:p>
    <w:p w14:paraId="5A10B3E2" w14:textId="77777777" w:rsidR="006014BF" w:rsidRDefault="006014BF" w:rsidP="0006458B">
      <w:pPr>
        <w:pStyle w:val="SubjectName-ContractCzechRadio"/>
        <w:jc w:val="center"/>
      </w:pPr>
    </w:p>
    <w:p w14:paraId="4DD1D4E5" w14:textId="2B4BFEBD" w:rsidR="006014BF" w:rsidRDefault="006014BF" w:rsidP="0006458B">
      <w:pPr>
        <w:pStyle w:val="SubjectName-ContractCzechRadio"/>
        <w:jc w:val="center"/>
      </w:pPr>
    </w:p>
    <w:p w14:paraId="1D787234" w14:textId="30C1EAB1" w:rsidR="00277D8C" w:rsidRDefault="00277D8C" w:rsidP="00277D8C">
      <w:pPr>
        <w:pStyle w:val="SubjectSpecification-ContractCzechRadio"/>
      </w:pPr>
    </w:p>
    <w:p w14:paraId="1A554BD0" w14:textId="554A374A" w:rsidR="00277D8C" w:rsidRDefault="00277D8C" w:rsidP="00277D8C">
      <w:pPr>
        <w:pStyle w:val="SubjectSpecification-ContractCzechRadio"/>
      </w:pPr>
    </w:p>
    <w:p w14:paraId="1B37EBB9" w14:textId="4B5AE9E1" w:rsidR="00277D8C" w:rsidRDefault="00277D8C" w:rsidP="00277D8C">
      <w:pPr>
        <w:pStyle w:val="SubjectSpecification-ContractCzechRadio"/>
      </w:pPr>
    </w:p>
    <w:p w14:paraId="79CB3620" w14:textId="03E85E38" w:rsidR="00277D8C" w:rsidRDefault="00277D8C" w:rsidP="00277D8C">
      <w:pPr>
        <w:pStyle w:val="SubjectSpecification-ContractCzechRadio"/>
      </w:pPr>
    </w:p>
    <w:p w14:paraId="04732FBD" w14:textId="51FB0B46" w:rsidR="00277D8C" w:rsidRDefault="00277D8C" w:rsidP="00277D8C">
      <w:pPr>
        <w:pStyle w:val="SubjectSpecification-ContractCzechRadio"/>
      </w:pPr>
    </w:p>
    <w:p w14:paraId="26EC5D50" w14:textId="54C49A95" w:rsidR="00277D8C" w:rsidRDefault="00277D8C" w:rsidP="00277D8C">
      <w:pPr>
        <w:pStyle w:val="SubjectSpecification-ContractCzechRadio"/>
      </w:pPr>
    </w:p>
    <w:p w14:paraId="156B1BC6" w14:textId="49154602" w:rsidR="00277D8C" w:rsidRDefault="00277D8C" w:rsidP="00277D8C">
      <w:pPr>
        <w:pStyle w:val="SubjectSpecification-ContractCzechRadio"/>
      </w:pPr>
    </w:p>
    <w:p w14:paraId="502B94B7" w14:textId="32F51017" w:rsidR="00277D8C" w:rsidRDefault="00277D8C" w:rsidP="00277D8C">
      <w:pPr>
        <w:pStyle w:val="SubjectSpecification-ContractCzechRadio"/>
      </w:pPr>
    </w:p>
    <w:p w14:paraId="7E771380" w14:textId="39340AD7" w:rsidR="00277D8C" w:rsidRDefault="00277D8C" w:rsidP="00277D8C">
      <w:pPr>
        <w:pStyle w:val="SubjectSpecification-ContractCzechRadio"/>
      </w:pPr>
    </w:p>
    <w:p w14:paraId="1C909EF8" w14:textId="732F40CB" w:rsidR="00277D8C" w:rsidRDefault="00277D8C" w:rsidP="00277D8C">
      <w:pPr>
        <w:pStyle w:val="SubjectSpecification-ContractCzechRadio"/>
      </w:pPr>
    </w:p>
    <w:p w14:paraId="76D5AE7E" w14:textId="7E9416A0" w:rsidR="00277D8C" w:rsidRDefault="00277D8C" w:rsidP="00277D8C">
      <w:pPr>
        <w:pStyle w:val="SubjectSpecification-ContractCzechRadio"/>
      </w:pPr>
    </w:p>
    <w:p w14:paraId="1234E5E6" w14:textId="12646014" w:rsidR="00277D8C" w:rsidRDefault="00277D8C" w:rsidP="00277D8C">
      <w:pPr>
        <w:pStyle w:val="SubjectSpecification-ContractCzechRadio"/>
      </w:pPr>
    </w:p>
    <w:p w14:paraId="2FC6A999" w14:textId="73650D40" w:rsidR="00277D8C" w:rsidRDefault="00277D8C" w:rsidP="00277D8C">
      <w:pPr>
        <w:pStyle w:val="SubjectSpecification-ContractCzechRadio"/>
      </w:pPr>
    </w:p>
    <w:p w14:paraId="06BA32B6" w14:textId="3038174E" w:rsidR="00277D8C" w:rsidRDefault="00277D8C" w:rsidP="00277D8C">
      <w:pPr>
        <w:pStyle w:val="SubjectSpecification-ContractCzechRadio"/>
      </w:pPr>
    </w:p>
    <w:p w14:paraId="44895A10" w14:textId="77777777" w:rsidR="00277D8C" w:rsidRDefault="00277D8C" w:rsidP="00277D8C">
      <w:pPr>
        <w:pStyle w:val="ListNumber-ContractCzechRadio"/>
        <w:numPr>
          <w:ilvl w:val="0"/>
          <w:numId w:val="0"/>
        </w:numPr>
        <w:ind w:left="312" w:hanging="312"/>
        <w:jc w:val="center"/>
        <w:rPr>
          <w:rFonts w:cs="Arial"/>
          <w:b/>
          <w:szCs w:val="20"/>
        </w:rPr>
      </w:pPr>
      <w:r>
        <w:rPr>
          <w:rFonts w:cs="Arial"/>
          <w:b/>
          <w:szCs w:val="20"/>
        </w:rPr>
        <w:t xml:space="preserve">PŘÍLOHA č. 2 - </w:t>
      </w:r>
      <w:r>
        <w:rPr>
          <w:b/>
        </w:rPr>
        <w:t>PODMÍNKY PROVÁDĚNÍ ČINNOSTÍ EXTERNÍCH OSOB V OBJEKTECH ČRO Z HLEDISKA BEZPEČNOSTI A OCHRANY ZDRAVÍ PŘI PRÁCI, POŽÁRNÍ OCHRANY A OCHRANY ŽIVOTNÍHO PROSTŘEDÍ</w:t>
      </w:r>
    </w:p>
    <w:p w14:paraId="6450FD0A" w14:textId="77777777" w:rsidR="00277D8C" w:rsidRDefault="00277D8C" w:rsidP="00277D8C">
      <w:pPr>
        <w:pStyle w:val="Heading-Number-ContractCzechRadio"/>
        <w:rPr>
          <w:color w:val="auto"/>
        </w:rPr>
      </w:pPr>
      <w:r>
        <w:rPr>
          <w:color w:val="auto"/>
        </w:rPr>
        <w:t>Úvodní ustanovení</w:t>
      </w:r>
    </w:p>
    <w:p w14:paraId="120851AF" w14:textId="77777777" w:rsidR="00277D8C" w:rsidRDefault="00277D8C" w:rsidP="00277D8C">
      <w:pPr>
        <w:pStyle w:val="ListNumber-ContractCzechRadio"/>
        <w:jc w:val="both"/>
      </w:pPr>
      <w:r>
        <w:t xml:space="preserve">Tyto podmínky platí pro výkon veškerých smluvených činností externích osob a jejich poddodavatelů v objektech Českého rozhlasu (dále jen jako „ČRo“) a jsou přílohou smlouvy, na základě které externí osoba provádí činnosti či poskytuje služby pro ČRo. </w:t>
      </w:r>
    </w:p>
    <w:p w14:paraId="64327360" w14:textId="77777777" w:rsidR="00277D8C" w:rsidRDefault="00277D8C" w:rsidP="00277D8C">
      <w:pPr>
        <w:pStyle w:val="ListNumber-ContractCzechRadio"/>
        <w:jc w:val="both"/>
      </w:pPr>
      <w:r>
        <w:t xml:space="preserve">Externí osoby jsou povinny si počínat tak, aby neohrožovaly zdraví, životy zaměstnanců a dalších osob v objektech ČRo nebo životní prostředí provozováním nebezpečných činností. </w:t>
      </w:r>
    </w:p>
    <w:p w14:paraId="7E810AAE" w14:textId="77777777" w:rsidR="00277D8C" w:rsidRDefault="00277D8C" w:rsidP="00277D8C">
      <w:pPr>
        <w:pStyle w:val="ListNumber-ContractCzechRadio"/>
        <w:jc w:val="both"/>
      </w:pPr>
      <w:r>
        <w:t xml:space="preserve">Externí osoby jsou povinny si počínat tak, aby nedocházelo k pracovním úrazům a byly dodržovány zásady BOZP, PO, ochrany ŽP a další níže uvedené zásady práce v objektech ČRo. Externí osoby odpovídají za dodržování těchto zásad svými poddodavateli. </w:t>
      </w:r>
    </w:p>
    <w:p w14:paraId="3783A920" w14:textId="77777777" w:rsidR="00277D8C" w:rsidRDefault="00277D8C" w:rsidP="00277D8C">
      <w:pPr>
        <w:pStyle w:val="ListNumber-ContractCzechRadio"/>
        <w:jc w:val="both"/>
      </w:pPr>
      <w:r>
        <w:t xml:space="preserve">Odpovědní zaměstnanci ČRo jsou oprávněni kontrolovat, zda externí osoby plní povinnosti uložené v oblasti BOZP, PO a ochrany ŽP nebo těmito podmínkami a tyto osoby jsou povinny takovou kontrolu strpět. </w:t>
      </w:r>
    </w:p>
    <w:p w14:paraId="50FC0A77" w14:textId="77777777" w:rsidR="00277D8C" w:rsidRDefault="00277D8C" w:rsidP="00277D8C">
      <w:pPr>
        <w:pStyle w:val="Heading-Number-ContractCzechRadio"/>
        <w:rPr>
          <w:color w:val="auto"/>
        </w:rPr>
      </w:pPr>
      <w:r>
        <w:rPr>
          <w:color w:val="auto"/>
        </w:rPr>
        <w:t>Povinnosti externích osob v oblasti BOZP a PO</w:t>
      </w:r>
    </w:p>
    <w:p w14:paraId="702A48E6" w14:textId="77777777" w:rsidR="00277D8C" w:rsidRDefault="00277D8C" w:rsidP="00277D8C">
      <w:pPr>
        <w:pStyle w:val="ListNumber-ContractCzechRadio"/>
        <w:jc w:val="both"/>
      </w:pPr>
      <w:r>
        <w:t xml:space="preserve">Odpovědný zástupce externí osoby je povinen předat na výzvu ČRo seznam osob, které budou vykonávat činnosti v objektu ČRo a předem hlásit případné změny těchto osob. </w:t>
      </w:r>
    </w:p>
    <w:p w14:paraId="213B9F4F" w14:textId="77777777" w:rsidR="00277D8C" w:rsidRDefault="00277D8C" w:rsidP="00277D8C">
      <w:pPr>
        <w:pStyle w:val="ListNumber-ContractCzechRadio"/>
        <w:jc w:val="both"/>
      </w:pPr>
      <w:r>
        <w:t xml:space="preserve">Veškeré povinnosti stanovené těmito podmínkami vůči zaměstnancům externí osoby, je externí osoba povinna plnit i ve vztahu ke svým poddodavatelům a jejich zaměstnancům. </w:t>
      </w:r>
    </w:p>
    <w:p w14:paraId="075B6801" w14:textId="77777777" w:rsidR="00277D8C" w:rsidRDefault="00277D8C" w:rsidP="00277D8C">
      <w:pPr>
        <w:pStyle w:val="ListNumber-ContractCzechRadio"/>
        <w:jc w:val="both"/>
      </w:pPr>
      <w:r>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58B19AB8" w14:textId="77777777" w:rsidR="00277D8C" w:rsidRDefault="00277D8C" w:rsidP="00277D8C">
      <w:pPr>
        <w:pStyle w:val="ListNumber-ContractCzechRadio"/>
        <w:jc w:val="both"/>
      </w:pPr>
      <w:r>
        <w:t xml:space="preserve">Externí osoby jsou povinny respektovat kontrolní činnost osob odborných organizačních útvarů ČRo z oblasti BOZP a PO a jiných odpovědných osob např. pracovník recepce, vrátný, zaměstnanci oddělení podpůrných služeb (dále jen jako „odpovědný zaměstnanec“). </w:t>
      </w:r>
    </w:p>
    <w:p w14:paraId="30897311" w14:textId="77777777" w:rsidR="00277D8C" w:rsidRDefault="00277D8C" w:rsidP="00277D8C">
      <w:pPr>
        <w:pStyle w:val="ListNumber-ContractCzechRadio"/>
        <w:jc w:val="both"/>
      </w:pPr>
      <w:r>
        <w:t>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w:t>
      </w:r>
      <w:r>
        <w:rPr>
          <w:color w:val="FF0000"/>
        </w:rPr>
        <w:t xml:space="preserve"> </w:t>
      </w:r>
      <w:r>
        <w:t xml:space="preserve">Tento zástupce externí osoby je odpovědný za dodržování předpisů BOZP a PO ze strany externí osoby, pokud není písemně stanoveno jinak.  </w:t>
      </w:r>
    </w:p>
    <w:p w14:paraId="24100E12" w14:textId="77777777" w:rsidR="00277D8C" w:rsidRDefault="00277D8C" w:rsidP="00277D8C">
      <w:pPr>
        <w:pStyle w:val="ListNumber-ContractCzechRadio"/>
        <w:jc w:val="both"/>
      </w:pPr>
      <w:r>
        <w:t>Externí osoby odpovídají za odbornou a zdravotní způsobilost svých zaměstnanců včetně svých poddodavatelů.</w:t>
      </w:r>
    </w:p>
    <w:p w14:paraId="16F8998A" w14:textId="77777777" w:rsidR="00277D8C" w:rsidRDefault="00277D8C" w:rsidP="00277D8C">
      <w:pPr>
        <w:pStyle w:val="ListNumber-ContractCzechRadio"/>
        <w:jc w:val="both"/>
      </w:pPr>
      <w:r>
        <w:t>Externí osoby jsou zejména povinny:</w:t>
      </w:r>
    </w:p>
    <w:p w14:paraId="5A27042B" w14:textId="77777777" w:rsidR="00277D8C" w:rsidRDefault="00277D8C" w:rsidP="00277D8C">
      <w:pPr>
        <w:pStyle w:val="ListLetter-ContractCzechRadio"/>
        <w:jc w:val="both"/>
      </w:pPr>
      <w:r>
        <w:t xml:space="preserve">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w:t>
      </w:r>
      <w:r>
        <w:lastRenderedPageBreak/>
        <w:t>externí osoby včetně poddodavatelů, kteří budou pracovat v objektech ČRo. Externí osoba je povinna na vyžádání odpovědného zaměstnance předložit doklad o provedení školení dle předchozí věty,</w:t>
      </w:r>
    </w:p>
    <w:p w14:paraId="25D7D8F0" w14:textId="77777777" w:rsidR="00277D8C" w:rsidRDefault="00277D8C" w:rsidP="00277D8C">
      <w:pPr>
        <w:pStyle w:val="ListLetter-ContractCzechRadio"/>
        <w:jc w:val="both"/>
      </w:pPr>
      <w:r>
        <w:t>zajistit, aby jejich zaměstnanci nevstupovali do prostor, které nejsou určeny k jejich činnosti,</w:t>
      </w:r>
    </w:p>
    <w:p w14:paraId="64AA3791" w14:textId="77777777" w:rsidR="00277D8C" w:rsidRDefault="00277D8C" w:rsidP="00277D8C">
      <w:pPr>
        <w:pStyle w:val="ListLetter-ContractCzechRadio"/>
        <w:jc w:val="both"/>
      </w:pPr>
      <w:r>
        <w:t>zajistit označení svých zaměstnanců na pracovních či ochranných oděvech tak, aby bylo zřejmé, že se jedná o externí osoby,</w:t>
      </w:r>
    </w:p>
    <w:p w14:paraId="7122A158" w14:textId="77777777" w:rsidR="00277D8C" w:rsidRDefault="00277D8C" w:rsidP="00277D8C">
      <w:pPr>
        <w:pStyle w:val="ListLetter-ContractCzechRadio"/>
        <w:jc w:val="both"/>
      </w:pPr>
      <w:r>
        <w:t>dbát pokynů příslušného odpovědného zaměstnance a jím stanovených bezpečnostních opatření a poskytovat mu potřebnou součinnost,</w:t>
      </w:r>
    </w:p>
    <w:p w14:paraId="5894ADD8" w14:textId="77777777" w:rsidR="00277D8C" w:rsidRDefault="00277D8C" w:rsidP="00277D8C">
      <w:pPr>
        <w:pStyle w:val="ListLetter-ContractCzechRadio"/>
        <w:jc w:val="both"/>
      </w:pPr>
      <w:r>
        <w:t xml:space="preserve">upozornit příslušného zaměstnance útvaru ČRo, pro který jsou činnosti prováděny, na všechny okolnosti, které by mohly vést k ohrožení provozu nebo k ohrožení bezpečného stavu technických zařízení, </w:t>
      </w:r>
    </w:p>
    <w:p w14:paraId="5ADE217E" w14:textId="77777777" w:rsidR="00277D8C" w:rsidRDefault="00277D8C" w:rsidP="00277D8C">
      <w:pPr>
        <w:pStyle w:val="ListLetter-ContractCzechRadio"/>
        <w:jc w:val="both"/>
      </w:pPr>
      <w:r>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16B7B971" w14:textId="77777777" w:rsidR="00277D8C" w:rsidRDefault="00277D8C" w:rsidP="00277D8C">
      <w:pPr>
        <w:pStyle w:val="ListLetter-ContractCzechRadio"/>
        <w:jc w:val="both"/>
      </w:pPr>
      <w:r>
        <w:t>zajistit, aby stroje, zařízení, nářadí používané externí osobou nebyla používána v rozporu s bezpečnostními předpisy, čímž se zvyšuje riziko úrazu,</w:t>
      </w:r>
    </w:p>
    <w:p w14:paraId="2151CF49" w14:textId="77777777" w:rsidR="00277D8C" w:rsidRDefault="00277D8C" w:rsidP="00277D8C">
      <w:pPr>
        <w:pStyle w:val="ListLetter-ContractCzechRadio"/>
        <w:jc w:val="both"/>
      </w:pPr>
      <w:r>
        <w:t>zaměstnanci externích osob jsou povinni se podrobit zkouškám na přítomnost alkoholu či jiných návykových látek prováděnými odpovědným zaměstnancem ČRo,</w:t>
      </w:r>
    </w:p>
    <w:p w14:paraId="5A89F5F0" w14:textId="77777777" w:rsidR="00277D8C" w:rsidRDefault="00277D8C" w:rsidP="00277D8C">
      <w:pPr>
        <w:pStyle w:val="ListLetter-ContractCzechRadio"/>
        <w:jc w:val="both"/>
      </w:pPr>
      <w:r>
        <w:t xml:space="preserve">v případě mimořádné události (havarijního stavu, evakuace apod.) je externí osoba povinna uposlechnout příkazu odpovědného zaměstnance ČRo, </w:t>
      </w:r>
    </w:p>
    <w:p w14:paraId="79ACF0E5" w14:textId="77777777" w:rsidR="00277D8C" w:rsidRDefault="00277D8C" w:rsidP="00277D8C">
      <w:pPr>
        <w:pStyle w:val="ListLetter-ContractCzechRadio"/>
        <w:jc w:val="both"/>
      </w:pPr>
      <w:r>
        <w:t>trvale udržovat volné a nezatarasené únikové cesty a komunikace včetně vymezených prostorů před elektrickými rozvaděči,</w:t>
      </w:r>
    </w:p>
    <w:p w14:paraId="7AA272EE" w14:textId="77777777" w:rsidR="00277D8C" w:rsidRDefault="00277D8C" w:rsidP="00277D8C">
      <w:pPr>
        <w:pStyle w:val="ListLetter-ContractCzechRadio"/>
        <w:jc w:val="both"/>
      </w:pPr>
      <w:r>
        <w:t>zajistit, aby zaměstnanci externí osoby používali ochranné pracovní prostředky a ochranné zařízení strojů zabraňujících či snižujících nebezpečí vzniku úrazu,</w:t>
      </w:r>
    </w:p>
    <w:p w14:paraId="45200A79" w14:textId="77777777" w:rsidR="00277D8C" w:rsidRDefault="00277D8C" w:rsidP="00277D8C">
      <w:pPr>
        <w:pStyle w:val="ListLetter-ContractCzechRadio"/>
        <w:jc w:val="both"/>
      </w:pPr>
      <w:r>
        <w:t>zajistit, aby činnosti prováděné externí osobou byly prováděny v souladu se zásadami BOZP a PO a všemi obecně závaznými právními předpisy platnými pro činnosti, které externí osoby provádějí,</w:t>
      </w:r>
    </w:p>
    <w:p w14:paraId="793EA117" w14:textId="77777777" w:rsidR="00277D8C" w:rsidRDefault="00277D8C" w:rsidP="00277D8C">
      <w:pPr>
        <w:pStyle w:val="ListLetter-ContractCzechRadio"/>
        <w:jc w:val="both"/>
      </w:pPr>
      <w:r>
        <w:t>počínat si tak, aby svým jednáním nezavdaly příčinu ke vzniku požáru, výbuchu, ohrožení života nebo škody na majetku,</w:t>
      </w:r>
    </w:p>
    <w:p w14:paraId="72B6E717" w14:textId="77777777" w:rsidR="00277D8C" w:rsidRDefault="00277D8C" w:rsidP="00277D8C">
      <w:pPr>
        <w:pStyle w:val="ListLetter-ContractCzechRadio"/>
        <w:jc w:val="both"/>
      </w:pPr>
      <w:r>
        <w:t>dodržovat zákaz kouření v objektech ČRo s výjimkou k tomu určených prostorů,</w:t>
      </w:r>
    </w:p>
    <w:p w14:paraId="6DCC4162" w14:textId="77777777" w:rsidR="00277D8C" w:rsidRDefault="00277D8C" w:rsidP="00277D8C">
      <w:pPr>
        <w:pStyle w:val="ListLetter-ContractCzechRadio"/>
        <w:jc w:val="both"/>
      </w:pPr>
      <w:r>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4FF53952" w14:textId="77777777" w:rsidR="00277D8C" w:rsidRDefault="00277D8C" w:rsidP="00277D8C">
      <w:pPr>
        <w:pStyle w:val="ListLetter-ContractCzechRadio"/>
        <w:jc w:val="both"/>
      </w:pPr>
      <w:r>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0DA4EE36" w14:textId="77777777" w:rsidR="00277D8C" w:rsidRDefault="00277D8C" w:rsidP="00277D8C">
      <w:pPr>
        <w:pStyle w:val="Heading-Number-ContractCzechRadio"/>
        <w:rPr>
          <w:color w:val="auto"/>
        </w:rPr>
      </w:pPr>
      <w:r>
        <w:rPr>
          <w:color w:val="auto"/>
        </w:rPr>
        <w:lastRenderedPageBreak/>
        <w:t>Povinnosti externích osob v oblasti ŽP</w:t>
      </w:r>
    </w:p>
    <w:p w14:paraId="0B5344EB" w14:textId="77777777" w:rsidR="00277D8C" w:rsidRDefault="00277D8C" w:rsidP="00277D8C">
      <w:pPr>
        <w:pStyle w:val="ListNumber-ContractCzechRadio"/>
        <w:jc w:val="both"/>
      </w:pPr>
      <w:r>
        <w:t xml:space="preserve">Externí osoby jsou povinny dodržovat veškerá ustanovení obecně závazných právních předpisů v oblasti ochrany ŽP a zejména z. č. 541/2020 Sb., o odpadech. Případné sankce uložené orgány státní správy spojené s porušením legislativy ze strany externí osoby, ponese externí osoba. </w:t>
      </w:r>
    </w:p>
    <w:p w14:paraId="1487A0CC" w14:textId="77777777" w:rsidR="00277D8C" w:rsidRDefault="00277D8C" w:rsidP="00277D8C">
      <w:pPr>
        <w:pStyle w:val="ListNumber-ContractCzechRadio"/>
        <w:jc w:val="both"/>
      </w:pPr>
      <w:r>
        <w:t>Externí osoby jsou zejména povinny:</w:t>
      </w:r>
    </w:p>
    <w:p w14:paraId="32307924" w14:textId="77777777" w:rsidR="00277D8C" w:rsidRDefault="00277D8C" w:rsidP="00277D8C">
      <w:pPr>
        <w:pStyle w:val="ListLetter-ContractCzechRadio"/>
        <w:jc w:val="both"/>
      </w:pPr>
      <w:r>
        <w:t>nakládat s odpady, které vznikly v důsledku jejich činnosti v souladu s právními předpisy,</w:t>
      </w:r>
    </w:p>
    <w:p w14:paraId="08A43B6A" w14:textId="77777777" w:rsidR="00277D8C" w:rsidRDefault="00277D8C" w:rsidP="00277D8C">
      <w:pPr>
        <w:pStyle w:val="ListLetter-ContractCzechRadio"/>
        <w:jc w:val="both"/>
      </w:pPr>
      <w:r>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1F88031D" w14:textId="77777777" w:rsidR="00277D8C" w:rsidRDefault="00277D8C" w:rsidP="00277D8C">
      <w:pPr>
        <w:pStyle w:val="ListLetter-ContractCzechRadio"/>
        <w:jc w:val="both"/>
      </w:pPr>
      <w:r>
        <w:t>neznečišťovat komunikace a nepoškozovat zeleň,</w:t>
      </w:r>
    </w:p>
    <w:p w14:paraId="3FEC2C74" w14:textId="77777777" w:rsidR="00277D8C" w:rsidRDefault="00277D8C" w:rsidP="00277D8C">
      <w:pPr>
        <w:pStyle w:val="ListLetter-ContractCzechRadio"/>
        <w:jc w:val="both"/>
      </w:pPr>
      <w:r>
        <w:t>zajistit likvidaci obalů dle platných právních předpisů.</w:t>
      </w:r>
    </w:p>
    <w:p w14:paraId="62722B77" w14:textId="77777777" w:rsidR="00277D8C" w:rsidRDefault="00277D8C" w:rsidP="00277D8C">
      <w:pPr>
        <w:pStyle w:val="ListNumber-ContractCzechRadio"/>
        <w:jc w:val="both"/>
      </w:pPr>
      <w:r>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50FA5F74" w14:textId="77777777" w:rsidR="00277D8C" w:rsidRDefault="00277D8C" w:rsidP="00277D8C">
      <w:pPr>
        <w:pStyle w:val="ListNumber-ContractCzechRadio"/>
        <w:jc w:val="both"/>
      </w:pPr>
      <w:r>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302CBC35" w14:textId="77777777" w:rsidR="00277D8C" w:rsidRDefault="00277D8C" w:rsidP="00277D8C">
      <w:pPr>
        <w:pStyle w:val="Heading-Number-ContractCzechRadio"/>
        <w:rPr>
          <w:color w:val="auto"/>
        </w:rPr>
      </w:pPr>
      <w:r>
        <w:rPr>
          <w:color w:val="auto"/>
        </w:rPr>
        <w:t>Ostatní ustanovení</w:t>
      </w:r>
    </w:p>
    <w:p w14:paraId="3F3D19A4" w14:textId="77777777" w:rsidR="00277D8C" w:rsidRDefault="00277D8C" w:rsidP="00277D8C">
      <w:pPr>
        <w:pStyle w:val="ListNumber-ContractCzechRadio"/>
        <w:jc w:val="both"/>
      </w:pPr>
      <w:r>
        <w:t xml:space="preserve">Fotografování a natáčení je v objektech ČRo zakázáno, ledaže s tím vyslovil souhlas generální ředitel, nebo jeho pověřený zástupce. </w:t>
      </w:r>
    </w:p>
    <w:p w14:paraId="72E2E519" w14:textId="77777777" w:rsidR="00277D8C" w:rsidRPr="00277D8C" w:rsidRDefault="00277D8C" w:rsidP="00277D8C">
      <w:pPr>
        <w:pStyle w:val="SubjectSpecification-ContractCzechRadio"/>
      </w:pPr>
    </w:p>
    <w:sectPr w:rsidR="00277D8C" w:rsidRPr="00277D8C" w:rsidSect="0023258C">
      <w:headerReference w:type="default" r:id="rId12"/>
      <w:footerReference w:type="default" r:id="rId13"/>
      <w:headerReference w:type="first" r:id="rId14"/>
      <w:footerReference w:type="first" r:id="rId15"/>
      <w:type w:val="continuous"/>
      <w:pgSz w:w="11906" w:h="16838" w:code="9"/>
      <w:pgMar w:top="1389" w:right="1616" w:bottom="1418" w:left="1616" w:header="822" w:footer="879"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Hanibal Josef" w:date="2024-11-20T11:45:00Z" w:initials="HJ">
    <w:p w14:paraId="10E8C097" w14:textId="16114833" w:rsidR="00895C1F" w:rsidRDefault="00895C1F">
      <w:pPr>
        <w:pStyle w:val="Textkomente"/>
      </w:pPr>
      <w:r>
        <w:rPr>
          <w:rStyle w:val="Odkaznakoment"/>
        </w:rPr>
        <w:annotationRef/>
      </w:r>
      <w:r>
        <w:t>N</w:t>
      </w:r>
      <w:r>
        <w:t xml:space="preserve">echal </w:t>
      </w:r>
      <w:r>
        <w:t xml:space="preserve">bych </w:t>
      </w:r>
      <w:r>
        <w:t>jen pevné datum, byť to principiálně u zaká</w:t>
      </w:r>
      <w:r>
        <w:t>zek není vhodné, ale v tomto rozsahu to případně zrušíme, nebo</w:t>
      </w:r>
      <w:bookmarkStart w:id="1" w:name="_GoBack"/>
      <w:bookmarkEnd w:id="1"/>
      <w:r>
        <w:t xml:space="preserve"> těch 5 týdnů.</w:t>
      </w:r>
      <w:r>
        <w:t xml:space="preserve"> Obojí je v tuto chvíli nereálné.</w:t>
      </w:r>
      <w:r>
        <w:t xml:space="preserve"> U druhé smlouvy platí to samé.</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0E8C09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38C41F" w14:textId="77777777" w:rsidR="00C5558D" w:rsidRDefault="00C5558D">
      <w:pPr>
        <w:spacing w:line="240" w:lineRule="auto"/>
      </w:pPr>
      <w:r>
        <w:separator/>
      </w:r>
    </w:p>
  </w:endnote>
  <w:endnote w:type="continuationSeparator" w:id="0">
    <w:p w14:paraId="07806A26" w14:textId="77777777" w:rsidR="00C5558D" w:rsidRDefault="00C555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A51326" w14:textId="77777777" w:rsidR="00107251" w:rsidRDefault="00C01A96">
    <w:pPr>
      <w:pStyle w:val="Zpat"/>
    </w:pPr>
    <w:r>
      <w:rPr>
        <w:noProof/>
        <w:lang w:eastAsia="cs-CZ"/>
      </w:rPr>
      <mc:AlternateContent>
        <mc:Choice Requires="wps">
          <w:drawing>
            <wp:anchor distT="0" distB="0" distL="114300" distR="114300" simplePos="0" relativeHeight="251655680" behindDoc="0" locked="0" layoutInCell="1" allowOverlap="1" wp14:anchorId="06029C77" wp14:editId="2D3944D1">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CF02A8" w14:textId="7C8E8868" w:rsidR="00107251" w:rsidRPr="00727BE2" w:rsidRDefault="00C5558D"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03202D" w:rsidRPr="00727BE2">
                                <w:rPr>
                                  <w:rStyle w:val="slostrnky"/>
                                </w:rPr>
                                <w:fldChar w:fldCharType="begin"/>
                              </w:r>
                              <w:r w:rsidR="0003202D" w:rsidRPr="00727BE2">
                                <w:rPr>
                                  <w:rStyle w:val="slostrnky"/>
                                </w:rPr>
                                <w:instrText xml:space="preserve"> PAGE   \* MERGEFORMAT </w:instrText>
                              </w:r>
                              <w:r w:rsidR="0003202D" w:rsidRPr="00727BE2">
                                <w:rPr>
                                  <w:rStyle w:val="slostrnky"/>
                                </w:rPr>
                                <w:fldChar w:fldCharType="separate"/>
                              </w:r>
                              <w:r w:rsidR="00895C1F">
                                <w:rPr>
                                  <w:rStyle w:val="slostrnky"/>
                                  <w:noProof/>
                                </w:rPr>
                                <w:t>2</w:t>
                              </w:r>
                              <w:r w:rsidR="0003202D" w:rsidRPr="00727BE2">
                                <w:rPr>
                                  <w:rStyle w:val="slostrnky"/>
                                </w:rPr>
                                <w:fldChar w:fldCharType="end"/>
                              </w:r>
                              <w:r w:rsidR="0003202D" w:rsidRPr="00727BE2">
                                <w:rPr>
                                  <w:rStyle w:val="slostrnky"/>
                                </w:rPr>
                                <w:t xml:space="preserve"> / </w:t>
                              </w:r>
                              <w:r w:rsidR="003E264D" w:rsidRPr="003E264D">
                                <w:fldChar w:fldCharType="begin"/>
                              </w:r>
                              <w:r w:rsidR="0003202D">
                                <w:instrText xml:space="preserve"> NUMPAGES   \* MERGEFORMAT </w:instrText>
                              </w:r>
                              <w:r w:rsidR="003E264D" w:rsidRPr="003E264D">
                                <w:fldChar w:fldCharType="separate"/>
                              </w:r>
                              <w:r w:rsidR="00895C1F" w:rsidRPr="00895C1F">
                                <w:rPr>
                                  <w:rStyle w:val="slostrnky"/>
                                  <w:noProof/>
                                </w:rPr>
                                <w:t>10</w:t>
                              </w:r>
                              <w:r w:rsidR="003E264D" w:rsidRPr="003E264D">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06029C77"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7CCF02A8" w14:textId="7C8E8868" w:rsidR="00107251" w:rsidRPr="00727BE2" w:rsidRDefault="00C5558D"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03202D" w:rsidRPr="00727BE2">
                          <w:rPr>
                            <w:rStyle w:val="slostrnky"/>
                          </w:rPr>
                          <w:fldChar w:fldCharType="begin"/>
                        </w:r>
                        <w:r w:rsidR="0003202D" w:rsidRPr="00727BE2">
                          <w:rPr>
                            <w:rStyle w:val="slostrnky"/>
                          </w:rPr>
                          <w:instrText xml:space="preserve"> PAGE   \* MERGEFORMAT </w:instrText>
                        </w:r>
                        <w:r w:rsidR="0003202D" w:rsidRPr="00727BE2">
                          <w:rPr>
                            <w:rStyle w:val="slostrnky"/>
                          </w:rPr>
                          <w:fldChar w:fldCharType="separate"/>
                        </w:r>
                        <w:r w:rsidR="00895C1F">
                          <w:rPr>
                            <w:rStyle w:val="slostrnky"/>
                            <w:noProof/>
                          </w:rPr>
                          <w:t>2</w:t>
                        </w:r>
                        <w:r w:rsidR="0003202D" w:rsidRPr="00727BE2">
                          <w:rPr>
                            <w:rStyle w:val="slostrnky"/>
                          </w:rPr>
                          <w:fldChar w:fldCharType="end"/>
                        </w:r>
                        <w:r w:rsidR="0003202D" w:rsidRPr="00727BE2">
                          <w:rPr>
                            <w:rStyle w:val="slostrnky"/>
                          </w:rPr>
                          <w:t xml:space="preserve"> / </w:t>
                        </w:r>
                        <w:r w:rsidR="003E264D" w:rsidRPr="003E264D">
                          <w:fldChar w:fldCharType="begin"/>
                        </w:r>
                        <w:r w:rsidR="0003202D">
                          <w:instrText xml:space="preserve"> NUMPAGES   \* MERGEFORMAT </w:instrText>
                        </w:r>
                        <w:r w:rsidR="003E264D" w:rsidRPr="003E264D">
                          <w:fldChar w:fldCharType="separate"/>
                        </w:r>
                        <w:r w:rsidR="00895C1F" w:rsidRPr="00895C1F">
                          <w:rPr>
                            <w:rStyle w:val="slostrnky"/>
                            <w:noProof/>
                          </w:rPr>
                          <w:t>10</w:t>
                        </w:r>
                        <w:r w:rsidR="003E264D" w:rsidRPr="003E264D">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3AE25F" w14:textId="77777777" w:rsidR="00107251" w:rsidRPr="00B5596D" w:rsidRDefault="00C01A96" w:rsidP="00B5596D">
    <w:pPr>
      <w:pStyle w:val="Zpat"/>
    </w:pPr>
    <w:r>
      <w:rPr>
        <w:noProof/>
        <w:lang w:eastAsia="cs-CZ"/>
      </w:rPr>
      <mc:AlternateContent>
        <mc:Choice Requires="wps">
          <w:drawing>
            <wp:anchor distT="0" distB="0" distL="114300" distR="114300" simplePos="0" relativeHeight="251659776" behindDoc="0" locked="0" layoutInCell="1" allowOverlap="1" wp14:anchorId="53EEDD74" wp14:editId="0DB29F22">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8ED8661" w14:textId="3F71129B" w:rsidR="00107251" w:rsidRPr="00727BE2" w:rsidRDefault="00C5558D"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03202D" w:rsidRPr="00727BE2">
                                <w:rPr>
                                  <w:rStyle w:val="slostrnky"/>
                                </w:rPr>
                                <w:fldChar w:fldCharType="begin"/>
                              </w:r>
                              <w:r w:rsidR="0003202D" w:rsidRPr="00727BE2">
                                <w:rPr>
                                  <w:rStyle w:val="slostrnky"/>
                                </w:rPr>
                                <w:instrText xml:space="preserve"> PAGE   \* MERGEFORMAT </w:instrText>
                              </w:r>
                              <w:r w:rsidR="0003202D" w:rsidRPr="00727BE2">
                                <w:rPr>
                                  <w:rStyle w:val="slostrnky"/>
                                </w:rPr>
                                <w:fldChar w:fldCharType="separate"/>
                              </w:r>
                              <w:r w:rsidR="00895C1F">
                                <w:rPr>
                                  <w:rStyle w:val="slostrnky"/>
                                  <w:noProof/>
                                </w:rPr>
                                <w:t>1</w:t>
                              </w:r>
                              <w:r w:rsidR="0003202D" w:rsidRPr="00727BE2">
                                <w:rPr>
                                  <w:rStyle w:val="slostrnky"/>
                                </w:rPr>
                                <w:fldChar w:fldCharType="end"/>
                              </w:r>
                              <w:r w:rsidR="0003202D" w:rsidRPr="00727BE2">
                                <w:rPr>
                                  <w:rStyle w:val="slostrnky"/>
                                </w:rPr>
                                <w:t xml:space="preserve"> / </w:t>
                              </w:r>
                              <w:r w:rsidR="003E264D" w:rsidRPr="003E264D">
                                <w:fldChar w:fldCharType="begin"/>
                              </w:r>
                              <w:r w:rsidR="0003202D">
                                <w:instrText xml:space="preserve"> NUMPAGES   \* MERGEFORMAT </w:instrText>
                              </w:r>
                              <w:r w:rsidR="003E264D" w:rsidRPr="003E264D">
                                <w:fldChar w:fldCharType="separate"/>
                              </w:r>
                              <w:r w:rsidR="00895C1F" w:rsidRPr="00895C1F">
                                <w:rPr>
                                  <w:rStyle w:val="slostrnky"/>
                                  <w:noProof/>
                                </w:rPr>
                                <w:t>10</w:t>
                              </w:r>
                              <w:r w:rsidR="003E264D" w:rsidRPr="003E264D">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53EEDD74"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68ED8661" w14:textId="3F71129B" w:rsidR="00107251" w:rsidRPr="00727BE2" w:rsidRDefault="00C5558D"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03202D" w:rsidRPr="00727BE2">
                          <w:rPr>
                            <w:rStyle w:val="slostrnky"/>
                          </w:rPr>
                          <w:fldChar w:fldCharType="begin"/>
                        </w:r>
                        <w:r w:rsidR="0003202D" w:rsidRPr="00727BE2">
                          <w:rPr>
                            <w:rStyle w:val="slostrnky"/>
                          </w:rPr>
                          <w:instrText xml:space="preserve"> PAGE   \* MERGEFORMAT </w:instrText>
                        </w:r>
                        <w:r w:rsidR="0003202D" w:rsidRPr="00727BE2">
                          <w:rPr>
                            <w:rStyle w:val="slostrnky"/>
                          </w:rPr>
                          <w:fldChar w:fldCharType="separate"/>
                        </w:r>
                        <w:r w:rsidR="00895C1F">
                          <w:rPr>
                            <w:rStyle w:val="slostrnky"/>
                            <w:noProof/>
                          </w:rPr>
                          <w:t>1</w:t>
                        </w:r>
                        <w:r w:rsidR="0003202D" w:rsidRPr="00727BE2">
                          <w:rPr>
                            <w:rStyle w:val="slostrnky"/>
                          </w:rPr>
                          <w:fldChar w:fldCharType="end"/>
                        </w:r>
                        <w:r w:rsidR="0003202D" w:rsidRPr="00727BE2">
                          <w:rPr>
                            <w:rStyle w:val="slostrnky"/>
                          </w:rPr>
                          <w:t xml:space="preserve"> / </w:t>
                        </w:r>
                        <w:r w:rsidR="003E264D" w:rsidRPr="003E264D">
                          <w:fldChar w:fldCharType="begin"/>
                        </w:r>
                        <w:r w:rsidR="0003202D">
                          <w:instrText xml:space="preserve"> NUMPAGES   \* MERGEFORMAT </w:instrText>
                        </w:r>
                        <w:r w:rsidR="003E264D" w:rsidRPr="003E264D">
                          <w:fldChar w:fldCharType="separate"/>
                        </w:r>
                        <w:r w:rsidR="00895C1F" w:rsidRPr="00895C1F">
                          <w:rPr>
                            <w:rStyle w:val="slostrnky"/>
                            <w:noProof/>
                          </w:rPr>
                          <w:t>10</w:t>
                        </w:r>
                        <w:r w:rsidR="003E264D" w:rsidRPr="003E264D">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543E42" w14:textId="77777777" w:rsidR="00C5558D" w:rsidRDefault="00C5558D">
      <w:pPr>
        <w:spacing w:line="240" w:lineRule="auto"/>
      </w:pPr>
      <w:r>
        <w:separator/>
      </w:r>
    </w:p>
  </w:footnote>
  <w:footnote w:type="continuationSeparator" w:id="0">
    <w:p w14:paraId="37CE736A" w14:textId="77777777" w:rsidR="00C5558D" w:rsidRDefault="00C5558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2D5880" w14:textId="77777777" w:rsidR="00107251" w:rsidRDefault="00C01A96">
    <w:pPr>
      <w:pStyle w:val="Zhlav"/>
    </w:pPr>
    <w:r>
      <w:rPr>
        <w:noProof/>
        <w:lang w:eastAsia="cs-CZ"/>
      </w:rPr>
      <w:drawing>
        <wp:anchor distT="0" distB="0" distL="114300" distR="114300" simplePos="0" relativeHeight="251658752" behindDoc="0" locked="1" layoutInCell="1" allowOverlap="1" wp14:anchorId="2B421ACA" wp14:editId="220A73A1">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B19D73" w14:textId="77777777" w:rsidR="00107251" w:rsidRDefault="00C01A96"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14:anchorId="0911D9A0" wp14:editId="0CD67E7C">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71B0910B" w14:textId="77777777" w:rsidR="00107251" w:rsidRPr="00321BCC" w:rsidRDefault="00C01A96"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0911D9A0"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71B0910B" w14:textId="77777777" w:rsidR="00107251" w:rsidRPr="00321BCC" w:rsidRDefault="00C01A96"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14:anchorId="1BBF06BC" wp14:editId="0A7209CE">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13CCC292">
      <w:start w:val="1"/>
      <w:numFmt w:val="upperLetter"/>
      <w:lvlText w:val="%1.)"/>
      <w:lvlJc w:val="left"/>
      <w:pPr>
        <w:ind w:left="672" w:hanging="360"/>
      </w:pPr>
      <w:rPr>
        <w:rFonts w:hint="default"/>
      </w:rPr>
    </w:lvl>
    <w:lvl w:ilvl="1" w:tplc="0C9AEE78" w:tentative="1">
      <w:start w:val="1"/>
      <w:numFmt w:val="lowerLetter"/>
      <w:lvlText w:val="%2."/>
      <w:lvlJc w:val="left"/>
      <w:pPr>
        <w:ind w:left="1392" w:hanging="360"/>
      </w:pPr>
    </w:lvl>
    <w:lvl w:ilvl="2" w:tplc="0DB4F918" w:tentative="1">
      <w:start w:val="1"/>
      <w:numFmt w:val="lowerRoman"/>
      <w:lvlText w:val="%3."/>
      <w:lvlJc w:val="right"/>
      <w:pPr>
        <w:ind w:left="2112" w:hanging="180"/>
      </w:pPr>
    </w:lvl>
    <w:lvl w:ilvl="3" w:tplc="D7043BFE" w:tentative="1">
      <w:start w:val="1"/>
      <w:numFmt w:val="decimal"/>
      <w:lvlText w:val="%4."/>
      <w:lvlJc w:val="left"/>
      <w:pPr>
        <w:ind w:left="2832" w:hanging="360"/>
      </w:pPr>
    </w:lvl>
    <w:lvl w:ilvl="4" w:tplc="D6422C54" w:tentative="1">
      <w:start w:val="1"/>
      <w:numFmt w:val="lowerLetter"/>
      <w:lvlText w:val="%5."/>
      <w:lvlJc w:val="left"/>
      <w:pPr>
        <w:ind w:left="3552" w:hanging="360"/>
      </w:pPr>
    </w:lvl>
    <w:lvl w:ilvl="5" w:tplc="EF38F2A8" w:tentative="1">
      <w:start w:val="1"/>
      <w:numFmt w:val="lowerRoman"/>
      <w:lvlText w:val="%6."/>
      <w:lvlJc w:val="right"/>
      <w:pPr>
        <w:ind w:left="4272" w:hanging="180"/>
      </w:pPr>
    </w:lvl>
    <w:lvl w:ilvl="6" w:tplc="BE287426" w:tentative="1">
      <w:start w:val="1"/>
      <w:numFmt w:val="decimal"/>
      <w:lvlText w:val="%7."/>
      <w:lvlJc w:val="left"/>
      <w:pPr>
        <w:ind w:left="4992" w:hanging="360"/>
      </w:pPr>
    </w:lvl>
    <w:lvl w:ilvl="7" w:tplc="4CBC1B52" w:tentative="1">
      <w:start w:val="1"/>
      <w:numFmt w:val="lowerLetter"/>
      <w:lvlText w:val="%8."/>
      <w:lvlJc w:val="left"/>
      <w:pPr>
        <w:ind w:left="5712" w:hanging="360"/>
      </w:pPr>
    </w:lvl>
    <w:lvl w:ilvl="8" w:tplc="64384E36"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841542D"/>
    <w:multiLevelType w:val="hybridMultilevel"/>
    <w:tmpl w:val="F92C947E"/>
    <w:lvl w:ilvl="0" w:tplc="364A056E">
      <w:start w:val="1"/>
      <w:numFmt w:val="bullet"/>
      <w:lvlText w:val=""/>
      <w:lvlJc w:val="left"/>
      <w:pPr>
        <w:ind w:left="780" w:hanging="360"/>
      </w:pPr>
      <w:rPr>
        <w:rFonts w:ascii="Symbol" w:hAnsi="Symbol" w:hint="default"/>
      </w:rPr>
    </w:lvl>
    <w:lvl w:ilvl="1" w:tplc="D068B278" w:tentative="1">
      <w:start w:val="1"/>
      <w:numFmt w:val="bullet"/>
      <w:lvlText w:val="o"/>
      <w:lvlJc w:val="left"/>
      <w:pPr>
        <w:ind w:left="1500" w:hanging="360"/>
      </w:pPr>
      <w:rPr>
        <w:rFonts w:ascii="Courier New" w:hAnsi="Courier New" w:cs="Courier New" w:hint="default"/>
      </w:rPr>
    </w:lvl>
    <w:lvl w:ilvl="2" w:tplc="5D10B842" w:tentative="1">
      <w:start w:val="1"/>
      <w:numFmt w:val="bullet"/>
      <w:lvlText w:val=""/>
      <w:lvlJc w:val="left"/>
      <w:pPr>
        <w:ind w:left="2220" w:hanging="360"/>
      </w:pPr>
      <w:rPr>
        <w:rFonts w:ascii="Wingdings" w:hAnsi="Wingdings" w:hint="default"/>
      </w:rPr>
    </w:lvl>
    <w:lvl w:ilvl="3" w:tplc="2A323434" w:tentative="1">
      <w:start w:val="1"/>
      <w:numFmt w:val="bullet"/>
      <w:lvlText w:val=""/>
      <w:lvlJc w:val="left"/>
      <w:pPr>
        <w:ind w:left="2940" w:hanging="360"/>
      </w:pPr>
      <w:rPr>
        <w:rFonts w:ascii="Symbol" w:hAnsi="Symbol" w:hint="default"/>
      </w:rPr>
    </w:lvl>
    <w:lvl w:ilvl="4" w:tplc="29AABB60" w:tentative="1">
      <w:start w:val="1"/>
      <w:numFmt w:val="bullet"/>
      <w:lvlText w:val="o"/>
      <w:lvlJc w:val="left"/>
      <w:pPr>
        <w:ind w:left="3660" w:hanging="360"/>
      </w:pPr>
      <w:rPr>
        <w:rFonts w:ascii="Courier New" w:hAnsi="Courier New" w:cs="Courier New" w:hint="default"/>
      </w:rPr>
    </w:lvl>
    <w:lvl w:ilvl="5" w:tplc="FADA394C" w:tentative="1">
      <w:start w:val="1"/>
      <w:numFmt w:val="bullet"/>
      <w:lvlText w:val=""/>
      <w:lvlJc w:val="left"/>
      <w:pPr>
        <w:ind w:left="4380" w:hanging="360"/>
      </w:pPr>
      <w:rPr>
        <w:rFonts w:ascii="Wingdings" w:hAnsi="Wingdings" w:hint="default"/>
      </w:rPr>
    </w:lvl>
    <w:lvl w:ilvl="6" w:tplc="79ECD524" w:tentative="1">
      <w:start w:val="1"/>
      <w:numFmt w:val="bullet"/>
      <w:lvlText w:val=""/>
      <w:lvlJc w:val="left"/>
      <w:pPr>
        <w:ind w:left="5100" w:hanging="360"/>
      </w:pPr>
      <w:rPr>
        <w:rFonts w:ascii="Symbol" w:hAnsi="Symbol" w:hint="default"/>
      </w:rPr>
    </w:lvl>
    <w:lvl w:ilvl="7" w:tplc="42784758" w:tentative="1">
      <w:start w:val="1"/>
      <w:numFmt w:val="bullet"/>
      <w:lvlText w:val="o"/>
      <w:lvlJc w:val="left"/>
      <w:pPr>
        <w:ind w:left="5820" w:hanging="360"/>
      </w:pPr>
      <w:rPr>
        <w:rFonts w:ascii="Courier New" w:hAnsi="Courier New" w:cs="Courier New" w:hint="default"/>
      </w:rPr>
    </w:lvl>
    <w:lvl w:ilvl="8" w:tplc="5470A112" w:tentative="1">
      <w:start w:val="1"/>
      <w:numFmt w:val="bullet"/>
      <w:lvlText w:val=""/>
      <w:lvlJc w:val="left"/>
      <w:pPr>
        <w:ind w:left="6540" w:hanging="360"/>
      </w:pPr>
      <w:rPr>
        <w:rFonts w:ascii="Wingdings" w:hAnsi="Wingdings" w:hint="default"/>
      </w:rPr>
    </w:lvl>
  </w:abstractNum>
  <w:abstractNum w:abstractNumId="14"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5"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6"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7"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5349539E"/>
    <w:multiLevelType w:val="multilevel"/>
    <w:tmpl w:val="5456ED1A"/>
    <w:numStyleLink w:val="Section-Contract"/>
  </w:abstractNum>
  <w:abstractNum w:abstractNumId="20" w15:restartNumberingAfterBreak="0">
    <w:nsid w:val="569A0E61"/>
    <w:multiLevelType w:val="hybridMultilevel"/>
    <w:tmpl w:val="18D066E4"/>
    <w:lvl w:ilvl="0" w:tplc="E4B21A02">
      <w:start w:val="1"/>
      <w:numFmt w:val="lowerLetter"/>
      <w:lvlText w:val="%1)"/>
      <w:lvlJc w:val="left"/>
      <w:pPr>
        <w:ind w:left="720" w:hanging="360"/>
      </w:pPr>
    </w:lvl>
    <w:lvl w:ilvl="1" w:tplc="2B62A69E">
      <w:start w:val="1"/>
      <w:numFmt w:val="lowerLetter"/>
      <w:lvlText w:val="%2."/>
      <w:lvlJc w:val="left"/>
      <w:pPr>
        <w:ind w:left="1440" w:hanging="360"/>
      </w:pPr>
    </w:lvl>
    <w:lvl w:ilvl="2" w:tplc="6916EF54">
      <w:start w:val="1"/>
      <w:numFmt w:val="lowerRoman"/>
      <w:lvlText w:val="%3."/>
      <w:lvlJc w:val="right"/>
      <w:pPr>
        <w:ind w:left="2160" w:hanging="180"/>
      </w:pPr>
    </w:lvl>
    <w:lvl w:ilvl="3" w:tplc="2842E426">
      <w:start w:val="1"/>
      <w:numFmt w:val="decimal"/>
      <w:lvlText w:val="%4."/>
      <w:lvlJc w:val="left"/>
      <w:pPr>
        <w:ind w:left="2880" w:hanging="360"/>
      </w:pPr>
    </w:lvl>
    <w:lvl w:ilvl="4" w:tplc="2C949FFC">
      <w:start w:val="1"/>
      <w:numFmt w:val="lowerLetter"/>
      <w:lvlText w:val="%5."/>
      <w:lvlJc w:val="left"/>
      <w:pPr>
        <w:ind w:left="3600" w:hanging="360"/>
      </w:pPr>
    </w:lvl>
    <w:lvl w:ilvl="5" w:tplc="08B8E36C">
      <w:start w:val="1"/>
      <w:numFmt w:val="lowerRoman"/>
      <w:lvlText w:val="%6."/>
      <w:lvlJc w:val="right"/>
      <w:pPr>
        <w:ind w:left="4320" w:hanging="180"/>
      </w:pPr>
    </w:lvl>
    <w:lvl w:ilvl="6" w:tplc="2FA41C98">
      <w:start w:val="1"/>
      <w:numFmt w:val="decimal"/>
      <w:lvlText w:val="%7."/>
      <w:lvlJc w:val="left"/>
      <w:pPr>
        <w:ind w:left="5040" w:hanging="360"/>
      </w:pPr>
    </w:lvl>
    <w:lvl w:ilvl="7" w:tplc="3D6CA4CE">
      <w:start w:val="1"/>
      <w:numFmt w:val="lowerLetter"/>
      <w:lvlText w:val="%8."/>
      <w:lvlJc w:val="left"/>
      <w:pPr>
        <w:ind w:left="5760" w:hanging="360"/>
      </w:pPr>
    </w:lvl>
    <w:lvl w:ilvl="8" w:tplc="088E9F2C">
      <w:start w:val="1"/>
      <w:numFmt w:val="lowerRoman"/>
      <w:lvlText w:val="%9."/>
      <w:lvlJc w:val="right"/>
      <w:pPr>
        <w:ind w:left="6480" w:hanging="180"/>
      </w:pPr>
    </w:lvl>
  </w:abstractNum>
  <w:abstractNum w:abstractNumId="21"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2"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3"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4"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5" w15:restartNumberingAfterBreak="0">
    <w:nsid w:val="737B0EE7"/>
    <w:multiLevelType w:val="hybridMultilevel"/>
    <w:tmpl w:val="B440AF98"/>
    <w:lvl w:ilvl="0" w:tplc="2AAEB2E6">
      <w:start w:val="1"/>
      <w:numFmt w:val="bullet"/>
      <w:lvlText w:val=""/>
      <w:lvlJc w:val="left"/>
      <w:pPr>
        <w:tabs>
          <w:tab w:val="num" w:pos="1080"/>
        </w:tabs>
        <w:ind w:left="1080" w:hanging="360"/>
      </w:pPr>
      <w:rPr>
        <w:rFonts w:ascii="Wingdings" w:hAnsi="Wingdings" w:hint="default"/>
      </w:rPr>
    </w:lvl>
    <w:lvl w:ilvl="1" w:tplc="C102FFB0" w:tentative="1">
      <w:start w:val="1"/>
      <w:numFmt w:val="bullet"/>
      <w:lvlText w:val="o"/>
      <w:lvlJc w:val="left"/>
      <w:pPr>
        <w:tabs>
          <w:tab w:val="num" w:pos="1800"/>
        </w:tabs>
        <w:ind w:left="1800" w:hanging="360"/>
      </w:pPr>
      <w:rPr>
        <w:rFonts w:ascii="Courier New" w:hAnsi="Courier New" w:cs="Courier New" w:hint="default"/>
      </w:rPr>
    </w:lvl>
    <w:lvl w:ilvl="2" w:tplc="91FE41F2" w:tentative="1">
      <w:start w:val="1"/>
      <w:numFmt w:val="bullet"/>
      <w:lvlText w:val=""/>
      <w:lvlJc w:val="left"/>
      <w:pPr>
        <w:tabs>
          <w:tab w:val="num" w:pos="2520"/>
        </w:tabs>
        <w:ind w:left="2520" w:hanging="360"/>
      </w:pPr>
      <w:rPr>
        <w:rFonts w:ascii="Wingdings" w:hAnsi="Wingdings" w:hint="default"/>
      </w:rPr>
    </w:lvl>
    <w:lvl w:ilvl="3" w:tplc="703AF8AC" w:tentative="1">
      <w:start w:val="1"/>
      <w:numFmt w:val="bullet"/>
      <w:lvlText w:val=""/>
      <w:lvlJc w:val="left"/>
      <w:pPr>
        <w:tabs>
          <w:tab w:val="num" w:pos="3240"/>
        </w:tabs>
        <w:ind w:left="3240" w:hanging="360"/>
      </w:pPr>
      <w:rPr>
        <w:rFonts w:ascii="Symbol" w:hAnsi="Symbol" w:hint="default"/>
      </w:rPr>
    </w:lvl>
    <w:lvl w:ilvl="4" w:tplc="A6A696B2" w:tentative="1">
      <w:start w:val="1"/>
      <w:numFmt w:val="bullet"/>
      <w:lvlText w:val="o"/>
      <w:lvlJc w:val="left"/>
      <w:pPr>
        <w:tabs>
          <w:tab w:val="num" w:pos="3960"/>
        </w:tabs>
        <w:ind w:left="3960" w:hanging="360"/>
      </w:pPr>
      <w:rPr>
        <w:rFonts w:ascii="Courier New" w:hAnsi="Courier New" w:cs="Courier New" w:hint="default"/>
      </w:rPr>
    </w:lvl>
    <w:lvl w:ilvl="5" w:tplc="927C0FA6" w:tentative="1">
      <w:start w:val="1"/>
      <w:numFmt w:val="bullet"/>
      <w:lvlText w:val=""/>
      <w:lvlJc w:val="left"/>
      <w:pPr>
        <w:tabs>
          <w:tab w:val="num" w:pos="4680"/>
        </w:tabs>
        <w:ind w:left="4680" w:hanging="360"/>
      </w:pPr>
      <w:rPr>
        <w:rFonts w:ascii="Wingdings" w:hAnsi="Wingdings" w:hint="default"/>
      </w:rPr>
    </w:lvl>
    <w:lvl w:ilvl="6" w:tplc="97CC05E0" w:tentative="1">
      <w:start w:val="1"/>
      <w:numFmt w:val="bullet"/>
      <w:lvlText w:val=""/>
      <w:lvlJc w:val="left"/>
      <w:pPr>
        <w:tabs>
          <w:tab w:val="num" w:pos="5400"/>
        </w:tabs>
        <w:ind w:left="5400" w:hanging="360"/>
      </w:pPr>
      <w:rPr>
        <w:rFonts w:ascii="Symbol" w:hAnsi="Symbol" w:hint="default"/>
      </w:rPr>
    </w:lvl>
    <w:lvl w:ilvl="7" w:tplc="E408A224" w:tentative="1">
      <w:start w:val="1"/>
      <w:numFmt w:val="bullet"/>
      <w:lvlText w:val="o"/>
      <w:lvlJc w:val="left"/>
      <w:pPr>
        <w:tabs>
          <w:tab w:val="num" w:pos="6120"/>
        </w:tabs>
        <w:ind w:left="6120" w:hanging="360"/>
      </w:pPr>
      <w:rPr>
        <w:rFonts w:ascii="Courier New" w:hAnsi="Courier New" w:cs="Courier New" w:hint="default"/>
      </w:rPr>
    </w:lvl>
    <w:lvl w:ilvl="8" w:tplc="B750F778"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4"/>
  </w:num>
  <w:num w:numId="2">
    <w:abstractNumId w:val="4"/>
  </w:num>
  <w:num w:numId="3">
    <w:abstractNumId w:val="7"/>
  </w:num>
  <w:num w:numId="4">
    <w:abstractNumId w:val="16"/>
  </w:num>
  <w:num w:numId="5">
    <w:abstractNumId w:val="6"/>
  </w:num>
  <w:num w:numId="6">
    <w:abstractNumId w:val="5"/>
  </w:num>
  <w:num w:numId="7">
    <w:abstractNumId w:val="24"/>
  </w:num>
  <w:num w:numId="8">
    <w:abstractNumId w:val="22"/>
  </w:num>
  <w:num w:numId="9">
    <w:abstractNumId w:val="3"/>
  </w:num>
  <w:num w:numId="10">
    <w:abstractNumId w:val="3"/>
  </w:num>
  <w:num w:numId="11">
    <w:abstractNumId w:val="1"/>
  </w:num>
  <w:num w:numId="12">
    <w:abstractNumId w:val="21"/>
  </w:num>
  <w:num w:numId="13">
    <w:abstractNumId w:val="8"/>
  </w:num>
  <w:num w:numId="14">
    <w:abstractNumId w:val="23"/>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19"/>
  </w:num>
  <w:num w:numId="20">
    <w:abstractNumId w:val="26"/>
  </w:num>
  <w:num w:numId="21">
    <w:abstractNumId w:val="12"/>
  </w:num>
  <w:num w:numId="22">
    <w:abstractNumId w:val="17"/>
  </w:num>
  <w:num w:numId="23">
    <w:abstractNumId w:val="25"/>
  </w:num>
  <w:num w:numId="24">
    <w:abstractNumId w:val="18"/>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1"/>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1"/>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num>
  <w:num w:numId="32">
    <w:abstractNumId w:val="15"/>
  </w:num>
  <w:num w:numId="33">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startOverride w:val="7"/>
    </w:lvlOverride>
    <w:lvlOverride w:ilvl="1">
      <w:startOverride w:val="1"/>
    </w:lvlOverride>
    <w:lvlOverride w:ilvl="2">
      <w:startOverride w:val="1"/>
    </w:lvlOverride>
    <w:lvlOverride w:ilvl="3"/>
    <w:lvlOverride w:ilvl="4"/>
    <w:lvlOverride w:ilvl="5"/>
    <w:lvlOverride w:ilvl="6"/>
    <w:lvlOverride w:ilvl="7"/>
    <w:lvlOverride w:ilvl="8"/>
  </w:num>
  <w:num w:numId="36">
    <w:abstractNumId w:val="20"/>
  </w:num>
  <w:num w:numId="37">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8">
    <w:abstractNumId w:val="13"/>
  </w:num>
  <w:numIdMacAtCleanup w:val="1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anibal Josef">
    <w15:presenceInfo w15:providerId="AD" w15:userId="S-1-5-21-1516916145-3332080500-352412931-136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0C29"/>
    <w:rsid w:val="00004EC0"/>
    <w:rsid w:val="0001088A"/>
    <w:rsid w:val="00010ADE"/>
    <w:rsid w:val="00013431"/>
    <w:rsid w:val="000173A9"/>
    <w:rsid w:val="00027476"/>
    <w:rsid w:val="000305B2"/>
    <w:rsid w:val="00031908"/>
    <w:rsid w:val="0003202D"/>
    <w:rsid w:val="00037AA8"/>
    <w:rsid w:val="00043DF0"/>
    <w:rsid w:val="0004448C"/>
    <w:rsid w:val="000525B3"/>
    <w:rsid w:val="0006458B"/>
    <w:rsid w:val="00066D16"/>
    <w:rsid w:val="00071310"/>
    <w:rsid w:val="000817D9"/>
    <w:rsid w:val="000860B2"/>
    <w:rsid w:val="00087478"/>
    <w:rsid w:val="00092B9A"/>
    <w:rsid w:val="000A44DD"/>
    <w:rsid w:val="000A7405"/>
    <w:rsid w:val="000B2886"/>
    <w:rsid w:val="000B37A4"/>
    <w:rsid w:val="000B6591"/>
    <w:rsid w:val="000B7CB2"/>
    <w:rsid w:val="000C6C97"/>
    <w:rsid w:val="000D28AB"/>
    <w:rsid w:val="000D3CA7"/>
    <w:rsid w:val="000D7F23"/>
    <w:rsid w:val="000E259A"/>
    <w:rsid w:val="000E46B9"/>
    <w:rsid w:val="000F5518"/>
    <w:rsid w:val="000F5809"/>
    <w:rsid w:val="000F7B50"/>
    <w:rsid w:val="00100883"/>
    <w:rsid w:val="00105F70"/>
    <w:rsid w:val="00106A74"/>
    <w:rsid w:val="00107251"/>
    <w:rsid w:val="00107439"/>
    <w:rsid w:val="001110E9"/>
    <w:rsid w:val="00121A2C"/>
    <w:rsid w:val="00134AFB"/>
    <w:rsid w:val="001471B1"/>
    <w:rsid w:val="001652C1"/>
    <w:rsid w:val="00165B15"/>
    <w:rsid w:val="00166126"/>
    <w:rsid w:val="00182D39"/>
    <w:rsid w:val="0018311B"/>
    <w:rsid w:val="001843A4"/>
    <w:rsid w:val="001915AD"/>
    <w:rsid w:val="00193556"/>
    <w:rsid w:val="001B37A8"/>
    <w:rsid w:val="001B621F"/>
    <w:rsid w:val="001C2B09"/>
    <w:rsid w:val="001C2C10"/>
    <w:rsid w:val="001C316E"/>
    <w:rsid w:val="001C3C9A"/>
    <w:rsid w:val="001C4A6B"/>
    <w:rsid w:val="001E0A94"/>
    <w:rsid w:val="001F15D7"/>
    <w:rsid w:val="001F475A"/>
    <w:rsid w:val="001F4CFC"/>
    <w:rsid w:val="002015E7"/>
    <w:rsid w:val="00202C70"/>
    <w:rsid w:val="00204CBF"/>
    <w:rsid w:val="00212195"/>
    <w:rsid w:val="00214A85"/>
    <w:rsid w:val="0023258C"/>
    <w:rsid w:val="002354C7"/>
    <w:rsid w:val="00240551"/>
    <w:rsid w:val="00243F2C"/>
    <w:rsid w:val="0026172A"/>
    <w:rsid w:val="002638B5"/>
    <w:rsid w:val="00266009"/>
    <w:rsid w:val="002663BF"/>
    <w:rsid w:val="002719E2"/>
    <w:rsid w:val="00274011"/>
    <w:rsid w:val="002748B7"/>
    <w:rsid w:val="00277D8C"/>
    <w:rsid w:val="00284E9F"/>
    <w:rsid w:val="002932DA"/>
    <w:rsid w:val="00295A22"/>
    <w:rsid w:val="002A0B5B"/>
    <w:rsid w:val="002A4CCF"/>
    <w:rsid w:val="002A4DD7"/>
    <w:rsid w:val="002B553E"/>
    <w:rsid w:val="002C2293"/>
    <w:rsid w:val="002C5D7C"/>
    <w:rsid w:val="002C6C32"/>
    <w:rsid w:val="002D03F1"/>
    <w:rsid w:val="002D4C12"/>
    <w:rsid w:val="002E2160"/>
    <w:rsid w:val="002E608B"/>
    <w:rsid w:val="002F0971"/>
    <w:rsid w:val="002F0D46"/>
    <w:rsid w:val="002F2BF0"/>
    <w:rsid w:val="002F691A"/>
    <w:rsid w:val="00301ACB"/>
    <w:rsid w:val="00304C54"/>
    <w:rsid w:val="00306FBF"/>
    <w:rsid w:val="003073CB"/>
    <w:rsid w:val="00316685"/>
    <w:rsid w:val="003176D8"/>
    <w:rsid w:val="00317BA8"/>
    <w:rsid w:val="0032045C"/>
    <w:rsid w:val="00321BCC"/>
    <w:rsid w:val="00322AAD"/>
    <w:rsid w:val="00330E46"/>
    <w:rsid w:val="00335F41"/>
    <w:rsid w:val="0034474B"/>
    <w:rsid w:val="00346E76"/>
    <w:rsid w:val="00356185"/>
    <w:rsid w:val="00361449"/>
    <w:rsid w:val="00363B6A"/>
    <w:rsid w:val="00366797"/>
    <w:rsid w:val="00372D0D"/>
    <w:rsid w:val="003735CB"/>
    <w:rsid w:val="00374550"/>
    <w:rsid w:val="00374638"/>
    <w:rsid w:val="00376CD7"/>
    <w:rsid w:val="00377956"/>
    <w:rsid w:val="003811C2"/>
    <w:rsid w:val="00381C73"/>
    <w:rsid w:val="00383153"/>
    <w:rsid w:val="0039431B"/>
    <w:rsid w:val="003960FE"/>
    <w:rsid w:val="00396EC9"/>
    <w:rsid w:val="003A1915"/>
    <w:rsid w:val="003A1E25"/>
    <w:rsid w:val="003B5BE5"/>
    <w:rsid w:val="003C0573"/>
    <w:rsid w:val="003C2711"/>
    <w:rsid w:val="003C5F49"/>
    <w:rsid w:val="003D5C52"/>
    <w:rsid w:val="003E264D"/>
    <w:rsid w:val="003E3489"/>
    <w:rsid w:val="003E75E7"/>
    <w:rsid w:val="003F0A33"/>
    <w:rsid w:val="003F25A3"/>
    <w:rsid w:val="004004EC"/>
    <w:rsid w:val="00402DC4"/>
    <w:rsid w:val="00405B8B"/>
    <w:rsid w:val="0041411A"/>
    <w:rsid w:val="0041566C"/>
    <w:rsid w:val="00420BB5"/>
    <w:rsid w:val="00421F3D"/>
    <w:rsid w:val="00427653"/>
    <w:rsid w:val="004307C7"/>
    <w:rsid w:val="00434FCA"/>
    <w:rsid w:val="004351F1"/>
    <w:rsid w:val="004374A1"/>
    <w:rsid w:val="00451B2D"/>
    <w:rsid w:val="0045245F"/>
    <w:rsid w:val="00452B29"/>
    <w:rsid w:val="004545D6"/>
    <w:rsid w:val="00465783"/>
    <w:rsid w:val="00470A4E"/>
    <w:rsid w:val="00471E2D"/>
    <w:rsid w:val="00474E60"/>
    <w:rsid w:val="004765CF"/>
    <w:rsid w:val="00485B5D"/>
    <w:rsid w:val="0049214B"/>
    <w:rsid w:val="004A383D"/>
    <w:rsid w:val="004B34BA"/>
    <w:rsid w:val="004B6A02"/>
    <w:rsid w:val="004C02AA"/>
    <w:rsid w:val="004C0632"/>
    <w:rsid w:val="004C0FE9"/>
    <w:rsid w:val="004C3C3B"/>
    <w:rsid w:val="004C40C4"/>
    <w:rsid w:val="004C7A0B"/>
    <w:rsid w:val="004D396E"/>
    <w:rsid w:val="00503B1F"/>
    <w:rsid w:val="00507768"/>
    <w:rsid w:val="00513E43"/>
    <w:rsid w:val="00517A95"/>
    <w:rsid w:val="00522483"/>
    <w:rsid w:val="00523218"/>
    <w:rsid w:val="005264A9"/>
    <w:rsid w:val="00531AB5"/>
    <w:rsid w:val="00533961"/>
    <w:rsid w:val="00534898"/>
    <w:rsid w:val="00536AFA"/>
    <w:rsid w:val="00540F2C"/>
    <w:rsid w:val="00545CDB"/>
    <w:rsid w:val="00546A76"/>
    <w:rsid w:val="00550861"/>
    <w:rsid w:val="00556DFC"/>
    <w:rsid w:val="00557B5B"/>
    <w:rsid w:val="00565B8F"/>
    <w:rsid w:val="005662FC"/>
    <w:rsid w:val="005824C3"/>
    <w:rsid w:val="005A0A26"/>
    <w:rsid w:val="005A384C"/>
    <w:rsid w:val="005A7C11"/>
    <w:rsid w:val="005B12EC"/>
    <w:rsid w:val="005B278C"/>
    <w:rsid w:val="005B373E"/>
    <w:rsid w:val="005C6706"/>
    <w:rsid w:val="005C7732"/>
    <w:rsid w:val="005D1BDD"/>
    <w:rsid w:val="005D39D9"/>
    <w:rsid w:val="005D4C3A"/>
    <w:rsid w:val="005D59C5"/>
    <w:rsid w:val="005E5533"/>
    <w:rsid w:val="005E5D22"/>
    <w:rsid w:val="005E67B4"/>
    <w:rsid w:val="005F320A"/>
    <w:rsid w:val="005F379F"/>
    <w:rsid w:val="005F3DD4"/>
    <w:rsid w:val="005F625D"/>
    <w:rsid w:val="00600C6A"/>
    <w:rsid w:val="006014BF"/>
    <w:rsid w:val="00603C42"/>
    <w:rsid w:val="00603DAD"/>
    <w:rsid w:val="00605AD7"/>
    <w:rsid w:val="00605CB8"/>
    <w:rsid w:val="00606C9E"/>
    <w:rsid w:val="00622E04"/>
    <w:rsid w:val="006309A2"/>
    <w:rsid w:val="006311D4"/>
    <w:rsid w:val="00632044"/>
    <w:rsid w:val="00643791"/>
    <w:rsid w:val="006451F6"/>
    <w:rsid w:val="0065041B"/>
    <w:rsid w:val="00670762"/>
    <w:rsid w:val="006736E0"/>
    <w:rsid w:val="00675542"/>
    <w:rsid w:val="00680C24"/>
    <w:rsid w:val="00681E96"/>
    <w:rsid w:val="00682904"/>
    <w:rsid w:val="006A288F"/>
    <w:rsid w:val="006A2D5B"/>
    <w:rsid w:val="006A425C"/>
    <w:rsid w:val="006C306A"/>
    <w:rsid w:val="006C7CC4"/>
    <w:rsid w:val="006D0812"/>
    <w:rsid w:val="006D648C"/>
    <w:rsid w:val="006D7DDE"/>
    <w:rsid w:val="006E073C"/>
    <w:rsid w:val="006E14A6"/>
    <w:rsid w:val="006E30C3"/>
    <w:rsid w:val="006E75D2"/>
    <w:rsid w:val="006F0277"/>
    <w:rsid w:val="006F2373"/>
    <w:rsid w:val="006F2664"/>
    <w:rsid w:val="006F3D05"/>
    <w:rsid w:val="0070102C"/>
    <w:rsid w:val="00704F7D"/>
    <w:rsid w:val="00705F9D"/>
    <w:rsid w:val="00715916"/>
    <w:rsid w:val="00716BE1"/>
    <w:rsid w:val="007220A3"/>
    <w:rsid w:val="007236C0"/>
    <w:rsid w:val="007252AD"/>
    <w:rsid w:val="00727BE2"/>
    <w:rsid w:val="007305AC"/>
    <w:rsid w:val="00731E1C"/>
    <w:rsid w:val="00740E93"/>
    <w:rsid w:val="007417F7"/>
    <w:rsid w:val="007445B7"/>
    <w:rsid w:val="00747635"/>
    <w:rsid w:val="00753C2A"/>
    <w:rsid w:val="007634DE"/>
    <w:rsid w:val="0076576A"/>
    <w:rsid w:val="00765F77"/>
    <w:rsid w:val="007700B6"/>
    <w:rsid w:val="00771C75"/>
    <w:rsid w:val="00777305"/>
    <w:rsid w:val="00787D5C"/>
    <w:rsid w:val="0079034E"/>
    <w:rsid w:val="007905AF"/>
    <w:rsid w:val="007905DD"/>
    <w:rsid w:val="00792EA0"/>
    <w:rsid w:val="007953DE"/>
    <w:rsid w:val="007A0E70"/>
    <w:rsid w:val="007A3152"/>
    <w:rsid w:val="007A6939"/>
    <w:rsid w:val="007B2C68"/>
    <w:rsid w:val="007B4DB4"/>
    <w:rsid w:val="007B75B6"/>
    <w:rsid w:val="007C5A0C"/>
    <w:rsid w:val="007D5CDF"/>
    <w:rsid w:val="007D65C7"/>
    <w:rsid w:val="007E3915"/>
    <w:rsid w:val="007F11B3"/>
    <w:rsid w:val="007F5005"/>
    <w:rsid w:val="007F7A88"/>
    <w:rsid w:val="0080004F"/>
    <w:rsid w:val="00803D0D"/>
    <w:rsid w:val="00804FF7"/>
    <w:rsid w:val="00812173"/>
    <w:rsid w:val="00813314"/>
    <w:rsid w:val="008203E2"/>
    <w:rsid w:val="00825616"/>
    <w:rsid w:val="00831CB1"/>
    <w:rsid w:val="008442E6"/>
    <w:rsid w:val="008519AB"/>
    <w:rsid w:val="00851BEB"/>
    <w:rsid w:val="00851E5F"/>
    <w:rsid w:val="00855526"/>
    <w:rsid w:val="00855F0E"/>
    <w:rsid w:val="00856B46"/>
    <w:rsid w:val="00860E1C"/>
    <w:rsid w:val="00860F93"/>
    <w:rsid w:val="00864BA3"/>
    <w:rsid w:val="008661B0"/>
    <w:rsid w:val="008662B0"/>
    <w:rsid w:val="008666DA"/>
    <w:rsid w:val="008755CA"/>
    <w:rsid w:val="00876868"/>
    <w:rsid w:val="0088047D"/>
    <w:rsid w:val="00880B6C"/>
    <w:rsid w:val="00881C56"/>
    <w:rsid w:val="0088395A"/>
    <w:rsid w:val="00884C6F"/>
    <w:rsid w:val="00886466"/>
    <w:rsid w:val="008873D8"/>
    <w:rsid w:val="00890C65"/>
    <w:rsid w:val="00891DFD"/>
    <w:rsid w:val="0089200D"/>
    <w:rsid w:val="00895C1F"/>
    <w:rsid w:val="00897248"/>
    <w:rsid w:val="008A5951"/>
    <w:rsid w:val="008B633F"/>
    <w:rsid w:val="008B7902"/>
    <w:rsid w:val="008C1650"/>
    <w:rsid w:val="008C6FEE"/>
    <w:rsid w:val="008C7E8B"/>
    <w:rsid w:val="008D14F1"/>
    <w:rsid w:val="008D1F83"/>
    <w:rsid w:val="008D23A4"/>
    <w:rsid w:val="008D2658"/>
    <w:rsid w:val="008D4999"/>
    <w:rsid w:val="008D7C03"/>
    <w:rsid w:val="008E7FC3"/>
    <w:rsid w:val="008F1458"/>
    <w:rsid w:val="008F1852"/>
    <w:rsid w:val="008F2CEC"/>
    <w:rsid w:val="008F36D1"/>
    <w:rsid w:val="008F6154"/>
    <w:rsid w:val="008F7E57"/>
    <w:rsid w:val="00900A72"/>
    <w:rsid w:val="00900A94"/>
    <w:rsid w:val="00905A57"/>
    <w:rsid w:val="00911493"/>
    <w:rsid w:val="009123E4"/>
    <w:rsid w:val="0091775D"/>
    <w:rsid w:val="00922C57"/>
    <w:rsid w:val="00924A31"/>
    <w:rsid w:val="00924D27"/>
    <w:rsid w:val="009403C9"/>
    <w:rsid w:val="00947F4C"/>
    <w:rsid w:val="00951CC1"/>
    <w:rsid w:val="00953877"/>
    <w:rsid w:val="009705FA"/>
    <w:rsid w:val="0097375A"/>
    <w:rsid w:val="00974D57"/>
    <w:rsid w:val="00977112"/>
    <w:rsid w:val="00987787"/>
    <w:rsid w:val="009918E8"/>
    <w:rsid w:val="009937FE"/>
    <w:rsid w:val="009A093A"/>
    <w:rsid w:val="009A1AF3"/>
    <w:rsid w:val="009A2A7B"/>
    <w:rsid w:val="009A6791"/>
    <w:rsid w:val="009A79CD"/>
    <w:rsid w:val="009B06BC"/>
    <w:rsid w:val="009B6E96"/>
    <w:rsid w:val="009B71B9"/>
    <w:rsid w:val="009C1533"/>
    <w:rsid w:val="009C5B0E"/>
    <w:rsid w:val="009D2E73"/>
    <w:rsid w:val="009D40D1"/>
    <w:rsid w:val="009D43AD"/>
    <w:rsid w:val="009E0266"/>
    <w:rsid w:val="009E79F9"/>
    <w:rsid w:val="009F0F32"/>
    <w:rsid w:val="009F1739"/>
    <w:rsid w:val="009F4674"/>
    <w:rsid w:val="009F63FA"/>
    <w:rsid w:val="009F6969"/>
    <w:rsid w:val="009F7CCA"/>
    <w:rsid w:val="00A062A6"/>
    <w:rsid w:val="00A07BEA"/>
    <w:rsid w:val="00A11BC0"/>
    <w:rsid w:val="00A1527D"/>
    <w:rsid w:val="00A160B5"/>
    <w:rsid w:val="00A1683F"/>
    <w:rsid w:val="00A20089"/>
    <w:rsid w:val="00A202CF"/>
    <w:rsid w:val="00A207F2"/>
    <w:rsid w:val="00A27D49"/>
    <w:rsid w:val="00A27EF7"/>
    <w:rsid w:val="00A33498"/>
    <w:rsid w:val="00A334CB"/>
    <w:rsid w:val="00A35717"/>
    <w:rsid w:val="00A35CE0"/>
    <w:rsid w:val="00A36286"/>
    <w:rsid w:val="00A37442"/>
    <w:rsid w:val="00A41BEC"/>
    <w:rsid w:val="00A41EDF"/>
    <w:rsid w:val="00A43297"/>
    <w:rsid w:val="00A4450D"/>
    <w:rsid w:val="00A53EE0"/>
    <w:rsid w:val="00A55B39"/>
    <w:rsid w:val="00A57352"/>
    <w:rsid w:val="00A71C6C"/>
    <w:rsid w:val="00A74492"/>
    <w:rsid w:val="00A820DE"/>
    <w:rsid w:val="00A8412E"/>
    <w:rsid w:val="00A93C16"/>
    <w:rsid w:val="00AA107C"/>
    <w:rsid w:val="00AB1E80"/>
    <w:rsid w:val="00AB30B5"/>
    <w:rsid w:val="00AB345B"/>
    <w:rsid w:val="00AB5003"/>
    <w:rsid w:val="00AB5D02"/>
    <w:rsid w:val="00AC4D11"/>
    <w:rsid w:val="00AD1ABB"/>
    <w:rsid w:val="00AD2B24"/>
    <w:rsid w:val="00AD3095"/>
    <w:rsid w:val="00AE00C0"/>
    <w:rsid w:val="00AE0987"/>
    <w:rsid w:val="00AE4715"/>
    <w:rsid w:val="00AE5C7C"/>
    <w:rsid w:val="00AF0CC2"/>
    <w:rsid w:val="00AF12E0"/>
    <w:rsid w:val="00AF32E6"/>
    <w:rsid w:val="00AF4A66"/>
    <w:rsid w:val="00AF6E44"/>
    <w:rsid w:val="00B00B4C"/>
    <w:rsid w:val="00B00EFD"/>
    <w:rsid w:val="00B04A01"/>
    <w:rsid w:val="00B101D7"/>
    <w:rsid w:val="00B13943"/>
    <w:rsid w:val="00B16E24"/>
    <w:rsid w:val="00B2112B"/>
    <w:rsid w:val="00B240E6"/>
    <w:rsid w:val="00B25F23"/>
    <w:rsid w:val="00B36031"/>
    <w:rsid w:val="00B36491"/>
    <w:rsid w:val="00B37F25"/>
    <w:rsid w:val="00B53DC3"/>
    <w:rsid w:val="00B54E8D"/>
    <w:rsid w:val="00B5596D"/>
    <w:rsid w:val="00B62703"/>
    <w:rsid w:val="00B6387D"/>
    <w:rsid w:val="00B63CDB"/>
    <w:rsid w:val="00B67C45"/>
    <w:rsid w:val="00B67CAE"/>
    <w:rsid w:val="00B826E5"/>
    <w:rsid w:val="00B8342C"/>
    <w:rsid w:val="00B87052"/>
    <w:rsid w:val="00BA16BB"/>
    <w:rsid w:val="00BA3EDC"/>
    <w:rsid w:val="00BA4F7F"/>
    <w:rsid w:val="00BB51B4"/>
    <w:rsid w:val="00BB745F"/>
    <w:rsid w:val="00BC1D89"/>
    <w:rsid w:val="00BC564B"/>
    <w:rsid w:val="00BD53CD"/>
    <w:rsid w:val="00BE204A"/>
    <w:rsid w:val="00BE5D60"/>
    <w:rsid w:val="00BE6222"/>
    <w:rsid w:val="00BE6AFE"/>
    <w:rsid w:val="00BF05E5"/>
    <w:rsid w:val="00BF1450"/>
    <w:rsid w:val="00C01A96"/>
    <w:rsid w:val="00C03A46"/>
    <w:rsid w:val="00C0494E"/>
    <w:rsid w:val="00C11D8C"/>
    <w:rsid w:val="00C27B90"/>
    <w:rsid w:val="00C3424D"/>
    <w:rsid w:val="00C36ECC"/>
    <w:rsid w:val="00C42714"/>
    <w:rsid w:val="00C50B6F"/>
    <w:rsid w:val="00C52D52"/>
    <w:rsid w:val="00C542A6"/>
    <w:rsid w:val="00C5558D"/>
    <w:rsid w:val="00C55596"/>
    <w:rsid w:val="00C61062"/>
    <w:rsid w:val="00C6217A"/>
    <w:rsid w:val="00C640BB"/>
    <w:rsid w:val="00C670F0"/>
    <w:rsid w:val="00C7158E"/>
    <w:rsid w:val="00C736C2"/>
    <w:rsid w:val="00C739D9"/>
    <w:rsid w:val="00C73AFB"/>
    <w:rsid w:val="00C74B6B"/>
    <w:rsid w:val="00C7676F"/>
    <w:rsid w:val="00C775CC"/>
    <w:rsid w:val="00C86C70"/>
    <w:rsid w:val="00C87878"/>
    <w:rsid w:val="00C905E5"/>
    <w:rsid w:val="00C93817"/>
    <w:rsid w:val="00C9493F"/>
    <w:rsid w:val="00C94987"/>
    <w:rsid w:val="00C954FA"/>
    <w:rsid w:val="00C97FC1"/>
    <w:rsid w:val="00CA43FB"/>
    <w:rsid w:val="00CA5053"/>
    <w:rsid w:val="00CB02B2"/>
    <w:rsid w:val="00CB12DA"/>
    <w:rsid w:val="00CB230E"/>
    <w:rsid w:val="00CB2511"/>
    <w:rsid w:val="00CB27C1"/>
    <w:rsid w:val="00CB3D24"/>
    <w:rsid w:val="00CC5D3A"/>
    <w:rsid w:val="00CD15D4"/>
    <w:rsid w:val="00CD17E8"/>
    <w:rsid w:val="00CD2F41"/>
    <w:rsid w:val="00CE0A08"/>
    <w:rsid w:val="00CE2DE6"/>
    <w:rsid w:val="00CE5C0F"/>
    <w:rsid w:val="00CF2EDD"/>
    <w:rsid w:val="00CF42F3"/>
    <w:rsid w:val="00D11806"/>
    <w:rsid w:val="00D136A8"/>
    <w:rsid w:val="00D14011"/>
    <w:rsid w:val="00D207E3"/>
    <w:rsid w:val="00D2282C"/>
    <w:rsid w:val="00D30E9E"/>
    <w:rsid w:val="00D43A77"/>
    <w:rsid w:val="00D50ADA"/>
    <w:rsid w:val="00D54098"/>
    <w:rsid w:val="00D569E2"/>
    <w:rsid w:val="00D57F90"/>
    <w:rsid w:val="00D640B8"/>
    <w:rsid w:val="00D64F9A"/>
    <w:rsid w:val="00D6512D"/>
    <w:rsid w:val="00D66C2E"/>
    <w:rsid w:val="00D701E1"/>
    <w:rsid w:val="00D70342"/>
    <w:rsid w:val="00D72E7D"/>
    <w:rsid w:val="00D73EC2"/>
    <w:rsid w:val="00D77D03"/>
    <w:rsid w:val="00D91222"/>
    <w:rsid w:val="00D938A0"/>
    <w:rsid w:val="00D960A5"/>
    <w:rsid w:val="00DA3832"/>
    <w:rsid w:val="00DB2CC5"/>
    <w:rsid w:val="00DB5E8D"/>
    <w:rsid w:val="00DC2CF2"/>
    <w:rsid w:val="00DD42A0"/>
    <w:rsid w:val="00DD5D11"/>
    <w:rsid w:val="00DE000D"/>
    <w:rsid w:val="00E02CC8"/>
    <w:rsid w:val="00E07F55"/>
    <w:rsid w:val="00E106D2"/>
    <w:rsid w:val="00E152DE"/>
    <w:rsid w:val="00E17BAD"/>
    <w:rsid w:val="00E2514A"/>
    <w:rsid w:val="00E40B22"/>
    <w:rsid w:val="00E41313"/>
    <w:rsid w:val="00E42158"/>
    <w:rsid w:val="00E4745C"/>
    <w:rsid w:val="00E4753C"/>
    <w:rsid w:val="00E53743"/>
    <w:rsid w:val="00E665B0"/>
    <w:rsid w:val="00E73C6C"/>
    <w:rsid w:val="00E767E0"/>
    <w:rsid w:val="00E813CD"/>
    <w:rsid w:val="00E8244C"/>
    <w:rsid w:val="00E85583"/>
    <w:rsid w:val="00E954DF"/>
    <w:rsid w:val="00E9560E"/>
    <w:rsid w:val="00E966D0"/>
    <w:rsid w:val="00EA0F47"/>
    <w:rsid w:val="00EA316C"/>
    <w:rsid w:val="00EA4E34"/>
    <w:rsid w:val="00EB277B"/>
    <w:rsid w:val="00EB72F8"/>
    <w:rsid w:val="00EC3137"/>
    <w:rsid w:val="00EC385E"/>
    <w:rsid w:val="00ED1CB6"/>
    <w:rsid w:val="00ED5247"/>
    <w:rsid w:val="00ED72B2"/>
    <w:rsid w:val="00EE76E0"/>
    <w:rsid w:val="00EF19E9"/>
    <w:rsid w:val="00EF1E86"/>
    <w:rsid w:val="00EF272D"/>
    <w:rsid w:val="00F025F7"/>
    <w:rsid w:val="00F04267"/>
    <w:rsid w:val="00F04994"/>
    <w:rsid w:val="00F144D3"/>
    <w:rsid w:val="00F16577"/>
    <w:rsid w:val="00F16987"/>
    <w:rsid w:val="00F24089"/>
    <w:rsid w:val="00F303A2"/>
    <w:rsid w:val="00F3269F"/>
    <w:rsid w:val="00F36299"/>
    <w:rsid w:val="00F36FC8"/>
    <w:rsid w:val="00F40F01"/>
    <w:rsid w:val="00F47CDB"/>
    <w:rsid w:val="00F527BB"/>
    <w:rsid w:val="00F544E0"/>
    <w:rsid w:val="00F6014B"/>
    <w:rsid w:val="00F6173B"/>
    <w:rsid w:val="00F62186"/>
    <w:rsid w:val="00F62803"/>
    <w:rsid w:val="00F6343C"/>
    <w:rsid w:val="00F64209"/>
    <w:rsid w:val="00F649EE"/>
    <w:rsid w:val="00F67D09"/>
    <w:rsid w:val="00F750EA"/>
    <w:rsid w:val="00F83D6E"/>
    <w:rsid w:val="00F91193"/>
    <w:rsid w:val="00F94597"/>
    <w:rsid w:val="00F95548"/>
    <w:rsid w:val="00FB6736"/>
    <w:rsid w:val="00FB7C4F"/>
    <w:rsid w:val="00FC2A16"/>
    <w:rsid w:val="00FC4E69"/>
    <w:rsid w:val="00FD0BC6"/>
    <w:rsid w:val="00FE2E96"/>
    <w:rsid w:val="00FE3167"/>
    <w:rsid w:val="00FF41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57C0BB"/>
  <w15:docId w15:val="{D8CE5C91-A057-4563-BC87-E4181E45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1"/>
    <w:unhideWhenUsed/>
    <w:qFormat/>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22"/>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basedOn w:val="Standardnpsmoodstavce"/>
    <w:link w:val="Podtitul"/>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F025F7"/>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7388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fakturace@rozhlas.cz"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D157D655-FD25-4ADA-8AA8-AF0887D98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1</Pages>
  <Words>3267</Words>
  <Characters>19276</Characters>
  <Application>Microsoft Office Word</Application>
  <DocSecurity>0</DocSecurity>
  <Lines>160</Lines>
  <Paragraphs>44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22499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Hanibal Josef</cp:lastModifiedBy>
  <cp:revision>19</cp:revision>
  <dcterms:created xsi:type="dcterms:W3CDTF">2024-10-21T09:50:00Z</dcterms:created>
  <dcterms:modified xsi:type="dcterms:W3CDTF">2024-11-20T10:46:00Z</dcterms:modified>
</cp:coreProperties>
</file>