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851EA7" w:rsidP="00AB2EA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čistící a d</w:t>
            </w:r>
            <w:r w:rsidR="00AB2EAA"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zinfekční prostředky v roce 202</w:t>
            </w:r>
            <w:r w:rsidR="00ED263E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- 202</w:t>
            </w:r>
            <w:r w:rsidR="00ED263E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D263E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Vlastimil Šmíd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D263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ED263E">
              <w:rPr>
                <w:szCs w:val="20"/>
              </w:rPr>
              <w:t> 619 542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D263E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smid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687AB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– </w:t>
            </w:r>
            <w:r w:rsidR="00687AB1">
              <w:rPr>
                <w:rFonts w:ascii="Arial" w:hAnsi="Arial" w:cs="Arial"/>
                <w:b/>
                <w:bCs/>
              </w:rPr>
              <w:t>2</w:t>
            </w:r>
            <w:r w:rsidR="00EC1509">
              <w:rPr>
                <w:rFonts w:ascii="Arial" w:hAnsi="Arial" w:cs="Arial"/>
                <w:b/>
                <w:bCs/>
              </w:rPr>
              <w:t xml:space="preserve"> rok</w:t>
            </w:r>
            <w:r w:rsidR="00687AB1">
              <w:rPr>
                <w:rFonts w:ascii="Arial" w:hAnsi="Arial" w:cs="Arial"/>
                <w:b/>
                <w:bCs/>
              </w:rPr>
              <w:t>y</w:t>
            </w:r>
            <w:bookmarkStart w:id="0" w:name="_GoBack"/>
            <w:bookmarkEnd w:id="0"/>
            <w:r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687AB1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87AB1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B2EAA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15AE3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ED263E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668B0-0B37-40AF-BAFB-7129970D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4B6A8B14</Template>
  <TotalTime>5</TotalTime>
  <Pages>1</Pages>
  <Words>138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2022-07-19T10:28:00Z</cp:lastPrinted>
  <dcterms:created xsi:type="dcterms:W3CDTF">2023-01-23T07:47:00Z</dcterms:created>
  <dcterms:modified xsi:type="dcterms:W3CDTF">2025-01-08T05:41:00Z</dcterms:modified>
</cp:coreProperties>
</file>