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78516A" w:rsidP="00972F6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tabletovaná sůl aquapark cpa delfín a zimní stadion uherský brod 202</w:t>
            </w:r>
            <w:r w:rsidR="00972F63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- 202</w:t>
            </w:r>
            <w:r w:rsidR="00972F63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A7E4C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Patrik Novák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DA7E4C">
              <w:rPr>
                <w:szCs w:val="20"/>
              </w:rPr>
              <w:t>722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A7E4C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novak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  <w:r w:rsidR="00CA5562">
              <w:rPr>
                <w:rFonts w:ascii="Arial" w:hAnsi="Arial" w:cs="Arial"/>
                <w:b/>
                <w:bCs/>
              </w:rPr>
              <w:t>– 2 roky</w:t>
            </w:r>
            <w:bookmarkStart w:id="0" w:name="_GoBack"/>
            <w:bookmarkEnd w:id="0"/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CA5562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72F63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A5562"/>
    <w:rsid w:val="00CD5A9A"/>
    <w:rsid w:val="00CD7E4E"/>
    <w:rsid w:val="00CE15C9"/>
    <w:rsid w:val="00CF2A4E"/>
    <w:rsid w:val="00D536D8"/>
    <w:rsid w:val="00D57F44"/>
    <w:rsid w:val="00D63649"/>
    <w:rsid w:val="00D85FB7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8A73A-22DF-49D7-A30B-10E9DF7C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4B6A8B14</Template>
  <TotalTime>6</TotalTime>
  <Pages>1</Pages>
  <Words>145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2022-07-19T10:28:00Z</cp:lastPrinted>
  <dcterms:created xsi:type="dcterms:W3CDTF">2023-01-23T07:47:00Z</dcterms:created>
  <dcterms:modified xsi:type="dcterms:W3CDTF">2025-01-08T05:42:00Z</dcterms:modified>
</cp:coreProperties>
</file>