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511B02" w:rsidP="0014389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servis vzduchotechnických jednotek</w:t>
            </w:r>
            <w:r w:rsidR="00AE1EB8">
              <w:rPr>
                <w:rFonts w:ascii="Arial" w:hAnsi="Arial" w:cs="Arial"/>
                <w:color w:val="FF0000"/>
                <w:sz w:val="24"/>
                <w:szCs w:val="24"/>
              </w:rPr>
              <w:t xml:space="preserve"> cpa delfín uherský brod</w:t>
            </w:r>
            <w:r w:rsidR="00851EA7">
              <w:rPr>
                <w:rFonts w:ascii="Arial" w:hAnsi="Arial" w:cs="Arial"/>
                <w:color w:val="FF0000"/>
                <w:sz w:val="24"/>
                <w:szCs w:val="24"/>
              </w:rPr>
              <w:t xml:space="preserve"> 202</w:t>
            </w:r>
            <w:r w:rsidR="00143892">
              <w:rPr>
                <w:rFonts w:ascii="Arial" w:hAnsi="Arial" w:cs="Arial"/>
                <w:color w:val="FF0000"/>
                <w:sz w:val="24"/>
                <w:szCs w:val="24"/>
              </w:rPr>
              <w:t>5 - 2026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A7E4C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Patrik Novák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DA7E4C">
              <w:rPr>
                <w:szCs w:val="20"/>
              </w:rPr>
              <w:t>722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DA7E4C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novak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583DB9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  <w:r w:rsidR="00FC187F">
              <w:rPr>
                <w:rFonts w:ascii="Arial" w:hAnsi="Arial" w:cs="Arial"/>
                <w:b/>
                <w:bCs/>
              </w:rPr>
              <w:t xml:space="preserve">– </w:t>
            </w:r>
            <w:r w:rsidR="00583DB9">
              <w:rPr>
                <w:rFonts w:ascii="Arial" w:hAnsi="Arial" w:cs="Arial"/>
                <w:b/>
                <w:bCs/>
              </w:rPr>
              <w:t>2 roky</w:t>
            </w:r>
            <w:bookmarkStart w:id="0" w:name="_GoBack"/>
            <w:bookmarkEnd w:id="0"/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A58A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583DB9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43892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15A7D"/>
    <w:rsid w:val="00446E0D"/>
    <w:rsid w:val="00482021"/>
    <w:rsid w:val="00482646"/>
    <w:rsid w:val="004966F6"/>
    <w:rsid w:val="004C7D6E"/>
    <w:rsid w:val="004F553F"/>
    <w:rsid w:val="004F6826"/>
    <w:rsid w:val="00511B02"/>
    <w:rsid w:val="00521D50"/>
    <w:rsid w:val="00527840"/>
    <w:rsid w:val="005440D0"/>
    <w:rsid w:val="00570C96"/>
    <w:rsid w:val="0058090B"/>
    <w:rsid w:val="00583DB9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20277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14C3C"/>
    <w:rsid w:val="0084252E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EF542-5D7B-490D-8FEB-F4B9E17BE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4B6A8B14</Template>
  <TotalTime>5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cp:lastPrinted>2022-07-19T10:28:00Z</cp:lastPrinted>
  <dcterms:created xsi:type="dcterms:W3CDTF">2023-01-23T07:47:00Z</dcterms:created>
  <dcterms:modified xsi:type="dcterms:W3CDTF">2025-01-08T05:41:00Z</dcterms:modified>
</cp:coreProperties>
</file>