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14:paraId="77107975" w14:textId="77777777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72C47D86" w14:textId="77777777"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14:paraId="6A1AD5D8" w14:textId="77777777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108067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3BE5C953" w14:textId="77777777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8AA4EC" w14:textId="77777777"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14:paraId="59F98192" w14:textId="77777777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79695BF3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14:paraId="38E14983" w14:textId="77777777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53ECA776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7DF228D7" w14:textId="77777777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5CDF2CB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E8252C" w14:textId="77777777" w:rsidR="00AE1EB8" w:rsidRDefault="00AE1EB8" w:rsidP="00AE1EB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bazénová chemie – cpa delfín uherský brod</w:t>
            </w:r>
          </w:p>
          <w:p w14:paraId="3CE6D124" w14:textId="5186ECC1" w:rsidR="000C5AE1" w:rsidRPr="0025072A" w:rsidRDefault="00851EA7" w:rsidP="00AE1EB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202</w:t>
            </w:r>
            <w:r w:rsidR="002C5A87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- 202</w:t>
            </w:r>
            <w:r w:rsidR="002C5A87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</w:tr>
      <w:tr w:rsidR="000C5AE1" w:rsidRPr="003D1519" w14:paraId="2DB2B6C0" w14:textId="77777777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E15CD58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7391F2" w14:textId="77777777"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14:paraId="3E74CA9A" w14:textId="77777777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14:paraId="3C19A251" w14:textId="77777777"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14:paraId="45BEDDBE" w14:textId="77777777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14:paraId="218D533C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14:paraId="465303C5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464D9DA9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A63BDB" w14:textId="77777777"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14:paraId="4877D26E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9C473C8" w14:textId="77777777"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AA9FC" w14:textId="77777777"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14:paraId="60EAE9FA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7D0B468" w14:textId="77777777"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A5D50B" w14:textId="77777777"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14:paraId="252B0885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EF3A3" w14:textId="77777777"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75898F" w14:textId="77777777"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14:paraId="78826FFC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EF29A6C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1B25B5" w14:textId="77777777" w:rsidR="000C5AE1" w:rsidRPr="003D1519" w:rsidRDefault="00DA7E4C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Patrik Novák</w:t>
            </w:r>
          </w:p>
        </w:tc>
      </w:tr>
      <w:tr w:rsidR="000C5AE1" w:rsidRPr="003D1519" w14:paraId="7CC45EE8" w14:textId="77777777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3F0F1194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223E7F" w14:textId="77777777"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DA7E4C">
              <w:rPr>
                <w:szCs w:val="20"/>
              </w:rPr>
              <w:t>722</w:t>
            </w:r>
          </w:p>
        </w:tc>
      </w:tr>
      <w:tr w:rsidR="000C5AE1" w:rsidRPr="003D1519" w14:paraId="133D8AD2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479E325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BB578" w14:textId="597A5E53" w:rsidR="000C5AE1" w:rsidRPr="00F2328E" w:rsidRDefault="00DA7E4C" w:rsidP="0030464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novak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</w:t>
            </w:r>
            <w:r w:rsidR="00304643">
              <w:rPr>
                <w:rFonts w:ascii="Arial" w:hAnsi="Arial" w:cs="Arial"/>
                <w:sz w:val="20"/>
              </w:rPr>
              <w:t>e</w:t>
            </w:r>
            <w:bookmarkStart w:id="0" w:name="_GoBack"/>
            <w:bookmarkEnd w:id="0"/>
            <w:r w:rsidR="00851EA7">
              <w:rPr>
                <w:rFonts w:ascii="Arial" w:hAnsi="Arial" w:cs="Arial"/>
                <w:sz w:val="20"/>
              </w:rPr>
              <w:t>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14:paraId="0C6E7FFA" w14:textId="77777777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14:paraId="3B03660B" w14:textId="77777777"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14:paraId="00613B46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06305458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206221" w14:textId="77777777"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14:paraId="7C0BF3F4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D2B9125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6C126E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126AE919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719ACA5A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51E27E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6F0E8462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A7D1815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11B9B8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5D787C9B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1AF99AD1" w14:textId="77777777"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4F719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14:paraId="4206313E" w14:textId="77777777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72513054" w14:textId="77777777"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B8078B" w14:textId="77777777"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14:paraId="62C7B462" w14:textId="77777777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029BF7E3" w14:textId="77777777"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816335" w14:textId="77777777"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14:paraId="50626D65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225FF310" w14:textId="77777777"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C7006" w14:textId="77777777"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14:paraId="6C4D5CC0" w14:textId="77777777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B0BA603" w14:textId="77777777"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ECB7A1" w14:textId="77777777"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14:paraId="61D5238C" w14:textId="77777777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14:paraId="6EEC139B" w14:textId="77777777"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B903D6" w14:textId="77777777"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14:paraId="6A1E9B26" w14:textId="77777777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48C1A6F9" w14:textId="77777777"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82F74A0" w14:textId="77777777"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99F39E" w14:textId="77777777"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3023D7E8" w14:textId="77777777"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14:paraId="232F49CA" w14:textId="77777777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14:paraId="3332DFAA" w14:textId="680060E3" w:rsidR="008C6CE3" w:rsidRPr="002D0F22" w:rsidRDefault="008C6CE3" w:rsidP="00DA7E4C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  <w:r w:rsidR="00740EDB">
              <w:rPr>
                <w:rFonts w:ascii="Arial" w:hAnsi="Arial" w:cs="Arial"/>
                <w:b/>
                <w:bCs/>
              </w:rPr>
              <w:t>– 2 roky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14:paraId="41BB54F3" w14:textId="77777777" w:rsidR="008C6CE3" w:rsidRPr="00F03382" w:rsidRDefault="008C6CE3" w:rsidP="008C6CE3">
            <w:pPr>
              <w:jc w:val="center"/>
            </w:pPr>
          </w:p>
          <w:p w14:paraId="4AB6C019" w14:textId="77777777"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F46668" w14:textId="77777777" w:rsidR="008C6CE3" w:rsidRDefault="008C6CE3" w:rsidP="008C6CE3">
            <w:pPr>
              <w:jc w:val="center"/>
            </w:pPr>
          </w:p>
          <w:p w14:paraId="3E099021" w14:textId="77777777"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0FEB0E7E" w14:textId="77777777" w:rsidR="008C6CE3" w:rsidRPr="00F03382" w:rsidRDefault="008C6CE3" w:rsidP="008C6CE3">
            <w:pPr>
              <w:jc w:val="center"/>
            </w:pPr>
          </w:p>
          <w:p w14:paraId="4797BCB5" w14:textId="77777777"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14:paraId="60229318" w14:textId="77777777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14:paraId="682EA2A5" w14:textId="77777777"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14:paraId="62B89E91" w14:textId="77777777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971E2ED" w14:textId="77777777"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B6475" w14:textId="77777777" w:rsidR="008C6CE3" w:rsidRDefault="008C6CE3" w:rsidP="008C6CE3">
            <w:pPr>
              <w:jc w:val="center"/>
              <w:rPr>
                <w:szCs w:val="20"/>
              </w:rPr>
            </w:pPr>
          </w:p>
          <w:p w14:paraId="62E9A57B" w14:textId="77777777"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387E5CBD" w14:textId="77777777"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14:paraId="37919686" w14:textId="77777777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FA80DB2" w14:textId="77777777"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224A84" w14:textId="77777777"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14:paraId="77D2B941" w14:textId="77777777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7487416" w14:textId="77777777"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9A4EED" w14:textId="77777777"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14:paraId="42DB5D8E" w14:textId="77777777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A19E6AD" w14:textId="77777777"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3629F" w14:textId="77777777"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14:paraId="74A0EAB9" w14:textId="77777777"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234BB" w14:textId="77777777" w:rsidR="008F066F" w:rsidRDefault="008F066F" w:rsidP="00F2328E">
      <w:r>
        <w:separator/>
      </w:r>
    </w:p>
  </w:endnote>
  <w:endnote w:type="continuationSeparator" w:id="0">
    <w:p w14:paraId="7F003987" w14:textId="77777777" w:rsidR="008F066F" w:rsidRDefault="008F066F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883BF" w14:textId="77777777"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8FC97" w14:textId="77777777" w:rsidR="00662C9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D6EFD" w14:textId="77777777" w:rsidR="00662C92" w:rsidRPr="000A58AB" w:rsidRDefault="00662C92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F5D69" w14:textId="77777777" w:rsidR="008F066F" w:rsidRDefault="008F066F" w:rsidP="00F2328E">
      <w:r>
        <w:separator/>
      </w:r>
    </w:p>
  </w:footnote>
  <w:footnote w:type="continuationSeparator" w:id="0">
    <w:p w14:paraId="7D5159ED" w14:textId="77777777" w:rsidR="008F066F" w:rsidRDefault="008F066F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1AF7A" w14:textId="77777777"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4691" w14:textId="77777777"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0F8F5" w14:textId="77777777"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600A9A38" wp14:editId="11CB51C1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14:paraId="7C8B8FD0" w14:textId="77777777" w:rsidR="00662C9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0E70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C5A87"/>
    <w:rsid w:val="002D0F22"/>
    <w:rsid w:val="002E0D4E"/>
    <w:rsid w:val="002E330B"/>
    <w:rsid w:val="00304643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21D50"/>
    <w:rsid w:val="00527840"/>
    <w:rsid w:val="005440D0"/>
    <w:rsid w:val="00570C96"/>
    <w:rsid w:val="00575124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62C92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0EDB"/>
    <w:rsid w:val="00747654"/>
    <w:rsid w:val="007806EF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066F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3A63CB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ECF40-C7A1-49EA-87B3-F86A3D13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4B6A8B14</Template>
  <TotalTime>4</TotalTime>
  <Pages>1</Pages>
  <Words>141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2022-07-19T10:28:00Z</cp:lastPrinted>
  <dcterms:created xsi:type="dcterms:W3CDTF">2023-01-23T07:47:00Z</dcterms:created>
  <dcterms:modified xsi:type="dcterms:W3CDTF">2025-01-08T06:41:00Z</dcterms:modified>
</cp:coreProperties>
</file>