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F31473">
      <w:pPr>
        <w:pStyle w:val="Nzev"/>
      </w:pPr>
    </w:p>
    <w:p w:rsidR="003F14F0" w:rsidRPr="00086B52" w:rsidRDefault="00CE5420" w:rsidP="00F3147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F31473">
      <w:pPr>
        <w:pStyle w:val="Zkladntext-sted"/>
      </w:pPr>
    </w:p>
    <w:p w:rsidR="003F14F0" w:rsidRDefault="003F14F0" w:rsidP="00F3147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F31473">
      <w:pPr>
        <w:pStyle w:val="Zkladntextodsazen2"/>
      </w:pPr>
      <w:r>
        <w:tab/>
      </w:r>
      <w:r>
        <w:tab/>
      </w:r>
    </w:p>
    <w:p w:rsidR="003F14F0" w:rsidRDefault="003F14F0" w:rsidP="00A41576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F3147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F31473">
      <w:pPr>
        <w:pStyle w:val="Nadpis1"/>
        <w:keepNext w:val="0"/>
      </w:pPr>
      <w:r>
        <w:t>Smluvní strany</w:t>
      </w:r>
    </w:p>
    <w:p w:rsidR="003F14F0" w:rsidRDefault="003F14F0" w:rsidP="00F31473">
      <w:pPr>
        <w:pStyle w:val="Nadpis2"/>
        <w:keepNext w:val="0"/>
      </w:pPr>
      <w:r>
        <w:t>Objednatel:</w:t>
      </w:r>
    </w:p>
    <w:p w:rsidR="003F14F0" w:rsidRDefault="00A502F7" w:rsidP="00F3147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F3147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F3147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41576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F3147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F3147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A41576" w:rsidRDefault="003F14F0" w:rsidP="00A41576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 xml:space="preserve">Ing. </w:t>
      </w:r>
      <w:r w:rsidR="00A41576">
        <w:t>Petr Velecký, vedoucí ORM</w:t>
      </w:r>
      <w:r w:rsidR="000E23CF">
        <w:t>,</w:t>
      </w:r>
    </w:p>
    <w:p w:rsidR="003F14F0" w:rsidRDefault="00A41576" w:rsidP="00A41576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>, referent ORM</w:t>
      </w:r>
    </w:p>
    <w:p w:rsidR="003F14F0" w:rsidRDefault="003F14F0" w:rsidP="00F3147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F31473">
      <w:pPr>
        <w:pStyle w:val="Zkladntextodsazen2"/>
      </w:pPr>
      <w:r>
        <w:lastRenderedPageBreak/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F3147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F3147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F31473">
      <w:pPr>
        <w:pStyle w:val="Zkladntextodsazen2"/>
      </w:pPr>
    </w:p>
    <w:p w:rsidR="000E23CF" w:rsidRDefault="000E23CF" w:rsidP="00F31473">
      <w:pPr>
        <w:pStyle w:val="Nadpis2"/>
        <w:keepNext w:val="0"/>
      </w:pPr>
      <w:r>
        <w:t>Zhotovitel:</w:t>
      </w:r>
    </w:p>
    <w:p w:rsidR="000E23CF" w:rsidRDefault="000E23CF" w:rsidP="00F3147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F3147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F3147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F3147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F3147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F3147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F31473">
      <w:pPr>
        <w:pStyle w:val="Zkladntextodsazen2"/>
      </w:pPr>
    </w:p>
    <w:p w:rsidR="000E23CF" w:rsidRDefault="000E23CF" w:rsidP="00F3147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F3147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F31473">
      <w:pPr>
        <w:pStyle w:val="Zkladntextodsazen2"/>
      </w:pPr>
      <w:r>
        <w:tab/>
      </w:r>
    </w:p>
    <w:p w:rsidR="000E23CF" w:rsidRDefault="000E23CF" w:rsidP="00F3147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F3147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F3147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F3147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F31473">
      <w:pPr>
        <w:pStyle w:val="Zkladntextodsazen2"/>
      </w:pPr>
    </w:p>
    <w:p w:rsidR="003F14F0" w:rsidRDefault="003F14F0" w:rsidP="00F31473">
      <w:pPr>
        <w:pStyle w:val="Nadpis1"/>
        <w:keepNext w:val="0"/>
      </w:pPr>
      <w:r>
        <w:lastRenderedPageBreak/>
        <w:t>Preambule, výchozí podklady a údaje, účel smlouvy</w:t>
      </w:r>
    </w:p>
    <w:p w:rsidR="00665717" w:rsidRDefault="00665717" w:rsidP="00F31473">
      <w:pPr>
        <w:pStyle w:val="Nadpis2"/>
        <w:keepNext w:val="0"/>
      </w:pPr>
      <w:r>
        <w:t>Závazek provést dílo na svůj náklad a na svou odpovědnost</w:t>
      </w:r>
    </w:p>
    <w:p w:rsidR="00665717" w:rsidRDefault="00665717" w:rsidP="00F3147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F31473">
      <w:pPr>
        <w:pStyle w:val="Nadpis2"/>
        <w:keepNext w:val="0"/>
      </w:pPr>
      <w:r>
        <w:t>Výchozí podklady</w:t>
      </w:r>
    </w:p>
    <w:p w:rsidR="00665717" w:rsidRDefault="00665717" w:rsidP="00F3147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F31473">
      <w:pPr>
        <w:pStyle w:val="Nadpis2"/>
        <w:keepNext w:val="0"/>
      </w:pPr>
      <w:r>
        <w:t>Účel smlouvy</w:t>
      </w:r>
    </w:p>
    <w:p w:rsidR="00665717" w:rsidRDefault="00665717" w:rsidP="00F3147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F31473" w:rsidRDefault="00665717" w:rsidP="00F31473">
      <w:pPr>
        <w:pStyle w:val="Nadpis2"/>
        <w:keepNext w:val="0"/>
        <w:rPr>
          <w:u w:val="none"/>
        </w:rPr>
      </w:pPr>
      <w:r w:rsidRPr="00F31473">
        <w:rPr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F31473">
      <w:pPr>
        <w:pStyle w:val="Nadpis1"/>
        <w:keepNext w:val="0"/>
      </w:pPr>
      <w:bookmarkStart w:id="16" w:name="_Ref283560940"/>
      <w:r>
        <w:t>Předmět smlouvy</w:t>
      </w:r>
      <w:bookmarkEnd w:id="16"/>
    </w:p>
    <w:p w:rsidR="003F14F0" w:rsidRDefault="003F14F0" w:rsidP="00F31473">
      <w:pPr>
        <w:pStyle w:val="Nadpis2"/>
        <w:keepNext w:val="0"/>
      </w:pPr>
      <w:bookmarkStart w:id="17" w:name="_Ref283560770"/>
      <w:r>
        <w:t>Popis předmětu smlouvy</w:t>
      </w:r>
      <w:bookmarkEnd w:id="17"/>
    </w:p>
    <w:p w:rsidR="003F14F0" w:rsidRPr="002D04E8" w:rsidRDefault="003F14F0" w:rsidP="00F3147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F31473"/>
    <w:p w:rsidR="003F14F0" w:rsidRDefault="003F14F0" w:rsidP="00F31473">
      <w:pPr>
        <w:pStyle w:val="Nadpis7"/>
        <w:keepNext w:val="0"/>
      </w:pPr>
      <w:r w:rsidRPr="00DB2B0A">
        <w:t>Předmětem díla jsou stavební práce</w:t>
      </w:r>
    </w:p>
    <w:p w:rsidR="004709F4" w:rsidRPr="00097781" w:rsidRDefault="004709F4" w:rsidP="00F31473"/>
    <w:p w:rsidR="00770BAF" w:rsidRPr="00F31473" w:rsidRDefault="00F31473" w:rsidP="00F31473">
      <w:pPr>
        <w:jc w:val="center"/>
        <w:rPr>
          <w:b/>
          <w:sz w:val="24"/>
          <w:szCs w:val="24"/>
        </w:rPr>
      </w:pPr>
      <w:r w:rsidRPr="00F31473">
        <w:rPr>
          <w:b/>
          <w:sz w:val="24"/>
          <w:szCs w:val="24"/>
        </w:rPr>
        <w:t xml:space="preserve">Rekonstrukce </w:t>
      </w:r>
      <w:r w:rsidR="00D64D98" w:rsidRPr="00F31473">
        <w:rPr>
          <w:b/>
          <w:sz w:val="24"/>
          <w:szCs w:val="24"/>
        </w:rPr>
        <w:t>střešního pláště objektu č.p. 1421</w:t>
      </w:r>
    </w:p>
    <w:p w:rsidR="00E06EEF" w:rsidRDefault="00361C4F" w:rsidP="00F31473">
      <w:r>
        <w:lastRenderedPageBreak/>
        <w:t>(dále jen „</w:t>
      </w:r>
      <w:r w:rsidR="00A70766">
        <w:t>stavební práce</w:t>
      </w:r>
      <w:r w:rsidR="004B04C8">
        <w:t>“)</w:t>
      </w:r>
    </w:p>
    <w:p w:rsidR="00093A82" w:rsidRDefault="00093A82" w:rsidP="00F31473"/>
    <w:p w:rsidR="004E5078" w:rsidRDefault="00D64D98" w:rsidP="00F31473">
      <w:r>
        <w:t>Předmětem stavby je výměna stávajícího střešního pláště za novou krytinu z plechových šablon</w:t>
      </w:r>
      <w:r w:rsidR="004E5078">
        <w:t>.</w:t>
      </w:r>
      <w:r>
        <w:t xml:space="preserve"> Součástí prací bude dodávka </w:t>
      </w:r>
      <w:r w:rsidR="000F743F">
        <w:t>nového laťování, klempířských prvků, difuzní fólie</w:t>
      </w:r>
      <w:r>
        <w:t xml:space="preserve"> a hromosvodu</w:t>
      </w:r>
      <w:r w:rsidR="000F743F">
        <w:t>.</w:t>
      </w:r>
      <w:r w:rsidR="00A41576">
        <w:t xml:space="preserve"> </w:t>
      </w:r>
      <w:r w:rsidR="000F6758">
        <w:t xml:space="preserve">Stávající dřevěné prvky krovu budou ošetřeny </w:t>
      </w:r>
      <w:r w:rsidR="000F6758" w:rsidRPr="000F6758">
        <w:t>fungicidním nátěrem</w:t>
      </w:r>
      <w:r w:rsidR="000F6758">
        <w:t>.</w:t>
      </w:r>
      <w:r w:rsidR="005D2ABA">
        <w:t xml:space="preserve"> </w:t>
      </w:r>
      <w:r w:rsidR="005D2ABA" w:rsidRPr="005D2ABA">
        <w:t>Rovněž bude provedena oprava části SDK podhledu v interiéru v rozsahu poškození průsakem dešťových srážek přes střešní plášť.</w:t>
      </w:r>
    </w:p>
    <w:p w:rsidR="00DC607D" w:rsidRPr="00CF75F1" w:rsidRDefault="00DC607D" w:rsidP="00F31473"/>
    <w:p w:rsidR="003F14F0" w:rsidRPr="00CF75F1" w:rsidRDefault="003F14F0" w:rsidP="00F31473">
      <w:pPr>
        <w:pStyle w:val="Nadpis2"/>
        <w:keepNext w:val="0"/>
      </w:pPr>
      <w:r w:rsidRPr="00CF75F1">
        <w:t>Rozsah díla</w:t>
      </w:r>
    </w:p>
    <w:p w:rsidR="00770BAF" w:rsidRPr="00EB42EF" w:rsidRDefault="00770BAF" w:rsidP="00F31473">
      <w:pPr>
        <w:pStyle w:val="Zkladntextodsazen2-odrky"/>
      </w:pPr>
      <w:r w:rsidRPr="00CF75F1">
        <w:t xml:space="preserve">Rozsah díla je vymezen dokumentací zakázky zpracovanou </w:t>
      </w:r>
      <w:r>
        <w:t xml:space="preserve">projektovou kanceláří </w:t>
      </w:r>
      <w:r w:rsidR="000F743F" w:rsidRPr="000F743F">
        <w:t>Ing. Miroslav Polášek projekční činnost, Maršovská 2242, 688 01 Uh.Brod, IČO: 675 39 157</w:t>
      </w:r>
      <w:r w:rsidR="000F743F">
        <w:t xml:space="preserve"> v dubnu 2024 pojmenovaná jako „</w:t>
      </w:r>
      <w:r w:rsidR="000F743F" w:rsidRPr="000F743F">
        <w:t>Rekonstrukce střešního pláště šaten fotbal. stadionu, č.p. 1421 v Uherském Brodě</w:t>
      </w:r>
      <w:r w:rsidR="000F743F">
        <w:t>“.</w:t>
      </w:r>
    </w:p>
    <w:p w:rsidR="003F14F0" w:rsidRPr="00CF75F1" w:rsidRDefault="003F14F0" w:rsidP="00F31473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F31473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F31473">
      <w:pPr>
        <w:pStyle w:val="Nadpis7"/>
        <w:keepNext w:val="0"/>
      </w:pPr>
    </w:p>
    <w:p w:rsidR="003F14F0" w:rsidRPr="0069310B" w:rsidRDefault="003F14F0" w:rsidP="00F31473">
      <w:pPr>
        <w:pStyle w:val="Nadpis7"/>
        <w:keepNext w:val="0"/>
      </w:pPr>
      <w:r w:rsidRPr="0069310B">
        <w:t>Rozsah díla – další související práce a činnosti zejména:</w:t>
      </w:r>
    </w:p>
    <w:p w:rsidR="003F14F0" w:rsidRPr="00EA0906" w:rsidRDefault="003F14F0" w:rsidP="00F31473">
      <w:pPr>
        <w:pStyle w:val="Zkladntextodsazen2-odrky"/>
      </w:pPr>
      <w:r w:rsidRPr="00EA0906">
        <w:lastRenderedPageBreak/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F31473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F31473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F31473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F31473">
      <w:pPr>
        <w:pStyle w:val="Zkladntextodsazen2-odrky"/>
      </w:pPr>
      <w:r>
        <w:t>Zařízení a odstranění zařízení staveniště.</w:t>
      </w:r>
    </w:p>
    <w:p w:rsidR="003F14F0" w:rsidRPr="004B7A40" w:rsidRDefault="003F14F0" w:rsidP="00F31473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F31473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F31473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F31473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F31473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F31473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F31473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F31473">
      <w:pPr>
        <w:pStyle w:val="Zkladntextodsazen2-odrky"/>
      </w:pPr>
      <w:r>
        <w:lastRenderedPageBreak/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F31473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31473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F31473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F31473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F31473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F31473">
      <w:pPr>
        <w:pStyle w:val="Nadpis2"/>
        <w:keepNext w:val="0"/>
      </w:pPr>
      <w:r w:rsidRPr="0069310B">
        <w:t>Dokumentace skutečného provedení stavby</w:t>
      </w:r>
    </w:p>
    <w:p w:rsidR="00DD7772" w:rsidRDefault="003F14F0" w:rsidP="00F31473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F31473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F31473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F31473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F31473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F31473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F31473">
      <w:pPr>
        <w:pStyle w:val="Nadpis2"/>
        <w:keepNext w:val="0"/>
      </w:pPr>
      <w:r w:rsidRPr="0069310B">
        <w:lastRenderedPageBreak/>
        <w:t>Podmínky provádění stavby</w:t>
      </w:r>
    </w:p>
    <w:p w:rsidR="003F14F0" w:rsidRDefault="003F14F0" w:rsidP="00F31473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F3147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F31473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F31473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F31473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4E5078" w:rsidRDefault="004E5078" w:rsidP="00F31473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F31473">
      <w:pPr>
        <w:pStyle w:val="Nadpis2"/>
        <w:keepNext w:val="0"/>
      </w:pPr>
      <w:r w:rsidRPr="0069310B">
        <w:t>Právo objednatele na změnu předmětu smlouvy</w:t>
      </w:r>
    </w:p>
    <w:p w:rsidR="004E5078" w:rsidRPr="00F31473" w:rsidRDefault="003F14F0" w:rsidP="00F31473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F31473">
      <w:pPr>
        <w:pStyle w:val="Nadpis2"/>
        <w:keepNext w:val="0"/>
      </w:pPr>
      <w:r w:rsidRPr="00525363">
        <w:t>Objednatel se zavazuje dílo od zhotovitele převzít a zaplatit mu sjednanou cenu.</w:t>
      </w:r>
    </w:p>
    <w:p w:rsidR="003F14F0" w:rsidRPr="0069310B" w:rsidRDefault="003F14F0" w:rsidP="00F31473">
      <w:pPr>
        <w:pStyle w:val="Nadpis1"/>
        <w:keepNext w:val="0"/>
      </w:pPr>
      <w:r w:rsidRPr="0069310B">
        <w:lastRenderedPageBreak/>
        <w:t>Doba a místo plnění</w:t>
      </w:r>
    </w:p>
    <w:p w:rsidR="003F14F0" w:rsidRPr="0069310B" w:rsidRDefault="003F14F0" w:rsidP="00F31473">
      <w:pPr>
        <w:pStyle w:val="Nadpis2"/>
        <w:keepNext w:val="0"/>
      </w:pPr>
      <w:r w:rsidRPr="0069310B">
        <w:t>Doba plnění předmětu smlouvy:</w:t>
      </w:r>
    </w:p>
    <w:p w:rsidR="003F14F0" w:rsidRDefault="003F14F0" w:rsidP="00F3147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31473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970D1F" w:rsidRDefault="00970D1F" w:rsidP="00F31473">
            <w:r w:rsidRPr="00970D1F">
              <w:t>01.04</w:t>
            </w:r>
            <w:r w:rsidR="004E5078" w:rsidRPr="00970D1F">
              <w:t>.2024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F3147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970D1F" w:rsidRDefault="00970D1F" w:rsidP="00F31473">
            <w:pPr>
              <w:rPr>
                <w:b/>
              </w:rPr>
            </w:pPr>
            <w:r w:rsidRPr="00970D1F">
              <w:t>30.04</w:t>
            </w:r>
            <w:r w:rsidR="004E5078" w:rsidRPr="00970D1F">
              <w:t>.2024</w:t>
            </w:r>
          </w:p>
        </w:tc>
      </w:tr>
    </w:tbl>
    <w:p w:rsidR="00F234DE" w:rsidRDefault="00F234DE" w:rsidP="00F31473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F31473"/>
    <w:p w:rsidR="003F14F0" w:rsidRDefault="003F14F0" w:rsidP="00F31473">
      <w:pPr>
        <w:pStyle w:val="Nadpis7"/>
        <w:keepNext w:val="0"/>
      </w:pPr>
      <w:r>
        <w:t>Změna v době plnění</w:t>
      </w:r>
    </w:p>
    <w:p w:rsidR="003F14F0" w:rsidRPr="00212482" w:rsidRDefault="003F14F0" w:rsidP="00F31473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F31473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F31473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F31473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F31473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F31473">
      <w:pPr>
        <w:pStyle w:val="Nadpis2"/>
        <w:keepNext w:val="0"/>
      </w:pPr>
      <w:r w:rsidRPr="0069310B">
        <w:t>Místo plnění předmětu smlouvy:</w:t>
      </w:r>
    </w:p>
    <w:p w:rsidR="00624C39" w:rsidRDefault="0060151C" w:rsidP="00F31473">
      <w:r>
        <w:t xml:space="preserve">  </w:t>
      </w:r>
      <w:r w:rsidRPr="000F743F">
        <w:t xml:space="preserve">Budova č. p. </w:t>
      </w:r>
      <w:r w:rsidR="000F743F" w:rsidRPr="000F743F">
        <w:t>1421, ul. Prakšická</w:t>
      </w:r>
      <w:r w:rsidR="000F743F">
        <w:t>, Uherský Brod na p</w:t>
      </w:r>
      <w:r w:rsidR="000F743F" w:rsidRPr="000F743F">
        <w:t>arcele č. 1770/1 k.ú. Uherský Brod</w:t>
      </w:r>
      <w:r w:rsidR="00B12681">
        <w:t>.</w:t>
      </w:r>
    </w:p>
    <w:p w:rsidR="003F14F0" w:rsidRDefault="003F14F0" w:rsidP="00F31473">
      <w:pPr>
        <w:pStyle w:val="Nadpis1"/>
        <w:keepNext w:val="0"/>
      </w:pPr>
      <w:r>
        <w:lastRenderedPageBreak/>
        <w:t>Cena díla a podmínky pro změnu sjednané ceny</w:t>
      </w:r>
    </w:p>
    <w:p w:rsidR="003F14F0" w:rsidRPr="0069310B" w:rsidRDefault="003F14F0" w:rsidP="00F31473">
      <w:pPr>
        <w:pStyle w:val="Nadpis2"/>
        <w:keepNext w:val="0"/>
      </w:pPr>
      <w:r w:rsidRPr="0069310B">
        <w:t>Cena díla</w:t>
      </w:r>
    </w:p>
    <w:p w:rsidR="003F14F0" w:rsidRDefault="003F14F0" w:rsidP="00F3147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F31473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F31473"/>
          <w:p w:rsidR="000405DB" w:rsidRDefault="000405DB" w:rsidP="00F31473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F31473"/>
        </w:tc>
        <w:tc>
          <w:tcPr>
            <w:tcW w:w="2160" w:type="dxa"/>
            <w:vAlign w:val="center"/>
          </w:tcPr>
          <w:p w:rsidR="003F14F0" w:rsidRDefault="003F14F0" w:rsidP="00F3147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F31473"/>
          <w:p w:rsidR="000405DB" w:rsidRDefault="00034CF4" w:rsidP="00F31473">
            <w:r>
              <w:t xml:space="preserve">DPH </w:t>
            </w:r>
            <w:r w:rsidR="00D64D98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F31473"/>
        </w:tc>
        <w:tc>
          <w:tcPr>
            <w:tcW w:w="2160" w:type="dxa"/>
            <w:vAlign w:val="center"/>
          </w:tcPr>
          <w:p w:rsidR="000405DB" w:rsidRDefault="000405DB" w:rsidP="00F3147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F31473"/>
          <w:p w:rsidR="000405DB" w:rsidRDefault="000405DB" w:rsidP="00F3147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F3147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F3147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F31473">
      <w:pPr>
        <w:pStyle w:val="Zkladntext"/>
      </w:pPr>
    </w:p>
    <w:p w:rsidR="003F14F0" w:rsidRPr="00082FF2" w:rsidRDefault="003F14F0" w:rsidP="00F31473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F31473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F31473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F31473">
      <w:pPr>
        <w:pStyle w:val="Zkladntextodsazen2-odrky"/>
      </w:pPr>
      <w:r>
        <w:lastRenderedPageBreak/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F31473">
      <w:pPr>
        <w:pStyle w:val="Zkladntextodsazen2-odrky"/>
      </w:pPr>
      <w:r>
        <w:t>práce“. Jednotkové ceny uvedené v položkovém rozpočtu jsou cenami pevnými po celou dobu realizace díla.</w:t>
      </w:r>
    </w:p>
    <w:p w:rsidR="003F14F0" w:rsidRDefault="003F14F0" w:rsidP="00F31473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F31473">
      <w:pPr>
        <w:pStyle w:val="Nadpis2"/>
        <w:keepNext w:val="0"/>
      </w:pPr>
      <w:r w:rsidRPr="0069310B">
        <w:t>Podmínky pro změnu ceny</w:t>
      </w:r>
    </w:p>
    <w:p w:rsidR="003F14F0" w:rsidRDefault="003F14F0" w:rsidP="00F31473">
      <w:pPr>
        <w:pStyle w:val="Zkladntext"/>
      </w:pPr>
      <w:r>
        <w:t>Sjednaná cena může být změněna pouze za níže uvedených podmínek:</w:t>
      </w:r>
    </w:p>
    <w:p w:rsidR="003F14F0" w:rsidRDefault="003F14F0" w:rsidP="00F3147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F3147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F31473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F31473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F31473">
      <w:pPr>
        <w:pStyle w:val="Nadpis2"/>
        <w:keepNext w:val="0"/>
      </w:pPr>
      <w:r w:rsidRPr="0069310B">
        <w:t>Způsob sjednání změny ceny</w:t>
      </w:r>
    </w:p>
    <w:p w:rsidR="003F14F0" w:rsidRDefault="003F14F0" w:rsidP="00F3147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F31473">
      <w:pPr>
        <w:pStyle w:val="Zkladntextodsazen2-odrky"/>
      </w:pPr>
      <w:r w:rsidRPr="001A70F2">
        <w:lastRenderedPageBreak/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F31473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F31473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F31473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F31473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F31473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F31473">
      <w:pPr>
        <w:pStyle w:val="Nadpis1"/>
        <w:keepNext w:val="0"/>
      </w:pPr>
      <w:r>
        <w:t>Platební podmínky</w:t>
      </w:r>
    </w:p>
    <w:p w:rsidR="00E13F3A" w:rsidRPr="00534164" w:rsidRDefault="00E13F3A" w:rsidP="00E13F3A">
      <w:pPr>
        <w:pStyle w:val="Zkladntextodsazen2-odrky"/>
        <w:numPr>
          <w:ilvl w:val="0"/>
          <w:numId w:val="17"/>
        </w:numPr>
        <w:tabs>
          <w:tab w:val="clear" w:pos="1072"/>
          <w:tab w:val="clear" w:pos="2041"/>
          <w:tab w:val="left" w:pos="709"/>
          <w:tab w:val="left" w:pos="1985"/>
        </w:tabs>
        <w:autoSpaceDE/>
        <w:autoSpaceDN/>
        <w:adjustRightInd/>
        <w:ind w:left="567" w:hanging="283"/>
      </w:pPr>
      <w:r w:rsidRPr="00534164">
        <w:lastRenderedPageBreak/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F31473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F31473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F31473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F31473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F3147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F3147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F3147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F3147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F3147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F3147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F31473">
      <w:pPr>
        <w:pStyle w:val="Zkladntextodsazen2-odrky"/>
        <w:rPr>
          <w:rFonts w:cs="Arial"/>
        </w:rPr>
      </w:pPr>
      <w:r>
        <w:lastRenderedPageBreak/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F31473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F31473">
      <w:pPr>
        <w:pStyle w:val="Nadpis1"/>
        <w:keepNext w:val="0"/>
      </w:pPr>
      <w:r>
        <w:t>Majetkové sankce</w:t>
      </w:r>
    </w:p>
    <w:p w:rsidR="00F11268" w:rsidRPr="00F11268" w:rsidRDefault="003F14F0" w:rsidP="00F31473">
      <w:pPr>
        <w:pStyle w:val="Nadpis2"/>
        <w:keepNext w:val="0"/>
      </w:pPr>
      <w:r w:rsidRPr="0069310B">
        <w:t>Sankce za nesplnění doby plnění</w:t>
      </w:r>
    </w:p>
    <w:p w:rsidR="00F11268" w:rsidRDefault="002553B3" w:rsidP="00F31473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F31473">
      <w:pPr>
        <w:pStyle w:val="Nadpis2"/>
        <w:keepNext w:val="0"/>
      </w:pPr>
      <w:r w:rsidRPr="0069310B">
        <w:t>Sankce za neodstranění vad a nedodělků zjištěných při předání a převzetí díla</w:t>
      </w:r>
    </w:p>
    <w:p w:rsidR="003F14F0" w:rsidRDefault="003F14F0" w:rsidP="00F31473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F31473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F31473">
      <w:pPr>
        <w:pStyle w:val="Zkladntextodsazen2-odrky"/>
      </w:pPr>
      <w:r>
        <w:lastRenderedPageBreak/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F31473">
      <w:pPr>
        <w:pStyle w:val="Nadpis2"/>
        <w:keepNext w:val="0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F31473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F31473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F31473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F31473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F31473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F31473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F31473">
      <w:pPr>
        <w:pStyle w:val="Zkladntextodsazen2-odrky"/>
      </w:pPr>
      <w:r>
        <w:t xml:space="preserve"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</w:t>
      </w:r>
      <w:r>
        <w:lastRenderedPageBreak/>
        <w:t>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F31473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F31473">
      <w:pPr>
        <w:pStyle w:val="Nadpis2"/>
        <w:keepNext w:val="0"/>
      </w:pPr>
      <w:r w:rsidRPr="00BB1F66">
        <w:t>Smluvní pokuta za porušení povinnosti v čl. 14 této smlouvy</w:t>
      </w:r>
    </w:p>
    <w:p w:rsidR="00494929" w:rsidRPr="00735335" w:rsidRDefault="00494929" w:rsidP="00F31473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F31473">
      <w:pPr>
        <w:pStyle w:val="Zkladntextodsazen2-odrky"/>
      </w:pPr>
    </w:p>
    <w:p w:rsidR="00B20C5B" w:rsidRPr="0052190D" w:rsidRDefault="00B20C5B" w:rsidP="00F31473">
      <w:pPr>
        <w:pStyle w:val="Nadpis2"/>
        <w:keepNext w:val="0"/>
      </w:pPr>
      <w:r w:rsidRPr="0052190D">
        <w:t>Hodnota a význam zajišťované povinnosti</w:t>
      </w:r>
    </w:p>
    <w:p w:rsidR="00B20C5B" w:rsidRPr="008B243E" w:rsidRDefault="00B20C5B" w:rsidP="00F31473">
      <w:r w:rsidRPr="008B243E">
        <w:t xml:space="preserve">Zhotovitel bere na vědomí, že </w:t>
      </w:r>
      <w:r>
        <w:t xml:space="preserve">dílo představuje realizaci </w:t>
      </w:r>
      <w:r w:rsidR="00F31473">
        <w:t>výměny střešního pláště</w:t>
      </w:r>
      <w:r w:rsidR="00244A53">
        <w:t>, které je časově stanoveno pevnými termíny</w:t>
      </w:r>
      <w:r>
        <w:t>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F31473">
      <w:pPr>
        <w:pStyle w:val="Zkladntextodsazen2-odrky"/>
      </w:pPr>
    </w:p>
    <w:p w:rsidR="003F14F0" w:rsidRPr="0069310B" w:rsidRDefault="003F14F0" w:rsidP="00F31473">
      <w:pPr>
        <w:pStyle w:val="Nadpis2"/>
        <w:keepNext w:val="0"/>
      </w:pPr>
      <w:r w:rsidRPr="0069310B">
        <w:t>Úrok z prodlení za pozdní úhradu faktury</w:t>
      </w:r>
    </w:p>
    <w:p w:rsidR="003F14F0" w:rsidRDefault="003F14F0" w:rsidP="00F31473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F31473">
      <w:pPr>
        <w:pStyle w:val="Nadpis2"/>
        <w:keepNext w:val="0"/>
      </w:pPr>
      <w:r w:rsidRPr="0069310B">
        <w:t>Způsob a vypořádání smluvních pokut</w:t>
      </w:r>
    </w:p>
    <w:p w:rsidR="003F14F0" w:rsidRDefault="003F14F0" w:rsidP="00F31473">
      <w:pPr>
        <w:pStyle w:val="Zkladntextodsazen2-odrky"/>
      </w:pPr>
      <w:r>
        <w:lastRenderedPageBreak/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F31473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F31473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F31473">
      <w:pPr>
        <w:pStyle w:val="Nadpis1"/>
        <w:keepNext w:val="0"/>
      </w:pPr>
      <w:r>
        <w:t>Staveniště</w:t>
      </w:r>
    </w:p>
    <w:p w:rsidR="003F14F0" w:rsidRPr="0069310B" w:rsidRDefault="003F14F0" w:rsidP="00F31473">
      <w:pPr>
        <w:pStyle w:val="Nadpis2"/>
        <w:keepNext w:val="0"/>
      </w:pPr>
      <w:r w:rsidRPr="0069310B">
        <w:t>Předání a převzetí staveniště</w:t>
      </w:r>
    </w:p>
    <w:p w:rsidR="003F14F0" w:rsidRPr="00210118" w:rsidRDefault="003F14F0" w:rsidP="00F31473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F31473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F31473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F31473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F31473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F31473">
      <w:pPr>
        <w:pStyle w:val="Nadpis2"/>
        <w:keepNext w:val="0"/>
      </w:pPr>
      <w:r w:rsidRPr="0069310B">
        <w:lastRenderedPageBreak/>
        <w:t xml:space="preserve">Vyklizení staveniště </w:t>
      </w:r>
    </w:p>
    <w:p w:rsidR="003F14F0" w:rsidRDefault="003F14F0" w:rsidP="00F31473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F31473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F31473">
      <w:pPr>
        <w:pStyle w:val="Nadpis1"/>
        <w:keepNext w:val="0"/>
      </w:pPr>
      <w:r>
        <w:t>Stavební deník</w:t>
      </w:r>
    </w:p>
    <w:p w:rsidR="003F14F0" w:rsidRDefault="003F14F0" w:rsidP="00F31473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F31473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F31473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F31473">
      <w:pPr>
        <w:pStyle w:val="Zkladntextodsazen2-odrky"/>
      </w:pPr>
      <w:r>
        <w:t>Zapisuje zejména údaje o:</w:t>
      </w:r>
    </w:p>
    <w:p w:rsidR="003F14F0" w:rsidRDefault="003F14F0" w:rsidP="00F3147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F3147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F3147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F3147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F3147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F3147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F31473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F31473">
      <w:pPr>
        <w:pStyle w:val="Zkladntextodsazen2-odrky"/>
      </w:pPr>
      <w:r>
        <w:lastRenderedPageBreak/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F31473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F3147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F31473">
      <w:pPr>
        <w:pStyle w:val="Nadpis4"/>
        <w:keepNext w:val="0"/>
      </w:pPr>
      <w:r w:rsidRPr="0069310B">
        <w:t>Kontrolní dny</w:t>
      </w:r>
    </w:p>
    <w:p w:rsidR="003F14F0" w:rsidRPr="00225EF3" w:rsidRDefault="003F14F0" w:rsidP="00F31473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F31473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F31473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F31473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F31473">
      <w:pPr>
        <w:pStyle w:val="Nadpis1"/>
        <w:keepNext w:val="0"/>
      </w:pPr>
      <w:r>
        <w:lastRenderedPageBreak/>
        <w:t xml:space="preserve">Provádění díla a bezpečnost práce </w:t>
      </w:r>
    </w:p>
    <w:p w:rsidR="003F14F0" w:rsidRPr="00E3370F" w:rsidRDefault="003F14F0" w:rsidP="00F31473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F31473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F31473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F31473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F31473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F31473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F31473">
      <w:pPr>
        <w:pStyle w:val="Zkladntextodsazen2-odrky"/>
      </w:pPr>
      <w:r>
        <w:lastRenderedPageBreak/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F31473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F31473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F31473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F31473">
      <w:pPr>
        <w:pStyle w:val="Nadpis1"/>
        <w:keepNext w:val="0"/>
      </w:pPr>
      <w:r>
        <w:t>Předání a převzetí díla</w:t>
      </w:r>
    </w:p>
    <w:p w:rsidR="003F14F0" w:rsidRPr="0069310B" w:rsidRDefault="003F14F0" w:rsidP="00F31473">
      <w:pPr>
        <w:pStyle w:val="Nadpis2"/>
        <w:keepNext w:val="0"/>
      </w:pPr>
      <w:r w:rsidRPr="0069310B">
        <w:t>Organizace předání díla</w:t>
      </w:r>
    </w:p>
    <w:p w:rsidR="003F14F0" w:rsidRDefault="003F14F0" w:rsidP="00F31473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F31473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F31473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F31473">
      <w:pPr>
        <w:pStyle w:val="Zkladntextodsazen2-odrky"/>
      </w:pPr>
      <w:r>
        <w:lastRenderedPageBreak/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F31473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F31473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F31473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F3147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F3147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F3147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F3147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F3147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F3147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F3147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F3147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F31473">
      <w:pPr>
        <w:pStyle w:val="Zkladntextodsazen2"/>
      </w:pPr>
      <w:r>
        <w:lastRenderedPageBreak/>
        <w:t>-</w:t>
      </w:r>
      <w:r>
        <w:tab/>
        <w:t>Zápisy o provedení a kontrole zakrývaných konstrukcí.</w:t>
      </w:r>
    </w:p>
    <w:p w:rsidR="003F14F0" w:rsidRPr="00F3393B" w:rsidRDefault="00DE4769" w:rsidP="00F31473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F3147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F3147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F31473">
      <w:pPr>
        <w:pStyle w:val="Nadpis1"/>
        <w:keepNext w:val="0"/>
      </w:pPr>
      <w:r w:rsidRPr="003C0E72">
        <w:t>Záruka za jakost díla</w:t>
      </w:r>
    </w:p>
    <w:p w:rsidR="003F14F0" w:rsidRDefault="003F14F0" w:rsidP="00F31473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F31473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F31473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F31473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F31473">
      <w:pPr>
        <w:pStyle w:val="Zkladntextodsazen2-odrky"/>
      </w:pPr>
      <w:r>
        <w:lastRenderedPageBreak/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F31473">
      <w:pPr>
        <w:pStyle w:val="Nadpis2"/>
        <w:keepNext w:val="0"/>
      </w:pPr>
      <w:r w:rsidRPr="0069310B">
        <w:t>Způsob reklamace vad</w:t>
      </w:r>
    </w:p>
    <w:p w:rsidR="003F14F0" w:rsidRDefault="003F14F0" w:rsidP="00F31473">
      <w:pPr>
        <w:pStyle w:val="Zkladntextodsazen2-odrky"/>
      </w:pPr>
      <w:r>
        <w:t>Objeví-li se v průběhu záruční doby vady, může objednatel:</w:t>
      </w:r>
    </w:p>
    <w:p w:rsidR="003F14F0" w:rsidRDefault="003F14F0" w:rsidP="00F3147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F3147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F3147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F3147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F31473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F31473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F31473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F31473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F31473">
      <w:pPr>
        <w:pStyle w:val="Nadpis2"/>
        <w:keepNext w:val="0"/>
      </w:pPr>
      <w:r w:rsidRPr="0069310B">
        <w:lastRenderedPageBreak/>
        <w:t xml:space="preserve">Podmínky odstranění reklamovaných vad </w:t>
      </w:r>
    </w:p>
    <w:p w:rsidR="003F14F0" w:rsidRDefault="003F14F0" w:rsidP="00F31473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F31473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F31473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F31473">
      <w:pPr>
        <w:pStyle w:val="Nadpis1"/>
        <w:keepNext w:val="0"/>
      </w:pPr>
      <w:r>
        <w:t>Vlastnictví díla a nebezpečí škody na díle</w:t>
      </w:r>
    </w:p>
    <w:p w:rsidR="003F14F0" w:rsidRDefault="003F14F0" w:rsidP="00F31473">
      <w:pPr>
        <w:pStyle w:val="Zkladntextodsazen2-odrky"/>
      </w:pPr>
      <w:r>
        <w:t>Vlastníkem díla je od počátku objednatel.</w:t>
      </w:r>
    </w:p>
    <w:p w:rsidR="003F14F0" w:rsidRDefault="003F14F0" w:rsidP="00F31473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F31473">
      <w:pPr>
        <w:pStyle w:val="Nadpis1"/>
        <w:keepNext w:val="0"/>
      </w:pPr>
      <w:r>
        <w:t>Pojištění díla</w:t>
      </w:r>
    </w:p>
    <w:p w:rsidR="003F14F0" w:rsidRDefault="003F14F0" w:rsidP="00F31473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F31473">
      <w:pPr>
        <w:pStyle w:val="Zkladntextodsazen2-odrky"/>
      </w:pPr>
      <w:r>
        <w:lastRenderedPageBreak/>
        <w:t>Náklady na pojištění nese zhotovitel.</w:t>
      </w:r>
    </w:p>
    <w:p w:rsidR="003F14F0" w:rsidRDefault="003F14F0" w:rsidP="00F31473">
      <w:pPr>
        <w:pStyle w:val="Nadpis1"/>
        <w:keepNext w:val="0"/>
      </w:pPr>
      <w:r>
        <w:t xml:space="preserve">Vyšší moc </w:t>
      </w:r>
    </w:p>
    <w:p w:rsidR="003F14F0" w:rsidRDefault="003F14F0" w:rsidP="00F31473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F31473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F31473">
      <w:pPr>
        <w:pStyle w:val="Nadpis1"/>
        <w:keepNext w:val="0"/>
      </w:pPr>
      <w:r w:rsidRPr="00AA4873">
        <w:t>Ukončení smlouvy</w:t>
      </w:r>
    </w:p>
    <w:p w:rsidR="003F14F0" w:rsidRPr="00753B65" w:rsidRDefault="003F14F0" w:rsidP="00F31473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F31473">
      <w:pPr>
        <w:pStyle w:val="Odstavecseseznamem"/>
        <w:numPr>
          <w:ilvl w:val="2"/>
          <w:numId w:val="1"/>
        </w:numPr>
      </w:pPr>
      <w:r w:rsidRPr="00753B65"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F31473">
      <w:pPr>
        <w:pStyle w:val="Odstavecseseznamem"/>
        <w:numPr>
          <w:ilvl w:val="2"/>
          <w:numId w:val="1"/>
        </w:numPr>
      </w:pPr>
      <w:r w:rsidRPr="00753B65"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F31473">
      <w:pPr>
        <w:pStyle w:val="Zkladntextodsazen2-odrky"/>
      </w:pPr>
      <w:r w:rsidRPr="00753B65">
        <w:lastRenderedPageBreak/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F31473">
      <w:pPr>
        <w:pStyle w:val="Nadpis1"/>
        <w:keepNext w:val="0"/>
      </w:pPr>
      <w:r>
        <w:t>Ostatní ujednání</w:t>
      </w:r>
    </w:p>
    <w:p w:rsidR="003F14F0" w:rsidRDefault="003F14F0" w:rsidP="00F31473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F31473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F31473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F31473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</w:t>
      </w:r>
      <w:r>
        <w:lastRenderedPageBreak/>
        <w:t xml:space="preserve">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F31473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F31473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F31473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F31473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F31473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F31473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F31473">
      <w:pPr>
        <w:pStyle w:val="Zkladntextodsazen2-odrky"/>
      </w:pPr>
    </w:p>
    <w:p w:rsidR="003F14F0" w:rsidRDefault="003F14F0" w:rsidP="00F3147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F3147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F3147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F3147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F3147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70D1F">
              <w:t>/Rxx/25</w:t>
            </w:r>
          </w:p>
        </w:tc>
      </w:tr>
    </w:tbl>
    <w:p w:rsidR="00C63D7D" w:rsidRDefault="00C63D7D" w:rsidP="00F31473">
      <w:pPr>
        <w:pStyle w:val="podpisysmlouva"/>
      </w:pPr>
    </w:p>
    <w:p w:rsidR="00C63D7D" w:rsidRDefault="00C63D7D" w:rsidP="00F31473">
      <w:pPr>
        <w:pStyle w:val="podpisysmlouva"/>
      </w:pPr>
    </w:p>
    <w:p w:rsidR="003F14F0" w:rsidRDefault="003F14F0" w:rsidP="00F3147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F31473">
      <w:pPr>
        <w:pStyle w:val="podpisysmlouva"/>
      </w:pPr>
    </w:p>
    <w:p w:rsidR="003F14F0" w:rsidRDefault="003F14F0" w:rsidP="00F3147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F31473">
      <w:pPr>
        <w:pStyle w:val="podpisysmlouva"/>
      </w:pPr>
    </w:p>
    <w:p w:rsidR="003F022C" w:rsidRDefault="003F022C" w:rsidP="00F31473">
      <w:pPr>
        <w:pStyle w:val="podpisysmlouva"/>
      </w:pPr>
    </w:p>
    <w:p w:rsidR="00D747BA" w:rsidRDefault="00D747BA" w:rsidP="00F31473">
      <w:pPr>
        <w:pStyle w:val="podpisysmlouva"/>
      </w:pPr>
    </w:p>
    <w:p w:rsidR="003F022C" w:rsidRDefault="003F022C" w:rsidP="00F31473">
      <w:pPr>
        <w:pStyle w:val="podpisysmlouva"/>
      </w:pPr>
    </w:p>
    <w:p w:rsidR="003F14F0" w:rsidRDefault="003F14F0" w:rsidP="00F31473">
      <w:pPr>
        <w:pStyle w:val="podpisysmlouva"/>
      </w:pPr>
    </w:p>
    <w:p w:rsidR="003F14F0" w:rsidRDefault="00C91EF0" w:rsidP="00F31473">
      <w:pPr>
        <w:pStyle w:val="podpisysmlouva"/>
      </w:pPr>
      <w:bookmarkStart w:id="21" w:name="Text23"/>
      <w:r>
        <w:t xml:space="preserve">    </w:t>
      </w:r>
      <w:r w:rsidR="00970D1F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970D1F">
        <w:tab/>
      </w:r>
      <w:r w:rsidR="00970D1F">
        <w:tab/>
      </w:r>
      <w:r w:rsidR="00970D1F">
        <w:tab/>
      </w:r>
      <w:r w:rsidR="00970D1F">
        <w:tab/>
      </w:r>
      <w:r w:rsidR="003F14F0">
        <w:t xml:space="preserve">Ing. </w:t>
      </w:r>
      <w:r w:rsidR="00970D1F">
        <w:t>Miroslav Polášek</w:t>
      </w:r>
    </w:p>
    <w:p w:rsidR="00391276" w:rsidRDefault="00222A5C" w:rsidP="00970D1F">
      <w:pPr>
        <w:ind w:left="0"/>
      </w:pPr>
      <w:bookmarkStart w:id="22" w:name="Text24"/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 w:rsidR="00970D1F">
        <w:tab/>
      </w:r>
      <w:r w:rsidR="00970D1F">
        <w:tab/>
      </w:r>
      <w:r w:rsidR="00970D1F">
        <w:tab/>
      </w:r>
      <w:r w:rsidR="00970D1F">
        <w:tab/>
      </w:r>
      <w:r w:rsidR="00970D1F">
        <w:tab/>
        <w:t xml:space="preserve">        </w:t>
      </w:r>
      <w:r w:rsidR="003F022C">
        <w:t xml:space="preserve"> </w:t>
      </w:r>
      <w:r w:rsidR="0013634B">
        <w:t>místostarosta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98" w:rsidRDefault="00D64D98" w:rsidP="000F743F">
      <w:r>
        <w:separator/>
      </w:r>
    </w:p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F31473"/>
    <w:p w:rsidR="00D64D98" w:rsidRDefault="00D64D98" w:rsidP="00F31473"/>
    <w:p w:rsidR="00BE0978" w:rsidRDefault="00BE0978"/>
  </w:endnote>
  <w:endnote w:type="continuationSeparator" w:id="0">
    <w:p w:rsidR="00D64D98" w:rsidRDefault="00D64D98" w:rsidP="000F743F">
      <w:r>
        <w:continuationSeparator/>
      </w:r>
    </w:p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F31473"/>
    <w:p w:rsidR="00D64D98" w:rsidRDefault="00D64D98" w:rsidP="00F31473"/>
    <w:p w:rsidR="00BE0978" w:rsidRDefault="00BE0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98" w:rsidRDefault="00D64D98" w:rsidP="000F743F">
    <w:pPr>
      <w:pStyle w:val="Zpat"/>
    </w:pPr>
  </w:p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F31473"/>
  <w:p w:rsidR="00D64D98" w:rsidRDefault="00D64D98" w:rsidP="00F31473"/>
  <w:p w:rsidR="00BE0978" w:rsidRDefault="00BE09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98" w:rsidRDefault="00D64D98" w:rsidP="000F743F">
    <w:pPr>
      <w:pStyle w:val="Zpat"/>
    </w:pPr>
  </w:p>
  <w:p w:rsidR="00D64D98" w:rsidRPr="00F31473" w:rsidRDefault="00D64D98" w:rsidP="000F743F">
    <w:pPr>
      <w:pStyle w:val="Zpat"/>
      <w:rPr>
        <w:sz w:val="16"/>
        <w:szCs w:val="16"/>
      </w:rPr>
    </w:pPr>
    <w:r w:rsidRPr="00F31473">
      <w:rPr>
        <w:sz w:val="16"/>
        <w:szCs w:val="16"/>
      </w:rPr>
      <w:t>NÁVRH SMLOUVY O DÍLO</w:t>
    </w:r>
  </w:p>
  <w:p w:rsidR="00D64D98" w:rsidRPr="00F31473" w:rsidRDefault="000F743F" w:rsidP="00F31473">
    <w:pPr>
      <w:rPr>
        <w:sz w:val="16"/>
        <w:szCs w:val="16"/>
      </w:rPr>
    </w:pPr>
    <w:r w:rsidRPr="00F31473">
      <w:rPr>
        <w:sz w:val="16"/>
        <w:szCs w:val="16"/>
      </w:rPr>
      <w:t>R</w:t>
    </w:r>
    <w:r w:rsidR="00F31473">
      <w:rPr>
        <w:sz w:val="16"/>
        <w:szCs w:val="16"/>
      </w:rPr>
      <w:t>ekonstrukce</w:t>
    </w:r>
    <w:r w:rsidRPr="00F31473">
      <w:rPr>
        <w:sz w:val="16"/>
        <w:szCs w:val="16"/>
      </w:rPr>
      <w:t xml:space="preserve"> střešního pláště objektu č.p. 1421</w:t>
    </w:r>
    <w:r w:rsidRPr="00F31473">
      <w:rPr>
        <w:sz w:val="16"/>
        <w:szCs w:val="16"/>
      </w:rPr>
      <w:tab/>
    </w:r>
    <w:r w:rsidRPr="00F31473">
      <w:rPr>
        <w:sz w:val="16"/>
        <w:szCs w:val="16"/>
      </w:rPr>
      <w:tab/>
    </w:r>
    <w:r w:rsidR="00D64D98" w:rsidRPr="00F31473">
      <w:rPr>
        <w:sz w:val="16"/>
        <w:szCs w:val="16"/>
      </w:rPr>
      <w:tab/>
    </w:r>
    <w:r w:rsidR="00F31473">
      <w:rPr>
        <w:sz w:val="16"/>
        <w:szCs w:val="16"/>
      </w:rPr>
      <w:tab/>
    </w:r>
    <w:r w:rsidR="00F31473">
      <w:rPr>
        <w:sz w:val="16"/>
        <w:szCs w:val="16"/>
      </w:rPr>
      <w:tab/>
    </w:r>
    <w:r w:rsidR="00D64D98" w:rsidRPr="00F31473">
      <w:rPr>
        <w:sz w:val="16"/>
        <w:szCs w:val="16"/>
      </w:rPr>
      <w:tab/>
    </w:r>
    <w:r w:rsidR="00D64D98" w:rsidRPr="00F31473">
      <w:rPr>
        <w:bCs/>
        <w:sz w:val="16"/>
        <w:szCs w:val="16"/>
      </w:rPr>
      <w:t>S</w:t>
    </w:r>
    <w:r w:rsidR="00D64D98" w:rsidRPr="00F31473">
      <w:rPr>
        <w:sz w:val="16"/>
        <w:szCs w:val="16"/>
      </w:rPr>
      <w:t xml:space="preserve">trana </w:t>
    </w:r>
    <w:r w:rsidR="00D64D98" w:rsidRPr="00F31473">
      <w:rPr>
        <w:sz w:val="16"/>
        <w:szCs w:val="16"/>
      </w:rPr>
      <w:fldChar w:fldCharType="begin"/>
    </w:r>
    <w:r w:rsidR="00D64D98" w:rsidRPr="00F31473">
      <w:rPr>
        <w:sz w:val="16"/>
        <w:szCs w:val="16"/>
      </w:rPr>
      <w:instrText xml:space="preserve"> PAGE </w:instrText>
    </w:r>
    <w:r w:rsidR="00D64D98" w:rsidRPr="00F31473">
      <w:rPr>
        <w:sz w:val="16"/>
        <w:szCs w:val="16"/>
      </w:rPr>
      <w:fldChar w:fldCharType="separate"/>
    </w:r>
    <w:r w:rsidR="008E25F6">
      <w:rPr>
        <w:noProof/>
        <w:sz w:val="16"/>
        <w:szCs w:val="16"/>
      </w:rPr>
      <w:t>3</w:t>
    </w:r>
    <w:r w:rsidR="00D64D98" w:rsidRPr="00F31473">
      <w:rPr>
        <w:sz w:val="16"/>
        <w:szCs w:val="16"/>
      </w:rPr>
      <w:fldChar w:fldCharType="end"/>
    </w:r>
    <w:r w:rsidR="00D64D98" w:rsidRPr="00F31473">
      <w:rPr>
        <w:sz w:val="16"/>
        <w:szCs w:val="16"/>
      </w:rPr>
      <w:t xml:space="preserve"> z </w:t>
    </w:r>
    <w:r w:rsidR="00D64D98" w:rsidRPr="00F31473">
      <w:rPr>
        <w:sz w:val="16"/>
        <w:szCs w:val="16"/>
      </w:rPr>
      <w:fldChar w:fldCharType="begin"/>
    </w:r>
    <w:r w:rsidR="00D64D98" w:rsidRPr="00F31473">
      <w:rPr>
        <w:sz w:val="16"/>
        <w:szCs w:val="16"/>
      </w:rPr>
      <w:instrText xml:space="preserve"> NUMPAGES </w:instrText>
    </w:r>
    <w:r w:rsidR="00D64D98" w:rsidRPr="00F31473">
      <w:rPr>
        <w:sz w:val="16"/>
        <w:szCs w:val="16"/>
      </w:rPr>
      <w:fldChar w:fldCharType="separate"/>
    </w:r>
    <w:r w:rsidR="008E25F6">
      <w:rPr>
        <w:noProof/>
        <w:sz w:val="16"/>
        <w:szCs w:val="16"/>
      </w:rPr>
      <w:t>12</w:t>
    </w:r>
    <w:r w:rsidR="00D64D98" w:rsidRPr="00F31473">
      <w:rPr>
        <w:sz w:val="16"/>
        <w:szCs w:val="16"/>
      </w:rPr>
      <w:fldChar w:fldCharType="end"/>
    </w:r>
  </w:p>
  <w:p w:rsidR="00BE0978" w:rsidRDefault="00BE09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98" w:rsidRDefault="00D64D98" w:rsidP="000F743F">
      <w:r>
        <w:separator/>
      </w:r>
    </w:p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F31473"/>
    <w:p w:rsidR="00D64D98" w:rsidRDefault="00D64D98" w:rsidP="00F31473"/>
    <w:p w:rsidR="00BE0978" w:rsidRDefault="00BE0978"/>
  </w:footnote>
  <w:footnote w:type="continuationSeparator" w:id="0">
    <w:p w:rsidR="00D64D98" w:rsidRDefault="00D64D98" w:rsidP="000F743F">
      <w:r>
        <w:continuationSeparator/>
      </w:r>
    </w:p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0F743F"/>
    <w:p w:rsidR="00D64D98" w:rsidRDefault="00D64D98" w:rsidP="00F31473"/>
    <w:p w:rsidR="00D64D98" w:rsidRDefault="00D64D98" w:rsidP="00F31473"/>
    <w:p w:rsidR="00BE0978" w:rsidRDefault="00BE09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98" w:rsidRDefault="00D64D98" w:rsidP="000F743F">
    <w:pPr>
      <w:pStyle w:val="Zhlav"/>
    </w:pPr>
  </w:p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0F743F"/>
  <w:p w:rsidR="00D64D98" w:rsidRDefault="00D64D98" w:rsidP="00F31473"/>
  <w:p w:rsidR="00D64D98" w:rsidRDefault="00D64D98" w:rsidP="00F31473"/>
  <w:p w:rsidR="00BE0978" w:rsidRDefault="00BE097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98" w:rsidRDefault="00D64D98" w:rsidP="00F31473">
    <w:pPr>
      <w:ind w:left="0"/>
    </w:pPr>
  </w:p>
  <w:p w:rsidR="00BE0978" w:rsidRDefault="00BE097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98" w:rsidRPr="005C179D" w:rsidRDefault="00D64D98" w:rsidP="000F743F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64D98" w:rsidRDefault="00D64D98" w:rsidP="000F74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bF1B3PkwBfzp3EHAlZvTgym4gCXDUmao4zXSf8eKVny1QEZIny0GTyy7woiuCKLCtihrs0A4BNKgd0K9Sv7naw==" w:salt="+TZy1MXd+kyh0a0hN8nSXg==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0F6758"/>
    <w:rsid w:val="000F743F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16588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0D70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6482F"/>
    <w:rsid w:val="00570731"/>
    <w:rsid w:val="005766C0"/>
    <w:rsid w:val="00587153"/>
    <w:rsid w:val="005B1CF4"/>
    <w:rsid w:val="005B2656"/>
    <w:rsid w:val="005B50B6"/>
    <w:rsid w:val="005C242B"/>
    <w:rsid w:val="005C48DD"/>
    <w:rsid w:val="005D2ABA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8E25F6"/>
    <w:rsid w:val="00905B99"/>
    <w:rsid w:val="00943E03"/>
    <w:rsid w:val="009455C0"/>
    <w:rsid w:val="0095106B"/>
    <w:rsid w:val="00954693"/>
    <w:rsid w:val="00955461"/>
    <w:rsid w:val="00957D62"/>
    <w:rsid w:val="00970D1F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1576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2681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E0978"/>
    <w:rsid w:val="00BF1E9C"/>
    <w:rsid w:val="00C03C32"/>
    <w:rsid w:val="00C03D4F"/>
    <w:rsid w:val="00C05140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64D98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3F3A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1473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F743F"/>
    <w:pPr>
      <w:tabs>
        <w:tab w:val="left" w:pos="1985"/>
      </w:tabs>
      <w:autoSpaceDE w:val="0"/>
      <w:autoSpaceDN w:val="0"/>
      <w:adjustRightInd w:val="0"/>
      <w:spacing w:after="0" w:line="240" w:lineRule="auto"/>
      <w:ind w:left="36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petra.hecova\AppData\Local\Microsoft\Windows\Temporary%20Internet%20Files\Content.Outlook\ULHPLEH8\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026A-BEAC-47C9-A9F6-5EADCD2E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48A4ED92</Template>
  <TotalTime>0</TotalTime>
  <Pages>12</Pages>
  <Words>5629</Words>
  <Characters>33216</Characters>
  <Application>Microsoft Office Word</Application>
  <DocSecurity>4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Ing.</cp:lastModifiedBy>
  <cp:revision>2</cp:revision>
  <cp:lastPrinted>2021-01-05T12:18:00Z</cp:lastPrinted>
  <dcterms:created xsi:type="dcterms:W3CDTF">2025-01-09T06:22:00Z</dcterms:created>
  <dcterms:modified xsi:type="dcterms:W3CDTF">2025-01-09T06:22:00Z</dcterms:modified>
</cp:coreProperties>
</file>