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07FA3" w:rsidP="00B8309E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Těžební činnost v městských lesích města uherský brod v roce 2025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39F5" w:rsidP="001B20DB">
            <w:pPr>
              <w:rPr>
                <w:szCs w:val="20"/>
              </w:rPr>
            </w:pPr>
            <w:r>
              <w:rPr>
                <w:szCs w:val="20"/>
              </w:rPr>
              <w:t>Mas</w:t>
            </w:r>
            <w:bookmarkStart w:id="0" w:name="_GoBack"/>
            <w:bookmarkEnd w:id="0"/>
            <w:r w:rsidR="000C5AE1">
              <w:rPr>
                <w:szCs w:val="20"/>
              </w:rPr>
              <w:t>arykovo nám. 1</w:t>
            </w:r>
            <w:r w:rsidR="001B20DB">
              <w:rPr>
                <w:szCs w:val="20"/>
              </w:rPr>
              <w:t>00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407FA3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3D1519" w:rsidRDefault="00407FA3" w:rsidP="00407F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Bronislav Malec</w:t>
            </w:r>
          </w:p>
        </w:tc>
      </w:tr>
      <w:tr w:rsidR="00407FA3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3D1519" w:rsidRDefault="00407FA3" w:rsidP="00407F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+420 572 805 271</w:t>
            </w:r>
          </w:p>
        </w:tc>
      </w:tr>
      <w:tr w:rsidR="00407FA3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F2328E" w:rsidRDefault="00407FA3" w:rsidP="00407FA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bronislav.malec@ub.cz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39F5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07FA3"/>
    <w:rsid w:val="00414644"/>
    <w:rsid w:val="00446E0D"/>
    <w:rsid w:val="004812D9"/>
    <w:rsid w:val="00482021"/>
    <w:rsid w:val="00482646"/>
    <w:rsid w:val="00485AFF"/>
    <w:rsid w:val="004966F6"/>
    <w:rsid w:val="004A4CBC"/>
    <w:rsid w:val="004B145B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BCCB7-C22D-49B3-A8AB-4A89740C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11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2022-09-06T08:53:00Z</cp:lastPrinted>
  <dcterms:created xsi:type="dcterms:W3CDTF">2025-01-23T07:49:00Z</dcterms:created>
  <dcterms:modified xsi:type="dcterms:W3CDTF">2025-01-27T07:09:00Z</dcterms:modified>
</cp:coreProperties>
</file>