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6E8" w:rsidRDefault="000A06E8" w:rsidP="000A06E8">
      <w:pPr>
        <w:pStyle w:val="Textdopisu"/>
        <w:rPr>
          <w:sz w:val="16"/>
          <w:szCs w:val="16"/>
        </w:rPr>
      </w:pPr>
    </w:p>
    <w:p w:rsidR="000A06E8" w:rsidRDefault="000A06E8" w:rsidP="000A06E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0A06E8" w:rsidRPr="003D1519" w:rsidTr="000A06E8">
        <w:trPr>
          <w:trHeight w:val="464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A06E8" w:rsidRPr="000A06E8" w:rsidRDefault="000A06E8" w:rsidP="000A06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ČESTNÉ PROHLÁŠENÍ </w:t>
            </w:r>
          </w:p>
        </w:tc>
      </w:tr>
      <w:tr w:rsidR="000A06E8" w:rsidRPr="003D1519" w:rsidTr="00872670">
        <w:trPr>
          <w:trHeight w:val="509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06E8" w:rsidRPr="003D1519" w:rsidTr="00246C88">
        <w:trPr>
          <w:trHeight w:val="464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A06E8" w:rsidRPr="003D1519" w:rsidTr="00246C88">
        <w:trPr>
          <w:trHeight w:val="509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0A06E8" w:rsidRPr="000A06E8" w:rsidRDefault="000A06E8" w:rsidP="000A06E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veřejná zakázka malého rozsahu </w:t>
            </w:r>
          </w:p>
        </w:tc>
      </w:tr>
      <w:tr w:rsidR="000A06E8" w:rsidRPr="003D1519" w:rsidTr="00246C88">
        <w:trPr>
          <w:trHeight w:val="509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0A06E8" w:rsidRPr="003D1519" w:rsidRDefault="000A06E8" w:rsidP="00872670">
            <w:pPr>
              <w:rPr>
                <w:b/>
                <w:bCs/>
                <w:szCs w:val="20"/>
              </w:rPr>
            </w:pPr>
          </w:p>
        </w:tc>
      </w:tr>
      <w:tr w:rsidR="000A06E8" w:rsidRPr="0025072A" w:rsidTr="00246C88">
        <w:trPr>
          <w:trHeight w:val="509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:rsidR="000A06E8" w:rsidRPr="003D1519" w:rsidRDefault="000A06E8" w:rsidP="0087267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6E8" w:rsidRPr="001B20DB" w:rsidRDefault="000A06E8" w:rsidP="00872670">
            <w:pPr>
              <w:jc w:val="center"/>
              <w:rPr>
                <w:b/>
                <w:color w:val="FF0000"/>
                <w:sz w:val="2"/>
              </w:rPr>
            </w:pPr>
          </w:p>
          <w:p w:rsidR="000A06E8" w:rsidRPr="0025072A" w:rsidRDefault="000A06E8" w:rsidP="0087267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komunální technika pro tsub, příspěvková organizace, uherský brod</w:t>
            </w:r>
          </w:p>
        </w:tc>
      </w:tr>
    </w:tbl>
    <w:p w:rsidR="00DC7209" w:rsidRDefault="00DC7209" w:rsidP="00DC7209">
      <w:pPr>
        <w:spacing w:line="240" w:lineRule="exact"/>
        <w:jc w:val="both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t>Účastník čestně prohlašuje, že:</w:t>
      </w:r>
    </w:p>
    <w:p w:rsidR="00DC7209" w:rsidRDefault="00DC7209" w:rsidP="00DC7209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není</w:t>
      </w:r>
      <w:r>
        <w:rPr>
          <w:rFonts w:ascii="Verdana" w:hAnsi="Verdana"/>
          <w:sz w:val="18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:rsidR="00DC7209" w:rsidRDefault="00DC7209" w:rsidP="00DC7209">
      <w:pPr>
        <w:pStyle w:val="Odstavecseseznamem"/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</w:p>
    <w:p w:rsidR="00DC7209" w:rsidRDefault="00DC7209" w:rsidP="00DC7209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poddodavatel, prostřednictvím kterého dodavatel prokazuje kvalifikaci (existuje-li takový), </w:t>
      </w:r>
      <w:r>
        <w:rPr>
          <w:rFonts w:ascii="Verdana" w:hAnsi="Verdana"/>
          <w:b/>
          <w:sz w:val="18"/>
          <w:szCs w:val="18"/>
        </w:rPr>
        <w:t>není</w:t>
      </w:r>
      <w:r>
        <w:rPr>
          <w:rFonts w:ascii="Verdana" w:hAnsi="Verdana"/>
          <w:sz w:val="18"/>
          <w:szCs w:val="18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:rsidR="00DC7209" w:rsidRDefault="00DC7209" w:rsidP="00DC7209">
      <w:pPr>
        <w:pStyle w:val="Odstavecseseznamem"/>
        <w:spacing w:line="240" w:lineRule="exact"/>
        <w:rPr>
          <w:rFonts w:ascii="Verdana" w:hAnsi="Verdana"/>
          <w:sz w:val="18"/>
          <w:szCs w:val="18"/>
        </w:rPr>
      </w:pPr>
    </w:p>
    <w:p w:rsidR="00DC7209" w:rsidRDefault="00DC7209" w:rsidP="00DC7209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odpovídá za to, že on sám ani žádný z jeho poddodavatelů </w:t>
      </w:r>
      <w:r>
        <w:rPr>
          <w:rFonts w:ascii="Verdana" w:hAnsi="Verdana"/>
          <w:b/>
          <w:sz w:val="18"/>
          <w:szCs w:val="18"/>
        </w:rPr>
        <w:t>není</w:t>
      </w:r>
      <w:r>
        <w:rPr>
          <w:rFonts w:ascii="Verdana" w:hAnsi="Verdana"/>
          <w:sz w:val="18"/>
          <w:szCs w:val="18"/>
        </w:rPr>
        <w:t xml:space="preserve"> po celou dobu trvání zakázky osobou (i)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>
        <w:rPr>
          <w:rFonts w:ascii="Verdana" w:hAnsi="Verdana"/>
          <w:sz w:val="18"/>
          <w:szCs w:val="18"/>
        </w:rPr>
        <w:t>ii</w:t>
      </w:r>
      <w:proofErr w:type="spellEnd"/>
      <w:r>
        <w:rPr>
          <w:rFonts w:ascii="Verdana" w:hAnsi="Verdana"/>
          <w:sz w:val="18"/>
          <w:szCs w:val="18"/>
        </w:rPr>
        <w:t>) na níž by se vztahovaly české právní předpisy, zejména zákon č. 69/2006 Sb., o provádění mezinárodních sankcí, v platném znění, navazující na nařízení EU uvedená v bodě (i); (</w:t>
      </w:r>
      <w:proofErr w:type="spellStart"/>
      <w:r>
        <w:rPr>
          <w:rFonts w:ascii="Verdana" w:hAnsi="Verdana"/>
          <w:sz w:val="18"/>
          <w:szCs w:val="18"/>
        </w:rPr>
        <w:t>iii</w:t>
      </w:r>
      <w:proofErr w:type="spellEnd"/>
      <w:r>
        <w:rPr>
          <w:rFonts w:ascii="Verdana" w:hAnsi="Verdana"/>
          <w:sz w:val="18"/>
          <w:szCs w:val="18"/>
        </w:rPr>
        <w:t>) 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zněn;</w:t>
      </w:r>
    </w:p>
    <w:p w:rsidR="00DC7209" w:rsidRDefault="00DC7209" w:rsidP="00DC7209">
      <w:pPr>
        <w:pStyle w:val="Odstavecseseznamem"/>
        <w:spacing w:line="240" w:lineRule="exact"/>
        <w:ind w:left="426"/>
        <w:rPr>
          <w:rFonts w:ascii="Verdana" w:hAnsi="Verdana"/>
          <w:sz w:val="18"/>
          <w:szCs w:val="18"/>
        </w:rPr>
      </w:pPr>
    </w:p>
    <w:p w:rsidR="000A06E8" w:rsidRPr="000A06E8" w:rsidRDefault="00DC7209" w:rsidP="000A06E8">
      <w:pPr>
        <w:pStyle w:val="Odstavecseseznamem"/>
        <w:numPr>
          <w:ilvl w:val="0"/>
          <w:numId w:val="1"/>
        </w:numPr>
        <w:spacing w:line="240" w:lineRule="exact"/>
        <w:ind w:left="426"/>
        <w:jc w:val="both"/>
        <w:rPr>
          <w:rFonts w:ascii="Verdana" w:hAnsi="Verdana"/>
          <w:sz w:val="18"/>
          <w:szCs w:val="18"/>
        </w:rPr>
      </w:pPr>
      <w:r w:rsidRPr="000A06E8">
        <w:rPr>
          <w:rFonts w:ascii="Verdana" w:hAnsi="Verdana"/>
          <w:sz w:val="18"/>
          <w:szCs w:val="18"/>
        </w:rPr>
        <w:t xml:space="preserve">žádné finanční prostředky, které obdrží za plnění veřejné zakázky, přímo ani nepřímo </w:t>
      </w:r>
      <w:r w:rsidRPr="000A06E8">
        <w:rPr>
          <w:rFonts w:ascii="Verdana" w:hAnsi="Verdana"/>
          <w:b/>
          <w:sz w:val="18"/>
          <w:szCs w:val="18"/>
        </w:rPr>
        <w:t>nezpřístupní</w:t>
      </w:r>
      <w:r w:rsidRPr="000A06E8">
        <w:rPr>
          <w:rFonts w:ascii="Verdana" w:hAnsi="Verdana"/>
          <w:sz w:val="18"/>
          <w:szCs w:val="18"/>
        </w:rPr>
        <w:t xml:space="preserve">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 a dále (</w:t>
      </w:r>
      <w:proofErr w:type="spellStart"/>
      <w:r w:rsidRPr="000A06E8">
        <w:rPr>
          <w:rFonts w:ascii="Verdana" w:hAnsi="Verdana"/>
          <w:sz w:val="18"/>
          <w:szCs w:val="18"/>
        </w:rPr>
        <w:t>ii</w:t>
      </w:r>
      <w:proofErr w:type="spellEnd"/>
      <w:r w:rsidRPr="000A06E8">
        <w:rPr>
          <w:rFonts w:ascii="Verdana" w:hAnsi="Verdana"/>
          <w:sz w:val="18"/>
          <w:szCs w:val="18"/>
        </w:rPr>
        <w:t>) osobě, na níž by se vztahovaly české právní předpisy, zejména zákon č. 69/2006 Sb., o provádění mezinárodních sankcí, v platném znění, navazující na nařízení EU uvedená v bodě (i); (</w:t>
      </w:r>
      <w:proofErr w:type="spellStart"/>
      <w:r w:rsidRPr="000A06E8">
        <w:rPr>
          <w:rFonts w:ascii="Verdana" w:hAnsi="Verdana"/>
          <w:sz w:val="18"/>
          <w:szCs w:val="18"/>
        </w:rPr>
        <w:t>iii</w:t>
      </w:r>
      <w:proofErr w:type="spellEnd"/>
      <w:r w:rsidRPr="000A06E8">
        <w:rPr>
          <w:rFonts w:ascii="Verdana" w:hAnsi="Verdana"/>
          <w:sz w:val="18"/>
          <w:szCs w:val="18"/>
        </w:rPr>
        <w:t xml:space="preserve">) na které se vztahují podmínky nařízení Rady (EU) </w:t>
      </w:r>
      <w:r w:rsidRPr="000A06E8">
        <w:rPr>
          <w:rFonts w:ascii="Verdana" w:hAnsi="Verdana"/>
          <w:sz w:val="18"/>
          <w:szCs w:val="18"/>
        </w:rPr>
        <w:lastRenderedPageBreak/>
        <w:t>2022/576 ze dne 8. dubna 2022, kterým se mění nařízení (EU) č. 833/2014 o omezujících opatřeních vzhledem k činnostem Ruska destabilizujícím situaci na Ukrajině, v platném znění.</w:t>
      </w:r>
    </w:p>
    <w:p w:rsidR="000A06E8" w:rsidRDefault="000A06E8" w:rsidP="000A06E8">
      <w:pPr>
        <w:pStyle w:val="Textdopisu"/>
        <w:spacing w:line="276" w:lineRule="auto"/>
      </w:pPr>
    </w:p>
    <w:p w:rsidR="000A06E8" w:rsidRDefault="000A06E8" w:rsidP="000A06E8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0A06E8" w:rsidRPr="003D1519" w:rsidTr="00246C88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>Účastník:</w:t>
            </w:r>
          </w:p>
        </w:tc>
      </w:tr>
      <w:tr w:rsidR="000A06E8" w:rsidRPr="003D1519" w:rsidTr="008726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8726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872670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246C88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246C88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2EFD9" w:themeFill="accent6" w:themeFillTint="33"/>
            <w:noWrap/>
            <w:vAlign w:val="center"/>
          </w:tcPr>
          <w:p w:rsidR="000A06E8" w:rsidRPr="000A06E8" w:rsidRDefault="000A06E8" w:rsidP="008726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>Osoba oprávněná za účastníka jednat:</w:t>
            </w:r>
          </w:p>
        </w:tc>
      </w:tr>
      <w:tr w:rsidR="000A06E8" w:rsidRPr="003D1519" w:rsidTr="00246C88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>Podpis oprávněné osoby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6E8" w:rsidRPr="000A06E8" w:rsidRDefault="000A06E8" w:rsidP="008726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A06E8" w:rsidRPr="000A06E8" w:rsidRDefault="000A06E8" w:rsidP="008726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</w:tr>
      <w:tr w:rsidR="000A06E8" w:rsidRPr="003D1519" w:rsidTr="00246C88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246C88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 xml:space="preserve">Funkce: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A06E8" w:rsidRPr="003D1519" w:rsidTr="00246C88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A06E8">
              <w:rPr>
                <w:rFonts w:ascii="Arial" w:hAnsi="Arial" w:cs="Arial"/>
                <w:bCs/>
                <w:sz w:val="20"/>
                <w:szCs w:val="20"/>
              </w:rPr>
              <w:t>Datum: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6E8" w:rsidRPr="000A06E8" w:rsidRDefault="000A06E8" w:rsidP="00872670">
            <w:pPr>
              <w:rPr>
                <w:rFonts w:ascii="Arial" w:hAnsi="Arial" w:cs="Arial"/>
                <w:sz w:val="20"/>
                <w:szCs w:val="20"/>
              </w:rPr>
            </w:pPr>
            <w:r w:rsidRPr="000A06E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6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06E8">
              <w:rPr>
                <w:rFonts w:ascii="Arial" w:hAnsi="Arial" w:cs="Arial"/>
                <w:sz w:val="20"/>
                <w:szCs w:val="20"/>
              </w:rPr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06E8">
              <w:rPr>
                <w:rFonts w:ascii="Arial" w:hAnsi="Arial" w:cs="Arial"/>
                <w:noProof/>
                <w:sz w:val="20"/>
                <w:szCs w:val="20"/>
              </w:rPr>
              <w:t>..........................</w:t>
            </w:r>
            <w:r w:rsidRPr="000A06E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A06E8" w:rsidRPr="000A06E8" w:rsidRDefault="000A06E8" w:rsidP="000A06E8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sectPr w:rsidR="000A06E8" w:rsidRPr="000A06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209" w:rsidRDefault="00DC7209" w:rsidP="00DC7209">
      <w:pPr>
        <w:spacing w:after="0" w:line="240" w:lineRule="auto"/>
      </w:pPr>
      <w:r>
        <w:separator/>
      </w:r>
    </w:p>
  </w:endnote>
  <w:endnote w:type="continuationSeparator" w:id="0">
    <w:p w:rsidR="00DC7209" w:rsidRDefault="00DC7209" w:rsidP="00DC7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209" w:rsidRDefault="00DC7209" w:rsidP="00DC7209">
      <w:pPr>
        <w:spacing w:after="0" w:line="240" w:lineRule="auto"/>
      </w:pPr>
      <w:r>
        <w:separator/>
      </w:r>
    </w:p>
  </w:footnote>
  <w:footnote w:type="continuationSeparator" w:id="0">
    <w:p w:rsidR="00DC7209" w:rsidRDefault="00DC7209" w:rsidP="00DC7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6E8" w:rsidRDefault="000A06E8" w:rsidP="000A06E8">
    <w:pPr>
      <w:pStyle w:val="Zhlav"/>
      <w:tabs>
        <w:tab w:val="left" w:pos="6298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63C34" wp14:editId="5E2053E1">
              <wp:simplePos x="0" y="0"/>
              <wp:positionH relativeFrom="column">
                <wp:posOffset>4905955</wp:posOffset>
              </wp:positionH>
              <wp:positionV relativeFrom="paragraph">
                <wp:posOffset>118635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06E8" w:rsidRPr="007806EF" w:rsidRDefault="000A06E8" w:rsidP="000A06E8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7806EF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Příloha č. 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663C3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86.3pt;margin-top:9.35pt;width:97.5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JGKFXTcAAAACQEA&#10;AA8AAAAAAAAAAAAAAAAADQUAAGRycy9kb3ducmV2LnhtbFBLBQYAAAAABAAEAPMAAAAWBgAAAAA=&#10;" filled="f" stroked="f">
              <v:textbox>
                <w:txbxContent>
                  <w:p w:rsidR="000A06E8" w:rsidRPr="007806EF" w:rsidRDefault="000A06E8" w:rsidP="000A06E8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7806EF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Příloha č. 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inline distT="0" distB="0" distL="0" distR="0" wp14:anchorId="3FCE23AF" wp14:editId="623BC94A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inline distT="0" distB="0" distL="0" distR="0" wp14:anchorId="13604CA2" wp14:editId="706896B3">
          <wp:extent cx="1232453" cy="524510"/>
          <wp:effectExtent l="0" t="0" r="6350" b="889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919" cy="5379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09"/>
    <w:rsid w:val="000A06E8"/>
    <w:rsid w:val="00246C88"/>
    <w:rsid w:val="002F2FB1"/>
    <w:rsid w:val="00420F60"/>
    <w:rsid w:val="007806EF"/>
    <w:rsid w:val="00D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F05279-3113-4341-AD7B-20E59075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720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DC7209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C7209"/>
    <w:rPr>
      <w:rFonts w:ascii="Arial" w:eastAsia="Calibri" w:hAnsi="Arial" w:cs="Times New Roman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C7209"/>
    <w:rPr>
      <w:rFonts w:ascii="Arial" w:hAnsi="Arial" w:cs="Arial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DC7209"/>
    <w:pPr>
      <w:spacing w:after="160" w:line="254" w:lineRule="auto"/>
      <w:ind w:left="720"/>
      <w:contextualSpacing/>
    </w:pPr>
    <w:rPr>
      <w:rFonts w:ascii="Arial" w:hAnsi="Arial" w:cs="Arial"/>
      <w:sz w:val="20"/>
    </w:rPr>
  </w:style>
  <w:style w:type="character" w:styleId="Znakapoznpodarou">
    <w:name w:val="footnote reference"/>
    <w:semiHidden/>
    <w:unhideWhenUsed/>
    <w:rsid w:val="00DC7209"/>
    <w:rPr>
      <w:vertAlign w:val="superscript"/>
    </w:rPr>
  </w:style>
  <w:style w:type="paragraph" w:customStyle="1" w:styleId="Textdopisu">
    <w:name w:val="Text dopisu"/>
    <w:basedOn w:val="Normln"/>
    <w:uiPriority w:val="99"/>
    <w:rsid w:val="000A06E8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Nzevprojektu">
    <w:name w:val="Název projektu"/>
    <w:basedOn w:val="Normln"/>
    <w:rsid w:val="000A06E8"/>
    <w:pPr>
      <w:spacing w:after="0" w:line="240" w:lineRule="auto"/>
      <w:jc w:val="center"/>
    </w:pPr>
    <w:rPr>
      <w:rFonts w:ascii="Verdana" w:eastAsia="Batang" w:hAnsi="Verdana" w:cs="Times New Roman"/>
      <w:b/>
      <w:caps/>
      <w:color w:val="000080"/>
      <w:sz w:val="34"/>
      <w:szCs w:val="3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A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06E8"/>
  </w:style>
  <w:style w:type="paragraph" w:styleId="Zpat">
    <w:name w:val="footer"/>
    <w:basedOn w:val="Normln"/>
    <w:link w:val="ZpatChar"/>
    <w:uiPriority w:val="99"/>
    <w:unhideWhenUsed/>
    <w:rsid w:val="000A0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0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3D9280DC</Template>
  <TotalTime>8</TotalTime>
  <Pages>2</Pages>
  <Words>561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Hečová Petra, Ing.</dc:creator>
  <cp:keywords/>
  <dc:description/>
  <cp:lastModifiedBy>Hečová Petra, Ing.</cp:lastModifiedBy>
  <cp:revision>4</cp:revision>
  <dcterms:created xsi:type="dcterms:W3CDTF">2025-01-21T11:30:00Z</dcterms:created>
  <dcterms:modified xsi:type="dcterms:W3CDTF">2025-01-29T07:06:00Z</dcterms:modified>
</cp:coreProperties>
</file>