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5B3E4" w14:textId="77777777" w:rsidR="006110EC" w:rsidRDefault="006110EC" w:rsidP="000C7279">
      <w:pPr>
        <w:pStyle w:val="Bezmezer"/>
        <w:rPr>
          <w:rFonts w:ascii="Arial" w:hAnsi="Arial" w:cs="Arial"/>
          <w:sz w:val="32"/>
          <w:u w:val="single"/>
        </w:rPr>
      </w:pPr>
    </w:p>
    <w:p w14:paraId="4EB4BF78" w14:textId="1D00EF1E" w:rsidR="000647A0" w:rsidRPr="006110EC" w:rsidRDefault="00FF78E4" w:rsidP="000C7279">
      <w:pPr>
        <w:pStyle w:val="Bezmezer"/>
        <w:rPr>
          <w:rFonts w:ascii="Arial" w:hAnsi="Arial" w:cs="Arial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bookmarkStart w:id="0" w:name="_Hlk32499759"/>
      <w:r w:rsidR="006110EC" w:rsidRPr="006110EC">
        <w:rPr>
          <w:rFonts w:ascii="Arial" w:hAnsi="Arial" w:cs="Arial"/>
          <w:sz w:val="32"/>
        </w:rPr>
        <w:t xml:space="preserve"> </w:t>
      </w:r>
      <w:r w:rsidR="00BF0A09" w:rsidRPr="00FF78E4">
        <w:rPr>
          <w:rFonts w:ascii="Arial Black" w:hAnsi="Arial Black" w:cstheme="minorHAnsi"/>
          <w:b/>
          <w:sz w:val="26"/>
          <w:szCs w:val="26"/>
        </w:rPr>
        <w:t>P</w:t>
      </w:r>
      <w:r w:rsidR="00BF0A09" w:rsidRPr="00FF78E4">
        <w:rPr>
          <w:rFonts w:ascii="Arial Black" w:hAnsi="Arial Black" w:cs="Calibri"/>
          <w:b/>
          <w:sz w:val="26"/>
          <w:szCs w:val="26"/>
        </w:rPr>
        <w:t>ří</w:t>
      </w:r>
      <w:r w:rsidR="00BF0A09" w:rsidRPr="00FF78E4">
        <w:rPr>
          <w:rFonts w:ascii="Arial Black" w:hAnsi="Arial Black" w:cstheme="minorHAnsi"/>
          <w:b/>
          <w:sz w:val="26"/>
          <w:szCs w:val="26"/>
        </w:rPr>
        <w:t xml:space="preserve">loha </w:t>
      </w:r>
      <w:r w:rsidR="00BF0A09" w:rsidRPr="00FF78E4">
        <w:rPr>
          <w:rFonts w:ascii="Arial Black" w:hAnsi="Arial Black" w:cs="Calibri"/>
          <w:b/>
          <w:sz w:val="26"/>
          <w:szCs w:val="26"/>
        </w:rPr>
        <w:t>č</w:t>
      </w:r>
      <w:r w:rsidR="00BF0A09" w:rsidRPr="00FF78E4">
        <w:rPr>
          <w:rFonts w:ascii="Arial Black" w:hAnsi="Arial Black" w:cstheme="minorHAnsi"/>
          <w:b/>
          <w:sz w:val="26"/>
          <w:szCs w:val="26"/>
        </w:rPr>
        <w:t xml:space="preserve">. </w:t>
      </w:r>
      <w:r w:rsidR="00614A9F">
        <w:rPr>
          <w:rFonts w:ascii="Arial Black" w:hAnsi="Arial Black" w:cstheme="minorHAnsi"/>
          <w:b/>
          <w:sz w:val="26"/>
          <w:szCs w:val="26"/>
        </w:rPr>
        <w:t>13 ZD</w:t>
      </w:r>
      <w:r w:rsidR="00BF0A09" w:rsidRPr="00FF78E4">
        <w:rPr>
          <w:rFonts w:ascii="Arial Black" w:hAnsi="Arial Black" w:cstheme="minorHAnsi"/>
          <w:b/>
          <w:sz w:val="26"/>
          <w:szCs w:val="26"/>
        </w:rPr>
        <w:t xml:space="preserve"> - Seznam poddodavatelů</w:t>
      </w:r>
    </w:p>
    <w:p w14:paraId="4EB4BF79" w14:textId="77777777" w:rsidR="00B6238A" w:rsidRPr="00B65FB9" w:rsidRDefault="00B6238A" w:rsidP="00B6238A">
      <w:pPr>
        <w:pStyle w:val="2nesltext"/>
        <w:spacing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</w:p>
    <w:bookmarkEnd w:id="0"/>
    <w:p w14:paraId="4EB4BF7A" w14:textId="5D63C140" w:rsidR="0084550E" w:rsidRPr="00415DD5" w:rsidRDefault="0084550E" w:rsidP="0084550E">
      <w:pPr>
        <w:ind w:left="2552" w:hanging="2552"/>
        <w:rPr>
          <w:b/>
          <w:sz w:val="22"/>
          <w:szCs w:val="22"/>
        </w:rPr>
      </w:pPr>
      <w:r w:rsidRPr="00415DD5">
        <w:rPr>
          <w:bCs/>
          <w:iCs/>
          <w:sz w:val="22"/>
          <w:szCs w:val="22"/>
        </w:rPr>
        <w:t xml:space="preserve">pro veřejnou zakázku: </w:t>
      </w:r>
      <w:r w:rsidRPr="00415DD5">
        <w:rPr>
          <w:bCs/>
          <w:iCs/>
          <w:sz w:val="22"/>
          <w:szCs w:val="22"/>
        </w:rPr>
        <w:tab/>
      </w:r>
      <w:r w:rsidRPr="00415DD5">
        <w:rPr>
          <w:b/>
          <w:sz w:val="22"/>
          <w:szCs w:val="22"/>
        </w:rPr>
        <w:t>„</w:t>
      </w:r>
      <w:r w:rsidR="000F2691" w:rsidRPr="00415DD5">
        <w:rPr>
          <w:b/>
          <w:sz w:val="22"/>
          <w:szCs w:val="22"/>
        </w:rPr>
        <w:t>Nábytek do budovy nového vzdělávacího centra Trolejbusy Ostrava</w:t>
      </w:r>
      <w:r w:rsidRPr="00415DD5">
        <w:rPr>
          <w:b/>
          <w:sz w:val="22"/>
          <w:szCs w:val="22"/>
        </w:rPr>
        <w:t>“</w:t>
      </w:r>
    </w:p>
    <w:p w14:paraId="4EB4BF7B" w14:textId="77725011" w:rsidR="00B6238A" w:rsidRPr="00415DD5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415DD5">
        <w:rPr>
          <w:bCs/>
          <w:iCs/>
          <w:sz w:val="22"/>
          <w:szCs w:val="22"/>
        </w:rPr>
        <w:t>zadávanou zadavatelem:</w:t>
      </w:r>
      <w:r w:rsidR="00221AEA" w:rsidRPr="00415DD5">
        <w:rPr>
          <w:bCs/>
          <w:iCs/>
          <w:sz w:val="22"/>
          <w:szCs w:val="22"/>
        </w:rPr>
        <w:tab/>
      </w:r>
      <w:r w:rsidRPr="00415DD5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1CF4F01" w:rsidR="001F76C5" w:rsidRPr="00636B0B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636B0B">
        <w:rPr>
          <w:rFonts w:ascii="Times New Roman" w:hAnsi="Times New Roman"/>
        </w:rPr>
        <w:t>Dodavate</w:t>
      </w:r>
      <w:r w:rsidR="001F76C5" w:rsidRPr="00636B0B">
        <w:rPr>
          <w:rFonts w:ascii="Times New Roman" w:hAnsi="Times New Roman"/>
        </w:rPr>
        <w:t>l</w:t>
      </w:r>
      <w:r w:rsidR="001F76C5" w:rsidRPr="00636B0B">
        <w:rPr>
          <w:rStyle w:val="Znakapoznpodarou"/>
          <w:rFonts w:ascii="Times New Roman" w:hAnsi="Times New Roman"/>
        </w:rPr>
        <w:footnoteReference w:id="1"/>
      </w:r>
      <w:r w:rsidR="001F76C5" w:rsidRPr="00636B0B">
        <w:rPr>
          <w:rFonts w:ascii="Times New Roman" w:hAnsi="Times New Roman"/>
        </w:rPr>
        <w:t>:</w:t>
      </w:r>
      <w:r w:rsidR="00B6238A" w:rsidRPr="00636B0B">
        <w:rPr>
          <w:rFonts w:ascii="Times New Roman" w:hAnsi="Times New Roman"/>
        </w:rPr>
        <w:t xml:space="preserve"> </w:t>
      </w:r>
      <w:r w:rsidR="004D73C0">
        <w:rPr>
          <w:rFonts w:ascii="Times New Roman" w:hAnsi="Times New Roman"/>
        </w:rPr>
        <w:tab/>
      </w:r>
      <w:r w:rsidR="004D73C0">
        <w:rPr>
          <w:rFonts w:ascii="Times New Roman" w:hAnsi="Times New Roman"/>
        </w:rPr>
        <w:tab/>
      </w:r>
      <w:r w:rsidR="004D73C0">
        <w:rPr>
          <w:rFonts w:ascii="Times New Roman" w:hAnsi="Times New Roman"/>
        </w:rPr>
        <w:tab/>
      </w:r>
      <w:r w:rsidR="004D73C0">
        <w:rPr>
          <w:rFonts w:ascii="Times New Roman" w:hAnsi="Times New Roman"/>
        </w:rPr>
        <w:tab/>
      </w:r>
      <w:r w:rsidR="004D73C0">
        <w:rPr>
          <w:rFonts w:ascii="Times New Roman" w:hAnsi="Times New Roman"/>
        </w:rPr>
        <w:tab/>
      </w:r>
      <w:r w:rsidR="00636B0B" w:rsidRPr="00636B0B">
        <w:rPr>
          <w:rFonts w:ascii="Times New Roman" w:hAnsi="Times New Roman"/>
          <w:highlight w:val="cyan"/>
        </w:rPr>
        <w:t>[DOPLNÍ DODAVATEL]</w:t>
      </w:r>
    </w:p>
    <w:p w14:paraId="6600EFE3" w14:textId="3916D479" w:rsidR="00636B0B" w:rsidRPr="00636B0B" w:rsidRDefault="00636B0B" w:rsidP="001F76C5">
      <w:pPr>
        <w:pStyle w:val="2nesltext"/>
        <w:spacing w:before="0" w:after="0"/>
        <w:rPr>
          <w:rFonts w:ascii="Times New Roman" w:hAnsi="Times New Roman"/>
        </w:rPr>
      </w:pPr>
      <w:r w:rsidRPr="00636B0B">
        <w:rPr>
          <w:rFonts w:ascii="Times New Roman" w:hAnsi="Times New Roman"/>
        </w:rPr>
        <w:t>adresa místa podnikání / sídla, PSČ, stát:</w:t>
      </w:r>
      <w:r>
        <w:rPr>
          <w:rFonts w:ascii="Times New Roman" w:hAnsi="Times New Roman"/>
        </w:rPr>
        <w:t xml:space="preserve"> </w:t>
      </w:r>
      <w:r w:rsidR="004D73C0">
        <w:rPr>
          <w:rFonts w:ascii="Times New Roman" w:hAnsi="Times New Roman"/>
        </w:rPr>
        <w:tab/>
      </w:r>
      <w:r w:rsidRPr="00636B0B">
        <w:rPr>
          <w:rFonts w:ascii="Times New Roman" w:hAnsi="Times New Roman"/>
          <w:highlight w:val="cyan"/>
        </w:rPr>
        <w:t>[DOPLNÍ DODAVATEL]</w:t>
      </w:r>
    </w:p>
    <w:p w14:paraId="4EB4BF7E" w14:textId="1E0DB6AF" w:rsidR="001F76C5" w:rsidRPr="00636B0B" w:rsidRDefault="007420A9" w:rsidP="001F76C5">
      <w:pPr>
        <w:pStyle w:val="2nesltext"/>
        <w:spacing w:before="0" w:after="0"/>
        <w:rPr>
          <w:rFonts w:ascii="Times New Roman" w:hAnsi="Times New Roman"/>
          <w:iCs/>
        </w:rPr>
      </w:pPr>
      <w:r w:rsidRPr="00636B0B">
        <w:rPr>
          <w:rFonts w:ascii="Times New Roman" w:hAnsi="Times New Roman"/>
          <w:iCs/>
        </w:rPr>
        <w:t>IČO:</w:t>
      </w:r>
      <w:r w:rsidR="004D73C0">
        <w:rPr>
          <w:rFonts w:ascii="Times New Roman" w:hAnsi="Times New Roman"/>
          <w:iCs/>
        </w:rPr>
        <w:tab/>
      </w:r>
      <w:r w:rsidR="004D73C0">
        <w:rPr>
          <w:rFonts w:ascii="Times New Roman" w:hAnsi="Times New Roman"/>
          <w:iCs/>
        </w:rPr>
        <w:tab/>
      </w:r>
      <w:r w:rsidR="004D73C0">
        <w:rPr>
          <w:rFonts w:ascii="Times New Roman" w:hAnsi="Times New Roman"/>
          <w:iCs/>
        </w:rPr>
        <w:tab/>
      </w:r>
      <w:r w:rsidR="004D73C0">
        <w:rPr>
          <w:rFonts w:ascii="Times New Roman" w:hAnsi="Times New Roman"/>
          <w:iCs/>
        </w:rPr>
        <w:tab/>
      </w:r>
      <w:r w:rsidR="004D73C0">
        <w:rPr>
          <w:rFonts w:ascii="Times New Roman" w:hAnsi="Times New Roman"/>
          <w:iCs/>
        </w:rPr>
        <w:tab/>
      </w:r>
      <w:r w:rsidR="004D73C0">
        <w:rPr>
          <w:rFonts w:ascii="Times New Roman" w:hAnsi="Times New Roman"/>
          <w:iCs/>
        </w:rPr>
        <w:tab/>
      </w:r>
      <w:r w:rsidR="00636B0B" w:rsidRPr="00636B0B">
        <w:rPr>
          <w:rFonts w:ascii="Times New Roman" w:hAnsi="Times New Roman"/>
          <w:highlight w:val="cyan"/>
        </w:rPr>
        <w:t>[DOPLNÍ DODAVATEL]</w:t>
      </w:r>
    </w:p>
    <w:p w14:paraId="4EB4BF7F" w14:textId="343F97C9" w:rsidR="001F76C5" w:rsidRPr="00636B0B" w:rsidRDefault="00636B0B" w:rsidP="001F76C5">
      <w:pPr>
        <w:pStyle w:val="2nesltext"/>
        <w:spacing w:before="0" w:after="0"/>
        <w:rPr>
          <w:rFonts w:ascii="Times New Roman" w:hAnsi="Times New Roman"/>
          <w:iCs/>
        </w:rPr>
      </w:pPr>
      <w:r w:rsidRPr="00636B0B">
        <w:rPr>
          <w:rFonts w:ascii="Times New Roman" w:hAnsi="Times New Roman"/>
          <w:bCs/>
        </w:rPr>
        <w:t>Zastoupený:</w:t>
      </w:r>
      <w:r>
        <w:rPr>
          <w:rFonts w:ascii="Times New Roman" w:hAnsi="Times New Roman"/>
          <w:bCs/>
        </w:rPr>
        <w:t xml:space="preserve"> </w:t>
      </w:r>
      <w:r w:rsidR="004D73C0">
        <w:rPr>
          <w:rFonts w:ascii="Times New Roman" w:hAnsi="Times New Roman"/>
          <w:bCs/>
        </w:rPr>
        <w:tab/>
      </w:r>
      <w:r w:rsidR="004D73C0">
        <w:rPr>
          <w:rFonts w:ascii="Times New Roman" w:hAnsi="Times New Roman"/>
          <w:bCs/>
        </w:rPr>
        <w:tab/>
      </w:r>
      <w:r w:rsidR="004D73C0">
        <w:rPr>
          <w:rFonts w:ascii="Times New Roman" w:hAnsi="Times New Roman"/>
          <w:bCs/>
        </w:rPr>
        <w:tab/>
      </w:r>
      <w:r w:rsidR="004D73C0">
        <w:rPr>
          <w:rFonts w:ascii="Times New Roman" w:hAnsi="Times New Roman"/>
          <w:bCs/>
        </w:rPr>
        <w:tab/>
      </w:r>
      <w:r w:rsidR="004D73C0">
        <w:rPr>
          <w:rFonts w:ascii="Times New Roman" w:hAnsi="Times New Roman"/>
          <w:bCs/>
        </w:rPr>
        <w:tab/>
      </w:r>
      <w:r w:rsidRPr="00636B0B">
        <w:rPr>
          <w:rFonts w:ascii="Times New Roman" w:hAnsi="Times New Roman"/>
          <w:highlight w:val="cyan"/>
        </w:rPr>
        <w:t>[DOPLNÍ DODAVATEL]</w:t>
      </w:r>
    </w:p>
    <w:p w14:paraId="4EB4BF80" w14:textId="2D40BDD3" w:rsidR="005026BE" w:rsidRPr="00B65FB9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B65FB9">
        <w:rPr>
          <w:rFonts w:ascii="Times New Roman" w:hAnsi="Times New Roman"/>
        </w:rPr>
        <w:t xml:space="preserve">tímto čestně prohlašuje, že </w:t>
      </w:r>
      <w:r w:rsidR="007A00F7" w:rsidRPr="00B65FB9">
        <w:rPr>
          <w:rFonts w:ascii="Times New Roman" w:hAnsi="Times New Roman"/>
        </w:rPr>
        <w:t>pro</w:t>
      </w:r>
      <w:r w:rsidRPr="00B65FB9">
        <w:rPr>
          <w:rFonts w:ascii="Times New Roman" w:hAnsi="Times New Roman"/>
        </w:rPr>
        <w:t xml:space="preserve"> plnění </w:t>
      </w:r>
      <w:r w:rsidR="00B91B53" w:rsidRPr="00B65FB9">
        <w:rPr>
          <w:rFonts w:ascii="Times New Roman" w:hAnsi="Times New Roman"/>
        </w:rPr>
        <w:t xml:space="preserve">výše uvedené </w:t>
      </w:r>
      <w:r w:rsidRPr="00B65FB9">
        <w:rPr>
          <w:rFonts w:ascii="Times New Roman" w:hAnsi="Times New Roman"/>
        </w:rPr>
        <w:t xml:space="preserve">veřejné zakázky </w:t>
      </w:r>
      <w:r w:rsidR="00193007" w:rsidRPr="00B65FB9">
        <w:rPr>
          <w:rFonts w:ascii="Times New Roman" w:hAnsi="Times New Roman"/>
        </w:rPr>
        <w:t xml:space="preserve">jsou mu </w:t>
      </w:r>
      <w:r w:rsidR="007A00F7" w:rsidRPr="00B65FB9">
        <w:rPr>
          <w:rFonts w:ascii="Times New Roman" w:hAnsi="Times New Roman"/>
        </w:rPr>
        <w:t>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5FB9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B65FB9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B65FB9">
              <w:rPr>
                <w:b/>
                <w:sz w:val="22"/>
                <w:szCs w:val="22"/>
              </w:rPr>
              <w:t>Identifikace poddodavatele</w:t>
            </w:r>
            <w:r w:rsidR="005026BE" w:rsidRPr="00B65FB9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5FB9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B65FB9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B65FB9">
              <w:rPr>
                <w:b/>
                <w:sz w:val="22"/>
                <w:szCs w:val="22"/>
              </w:rPr>
              <w:t>Název</w:t>
            </w:r>
            <w:r w:rsidR="005026BE" w:rsidRPr="00B65FB9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B65FB9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B65FB9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2A2D0972" w:rsidR="005026BE" w:rsidRPr="00B65FB9" w:rsidRDefault="005026BE" w:rsidP="0001512A">
            <w:pPr>
              <w:keepNext/>
              <w:rPr>
                <w:b/>
                <w:sz w:val="22"/>
                <w:szCs w:val="22"/>
              </w:rPr>
            </w:pPr>
          </w:p>
        </w:tc>
      </w:tr>
      <w:tr w:rsidR="005026BE" w:rsidRPr="00B65FB9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B65FB9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B65FB9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1CD020D0" w:rsidR="005026BE" w:rsidRPr="00B65FB9" w:rsidRDefault="005026BE" w:rsidP="0001512A">
            <w:pPr>
              <w:keepNext/>
              <w:rPr>
                <w:sz w:val="22"/>
                <w:szCs w:val="22"/>
              </w:rPr>
            </w:pPr>
          </w:p>
        </w:tc>
      </w:tr>
      <w:tr w:rsidR="005026BE" w:rsidRPr="00B65FB9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B65FB9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B65FB9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8784D8" w:rsidR="005026BE" w:rsidRPr="00B65FB9" w:rsidRDefault="005026BE" w:rsidP="0001512A">
            <w:pPr>
              <w:keepNext/>
              <w:rPr>
                <w:sz w:val="22"/>
                <w:szCs w:val="22"/>
                <w:em w:val="comma"/>
              </w:rPr>
            </w:pPr>
          </w:p>
        </w:tc>
      </w:tr>
      <w:tr w:rsidR="005026BE" w:rsidRPr="00B65FB9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B65FB9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B65FB9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D2EC3FC" w:rsidR="005026BE" w:rsidRPr="00B65FB9" w:rsidRDefault="005026BE" w:rsidP="00636BF2">
            <w:pPr>
              <w:keepNext/>
              <w:rPr>
                <w:sz w:val="22"/>
                <w:szCs w:val="22"/>
                <w:lang w:eastAsia="en-US" w:bidi="en-US"/>
              </w:rPr>
            </w:pPr>
          </w:p>
        </w:tc>
      </w:tr>
    </w:tbl>
    <w:p w14:paraId="4EB4BF94" w14:textId="07AE8899" w:rsidR="005026BE" w:rsidRPr="005B58BD" w:rsidRDefault="005026BE" w:rsidP="006A2B08">
      <w:pPr>
        <w:spacing w:before="240"/>
        <w:jc w:val="both"/>
        <w:rPr>
          <w:b/>
          <w:i/>
          <w:color w:val="FF0000"/>
          <w:sz w:val="22"/>
          <w:szCs w:val="22"/>
          <w:highlight w:val="yellow"/>
        </w:rPr>
      </w:pPr>
      <w:r w:rsidRPr="005B58BD">
        <w:rPr>
          <w:b/>
          <w:i/>
          <w:color w:val="FF0000"/>
          <w:sz w:val="22"/>
          <w:szCs w:val="22"/>
          <w:highlight w:val="yellow"/>
        </w:rPr>
        <w:t xml:space="preserve">Pokyn pro </w:t>
      </w:r>
      <w:r w:rsidR="00B91B53" w:rsidRPr="005B58BD">
        <w:rPr>
          <w:b/>
          <w:i/>
          <w:color w:val="FF0000"/>
          <w:sz w:val="22"/>
          <w:szCs w:val="22"/>
          <w:highlight w:val="yellow"/>
        </w:rPr>
        <w:t>dodavatele</w:t>
      </w:r>
      <w:r w:rsidRPr="005B58BD">
        <w:rPr>
          <w:b/>
          <w:i/>
          <w:color w:val="FF0000"/>
          <w:sz w:val="22"/>
          <w:szCs w:val="22"/>
          <w:highlight w:val="yellow"/>
        </w:rPr>
        <w:t>:</w:t>
      </w:r>
    </w:p>
    <w:p w14:paraId="4EB4BF95" w14:textId="77777777" w:rsidR="003D1A46" w:rsidRPr="00B65FB9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5B58BD">
        <w:rPr>
          <w:i/>
          <w:color w:val="FF0000"/>
          <w:sz w:val="22"/>
          <w:szCs w:val="22"/>
          <w:highlight w:val="yellow"/>
        </w:rPr>
        <w:t xml:space="preserve">V případě, že </w:t>
      </w:r>
      <w:r w:rsidR="00B91B53" w:rsidRPr="005B58BD">
        <w:rPr>
          <w:i/>
          <w:color w:val="FF0000"/>
          <w:sz w:val="22"/>
          <w:szCs w:val="22"/>
          <w:highlight w:val="yellow"/>
        </w:rPr>
        <w:t>dodavateli</w:t>
      </w:r>
      <w:r w:rsidRPr="005B58BD">
        <w:rPr>
          <w:i/>
          <w:color w:val="FF0000"/>
          <w:sz w:val="22"/>
          <w:szCs w:val="22"/>
          <w:highlight w:val="yellow"/>
        </w:rPr>
        <w:t xml:space="preserve"> nejsou známi poddodavatelé, jež se budou podílet na plnění veřejné zakázky, </w:t>
      </w:r>
      <w:r w:rsidR="00B91B53" w:rsidRPr="005B58BD">
        <w:rPr>
          <w:i/>
          <w:color w:val="FF0000"/>
          <w:sz w:val="22"/>
          <w:szCs w:val="22"/>
          <w:highlight w:val="yellow"/>
        </w:rPr>
        <w:t>tabulku nevyplňuje (tento dokument ale i tak dodavatel předloží v rámci své nabídky)</w:t>
      </w:r>
      <w:r w:rsidRPr="005B58BD">
        <w:rPr>
          <w:i/>
          <w:color w:val="FF0000"/>
          <w:sz w:val="22"/>
          <w:szCs w:val="22"/>
          <w:highlight w:val="yellow"/>
        </w:rPr>
        <w:t>.</w:t>
      </w:r>
    </w:p>
    <w:p w14:paraId="4EB4BF96" w14:textId="77777777" w:rsidR="003D1A46" w:rsidRPr="00B65FB9" w:rsidRDefault="003D1A46" w:rsidP="003D1A46">
      <w:pPr>
        <w:rPr>
          <w:sz w:val="22"/>
          <w:szCs w:val="22"/>
        </w:rPr>
      </w:pPr>
    </w:p>
    <w:p w14:paraId="4EB4BF97" w14:textId="1D8A7249" w:rsidR="007305E4" w:rsidRPr="00B65FB9" w:rsidRDefault="007305E4" w:rsidP="00EF1C4E">
      <w:pPr>
        <w:rPr>
          <w:sz w:val="22"/>
          <w:szCs w:val="22"/>
        </w:rPr>
      </w:pPr>
      <w:r w:rsidRPr="00B65FB9">
        <w:rPr>
          <w:sz w:val="22"/>
          <w:szCs w:val="22"/>
        </w:rPr>
        <w:t xml:space="preserve">V </w:t>
      </w:r>
      <w:r w:rsidR="005B58BD" w:rsidRPr="00636B0B">
        <w:rPr>
          <w:sz w:val="22"/>
          <w:szCs w:val="22"/>
          <w:highlight w:val="cyan"/>
        </w:rPr>
        <w:t>[DOPLNÍ DODAVATEL]</w:t>
      </w:r>
      <w:r w:rsidR="00636BF2">
        <w:rPr>
          <w:sz w:val="22"/>
          <w:szCs w:val="22"/>
        </w:rPr>
        <w:t>dne:</w:t>
      </w:r>
      <w:r w:rsidR="005B58BD" w:rsidRPr="005B58BD">
        <w:rPr>
          <w:sz w:val="22"/>
          <w:szCs w:val="22"/>
          <w:highlight w:val="cyan"/>
        </w:rPr>
        <w:t xml:space="preserve"> </w:t>
      </w:r>
      <w:r w:rsidR="005B58BD" w:rsidRPr="00636B0B">
        <w:rPr>
          <w:sz w:val="22"/>
          <w:szCs w:val="22"/>
          <w:highlight w:val="cyan"/>
        </w:rPr>
        <w:t>[DOPLNÍ DODAVATEL]</w:t>
      </w:r>
      <w:r w:rsidR="005B58BD">
        <w:rPr>
          <w:sz w:val="22"/>
          <w:szCs w:val="22"/>
        </w:rPr>
        <w:tab/>
      </w:r>
      <w:r w:rsidR="00636BF2">
        <w:rPr>
          <w:sz w:val="22"/>
          <w:szCs w:val="22"/>
        </w:rPr>
        <w:t>V Ostravě dne:</w:t>
      </w:r>
    </w:p>
    <w:p w14:paraId="4EB4BF98" w14:textId="2819D2CE" w:rsidR="007305E4" w:rsidRDefault="007305E4" w:rsidP="007305E4">
      <w:pPr>
        <w:rPr>
          <w:sz w:val="22"/>
          <w:szCs w:val="22"/>
        </w:rPr>
      </w:pPr>
    </w:p>
    <w:p w14:paraId="01B8F4D1" w14:textId="77777777" w:rsidR="00636BF2" w:rsidRPr="00B65FB9" w:rsidRDefault="00636BF2" w:rsidP="007305E4">
      <w:pPr>
        <w:rPr>
          <w:sz w:val="22"/>
          <w:szCs w:val="22"/>
        </w:rPr>
      </w:pPr>
    </w:p>
    <w:p w14:paraId="4EB4BF99" w14:textId="1AADE917" w:rsidR="007305E4" w:rsidRPr="00BC5460" w:rsidRDefault="00636BF2" w:rsidP="00EF1C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…………………………………….</w:t>
      </w:r>
    </w:p>
    <w:p w14:paraId="4EB4BF9B" w14:textId="5DBAF281" w:rsidR="00B44286" w:rsidRPr="00B65FB9" w:rsidRDefault="005B58BD" w:rsidP="00614A9F">
      <w:pPr>
        <w:ind w:left="284" w:firstLine="5"/>
        <w:rPr>
          <w:sz w:val="22"/>
          <w:szCs w:val="22"/>
        </w:rPr>
      </w:pPr>
      <w:r w:rsidRPr="00636B0B">
        <w:rPr>
          <w:sz w:val="22"/>
          <w:szCs w:val="22"/>
          <w:highlight w:val="cyan"/>
        </w:rPr>
        <w:t>[DOPLNÍ DODAVATEL]</w:t>
      </w:r>
      <w:r w:rsidR="00636BF2">
        <w:rPr>
          <w:sz w:val="22"/>
          <w:szCs w:val="22"/>
        </w:rPr>
        <w:tab/>
      </w:r>
      <w:r w:rsidR="00636BF2">
        <w:rPr>
          <w:sz w:val="22"/>
          <w:szCs w:val="22"/>
        </w:rPr>
        <w:tab/>
      </w:r>
      <w:r w:rsidR="00636BF2">
        <w:rPr>
          <w:sz w:val="22"/>
          <w:szCs w:val="22"/>
        </w:rPr>
        <w:tab/>
      </w:r>
      <w:r w:rsidR="00614A9F">
        <w:rPr>
          <w:sz w:val="22"/>
          <w:szCs w:val="22"/>
        </w:rPr>
        <w:t xml:space="preserve">                </w:t>
      </w:r>
      <w:r w:rsidR="00614A9F" w:rsidRPr="00DE134E">
        <w:rPr>
          <w:rFonts w:eastAsia="Calibri"/>
          <w:i/>
          <w:color w:val="00B0F0"/>
          <w:szCs w:val="22"/>
          <w:lang w:eastAsia="en-US"/>
        </w:rPr>
        <w:t>(P</w:t>
      </w:r>
      <w:r w:rsidR="00614A9F">
        <w:rPr>
          <w:rFonts w:eastAsia="Calibri"/>
          <w:i/>
          <w:color w:val="00B0F0"/>
          <w:szCs w:val="22"/>
          <w:lang w:eastAsia="en-US"/>
        </w:rPr>
        <w:t>ozn</w:t>
      </w:r>
      <w:r w:rsidR="00614A9F" w:rsidRPr="00DE134E">
        <w:rPr>
          <w:rFonts w:eastAsia="Calibri"/>
          <w:i/>
          <w:color w:val="00B0F0"/>
          <w:szCs w:val="22"/>
          <w:lang w:eastAsia="en-US"/>
        </w:rPr>
        <w:t>.</w:t>
      </w:r>
      <w:r w:rsidR="00614A9F">
        <w:rPr>
          <w:rFonts w:eastAsia="Calibri"/>
          <w:i/>
          <w:color w:val="00B0F0"/>
          <w:szCs w:val="22"/>
          <w:lang w:eastAsia="en-US"/>
        </w:rPr>
        <w:t>:</w:t>
      </w:r>
      <w:r w:rsidR="00614A9F" w:rsidRPr="00DE134E">
        <w:rPr>
          <w:rFonts w:eastAsia="Calibri"/>
          <w:i/>
          <w:color w:val="00B0F0"/>
          <w:szCs w:val="22"/>
          <w:lang w:eastAsia="en-US"/>
        </w:rPr>
        <w:t xml:space="preserve"> Doplní </w:t>
      </w:r>
      <w:r w:rsidR="00614A9F">
        <w:rPr>
          <w:rFonts w:eastAsia="Calibri"/>
          <w:i/>
          <w:color w:val="00B0F0"/>
          <w:szCs w:val="22"/>
          <w:lang w:eastAsia="en-US"/>
        </w:rPr>
        <w:t>objednatel.</w:t>
      </w:r>
      <w:r w:rsidR="00614A9F" w:rsidRPr="00DE134E">
        <w:rPr>
          <w:rFonts w:eastAsia="Calibri"/>
          <w:i/>
          <w:color w:val="00B0F0"/>
          <w:szCs w:val="22"/>
          <w:lang w:eastAsia="en-US"/>
        </w:rPr>
        <w:t>)</w:t>
      </w:r>
    </w:p>
    <w:sectPr w:rsidR="00B44286" w:rsidRPr="00B65FB9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DE46E" w14:textId="77777777" w:rsidR="00C52D87" w:rsidRDefault="00C52D87" w:rsidP="005026BE">
      <w:r>
        <w:separator/>
      </w:r>
    </w:p>
  </w:endnote>
  <w:endnote w:type="continuationSeparator" w:id="0">
    <w:p w14:paraId="73E614E8" w14:textId="77777777" w:rsidR="00C52D87" w:rsidRDefault="00C52D87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0A253" w14:textId="77777777" w:rsidR="00C52D87" w:rsidRDefault="00C52D87" w:rsidP="005026BE">
      <w:r>
        <w:separator/>
      </w:r>
    </w:p>
  </w:footnote>
  <w:footnote w:type="continuationSeparator" w:id="0">
    <w:p w14:paraId="327695D8" w14:textId="77777777" w:rsidR="00C52D87" w:rsidRDefault="00C52D87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0" w14:textId="750C800F" w:rsidR="00766070" w:rsidRPr="003E3CC9" w:rsidRDefault="006E7EFD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AE4E4B1" wp14:editId="49E5BE38">
          <wp:simplePos x="0" y="0"/>
          <wp:positionH relativeFrom="margin">
            <wp:posOffset>3495675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EA0FC35" wp14:editId="30F88121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001EB"/>
    <w:rsid w:val="0001512A"/>
    <w:rsid w:val="00021E18"/>
    <w:rsid w:val="000421F9"/>
    <w:rsid w:val="000647A0"/>
    <w:rsid w:val="00070BD3"/>
    <w:rsid w:val="000859B1"/>
    <w:rsid w:val="00091DFC"/>
    <w:rsid w:val="000A4D27"/>
    <w:rsid w:val="000A63CB"/>
    <w:rsid w:val="000C1BB2"/>
    <w:rsid w:val="000C7279"/>
    <w:rsid w:val="000F2691"/>
    <w:rsid w:val="000F566B"/>
    <w:rsid w:val="0010591C"/>
    <w:rsid w:val="00126989"/>
    <w:rsid w:val="00131DDF"/>
    <w:rsid w:val="001621EB"/>
    <w:rsid w:val="00186C0B"/>
    <w:rsid w:val="00187BD9"/>
    <w:rsid w:val="00193007"/>
    <w:rsid w:val="001E7026"/>
    <w:rsid w:val="001F76C5"/>
    <w:rsid w:val="00221AEA"/>
    <w:rsid w:val="00295304"/>
    <w:rsid w:val="00295AC0"/>
    <w:rsid w:val="002A53CD"/>
    <w:rsid w:val="002B17F4"/>
    <w:rsid w:val="002C42F7"/>
    <w:rsid w:val="002C7BF6"/>
    <w:rsid w:val="002E62ED"/>
    <w:rsid w:val="003029ED"/>
    <w:rsid w:val="003104BB"/>
    <w:rsid w:val="00316C76"/>
    <w:rsid w:val="00324C64"/>
    <w:rsid w:val="00332980"/>
    <w:rsid w:val="00351322"/>
    <w:rsid w:val="0037149F"/>
    <w:rsid w:val="003B2214"/>
    <w:rsid w:val="003D1A46"/>
    <w:rsid w:val="003D595E"/>
    <w:rsid w:val="003E33A5"/>
    <w:rsid w:val="003E3CC9"/>
    <w:rsid w:val="003F607F"/>
    <w:rsid w:val="00415DD5"/>
    <w:rsid w:val="00431C56"/>
    <w:rsid w:val="00472D52"/>
    <w:rsid w:val="0049509C"/>
    <w:rsid w:val="004D73C0"/>
    <w:rsid w:val="004E0E77"/>
    <w:rsid w:val="005026BE"/>
    <w:rsid w:val="00560072"/>
    <w:rsid w:val="005809A3"/>
    <w:rsid w:val="005B58BD"/>
    <w:rsid w:val="00604516"/>
    <w:rsid w:val="006110EC"/>
    <w:rsid w:val="00614A9F"/>
    <w:rsid w:val="00636B0B"/>
    <w:rsid w:val="00636BF2"/>
    <w:rsid w:val="00641E16"/>
    <w:rsid w:val="00643B1D"/>
    <w:rsid w:val="00646311"/>
    <w:rsid w:val="00647C86"/>
    <w:rsid w:val="0068493F"/>
    <w:rsid w:val="006A2B08"/>
    <w:rsid w:val="006A76C2"/>
    <w:rsid w:val="006E18AA"/>
    <w:rsid w:val="006E2AA5"/>
    <w:rsid w:val="006E7EFD"/>
    <w:rsid w:val="00710C90"/>
    <w:rsid w:val="007115A2"/>
    <w:rsid w:val="007305E4"/>
    <w:rsid w:val="007420A9"/>
    <w:rsid w:val="00764245"/>
    <w:rsid w:val="00766070"/>
    <w:rsid w:val="00775E2D"/>
    <w:rsid w:val="00777A4C"/>
    <w:rsid w:val="007847A4"/>
    <w:rsid w:val="00796A5E"/>
    <w:rsid w:val="007A00F7"/>
    <w:rsid w:val="007B0541"/>
    <w:rsid w:val="007D5534"/>
    <w:rsid w:val="00801392"/>
    <w:rsid w:val="008110BD"/>
    <w:rsid w:val="00826B74"/>
    <w:rsid w:val="00843ED0"/>
    <w:rsid w:val="0084550E"/>
    <w:rsid w:val="00862F62"/>
    <w:rsid w:val="008716AF"/>
    <w:rsid w:val="009518C3"/>
    <w:rsid w:val="009570DE"/>
    <w:rsid w:val="00971928"/>
    <w:rsid w:val="00992B71"/>
    <w:rsid w:val="009B0C47"/>
    <w:rsid w:val="009D0943"/>
    <w:rsid w:val="00A35EAA"/>
    <w:rsid w:val="00A5643F"/>
    <w:rsid w:val="00A6430A"/>
    <w:rsid w:val="00A8421D"/>
    <w:rsid w:val="00AB0184"/>
    <w:rsid w:val="00B212F3"/>
    <w:rsid w:val="00B44286"/>
    <w:rsid w:val="00B6238A"/>
    <w:rsid w:val="00B65D29"/>
    <w:rsid w:val="00B65FB9"/>
    <w:rsid w:val="00B6760E"/>
    <w:rsid w:val="00B91B53"/>
    <w:rsid w:val="00BC5460"/>
    <w:rsid w:val="00BD5500"/>
    <w:rsid w:val="00BF0A09"/>
    <w:rsid w:val="00BF6B2B"/>
    <w:rsid w:val="00C52D87"/>
    <w:rsid w:val="00C6783C"/>
    <w:rsid w:val="00C94D8E"/>
    <w:rsid w:val="00CA3575"/>
    <w:rsid w:val="00D35FA3"/>
    <w:rsid w:val="00D52D20"/>
    <w:rsid w:val="00DD21D8"/>
    <w:rsid w:val="00E03256"/>
    <w:rsid w:val="00E339A1"/>
    <w:rsid w:val="00E5295F"/>
    <w:rsid w:val="00EA102E"/>
    <w:rsid w:val="00EB05D1"/>
    <w:rsid w:val="00EF1C4E"/>
    <w:rsid w:val="00F210EC"/>
    <w:rsid w:val="00F54829"/>
    <w:rsid w:val="00F82A58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D5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F0B8-8800-45F1-844D-75F8CBDD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2</cp:revision>
  <cp:lastPrinted>2017-11-02T12:46:00Z</cp:lastPrinted>
  <dcterms:created xsi:type="dcterms:W3CDTF">2025-01-27T10:45:00Z</dcterms:created>
  <dcterms:modified xsi:type="dcterms:W3CDTF">2025-01-27T10:45:00Z</dcterms:modified>
</cp:coreProperties>
</file>