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77777777" w:rsidR="00FE5984" w:rsidRPr="00975018" w:rsidRDefault="000C0370" w:rsidP="009E089F">
      <w:pPr>
        <w:pStyle w:val="Nzev"/>
      </w:pPr>
      <w:r w:rsidRPr="00975018">
        <w:t>SMLOUV</w:t>
      </w:r>
      <w:r w:rsidR="004F68A9" w:rsidRPr="00975018">
        <w:t>A</w:t>
      </w:r>
      <w:r w:rsidRPr="00975018">
        <w:t xml:space="preserve"> O DÍLO</w:t>
      </w:r>
      <w:r w:rsidR="005F4D9C" w:rsidRPr="00975018">
        <w:t xml:space="preserve"> </w:t>
      </w:r>
      <w:r w:rsidR="002F201C">
        <w:t>–</w:t>
      </w:r>
      <w:r w:rsidR="005F4D9C" w:rsidRPr="00975018">
        <w:t xml:space="preserve"> návrh</w:t>
      </w:r>
    </w:p>
    <w:p w14:paraId="36A79CDA" w14:textId="77777777" w:rsidR="00FE5984" w:rsidRDefault="00FE5984" w:rsidP="009E089F">
      <w:pPr>
        <w:pStyle w:val="Nzev"/>
      </w:pPr>
    </w:p>
    <w:p w14:paraId="57392A37" w14:textId="742ED5DC" w:rsidR="00634108" w:rsidRPr="00E67967" w:rsidRDefault="00634108" w:rsidP="009E089F">
      <w:r w:rsidRPr="00E67967">
        <w:t xml:space="preserve">č. </w:t>
      </w:r>
      <w:r w:rsidR="007E27B5"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7E27B5">
        <w:instrText xml:space="preserve"> FORMTEXT </w:instrText>
      </w:r>
      <w:r w:rsidR="007E27B5">
        <w:fldChar w:fldCharType="separate"/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fldChar w:fldCharType="end"/>
      </w:r>
      <w:bookmarkEnd w:id="0"/>
      <w:r w:rsidR="00895B26" w:rsidRPr="00E67967">
        <w:t xml:space="preserve"> -</w:t>
      </w:r>
      <w:r w:rsidR="00B75342" w:rsidRPr="00E67967">
        <w:t xml:space="preserve"> </w:t>
      </w:r>
      <w:r w:rsidRPr="00E67967">
        <w:t>objednatele</w:t>
      </w:r>
    </w:p>
    <w:p w14:paraId="471563B6" w14:textId="77777777" w:rsidR="00390F7B" w:rsidRPr="00E67967" w:rsidRDefault="00390F7B" w:rsidP="009E089F">
      <w:r w:rsidRPr="00E67967">
        <w:t xml:space="preserve">č. </w:t>
      </w:r>
      <w:bookmarkStart w:id="1" w:name="Text26"/>
      <w:r w:rsidR="00AA5D64">
        <w:fldChar w:fldCharType="begin">
          <w:ffData>
            <w:name w:val="Text26"/>
            <w:enabled/>
            <w:calcOnExit w:val="0"/>
            <w:textInput/>
          </w:ffData>
        </w:fldChar>
      </w:r>
      <w:r w:rsidR="00AA5D64">
        <w:instrText xml:space="preserve"> FORMTEXT </w:instrText>
      </w:r>
      <w:r w:rsidR="00AA5D64">
        <w:fldChar w:fldCharType="separate"/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fldChar w:fldCharType="end"/>
      </w:r>
      <w:bookmarkEnd w:id="1"/>
      <w:r w:rsidR="00FF6451" w:rsidRPr="00E67967">
        <w:t xml:space="preserve"> </w:t>
      </w:r>
      <w:r w:rsidR="00895B26" w:rsidRPr="00E67967">
        <w:t xml:space="preserve">- </w:t>
      </w:r>
      <w:r w:rsidRPr="00E67967">
        <w:t>zhotovitele</w:t>
      </w:r>
    </w:p>
    <w:p w14:paraId="1A9F0DE4" w14:textId="77777777" w:rsidR="00E130E2" w:rsidRPr="00E67967" w:rsidRDefault="00E130E2" w:rsidP="009E089F"/>
    <w:p w14:paraId="62E4B653" w14:textId="77777777" w:rsidR="000C0370" w:rsidRPr="00E67967" w:rsidRDefault="000C0370" w:rsidP="009E089F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05C267D0" w:rsidR="00E203F8" w:rsidRPr="00E67967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C523F2">
        <w:t>Miroslavem Poláškem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9E089F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037BEC0C" w:rsidR="004F68A9" w:rsidRPr="00E67967" w:rsidRDefault="004F68A9" w:rsidP="009E089F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523F2">
        <w:t>Ing. Miroslav Polášek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5B2953D3" w:rsidR="00D104A6" w:rsidRDefault="004F68A9" w:rsidP="009E089F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</w:t>
      </w:r>
      <w:r w:rsidR="00C523F2">
        <w:t>Petr Velecký</w:t>
      </w:r>
    </w:p>
    <w:p w14:paraId="13AE365C" w14:textId="325EF833" w:rsidR="00E203F8" w:rsidRDefault="00337DC9" w:rsidP="009E089F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>Libor Obadal</w:t>
      </w:r>
    </w:p>
    <w:p w14:paraId="1D682AB6" w14:textId="4EDA08C1" w:rsidR="00CF6840" w:rsidRPr="00E67967" w:rsidRDefault="00CF6840" w:rsidP="009E089F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441B27AE" w:rsidR="00272278" w:rsidRPr="00E67967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</w:t>
      </w:r>
      <w:r w:rsidR="00C523F2">
        <w:t xml:space="preserve"> </w:t>
      </w:r>
      <w:r w:rsidR="00272278" w:rsidRPr="00E67967">
        <w:t xml:space="preserve">s., Uherský Brod </w:t>
      </w:r>
    </w:p>
    <w:p w14:paraId="69B18CE0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9E089F"/>
    <w:p w14:paraId="651AE931" w14:textId="77777777" w:rsidR="000C0370" w:rsidRPr="00E67967" w:rsidRDefault="000C0370" w:rsidP="009E089F">
      <w:r w:rsidRPr="00E67967">
        <w:t>dále jen objednatel</w:t>
      </w:r>
    </w:p>
    <w:p w14:paraId="5470E94C" w14:textId="77777777" w:rsidR="00E130E2" w:rsidRPr="00E67967" w:rsidRDefault="00E130E2" w:rsidP="009E089F"/>
    <w:p w14:paraId="0AB2E30D" w14:textId="77777777" w:rsidR="003017DF" w:rsidRPr="00E67967" w:rsidRDefault="002A3CE9" w:rsidP="00EE4D35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2"/>
    </w:p>
    <w:p w14:paraId="0BBD266B" w14:textId="77777777" w:rsidR="00447E2B" w:rsidRDefault="003017DF" w:rsidP="009E089F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3"/>
    </w:p>
    <w:p w14:paraId="72778F4A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4"/>
    </w:p>
    <w:p w14:paraId="6FC10177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5"/>
    </w:p>
    <w:p w14:paraId="5A622E89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9E089F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6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119A1F8E" w14:textId="60CE1533" w:rsidR="00727640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</w:p>
    <w:p w14:paraId="31B07695" w14:textId="3B9DE76D" w:rsidR="00ED759B" w:rsidRDefault="00ED759B" w:rsidP="009E089F">
      <w:pPr>
        <w:pStyle w:val="Zkladntextodsazen2"/>
      </w:pPr>
      <w:r>
        <w:t>HIP</w:t>
      </w:r>
      <w:r w:rsidR="003017DF"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8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9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9E089F"/>
    <w:p w14:paraId="7F4C0DBB" w14:textId="77777777" w:rsidR="003017DF" w:rsidRDefault="003017DF" w:rsidP="009E089F">
      <w:r w:rsidRPr="00E67967">
        <w:t xml:space="preserve">dále jen zhotovitel </w:t>
      </w:r>
    </w:p>
    <w:p w14:paraId="23B7B001" w14:textId="77777777" w:rsidR="008128AB" w:rsidRDefault="008128AB" w:rsidP="009E089F"/>
    <w:p w14:paraId="58E7CD96" w14:textId="77777777" w:rsidR="008128AB" w:rsidRPr="00E67967" w:rsidRDefault="008128AB" w:rsidP="009E089F"/>
    <w:p w14:paraId="4FC6C84F" w14:textId="77777777" w:rsidR="001212C4" w:rsidRPr="00E67967" w:rsidRDefault="001212C4" w:rsidP="009E089F"/>
    <w:p w14:paraId="17FF7038" w14:textId="77777777" w:rsidR="00275102" w:rsidRDefault="00275102" w:rsidP="009E089F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>
        <w:t>.</w:t>
      </w:r>
    </w:p>
    <w:p w14:paraId="3D80CEF0" w14:textId="77777777" w:rsidR="00780DD5" w:rsidRPr="00E67967" w:rsidRDefault="00780DD5" w:rsidP="009E089F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284B092D" w14:textId="6A3B349B" w:rsidR="00C523F2" w:rsidRDefault="00C523F2" w:rsidP="005477C4">
      <w:pPr>
        <w:pStyle w:val="Nadpis2"/>
      </w:pPr>
      <w:r w:rsidRPr="00C523F2">
        <w:t xml:space="preserve">Objednatel pořizuje dílo za účelem přípravy a realizace stavebních prací definovaných v čl. 3 smlouvy o dílo. </w:t>
      </w:r>
    </w:p>
    <w:p w14:paraId="118FA8AE" w14:textId="2E36C36C" w:rsidR="00780DD5" w:rsidRPr="008319A3" w:rsidRDefault="00780DD5" w:rsidP="00EE4D35">
      <w:pPr>
        <w:pStyle w:val="Nadpis2"/>
      </w:pPr>
      <w:r w:rsidRPr="008319A3">
        <w:t xml:space="preserve">Podkladem k uzavření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C523F2">
        <w:t>.</w:t>
      </w:r>
    </w:p>
    <w:p w14:paraId="4F46C65E" w14:textId="77777777" w:rsidR="00780DD5" w:rsidRDefault="00780DD5" w:rsidP="00EE4D35">
      <w:pPr>
        <w:pStyle w:val="Nadpis2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Pr="00EE4D35" w:rsidRDefault="00EE4D35" w:rsidP="00EE4D35"/>
    <w:p w14:paraId="6101FE87" w14:textId="77777777" w:rsidR="003017DF" w:rsidRPr="00E67967" w:rsidRDefault="003017DF" w:rsidP="009E089F">
      <w:pPr>
        <w:pStyle w:val="Nadpis1"/>
      </w:pPr>
      <w:r w:rsidRPr="00E67967">
        <w:lastRenderedPageBreak/>
        <w:t>Předmět smlouvy</w:t>
      </w:r>
    </w:p>
    <w:p w14:paraId="79A3923A" w14:textId="5EBDD438" w:rsidR="00952D80" w:rsidRDefault="00952D80" w:rsidP="00EE4D35">
      <w:pPr>
        <w:pStyle w:val="Nadpis2"/>
      </w:pPr>
      <w:r w:rsidRPr="00EE4D35">
        <w:t xml:space="preserve">Zhotovitel se zavazuje zpracovat na svůj náklad a nebezpečí pro objednatele dílo - projektovou dokumentaci </w:t>
      </w:r>
      <w:r w:rsidR="00B46513">
        <w:t xml:space="preserve">pro vydání povolení </w:t>
      </w:r>
      <w:r w:rsidR="00C523F2">
        <w:t>stavby</w:t>
      </w:r>
      <w:r w:rsidR="00B46513" w:rsidRPr="007E6368">
        <w:t xml:space="preserve"> (</w:t>
      </w:r>
      <w:r w:rsidR="00B46513" w:rsidRPr="005D41C5">
        <w:t>dále jen „</w:t>
      </w:r>
      <w:r w:rsidR="00B46513">
        <w:t>DP</w:t>
      </w:r>
      <w:r w:rsidR="00C523F2">
        <w:t>S</w:t>
      </w:r>
      <w:r w:rsidR="00B46513" w:rsidRPr="005D41C5">
        <w:t>“</w:t>
      </w:r>
      <w:r w:rsidR="00B46513" w:rsidRPr="007E6368">
        <w:t>)</w:t>
      </w:r>
      <w:r w:rsidR="00B46513">
        <w:t xml:space="preserve"> a</w:t>
      </w:r>
      <w:r w:rsidR="00B46513" w:rsidRPr="00134BA8">
        <w:t xml:space="preserve"> projektové dokumentace pro provádění stavby (dále jen „PDPS“)</w:t>
      </w:r>
      <w:r w:rsidRPr="00EE4D35">
        <w:t xml:space="preserve"> pro stavbu pod názvem:</w:t>
      </w:r>
    </w:p>
    <w:p w14:paraId="63205E94" w14:textId="77777777" w:rsidR="00C523F2" w:rsidRPr="00C523F2" w:rsidRDefault="00C523F2" w:rsidP="00C523F2"/>
    <w:p w14:paraId="351CE64A" w14:textId="362031CB" w:rsidR="00676934" w:rsidRPr="00503C0D" w:rsidRDefault="00952D80" w:rsidP="00C523F2">
      <w:pPr>
        <w:pStyle w:val="Nadpis3"/>
      </w:pPr>
      <w:r w:rsidRPr="00503C0D">
        <w:t xml:space="preserve"> </w:t>
      </w:r>
      <w:r w:rsidR="009E0B5D" w:rsidRPr="00503C0D">
        <w:t>„</w:t>
      </w:r>
      <w:r w:rsidR="00C523F2" w:rsidRPr="00C523F2">
        <w:rPr>
          <w:sz w:val="28"/>
          <w:szCs w:val="28"/>
        </w:rPr>
        <w:t>Rekonstrukce parkoviště</w:t>
      </w:r>
      <w:r w:rsidR="00C523F2">
        <w:rPr>
          <w:sz w:val="28"/>
          <w:szCs w:val="28"/>
        </w:rPr>
        <w:t xml:space="preserve"> </w:t>
      </w:r>
      <w:r w:rsidR="00C523F2" w:rsidRPr="00C523F2">
        <w:rPr>
          <w:sz w:val="28"/>
          <w:szCs w:val="28"/>
        </w:rPr>
        <w:t>Kvanto</w:t>
      </w:r>
      <w:r w:rsidR="009E0B5D" w:rsidRPr="00503C0D">
        <w:t>“</w:t>
      </w:r>
      <w:r w:rsidR="00676934" w:rsidRPr="00503C0D">
        <w:t xml:space="preserve"> </w:t>
      </w:r>
      <w:r w:rsidR="00D9091B" w:rsidRPr="00C523F2">
        <w:rPr>
          <w:b w:val="0"/>
          <w:sz w:val="20"/>
        </w:rPr>
        <w:t>(dále jen „PD</w:t>
      </w:r>
      <w:r w:rsidR="00676934" w:rsidRPr="00C523F2">
        <w:rPr>
          <w:b w:val="0"/>
          <w:sz w:val="20"/>
        </w:rPr>
        <w:t>“)</w:t>
      </w:r>
    </w:p>
    <w:p w14:paraId="77AC17D7" w14:textId="77777777" w:rsidR="00096567" w:rsidRDefault="00096567" w:rsidP="009E089F"/>
    <w:p w14:paraId="5772C7C3" w14:textId="77777777" w:rsidR="00114A5F" w:rsidRDefault="00114A5F" w:rsidP="009E089F"/>
    <w:p w14:paraId="201B8958" w14:textId="77777777" w:rsidR="00EB4491" w:rsidRPr="004F5AE0" w:rsidRDefault="00EB4491" w:rsidP="00EE4D35">
      <w:pPr>
        <w:pStyle w:val="Nadpis2"/>
        <w:rPr>
          <w:b/>
        </w:rPr>
      </w:pPr>
      <w:r w:rsidRPr="004F5AE0">
        <w:rPr>
          <w:b/>
        </w:rPr>
        <w:t>Bližší technické podmínky a rozsah díla:</w:t>
      </w:r>
    </w:p>
    <w:p w14:paraId="6CD4142C" w14:textId="1ABCE65C" w:rsidR="00C523F2" w:rsidRPr="00C523F2" w:rsidRDefault="00C523F2" w:rsidP="00C523F2">
      <w:pPr>
        <w:pStyle w:val="Zkladntext"/>
        <w:rPr>
          <w:rFonts w:cs="Arial"/>
        </w:rPr>
      </w:pPr>
      <w:r w:rsidRPr="00C523F2">
        <w:rPr>
          <w:rFonts w:cs="Arial"/>
        </w:rPr>
        <w:t xml:space="preserve">Předmětem </w:t>
      </w:r>
      <w:r>
        <w:rPr>
          <w:rFonts w:cs="Arial"/>
        </w:rPr>
        <w:t>díla</w:t>
      </w:r>
      <w:r w:rsidRPr="00C523F2">
        <w:rPr>
          <w:rFonts w:cs="Arial"/>
        </w:rPr>
        <w:t xml:space="preserve"> je zpracování PD na rekonstrukci nadzemního třípodlažního parkoviště proměnlivého půdorysu jednotlivých podlaží o půdorysné výměře cca 1310,0 m</w:t>
      </w:r>
      <w:r w:rsidRPr="007E27B5">
        <w:rPr>
          <w:rFonts w:cs="Arial"/>
          <w:vertAlign w:val="superscript"/>
        </w:rPr>
        <w:t>2</w:t>
      </w:r>
      <w:r w:rsidR="00AE37FE">
        <w:rPr>
          <w:rFonts w:cs="Arial"/>
          <w:vertAlign w:val="superscript"/>
        </w:rPr>
        <w:t xml:space="preserve"> </w:t>
      </w:r>
      <w:r w:rsidR="00AE37FE">
        <w:t>(SO 03 – označení objektu dle původní PD z roku 1999)</w:t>
      </w:r>
      <w:r w:rsidRPr="00C523F2">
        <w:rPr>
          <w:rFonts w:cs="Arial"/>
        </w:rPr>
        <w:t>. Jedná se o železobetonovou konstrukci tvořenou ze stropních desek, sloupů a stěn. V současné době je pojízdná vrstva z asfaltobetonu narušena trhlinami a povrchová voda s agresivními látkami tak proniká přes nefunkční hydroizolaci do nosných konstrukcí. Zejména v místech u odvodňovacích vpustí, které jsou umístěny u nosných sloupů, dochází k</w:t>
      </w:r>
      <w:r>
        <w:rPr>
          <w:rFonts w:cs="Arial"/>
        </w:rPr>
        <w:t> </w:t>
      </w:r>
      <w:r w:rsidRPr="00C523F2">
        <w:rPr>
          <w:rFonts w:cs="Arial"/>
        </w:rPr>
        <w:t>výraznému zatékání, což má za následek jejich postupné degradace.</w:t>
      </w:r>
    </w:p>
    <w:p w14:paraId="1F16BF1E" w14:textId="265117AB" w:rsidR="00C523F2" w:rsidRPr="00C523F2" w:rsidRDefault="00C523F2" w:rsidP="00C523F2">
      <w:pPr>
        <w:pStyle w:val="Zkladntext"/>
        <w:rPr>
          <w:rFonts w:cs="Arial"/>
        </w:rPr>
      </w:pPr>
      <w:r w:rsidRPr="00C523F2">
        <w:rPr>
          <w:rFonts w:cs="Arial"/>
        </w:rPr>
        <w:t>U komplexního řešení rekonstrukce parkoviště se předpokládá odstranění vrstev pojezdové plochy, hydroizolačních vrstev, odvodňovacích vpustí a jejich nové provedení. Dále se předpokládá řešení sanace ocelových sloupů, stropních desek, stěn, provedení dilatace</w:t>
      </w:r>
      <w:r>
        <w:rPr>
          <w:rFonts w:cs="Arial"/>
        </w:rPr>
        <w:t xml:space="preserve"> </w:t>
      </w:r>
      <w:r w:rsidR="004167BF">
        <w:rPr>
          <w:rFonts w:cs="Arial"/>
        </w:rPr>
        <w:t>a současně</w:t>
      </w:r>
      <w:r>
        <w:rPr>
          <w:rFonts w:cs="Arial"/>
        </w:rPr>
        <w:t xml:space="preserve"> vyvolaných úprav </w:t>
      </w:r>
      <w:r w:rsidR="004167BF">
        <w:rPr>
          <w:rFonts w:cs="Arial"/>
        </w:rPr>
        <w:t>stávajících rozvodů</w:t>
      </w:r>
      <w:r>
        <w:rPr>
          <w:rFonts w:cs="Arial"/>
        </w:rPr>
        <w:t xml:space="preserve"> elektroinstalace, veřejné</w:t>
      </w:r>
      <w:r w:rsidR="004167BF">
        <w:rPr>
          <w:rFonts w:cs="Arial"/>
        </w:rPr>
        <w:t>ho</w:t>
      </w:r>
      <w:r>
        <w:rPr>
          <w:rFonts w:cs="Arial"/>
        </w:rPr>
        <w:t xml:space="preserve"> osvětlení</w:t>
      </w:r>
      <w:r w:rsidR="004167BF">
        <w:rPr>
          <w:rFonts w:cs="Arial"/>
        </w:rPr>
        <w:t>, dešťové kanalizace atd.</w:t>
      </w:r>
      <w:r w:rsidRPr="00C523F2">
        <w:rPr>
          <w:rFonts w:cs="Arial"/>
        </w:rPr>
        <w:t xml:space="preserve"> </w:t>
      </w:r>
    </w:p>
    <w:p w14:paraId="61980DF3" w14:textId="784F5573" w:rsidR="003548E6" w:rsidRPr="0006719F" w:rsidRDefault="003548E6" w:rsidP="00C523F2">
      <w:pPr>
        <w:pStyle w:val="Zkladntext"/>
        <w:rPr>
          <w:b/>
        </w:rPr>
      </w:pPr>
      <w:r w:rsidRPr="0006719F">
        <w:rPr>
          <w:b/>
        </w:rPr>
        <w:t xml:space="preserve">V PD budou zpracovány </w:t>
      </w:r>
      <w:r w:rsidR="00532398" w:rsidRPr="0006719F">
        <w:rPr>
          <w:b/>
        </w:rPr>
        <w:t xml:space="preserve">minimálně </w:t>
      </w:r>
      <w:r w:rsidRPr="0006719F">
        <w:rPr>
          <w:b/>
        </w:rPr>
        <w:t>tyto profese:</w:t>
      </w:r>
    </w:p>
    <w:p w14:paraId="3E882622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 xml:space="preserve">Architektonicko stavební řešení </w:t>
      </w:r>
    </w:p>
    <w:p w14:paraId="082BCE0E" w14:textId="50BB8CFD" w:rsidR="004167BF" w:rsidRDefault="004167BF" w:rsidP="004167BF">
      <w:pPr>
        <w:pStyle w:val="Zkladntext"/>
        <w:numPr>
          <w:ilvl w:val="0"/>
          <w:numId w:val="31"/>
        </w:numPr>
      </w:pPr>
      <w:r>
        <w:t>Stavebně konstrukční řešení – statické posouzení</w:t>
      </w:r>
      <w:r w:rsidR="00783B97">
        <w:t xml:space="preserve">, </w:t>
      </w:r>
      <w:r w:rsidR="00783B97" w:rsidRPr="00DF604D">
        <w:t>zásah do nosných konstrukcí</w:t>
      </w:r>
    </w:p>
    <w:p w14:paraId="138CB18D" w14:textId="3B8A73F3" w:rsidR="004167BF" w:rsidRDefault="004167BF" w:rsidP="004167BF">
      <w:pPr>
        <w:pStyle w:val="Zkladntext"/>
        <w:numPr>
          <w:ilvl w:val="0"/>
          <w:numId w:val="31"/>
        </w:numPr>
      </w:pPr>
      <w:r>
        <w:t xml:space="preserve">Elektroinstalace – oprava stávajících rozvodů dotčených rekonstrukcí, </w:t>
      </w:r>
      <w:r w:rsidR="008B554A">
        <w:t xml:space="preserve">veřejné </w:t>
      </w:r>
      <w:r>
        <w:t xml:space="preserve">osvětlení </w:t>
      </w:r>
      <w:r w:rsidR="00D30ED3">
        <w:t>(</w:t>
      </w:r>
      <w:r w:rsidR="00783B97">
        <w:t xml:space="preserve">svítidla na </w:t>
      </w:r>
      <w:r w:rsidR="00D30ED3">
        <w:t>stožár</w:t>
      </w:r>
      <w:r w:rsidR="00783B97">
        <w:t>ech a</w:t>
      </w:r>
      <w:r w:rsidR="00D30ED3">
        <w:t xml:space="preserve"> konzol</w:t>
      </w:r>
      <w:r w:rsidR="00783B97">
        <w:t>ách</w:t>
      </w:r>
      <w:r w:rsidR="00D30ED3">
        <w:t>)</w:t>
      </w:r>
    </w:p>
    <w:p w14:paraId="1784261F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Slaboproud – oprava stávajících rozvodů dotčených rekonstrukcí</w:t>
      </w:r>
    </w:p>
    <w:p w14:paraId="43B73A12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Zdravotechnika – odvodnění parkoviště</w:t>
      </w:r>
    </w:p>
    <w:p w14:paraId="673B90F7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Kanalizace – monitoring, řešení stávajícího potrubí, hospodaření se srážkovými vodami</w:t>
      </w:r>
    </w:p>
    <w:p w14:paraId="7335380F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Požárně bezpečností řešení</w:t>
      </w:r>
    </w:p>
    <w:p w14:paraId="5BB4799B" w14:textId="77777777" w:rsidR="004167BF" w:rsidRDefault="004167BF" w:rsidP="004167BF">
      <w:pPr>
        <w:pStyle w:val="Zkladntext"/>
        <w:numPr>
          <w:ilvl w:val="0"/>
          <w:numId w:val="31"/>
        </w:numPr>
      </w:pPr>
      <w:r>
        <w:t>Dopravní řešení stavby</w:t>
      </w:r>
    </w:p>
    <w:p w14:paraId="49B21E89" w14:textId="77777777" w:rsidR="0006719F" w:rsidRDefault="0006719F" w:rsidP="0006719F">
      <w:pPr>
        <w:pStyle w:val="Textdopisu"/>
        <w:rPr>
          <w:b/>
        </w:rPr>
      </w:pPr>
    </w:p>
    <w:p w14:paraId="3D060704" w14:textId="77777777" w:rsidR="0006719F" w:rsidRPr="00F448C7" w:rsidRDefault="0006719F" w:rsidP="0006719F">
      <w:pPr>
        <w:pStyle w:val="Textdopisu"/>
        <w:spacing w:line="360" w:lineRule="auto"/>
        <w:rPr>
          <w:b/>
        </w:rPr>
      </w:pPr>
      <w:r w:rsidRPr="00F448C7">
        <w:rPr>
          <w:b/>
        </w:rPr>
        <w:t>Součástí PD bude zajištěno:</w:t>
      </w:r>
    </w:p>
    <w:p w14:paraId="2B47EE2F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>Geodetické zaměření stávajícího stavu vč. zjištění průběhu inženýrských sítí.</w:t>
      </w:r>
    </w:p>
    <w:p w14:paraId="018950BA" w14:textId="5FDA2263" w:rsidR="0006719F" w:rsidRDefault="00B03A8B" w:rsidP="0006719F">
      <w:pPr>
        <w:pStyle w:val="Textdopisu"/>
        <w:numPr>
          <w:ilvl w:val="0"/>
          <w:numId w:val="6"/>
        </w:numPr>
        <w:spacing w:line="360" w:lineRule="auto"/>
      </w:pPr>
      <w:r>
        <w:t>Provedení</w:t>
      </w:r>
      <w:r w:rsidR="0006719F" w:rsidRPr="00E67967">
        <w:t xml:space="preserve"> průzkum</w:t>
      </w:r>
      <w:r>
        <w:t>ů</w:t>
      </w:r>
      <w:r w:rsidR="0006719F" w:rsidRPr="00297766">
        <w:t>,</w:t>
      </w:r>
      <w:r w:rsidR="0006719F">
        <w:t xml:space="preserve"> </w:t>
      </w:r>
      <w:r w:rsidR="0006719F" w:rsidRPr="00297766">
        <w:t>posudk</w:t>
      </w:r>
      <w:r>
        <w:t>ů</w:t>
      </w:r>
      <w:r w:rsidR="0006719F">
        <w:t xml:space="preserve">, </w:t>
      </w:r>
      <w:r w:rsidR="0006719F" w:rsidRPr="00611D38">
        <w:t>výpočt</w:t>
      </w:r>
      <w:r>
        <w:t>ů</w:t>
      </w:r>
      <w:r w:rsidR="0006719F" w:rsidRPr="00611D38">
        <w:t xml:space="preserve"> (</w:t>
      </w:r>
      <w:r w:rsidR="0006719F">
        <w:t>např. statické, hydrogeologické atd.) potřebn</w:t>
      </w:r>
      <w:r>
        <w:t xml:space="preserve">ých </w:t>
      </w:r>
      <w:r w:rsidR="0006719F">
        <w:t>pro bezchybný návrh stavby.</w:t>
      </w:r>
    </w:p>
    <w:p w14:paraId="0BEAA645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>Prověření a návrh retence dešťových vod nebo řešení odvodnění zpevněných ploch.</w:t>
      </w:r>
    </w:p>
    <w:p w14:paraId="53364218" w14:textId="1C4326A7" w:rsidR="0006719F" w:rsidRDefault="00B03A8B" w:rsidP="0006719F">
      <w:pPr>
        <w:pStyle w:val="Textdopisu"/>
        <w:numPr>
          <w:ilvl w:val="0"/>
          <w:numId w:val="6"/>
        </w:numPr>
        <w:spacing w:line="360" w:lineRule="auto"/>
      </w:pPr>
      <w:r>
        <w:t>Úprava PD dopravního značení a n</w:t>
      </w:r>
      <w:r w:rsidR="0006719F">
        <w:t>ávrh přechodného dopravního značení po dobu</w:t>
      </w:r>
      <w:r w:rsidR="0006719F" w:rsidRPr="004F6882">
        <w:t xml:space="preserve"> provádění díla</w:t>
      </w:r>
      <w:r w:rsidR="0006719F">
        <w:t>, dopravně inženýrské opatření po dobu stavby s kladným vyjádřením DI PČR.</w:t>
      </w:r>
    </w:p>
    <w:p w14:paraId="63927FAA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 xml:space="preserve">Místní chodníky, komunikace a osvětlení jsou ve vlastnictví objednatele, projednávání návrhu s jejich správci bude vždy za účasti zaměstnance oddělení investic. </w:t>
      </w:r>
    </w:p>
    <w:p w14:paraId="3FC5D645" w14:textId="77777777" w:rsidR="0006719F" w:rsidRDefault="0006719F" w:rsidP="0006719F">
      <w:pPr>
        <w:pStyle w:val="Textdopisu"/>
        <w:numPr>
          <w:ilvl w:val="0"/>
          <w:numId w:val="6"/>
        </w:numPr>
        <w:spacing w:line="360" w:lineRule="auto"/>
      </w:pPr>
      <w:r>
        <w:t>Ná</w:t>
      </w:r>
      <w:r w:rsidRPr="00297766">
        <w:rPr>
          <w:sz w:val="22"/>
        </w:rPr>
        <w:t>v</w:t>
      </w:r>
      <w:r>
        <w:t xml:space="preserve">rh harmonogramu realizace stavby – součástí </w:t>
      </w:r>
      <w:r w:rsidRPr="00134BA8">
        <w:t>PDPS</w:t>
      </w:r>
      <w:r>
        <w:t>.</w:t>
      </w:r>
    </w:p>
    <w:p w14:paraId="5DE1B923" w14:textId="29B1F1F0" w:rsidR="00727640" w:rsidRDefault="008B554A" w:rsidP="00727640">
      <w:pPr>
        <w:pStyle w:val="Textdopisu"/>
        <w:rPr>
          <w:rFonts w:cs="Times New Roman"/>
        </w:rPr>
      </w:pPr>
      <w:r w:rsidRPr="008B554A">
        <w:rPr>
          <w:rFonts w:cs="Times New Roman"/>
        </w:rPr>
        <w:t>Podkladem pro zpracování PD bude zhotoviteli poskytnutá dostupná část původní projektové dokumentace</w:t>
      </w:r>
      <w:r w:rsidR="008C748F">
        <w:t> </w:t>
      </w:r>
      <w:r w:rsidRPr="008B554A">
        <w:rPr>
          <w:rFonts w:cs="Times New Roman"/>
        </w:rPr>
        <w:t xml:space="preserve">od společnosti Investprojekt z roku 1999 </w:t>
      </w:r>
      <w:r w:rsidR="008C748F" w:rsidRPr="00D71133">
        <w:rPr>
          <w:rFonts w:cs="Times New Roman"/>
          <w:b/>
        </w:rPr>
        <w:t>(</w:t>
      </w:r>
      <w:r w:rsidR="008C748F" w:rsidRPr="00D626EE">
        <w:rPr>
          <w:b/>
        </w:rPr>
        <w:t xml:space="preserve">statický výpočet na parkoviště nebyl </w:t>
      </w:r>
      <w:r w:rsidR="008C748F">
        <w:rPr>
          <w:b/>
        </w:rPr>
        <w:t>původním stavebníkem p</w:t>
      </w:r>
      <w:r w:rsidR="008C748F" w:rsidRPr="00D626EE">
        <w:rPr>
          <w:b/>
        </w:rPr>
        <w:t xml:space="preserve">ředán a není </w:t>
      </w:r>
      <w:r w:rsidR="008C748F">
        <w:rPr>
          <w:b/>
        </w:rPr>
        <w:t>u </w:t>
      </w:r>
      <w:r w:rsidR="008C748F" w:rsidRPr="00D626EE">
        <w:rPr>
          <w:b/>
        </w:rPr>
        <w:t>dokumentace stavby</w:t>
      </w:r>
      <w:r w:rsidR="008C748F">
        <w:rPr>
          <w:b/>
        </w:rPr>
        <w:t xml:space="preserve"> k dispozici</w:t>
      </w:r>
      <w:r w:rsidR="008C748F" w:rsidRPr="00D626EE">
        <w:rPr>
          <w:b/>
        </w:rPr>
        <w:t>)</w:t>
      </w:r>
      <w:r w:rsidR="008C748F">
        <w:rPr>
          <w:b/>
        </w:rPr>
        <w:t xml:space="preserve"> </w:t>
      </w:r>
      <w:r w:rsidRPr="008B554A">
        <w:rPr>
          <w:rFonts w:cs="Times New Roman"/>
        </w:rPr>
        <w:t xml:space="preserve">v elektronické verzi </w:t>
      </w:r>
      <w:r w:rsidR="00D71133">
        <w:rPr>
          <w:rFonts w:cs="Times New Roman"/>
        </w:rPr>
        <w:t>(</w:t>
      </w:r>
      <w:r w:rsidRPr="008B554A">
        <w:rPr>
          <w:rFonts w:cs="Times New Roman"/>
        </w:rPr>
        <w:t xml:space="preserve">formát </w:t>
      </w:r>
      <w:r w:rsidR="00B03A8B">
        <w:rPr>
          <w:rFonts w:cs="Times New Roman"/>
        </w:rPr>
        <w:t>pdf</w:t>
      </w:r>
      <w:r w:rsidRPr="008B554A">
        <w:rPr>
          <w:rFonts w:cs="Times New Roman"/>
        </w:rPr>
        <w:t>, část v</w:t>
      </w:r>
      <w:r w:rsidR="00D71133">
        <w:rPr>
          <w:rFonts w:cs="Times New Roman"/>
        </w:rPr>
        <w:t> </w:t>
      </w:r>
      <w:r w:rsidR="00B03A8B">
        <w:rPr>
          <w:rFonts w:cs="Times New Roman"/>
        </w:rPr>
        <w:t>dwg</w:t>
      </w:r>
      <w:r w:rsidR="00D71133">
        <w:rPr>
          <w:rFonts w:cs="Times New Roman"/>
        </w:rPr>
        <w:t>)</w:t>
      </w:r>
      <w:r w:rsidRPr="008B554A">
        <w:rPr>
          <w:rFonts w:cs="Times New Roman"/>
        </w:rPr>
        <w:t>, stavebně technický průzkum od společnosti STP Group, s. r. o., Švabinského 1749/19, 702 00 Ostrava 2, zpracovaný v</w:t>
      </w:r>
      <w:r w:rsidR="001B504A">
        <w:rPr>
          <w:rFonts w:cs="Times New Roman"/>
        </w:rPr>
        <w:t> </w:t>
      </w:r>
      <w:r w:rsidRPr="008B554A">
        <w:rPr>
          <w:rFonts w:cs="Times New Roman"/>
        </w:rPr>
        <w:t>květnu 2022 – příloha č. 3 zadávací dokumentace.</w:t>
      </w:r>
    </w:p>
    <w:p w14:paraId="382568E5" w14:textId="77777777" w:rsidR="008B554A" w:rsidRDefault="008B554A" w:rsidP="00727640">
      <w:pPr>
        <w:pStyle w:val="Textdopisu"/>
        <w:rPr>
          <w:b/>
        </w:rPr>
      </w:pPr>
    </w:p>
    <w:p w14:paraId="1D8B7D56" w14:textId="3613274B" w:rsidR="00727640" w:rsidRPr="003F598A" w:rsidRDefault="00727640" w:rsidP="00727640">
      <w:pPr>
        <w:pStyle w:val="Textdopisu"/>
        <w:rPr>
          <w:b/>
        </w:rPr>
      </w:pPr>
      <w:r w:rsidRPr="003F598A">
        <w:rPr>
          <w:b/>
        </w:rPr>
        <w:t xml:space="preserve">Dokumentace pro vydání </w:t>
      </w:r>
      <w:r w:rsidRPr="00131B9A">
        <w:rPr>
          <w:b/>
        </w:rPr>
        <w:t xml:space="preserve">povolení </w:t>
      </w:r>
      <w:r w:rsidR="008B554A">
        <w:rPr>
          <w:b/>
        </w:rPr>
        <w:t>stavy</w:t>
      </w:r>
      <w:r w:rsidRPr="007E6368">
        <w:t xml:space="preserve"> </w:t>
      </w:r>
      <w:r w:rsidRPr="003F598A">
        <w:rPr>
          <w:b/>
        </w:rPr>
        <w:t>(</w:t>
      </w:r>
      <w:r>
        <w:rPr>
          <w:b/>
        </w:rPr>
        <w:t>DP</w:t>
      </w:r>
      <w:r w:rsidR="008B554A">
        <w:rPr>
          <w:b/>
        </w:rPr>
        <w:t>S</w:t>
      </w:r>
      <w:r w:rsidRPr="003F598A">
        <w:rPr>
          <w:b/>
        </w:rPr>
        <w:t>)</w:t>
      </w:r>
    </w:p>
    <w:p w14:paraId="0B54008C" w14:textId="1ACB3746" w:rsidR="00727640" w:rsidRPr="0048243A" w:rsidRDefault="00727640" w:rsidP="00727640">
      <w:pPr>
        <w:pStyle w:val="XXLNEK"/>
        <w:spacing w:after="0"/>
        <w:rPr>
          <w:b w:val="0"/>
          <w:u w:val="none"/>
        </w:rPr>
      </w:pPr>
      <w:r>
        <w:rPr>
          <w:b w:val="0"/>
          <w:u w:val="none"/>
        </w:rPr>
        <w:t>DP</w:t>
      </w:r>
      <w:r w:rsidR="00A8611D">
        <w:rPr>
          <w:b w:val="0"/>
          <w:u w:val="none"/>
        </w:rPr>
        <w:t>S</w:t>
      </w:r>
      <w:r>
        <w:rPr>
          <w:b w:val="0"/>
          <w:u w:val="none"/>
        </w:rPr>
        <w:t xml:space="preserve"> musí být zpracována</w:t>
      </w:r>
      <w:r w:rsidRPr="007C751C">
        <w:rPr>
          <w:b w:val="0"/>
          <w:u w:val="none"/>
        </w:rPr>
        <w:t xml:space="preserve"> ve smyslu zákona č.</w:t>
      </w:r>
      <w:r>
        <w:rPr>
          <w:b w:val="0"/>
          <w:u w:val="none"/>
        </w:rPr>
        <w:t> </w:t>
      </w:r>
      <w:r w:rsidRPr="007C751C">
        <w:rPr>
          <w:b w:val="0"/>
          <w:u w:val="none"/>
        </w:rPr>
        <w:t xml:space="preserve">283/2021 Sb., stavební zákon a </w:t>
      </w:r>
      <w:r w:rsidR="00F9277A">
        <w:rPr>
          <w:b w:val="0"/>
          <w:u w:val="none"/>
        </w:rPr>
        <w:t xml:space="preserve">jeho </w:t>
      </w:r>
      <w:r w:rsidRPr="007C751C">
        <w:rPr>
          <w:b w:val="0"/>
          <w:u w:val="none"/>
        </w:rPr>
        <w:t>prováděcích předpisů</w:t>
      </w:r>
      <w:r w:rsidRPr="0048243A">
        <w:rPr>
          <w:b w:val="0"/>
          <w:u w:val="none"/>
        </w:rPr>
        <w:t xml:space="preserve">, ve znění pozdějších předpisů, a dle podmínek a požadavků objednatele a obecně závazných právních a technických předpisů. Zhotovitel bude při tvorbě projektové dokumentace zohledňovat připomínky objednatele. </w:t>
      </w:r>
      <w:r w:rsidR="004F5AE0" w:rsidRPr="00971991">
        <w:rPr>
          <w:b w:val="0"/>
          <w:u w:val="none"/>
        </w:rPr>
        <w:t>Ověření dokumentů související s</w:t>
      </w:r>
      <w:r w:rsidR="004F5AE0">
        <w:rPr>
          <w:b w:val="0"/>
          <w:u w:val="none"/>
        </w:rPr>
        <w:t> </w:t>
      </w:r>
      <w:r w:rsidR="004F5AE0" w:rsidRPr="00971991">
        <w:rPr>
          <w:b w:val="0"/>
          <w:u w:val="none"/>
        </w:rPr>
        <w:t>výkonem činnosti autorizované osoby musí být v souladu s</w:t>
      </w:r>
      <w:r w:rsidR="00A8611D">
        <w:rPr>
          <w:b w:val="0"/>
          <w:u w:val="none"/>
        </w:rPr>
        <w:t xml:space="preserve"> ust. </w:t>
      </w:r>
      <w:r w:rsidR="004F5AE0" w:rsidRPr="00971991">
        <w:rPr>
          <w:b w:val="0"/>
          <w:u w:val="none"/>
        </w:rPr>
        <w:lastRenderedPageBreak/>
        <w:t>§ 268 stavebního zákona č. 283/2021 Sb.</w:t>
      </w:r>
      <w:r w:rsidR="00A8611D">
        <w:rPr>
          <w:b w:val="0"/>
          <w:u w:val="none"/>
        </w:rPr>
        <w:t>,</w:t>
      </w:r>
      <w:r w:rsidR="004F5AE0" w:rsidRPr="00971991">
        <w:rPr>
          <w:b w:val="0"/>
          <w:u w:val="none"/>
        </w:rPr>
        <w:t xml:space="preserve"> a dále v souladu s § 13 odst. 3 písm. b) autorizačního zákona </w:t>
      </w:r>
      <w:r w:rsidR="00A8611D">
        <w:rPr>
          <w:b w:val="0"/>
          <w:u w:val="none"/>
        </w:rPr>
        <w:t xml:space="preserve">č. </w:t>
      </w:r>
      <w:r w:rsidR="004F5AE0" w:rsidRPr="00971991">
        <w:rPr>
          <w:b w:val="0"/>
          <w:u w:val="none"/>
        </w:rPr>
        <w:t xml:space="preserve">360/1992 </w:t>
      </w:r>
      <w:r w:rsidR="00A8611D">
        <w:rPr>
          <w:b w:val="0"/>
          <w:u w:val="none"/>
        </w:rPr>
        <w:t xml:space="preserve">Sb., </w:t>
      </w:r>
      <w:r w:rsidR="004F5AE0" w:rsidRPr="00971991">
        <w:rPr>
          <w:b w:val="0"/>
          <w:u w:val="none"/>
        </w:rPr>
        <w:t>a prováděcími předpisy.</w:t>
      </w:r>
    </w:p>
    <w:p w14:paraId="286FA71A" w14:textId="3DBD2D9C" w:rsidR="00B53B00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 xml:space="preserve"> </w:t>
      </w:r>
    </w:p>
    <w:p w14:paraId="31F555C8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Projektová dokumentace pro provádění stavby (PDPS)</w:t>
      </w:r>
    </w:p>
    <w:p w14:paraId="37435D50" w14:textId="0A7A7E6C" w:rsidR="00EB4491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>Projektová dokumentace pro provádění stavby PDPS musí být zpracována mimo jiné v souladu s</w:t>
      </w:r>
      <w:r w:rsidR="00727640">
        <w:rPr>
          <w:b w:val="0"/>
          <w:u w:val="none"/>
        </w:rPr>
        <w:t> </w:t>
      </w:r>
      <w:r w:rsidRPr="00EE4D35">
        <w:rPr>
          <w:b w:val="0"/>
          <w:u w:val="none"/>
        </w:rPr>
        <w:t>požadavky zákona č. 283/2021 Sb.</w:t>
      </w:r>
      <w:r w:rsidR="00F9277A">
        <w:rPr>
          <w:b w:val="0"/>
          <w:u w:val="none"/>
        </w:rPr>
        <w:t xml:space="preserve">, </w:t>
      </w:r>
      <w:r w:rsidR="00840DD0" w:rsidRPr="00EE4D35">
        <w:rPr>
          <w:b w:val="0"/>
          <w:u w:val="none"/>
        </w:rPr>
        <w:t>stavební zákon, ve znění pozdějších předpisů, včetně všech souvisejících směrnic</w:t>
      </w:r>
      <w:r w:rsidR="000C298E" w:rsidRPr="00EE4D35">
        <w:rPr>
          <w:b w:val="0"/>
          <w:u w:val="none"/>
        </w:rPr>
        <w:t xml:space="preserve">. </w:t>
      </w:r>
    </w:p>
    <w:p w14:paraId="2E5F9E68" w14:textId="0FC62710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>134/2016 Sb.</w:t>
      </w:r>
      <w:r w:rsidR="00F9277A">
        <w:t>,</w:t>
      </w:r>
      <w:r w:rsidRPr="00B67768">
        <w:t xml:space="preserve"> o</w:t>
      </w:r>
      <w:r w:rsidR="004F5AE0">
        <w:t> 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30D68C57" w14:textId="54456E7C" w:rsidR="004F5AE0" w:rsidRDefault="004F5AE0" w:rsidP="009E089F">
      <w:pPr>
        <w:pStyle w:val="Textkomente"/>
      </w:pPr>
      <w:r w:rsidRPr="00971991">
        <w:t>Ověření dokumentů související s výkonem činnosti autorizované osoby musí být v souladu s</w:t>
      </w:r>
      <w:r w:rsidR="00F9277A">
        <w:t xml:space="preserve"> ust. </w:t>
      </w:r>
      <w:r w:rsidRPr="00971991">
        <w:t>§ 268 stavebního zákona č. 283/2021 Sb.</w:t>
      </w:r>
      <w:r w:rsidR="00F9277A">
        <w:t>,</w:t>
      </w:r>
      <w:r w:rsidRPr="00971991">
        <w:t xml:space="preserve"> a dále v souladu s § 13 odst. 3 písm. b) a</w:t>
      </w:r>
      <w:r>
        <w:t xml:space="preserve">utorizačního zákona </w:t>
      </w:r>
      <w:r w:rsidR="00F9277A">
        <w:t xml:space="preserve">č. </w:t>
      </w:r>
      <w:r>
        <w:t>360/1992</w:t>
      </w:r>
      <w:r w:rsidR="00F5355B">
        <w:t xml:space="preserve"> Sb.,</w:t>
      </w:r>
      <w:r>
        <w:t xml:space="preserve">a </w:t>
      </w:r>
      <w:r w:rsidRPr="00971991">
        <w:t>prováděcími předpisy</w:t>
      </w:r>
    </w:p>
    <w:p w14:paraId="0ACF5E6F" w14:textId="10046484" w:rsidR="0046568B" w:rsidRDefault="00840DD0" w:rsidP="004F5AE0">
      <w:r w:rsidRPr="004F5AE0">
        <w:t>Součástí PDPS bude i položkový rozpočet stavby (dále jen „</w:t>
      </w:r>
      <w:r w:rsidR="00EB4491" w:rsidRPr="004F5AE0">
        <w:t>PR</w:t>
      </w:r>
      <w:r w:rsidR="004F5AE0">
        <w:t xml:space="preserve">“) a </w:t>
      </w:r>
      <w:r w:rsidR="004F5AE0" w:rsidRPr="004F5AE0">
        <w:t>soupis prací (dále jen „SP“)</w:t>
      </w:r>
      <w:r w:rsidRPr="004F5AE0">
        <w:t xml:space="preserve">. </w:t>
      </w:r>
      <w:r w:rsidR="004F5AE0">
        <w:t xml:space="preserve">PR </w:t>
      </w:r>
      <w:r w:rsidRPr="004F5AE0">
        <w:t>bude</w:t>
      </w:r>
      <w:r w:rsidR="004F5AE0" w:rsidRPr="004F5AE0">
        <w:t xml:space="preserve"> </w:t>
      </w:r>
      <w:r w:rsidRPr="004F5AE0">
        <w:t>zpracován</w:t>
      </w:r>
      <w:r w:rsidR="004F5AE0">
        <w:t xml:space="preserve"> </w:t>
      </w:r>
      <w:r w:rsidRPr="004F5AE0">
        <w:t>v aktuální cenové úrovni za použití s objednatelem dohodnutých ceníků a odborných znalostí zhotovitele.</w:t>
      </w:r>
      <w:r w:rsidR="004F5AE0">
        <w:t xml:space="preserve"> </w:t>
      </w:r>
      <w:r w:rsidR="00D00A2C" w:rsidRPr="004F5AE0">
        <w:t>Č</w:t>
      </w:r>
      <w:r w:rsidR="0046568B" w:rsidRPr="004F5AE0">
        <w:t>lenění SP a PR bude předem</w:t>
      </w:r>
      <w:r w:rsidR="0046568B" w:rsidRPr="00912D64">
        <w:t xml:space="preserve">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nákladů.</w:t>
      </w:r>
      <w:r w:rsidR="0006719F">
        <w:t xml:space="preserve"> </w:t>
      </w:r>
      <w:r w:rsidR="0006719F" w:rsidRPr="0006719F">
        <w:t>Rozpočty budou zpracovány v cenové úrovni RTS příp. URS platné v</w:t>
      </w:r>
      <w:r w:rsidR="0006719F">
        <w:t> </w:t>
      </w:r>
      <w:r w:rsidR="0006719F" w:rsidRPr="0006719F">
        <w:t>době předání projektu.</w:t>
      </w:r>
    </w:p>
    <w:p w14:paraId="22E6B62E" w14:textId="4EA97C1F" w:rsidR="00F66923" w:rsidRDefault="00840DD0" w:rsidP="004F5AE0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482F575B" w14:textId="61716CBA" w:rsidR="00532398" w:rsidRDefault="00532398" w:rsidP="004F5AE0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</w:t>
      </w:r>
      <w:r w:rsidR="004F5AE0">
        <w:t> </w:t>
      </w:r>
      <w:r>
        <w:t>o</w:t>
      </w:r>
      <w:r w:rsidR="004F5AE0">
        <w:t> </w:t>
      </w:r>
      <w:r>
        <w:t>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9E089F">
      <w:pPr>
        <w:pStyle w:val="Textkomente"/>
      </w:pPr>
    </w:p>
    <w:p w14:paraId="3F6711E5" w14:textId="77777777" w:rsidR="007F032D" w:rsidRPr="004F5AE0" w:rsidRDefault="007F032D" w:rsidP="00EE4D35">
      <w:pPr>
        <w:pStyle w:val="Nadpis2"/>
        <w:rPr>
          <w:b/>
        </w:rPr>
      </w:pPr>
      <w:r w:rsidRPr="004F5AE0">
        <w:rPr>
          <w:b/>
        </w:rPr>
        <w:t>Další podmínky a upřesnění rozsahu a zpracování díla:</w:t>
      </w:r>
    </w:p>
    <w:p w14:paraId="2BA05E49" w14:textId="03BD4E98" w:rsidR="004F5AE0" w:rsidRDefault="00532398" w:rsidP="004F5AE0">
      <w:pPr>
        <w:pStyle w:val="Zkladntextodsazen"/>
        <w:numPr>
          <w:ilvl w:val="0"/>
          <w:numId w:val="30"/>
        </w:numPr>
        <w:spacing w:after="0"/>
      </w:pPr>
      <w:r w:rsidRPr="00532398">
        <w:t xml:space="preserve">Součástí díla je výkon inženýrské činnosti, spočívající </w:t>
      </w:r>
      <w:r w:rsidR="00B03A8B">
        <w:t xml:space="preserve">zejména </w:t>
      </w:r>
      <w:r w:rsidRPr="00532398">
        <w:t>v dokladovatelném projednání s</w:t>
      </w:r>
      <w:r w:rsidR="00B03A8B">
        <w:t> </w:t>
      </w:r>
      <w:r w:rsidRPr="00532398">
        <w:t>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</w:p>
    <w:p w14:paraId="6B7FD342" w14:textId="77777777" w:rsidR="004F5AE0" w:rsidRDefault="004F5AE0" w:rsidP="004F5AE0">
      <w:pPr>
        <w:pStyle w:val="Odstavecseseznamem"/>
      </w:pPr>
    </w:p>
    <w:p w14:paraId="71AE4EAA" w14:textId="77777777" w:rsidR="004F5AE0" w:rsidRPr="004F5AE0" w:rsidRDefault="004F5AE0" w:rsidP="004F5AE0">
      <w:pPr>
        <w:pStyle w:val="Odstavecseseznamem"/>
        <w:numPr>
          <w:ilvl w:val="0"/>
          <w:numId w:val="30"/>
        </w:numPr>
      </w:pPr>
      <w:r w:rsidRPr="004F5AE0">
        <w:t xml:space="preserve">Zhotovitel svolá minimálně </w:t>
      </w:r>
      <w:r w:rsidRPr="00783B97">
        <w:t>4 výrobní výbory</w:t>
      </w:r>
      <w:r w:rsidRPr="004F5AE0">
        <w:t xml:space="preserve"> (1 x vstupní, 2 x rozpracovanost PD, 1 x závěrečné projednání). Zhotovitel představí objednateli závěrečnou podobu PD před odevzdáním formou digitální projekce. Zhotovitel zašle podklady pro jednání s dvoudenním předstihem, vyhotoví z každého projednání/výrobního výboru zápis, který bude součástí díla – dokladové části. </w:t>
      </w:r>
    </w:p>
    <w:p w14:paraId="07C196F7" w14:textId="174FBD8A" w:rsidR="00C674BF" w:rsidRDefault="004E7CD8" w:rsidP="009E089F">
      <w:pPr>
        <w:pStyle w:val="Zkladntextodsazen"/>
        <w:numPr>
          <w:ilvl w:val="0"/>
          <w:numId w:val="30"/>
        </w:numPr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41305" w:rsidRPr="00783B97">
        <w:t>4</w:t>
      </w:r>
      <w:r w:rsidR="00C674BF" w:rsidRPr="00783B97">
        <w:t xml:space="preserve"> měsíce</w:t>
      </w:r>
      <w:r w:rsidR="00C674BF">
        <w:t xml:space="preserve"> s účastí na kontrolních dnech (KD), které budou</w:t>
      </w:r>
      <w:r w:rsidR="007B55CC">
        <w:t xml:space="preserve"> probíhat jednou za</w:t>
      </w:r>
      <w:r w:rsidR="00C56008">
        <w:t xml:space="preserve"> 2 týd</w:t>
      </w:r>
      <w:r w:rsidR="007B55CC">
        <w:t>n</w:t>
      </w:r>
      <w:r w:rsidR="00C56008">
        <w:t>y (tj. 8</w:t>
      </w:r>
      <w:r w:rsidR="00725AF1">
        <w:t xml:space="preserve"> </w:t>
      </w:r>
      <w:r w:rsidR="00C674BF">
        <w:t>x účast na KD)</w:t>
      </w:r>
      <w:r w:rsidR="00094021">
        <w:t xml:space="preserve"> a 20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9E089F">
      <w:pPr>
        <w:pStyle w:val="Zkladntextodsazen"/>
        <w:numPr>
          <w:ilvl w:val="0"/>
          <w:numId w:val="30"/>
        </w:numPr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49810A22" w14:textId="4EFEA969" w:rsidR="007B696B" w:rsidRDefault="000F2761" w:rsidP="009E089F">
      <w:pPr>
        <w:pStyle w:val="Zkladntextodsazen"/>
        <w:numPr>
          <w:ilvl w:val="0"/>
          <w:numId w:val="30"/>
        </w:numPr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2BCF227C" w14:textId="77777777" w:rsidR="004F5AE0" w:rsidRDefault="004F5AE0" w:rsidP="004F5AE0">
      <w:pPr>
        <w:pStyle w:val="Zkladntextodsazen"/>
        <w:numPr>
          <w:ilvl w:val="0"/>
          <w:numId w:val="0"/>
        </w:numPr>
        <w:ind w:left="714" w:hanging="357"/>
      </w:pPr>
    </w:p>
    <w:p w14:paraId="766E99BB" w14:textId="77777777" w:rsidR="00C439B8" w:rsidRPr="004F5AE0" w:rsidRDefault="00445EB0" w:rsidP="00EE4D35">
      <w:pPr>
        <w:pStyle w:val="Nadpis2"/>
        <w:rPr>
          <w:b/>
        </w:rPr>
      </w:pPr>
      <w:r w:rsidRPr="004F5AE0">
        <w:rPr>
          <w:b/>
        </w:rPr>
        <w:t>Požadovaný počet vyhotovení</w:t>
      </w:r>
      <w:r w:rsidR="00DB48EE" w:rsidRPr="004F5AE0">
        <w:rPr>
          <w:b/>
        </w:rPr>
        <w:t xml:space="preserve"> PD</w:t>
      </w:r>
      <w:r w:rsidRPr="004F5AE0">
        <w:rPr>
          <w:b/>
        </w:rPr>
        <w:t>:</w:t>
      </w:r>
    </w:p>
    <w:p w14:paraId="7665B9DC" w14:textId="0A301BD2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247CAEF9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</w:t>
      </w:r>
      <w:r w:rsidR="0006719F">
        <w:t>DPS</w:t>
      </w:r>
      <w:r>
        <w:t xml:space="preserve"> pro podání žádosti</w:t>
      </w:r>
      <w:r w:rsidR="0006719F">
        <w:t xml:space="preserve"> k povolení stavby</w:t>
      </w:r>
      <w:r>
        <w:tab/>
      </w:r>
      <w:r>
        <w:tab/>
      </w:r>
      <w:r w:rsidR="0006719F">
        <w:t>1</w:t>
      </w:r>
      <w:r>
        <w:t xml:space="preserve"> x paré</w:t>
      </w:r>
    </w:p>
    <w:p w14:paraId="62BA855F" w14:textId="54E6E660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</w:r>
      <w:r w:rsidR="0006719F">
        <w:tab/>
      </w:r>
      <w:r w:rsidR="0006719F">
        <w:tab/>
      </w:r>
      <w:r w:rsidR="00783B97">
        <w:t>5</w:t>
      </w:r>
      <w:r>
        <w:t xml:space="preserve"> </w:t>
      </w:r>
      <w:r w:rsidRPr="00E67967">
        <w:t>x</w:t>
      </w:r>
      <w:r>
        <w:t xml:space="preserve"> paré</w:t>
      </w:r>
    </w:p>
    <w:p w14:paraId="289B7F8E" w14:textId="77777777" w:rsidR="00800D5F" w:rsidRDefault="00800D5F" w:rsidP="009E089F">
      <w:pPr>
        <w:pStyle w:val="Textdopisu"/>
      </w:pPr>
    </w:p>
    <w:p w14:paraId="70792F98" w14:textId="06AC7AB2" w:rsidR="00800D5F" w:rsidRDefault="00800D5F" w:rsidP="009E089F">
      <w:pPr>
        <w:pStyle w:val="Textdopisu"/>
      </w:pPr>
      <w:r w:rsidRPr="00E67967">
        <w:lastRenderedPageBreak/>
        <w:t xml:space="preserve">Dokladovou část budou obsahovat všechna vyhotovení, </w:t>
      </w:r>
      <w:r w:rsidR="007E27B5">
        <w:t>PR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5C8C3875" w14:textId="77777777" w:rsidR="00B03A8B" w:rsidRDefault="00B03A8B" w:rsidP="00B03A8B">
      <w:pPr>
        <w:pStyle w:val="Textdopisu"/>
        <w:rPr>
          <w:rStyle w:val="Textpodtren"/>
          <w:u w:val="none"/>
        </w:rPr>
      </w:pPr>
    </w:p>
    <w:p w14:paraId="656B1019" w14:textId="77777777" w:rsidR="00B03A8B" w:rsidRDefault="00B03A8B" w:rsidP="00B03A8B">
      <w:pPr>
        <w:pStyle w:val="Textdopisu"/>
        <w:rPr>
          <w:rStyle w:val="Textpodtren"/>
          <w:u w:val="none"/>
        </w:rPr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</w:p>
    <w:p w14:paraId="57556E17" w14:textId="77777777" w:rsidR="00B03A8B" w:rsidRDefault="00B03A8B" w:rsidP="00B03A8B">
      <w:pPr>
        <w:pStyle w:val="Textdopisu"/>
        <w:ind w:left="1776" w:firstLine="348"/>
        <w:rPr>
          <w:rStyle w:val="Textpodtren"/>
          <w:u w:val="none"/>
        </w:rPr>
      </w:pPr>
      <w:r w:rsidRPr="00B97598">
        <w:rPr>
          <w:rStyle w:val="Textpodtren"/>
          <w:u w:val="none"/>
        </w:rPr>
        <w:t>Geodetické zaměření</w:t>
      </w:r>
    </w:p>
    <w:p w14:paraId="1368B4A1" w14:textId="77777777" w:rsidR="00B03A8B" w:rsidRDefault="00B03A8B" w:rsidP="00B03A8B">
      <w:pPr>
        <w:pStyle w:val="Textdopisu"/>
        <w:ind w:left="1428" w:firstLine="696"/>
        <w:rPr>
          <w:rStyle w:val="Textpodtren"/>
          <w:u w:val="none"/>
        </w:rPr>
      </w:pPr>
      <w:r>
        <w:rPr>
          <w:rStyle w:val="Textpodtren"/>
          <w:u w:val="none"/>
        </w:rPr>
        <w:t>DPS koncept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2E64634" w14:textId="77777777" w:rsidR="00B03A8B" w:rsidRPr="00B97598" w:rsidRDefault="00B03A8B" w:rsidP="00B03A8B">
      <w:pPr>
        <w:pStyle w:val="Textdopisu"/>
        <w:ind w:left="1776" w:firstLine="348"/>
        <w:rPr>
          <w:rStyle w:val="Textpodtren"/>
          <w:u w:val="none"/>
        </w:rPr>
      </w:pPr>
      <w:r w:rsidRPr="00B97598">
        <w:rPr>
          <w:rStyle w:val="Textpodtren"/>
          <w:u w:val="none"/>
        </w:rPr>
        <w:t>DP</w:t>
      </w:r>
      <w:r>
        <w:rPr>
          <w:rStyle w:val="Textpodtren"/>
          <w:u w:val="none"/>
        </w:rPr>
        <w:t>S</w:t>
      </w:r>
      <w:r w:rsidRPr="00B97598">
        <w:rPr>
          <w:rStyle w:val="Textpodtren"/>
          <w:u w:val="none"/>
        </w:rPr>
        <w:t xml:space="preserve"> pro podání žádosti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471FF7D5" w14:textId="77777777" w:rsidR="00B03A8B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  <w:t>PDPS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0737009" w14:textId="36C6D25A" w:rsidR="00B03A8B" w:rsidRDefault="00B03A8B" w:rsidP="00B03A8B">
      <w:pPr>
        <w:pStyle w:val="Textdopisu"/>
        <w:ind w:left="360"/>
      </w:pPr>
      <w:r>
        <w:t xml:space="preserve">1 </w:t>
      </w:r>
      <w:r w:rsidRPr="00E67967">
        <w:t xml:space="preserve">x </w:t>
      </w:r>
      <w:r>
        <w:t xml:space="preserve">CD DPS, PDPS,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 xml:space="preserve"> opatřené digitálními podpisy (o</w:t>
      </w:r>
      <w:r w:rsidRPr="00D5706A">
        <w:t xml:space="preserve">věření dokumentů </w:t>
      </w:r>
      <w:r>
        <w:t>v souladu s autorizačním zákonem).</w:t>
      </w:r>
    </w:p>
    <w:p w14:paraId="5EF9894B" w14:textId="77777777" w:rsidR="0006719F" w:rsidRDefault="0006719F" w:rsidP="009E089F">
      <w:pPr>
        <w:pStyle w:val="Textdopisu"/>
      </w:pPr>
    </w:p>
    <w:p w14:paraId="5BF8B041" w14:textId="77777777" w:rsidR="00AD675A" w:rsidRDefault="000709D6" w:rsidP="009E089F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57259B15" w:rsidR="00AD675A" w:rsidRDefault="00AD675A" w:rsidP="00EE4D35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</w:t>
      </w:r>
      <w:r w:rsidR="00CD40CF">
        <w:t>,</w:t>
      </w:r>
      <w:r w:rsidRPr="00E67967">
        <w:t xml:space="preserve"> o cenách ve výši:</w:t>
      </w:r>
      <w:r w:rsidR="007B696B" w:rsidRPr="007B696B">
        <w:rPr>
          <w:bCs/>
          <w:szCs w:val="24"/>
        </w:rPr>
        <w:t xml:space="preserve"> </w:t>
      </w:r>
    </w:p>
    <w:p w14:paraId="305A7382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1637"/>
        <w:gridCol w:w="1214"/>
        <w:gridCol w:w="1798"/>
      </w:tblGrid>
      <w:tr w:rsidR="0025120C" w:rsidRPr="0025120C" w14:paraId="073F17EA" w14:textId="77777777" w:rsidTr="0025120C">
        <w:trPr>
          <w:trHeight w:val="679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3B80F" w14:textId="77777777" w:rsidR="0025120C" w:rsidRPr="0025120C" w:rsidRDefault="0025120C" w:rsidP="009E089F"/>
          <w:p w14:paraId="6508F110" w14:textId="16941CB6" w:rsidR="0025120C" w:rsidRPr="0025120C" w:rsidRDefault="0025120C" w:rsidP="009E089F">
            <w:r w:rsidRPr="0025120C">
              <w:t>Jednotlivé stupně/části PD: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4D5F2" w14:textId="77777777" w:rsidR="0025120C" w:rsidRPr="0025120C" w:rsidRDefault="0025120C" w:rsidP="009E089F"/>
          <w:p w14:paraId="7160644D" w14:textId="77777777" w:rsidR="0025120C" w:rsidRPr="0025120C" w:rsidRDefault="0025120C" w:rsidP="009E089F">
            <w:r w:rsidRPr="0025120C">
              <w:t>Cena bez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F4D171" w14:textId="77777777" w:rsidR="0025120C" w:rsidRPr="0025120C" w:rsidRDefault="0025120C" w:rsidP="009E089F"/>
          <w:p w14:paraId="60138C14" w14:textId="77777777" w:rsidR="0025120C" w:rsidRPr="0025120C" w:rsidRDefault="0025120C" w:rsidP="009E089F">
            <w:r w:rsidRPr="0025120C">
              <w:t>DPH 21 %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1C5A9" w14:textId="77777777" w:rsidR="0025120C" w:rsidRPr="0025120C" w:rsidRDefault="0025120C" w:rsidP="009E089F"/>
          <w:p w14:paraId="1E38E1E7" w14:textId="77777777" w:rsidR="0025120C" w:rsidRPr="0025120C" w:rsidRDefault="0025120C" w:rsidP="009E089F">
            <w:r w:rsidRPr="0025120C">
              <w:t>Cena vč. DPH</w:t>
            </w:r>
          </w:p>
        </w:tc>
      </w:tr>
      <w:tr w:rsidR="0025120C" w:rsidRPr="0025120C" w14:paraId="39B2859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19F1" w14:textId="67329D88" w:rsidR="0025120C" w:rsidRPr="0025120C" w:rsidRDefault="001B71F5" w:rsidP="001B71F5">
            <w:r w:rsidRPr="00EE3AE6">
              <w:t xml:space="preserve">Geodetické </w:t>
            </w:r>
            <w:r>
              <w:t>zaměření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bookmarkStart w:id="11" w:name="_GoBack"/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bookmarkEnd w:id="11"/>
            <w:r w:rsidRPr="0025120C"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48A18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C0AF8A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633F" w14:textId="20FB6E60" w:rsidR="00725AF1" w:rsidRPr="0025120C" w:rsidRDefault="001B71F5" w:rsidP="009E089F">
            <w:r w:rsidRPr="0025120C">
              <w:t xml:space="preserve">Inženýrská činnost, průzkumy, posudky, výpočty </w:t>
            </w:r>
            <w:r>
              <w:t>atd.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73D75" w14:textId="795FAF4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D759C" w14:textId="66D48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5E625" w14:textId="0260BB70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25163C1B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1D7D" w14:textId="6C61A46C" w:rsidR="00725AF1" w:rsidRPr="0025120C" w:rsidRDefault="001B71F5" w:rsidP="001B71F5">
            <w:r>
              <w:t>Architektonicko-</w:t>
            </w:r>
            <w:r w:rsidR="00725AF1">
              <w:t xml:space="preserve">stavební řešení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70A0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831D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CDEA6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0252318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BEC85" w14:textId="5EBF036C" w:rsidR="00725AF1" w:rsidRDefault="00725AF1" w:rsidP="009E089F">
            <w:r>
              <w:t>Stavebně konstrukční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6703" w14:textId="5D50C7F2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683" w14:textId="7F138778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110C3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7A2CE09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EFBF0D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38E4568A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C6EA8" w14:textId="60F32F82" w:rsidR="00725AF1" w:rsidRDefault="00725AF1" w:rsidP="009E089F">
            <w:r>
              <w:t>Elektroinstalace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E1585" w14:textId="26B0828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C7E22" w14:textId="5C8B68B3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D112" w14:textId="6B3C930F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546BC7F9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2084F" w14:textId="6C726FEE" w:rsidR="00725AF1" w:rsidRDefault="00725AF1" w:rsidP="009E089F">
            <w:r>
              <w:t>Slaboproud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5AAE6" w14:textId="0DE2A635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9F81E" w14:textId="4B0EE73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08A70" w14:textId="15C81586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473FC68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DB140" w14:textId="78EDC72E" w:rsidR="00725AF1" w:rsidRDefault="00725AF1" w:rsidP="001B71F5">
            <w:r>
              <w:t>Zdravotechnika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5E042" w14:textId="37EE7D8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0F0E" w14:textId="5352D20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36614" w14:textId="2B502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1B71F5" w:rsidRPr="0025120C" w14:paraId="1F3E2AB1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603E" w14:textId="0DB9F295" w:rsidR="001B71F5" w:rsidRDefault="001B71F5" w:rsidP="001B71F5">
            <w:r>
              <w:t>Kanalizace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CD589" w14:textId="77777777" w:rsidR="001B71F5" w:rsidRPr="0025120C" w:rsidRDefault="001B71F5" w:rsidP="009E089F">
            <w:pPr>
              <w:jc w:val="center"/>
              <w:rPr>
                <w:highlight w:val="lightGray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8A649" w14:textId="77777777" w:rsidR="001B71F5" w:rsidRPr="0025120C" w:rsidRDefault="001B71F5" w:rsidP="009E089F">
            <w:pPr>
              <w:jc w:val="center"/>
              <w:rPr>
                <w:highlight w:val="lightGray"/>
              </w:rPr>
            </w:pP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01D3A" w14:textId="77777777" w:rsidR="001B71F5" w:rsidRPr="0025120C" w:rsidRDefault="001B71F5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7B487DFC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C70D" w14:textId="319BE4CB" w:rsidR="00725AF1" w:rsidRDefault="001B71F5" w:rsidP="009E089F">
            <w:r w:rsidRPr="008840E3">
              <w:t>Požárně bezpečností řešení</w:t>
            </w:r>
            <w:r>
              <w:t xml:space="preserve"> stavby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3276" w14:textId="3D09C08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B2B5" w14:textId="3A2C14B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59B6D" w14:textId="4823C596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AF93077" w14:textId="77777777" w:rsidTr="0025120C">
        <w:trPr>
          <w:trHeight w:val="643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60FAF" w14:textId="394B8ECF" w:rsidR="00725AF1" w:rsidRDefault="001B71F5" w:rsidP="009E089F">
            <w:r>
              <w:t>Dopravní řešení stavby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47089" w14:textId="52F199CD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E07F1" w14:textId="19A61E8C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EA8DE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22D1157B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0043900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265C719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9B51" w14:textId="0B40F346" w:rsidR="00725AF1" w:rsidRPr="0025120C" w:rsidRDefault="00725AF1" w:rsidP="001B71F5">
            <w:pPr>
              <w:rPr>
                <w:sz w:val="24"/>
                <w:szCs w:val="24"/>
              </w:rPr>
            </w:pPr>
            <w:r w:rsidRPr="0025120C">
              <w:t xml:space="preserve">Dokumentace pro vydání </w:t>
            </w:r>
            <w:r w:rsidR="004E72A6">
              <w:t>povolení záměru DP</w:t>
            </w:r>
            <w:r w:rsidR="001B71F5">
              <w:t>S</w:t>
            </w:r>
            <w:r w:rsidR="004E72A6">
              <w:t xml:space="preserve"> </w:t>
            </w:r>
            <w:r>
              <w:t xml:space="preserve"> vč. z</w:t>
            </w:r>
            <w:r w:rsidRPr="0025120C">
              <w:t>ajištění kladných stanovisek o</w:t>
            </w:r>
            <w:r w:rsidR="004E72A6">
              <w:t>rgánů a organizací dotčených pro povolení záměru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F658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52CB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9B026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0333076C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7B06D42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259AE1B0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B65F3" w14:textId="0EEB7B69" w:rsidR="00725AF1" w:rsidRPr="0025120C" w:rsidRDefault="00725AF1" w:rsidP="009E089F">
            <w:r w:rsidRPr="0025120C">
              <w:t>Projektová dokumentace pro provádění stavby</w:t>
            </w:r>
            <w:r w:rsidRPr="0025120C">
              <w:rPr>
                <w:b/>
              </w:rPr>
              <w:t xml:space="preserve"> </w:t>
            </w:r>
            <w:r w:rsidRPr="0025120C">
              <w:t>PDPS, včetně konečného položkového rozpočtu stavby a soupisu prací s výkazem výměr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2CA69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BDB4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861C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6884D66F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0D5BC" w14:textId="7A4A0F24" w:rsidR="00725AF1" w:rsidRPr="0025120C" w:rsidRDefault="00725AF1" w:rsidP="001B71F5">
            <w:pPr>
              <w:rPr>
                <w:highlight w:val="yellow"/>
              </w:rPr>
            </w:pPr>
            <w:r w:rsidRPr="009142EA">
              <w:t xml:space="preserve">Cena za autorský dozor </w:t>
            </w:r>
            <w:r>
              <w:t xml:space="preserve"> – cena maximální, viz odst. 3.03. </w:t>
            </w:r>
            <w:r w:rsidR="001B71F5">
              <w:t>c</w:t>
            </w:r>
            <w:r>
              <w:t>) a 4.03. (8 x účast na KD + 20 h AD v kanceláři)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45B0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D056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C5C11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2A186CE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4DA5" w14:textId="77777777" w:rsidR="00725AF1" w:rsidRPr="0025120C" w:rsidRDefault="00725AF1" w:rsidP="009E089F">
            <w:r w:rsidRPr="0025120C">
              <w:t>Celková cena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68D4F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7C56D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DA325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</w:tbl>
    <w:p w14:paraId="5CECF738" w14:textId="77777777" w:rsidR="00210F53" w:rsidRDefault="00210F53" w:rsidP="009E089F">
      <w:pPr>
        <w:pStyle w:val="Textkomente"/>
      </w:pPr>
    </w:p>
    <w:p w14:paraId="72E64C73" w14:textId="77777777" w:rsidR="00293E98" w:rsidRDefault="00293E98" w:rsidP="009E089F">
      <w:pPr>
        <w:pStyle w:val="Textkomente"/>
      </w:pPr>
    </w:p>
    <w:p w14:paraId="080FBB83" w14:textId="7F2A07CF" w:rsidR="00293E98" w:rsidRDefault="003017DF" w:rsidP="009E089F">
      <w:pPr>
        <w:pStyle w:val="Textkomente"/>
        <w:rPr>
          <w:rFonts w:cs="Arial"/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lastRenderedPageBreak/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</w:p>
    <w:p w14:paraId="09D516EF" w14:textId="5E993B13" w:rsidR="009D78E0" w:rsidRDefault="009D78E0" w:rsidP="009E089F">
      <w:pPr>
        <w:pStyle w:val="Textkomente"/>
        <w:rPr>
          <w:b/>
        </w:rPr>
      </w:pPr>
      <w:r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Pr="00316933">
        <w:rPr>
          <w:b/>
        </w:rPr>
        <w:t xml:space="preserve"> během zpracování díla dojít ke změnám vlivem rozhodnutí objednatele, tyto změny nepřesáhnou 10</w:t>
      </w:r>
      <w:r w:rsidR="008B4E2E">
        <w:rPr>
          <w:b/>
        </w:rPr>
        <w:t xml:space="preserve"> </w:t>
      </w:r>
      <w:r w:rsidRPr="00316933">
        <w:rPr>
          <w:b/>
        </w:rPr>
        <w:t xml:space="preserve">% </w:t>
      </w:r>
      <w:r w:rsidR="008B4E2E">
        <w:rPr>
          <w:b/>
        </w:rPr>
        <w:t xml:space="preserve">projekčního </w:t>
      </w:r>
      <w:r w:rsidRPr="008B4E2E">
        <w:rPr>
          <w:b/>
        </w:rPr>
        <w:t>rozsahu příslušného stupně PD.</w:t>
      </w:r>
    </w:p>
    <w:p w14:paraId="34A32C46" w14:textId="5E491C4E" w:rsidR="00293E98" w:rsidRPr="00E67967" w:rsidRDefault="00293E98" w:rsidP="00293E98">
      <w:pPr>
        <w:pStyle w:val="Nadpis2"/>
        <w:keepNext/>
        <w:tabs>
          <w:tab w:val="clear" w:pos="3969"/>
          <w:tab w:val="left" w:pos="3402"/>
        </w:tabs>
        <w:spacing w:before="120"/>
      </w:pPr>
      <w:r w:rsidRPr="00E67967">
        <w:t xml:space="preserve">Dohodnutá cena za </w:t>
      </w:r>
      <w:r>
        <w:t>provedení</w:t>
      </w:r>
      <w:r w:rsidRPr="00E67967">
        <w:t xml:space="preserve"> díla bude fakturována </w:t>
      </w:r>
      <w:r>
        <w:t xml:space="preserve">po splnění a předání </w:t>
      </w:r>
      <w:r w:rsidRPr="00E67967">
        <w:t>část</w:t>
      </w:r>
      <w:r>
        <w:t>í</w:t>
      </w:r>
      <w:r w:rsidRPr="00E67967">
        <w:t xml:space="preserve"> </w:t>
      </w:r>
      <w:r>
        <w:t xml:space="preserve">(stupňů) </w:t>
      </w:r>
      <w:r w:rsidRPr="00E67967">
        <w:t>předmětu smlouvy</w:t>
      </w:r>
      <w:r>
        <w:t xml:space="preserve"> se všemi náležitostmi v termínech uvedených v čl. 5 odst. 5.01.1., 5.01.3. a 5.01.4</w:t>
      </w:r>
      <w:r w:rsidRPr="00E67967">
        <w:t>.</w:t>
      </w:r>
    </w:p>
    <w:p w14:paraId="1D183205" w14:textId="159DE49C" w:rsidR="00441305" w:rsidRDefault="00C674BF" w:rsidP="00EE4D35">
      <w:pPr>
        <w:pStyle w:val="Nadpis2"/>
        <w:rPr>
          <w:rStyle w:val="cena"/>
          <w:b w:val="0"/>
          <w:sz w:val="20"/>
        </w:rPr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>Hodinová sazba AD za práce 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63618BCD" w14:textId="77777777" w:rsidR="005477C4" w:rsidRPr="005477C4" w:rsidRDefault="005477C4" w:rsidP="005477C4"/>
    <w:p w14:paraId="4443A48F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720CEB5F" w14:textId="4E5ED166" w:rsidR="003017DF" w:rsidRPr="00E67967" w:rsidRDefault="00293E98" w:rsidP="009E089F">
      <w:r w:rsidRPr="00E67967">
        <w:t>Podkladem pro úhradu ceny za dílo bude vždy faktura vy</w:t>
      </w:r>
      <w:r>
        <w:t>stavená zhotovitelem se všemi náležitostmi v termínech uvedených v čl. 4 odst. 4.02.  smlouvy.</w:t>
      </w:r>
      <w:r w:rsidRPr="00E67967">
        <w:t xml:space="preserve">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</w:t>
      </w:r>
      <w:r>
        <w:t xml:space="preserve"> </w:t>
      </w:r>
      <w:r w:rsidR="00056EEE">
        <w:t>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293E98">
      <w:pPr>
        <w:pStyle w:val="Zkladntext"/>
        <w:numPr>
          <w:ilvl w:val="0"/>
          <w:numId w:val="32"/>
        </w:numPr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583C0AEA" w:rsidR="003017DF" w:rsidRPr="00E67967" w:rsidRDefault="003017DF" w:rsidP="00293E98">
      <w:pPr>
        <w:pStyle w:val="Zkladntext"/>
        <w:numPr>
          <w:ilvl w:val="0"/>
          <w:numId w:val="32"/>
        </w:numPr>
      </w:pPr>
      <w:r w:rsidRPr="00E67967">
        <w:t xml:space="preserve">Faktura musí obsahovat veškeré náležitosti předepsané </w:t>
      </w:r>
      <w:r w:rsidR="00CC4C37">
        <w:t xml:space="preserve">ust. </w:t>
      </w:r>
      <w:r w:rsidRPr="00E67967">
        <w:t>§</w:t>
      </w:r>
      <w:r w:rsidR="00EB4491">
        <w:t xml:space="preserve"> </w:t>
      </w:r>
      <w:r w:rsidRPr="00E67967">
        <w:t xml:space="preserve">28 zákona </w:t>
      </w:r>
      <w:r w:rsidR="00CC4C37">
        <w:t xml:space="preserve">č. </w:t>
      </w:r>
      <w:r w:rsidRPr="00E67967">
        <w:t>235/2004 Sb.</w:t>
      </w:r>
      <w:r w:rsidR="00CC4C37">
        <w:t>, o dani z přidané hodnoty,</w:t>
      </w:r>
      <w:r w:rsidRPr="00E67967">
        <w:t xml:space="preserve"> tak, aby bylo naprosto zřejmé, že slouží rovněž pro daňové účely.</w:t>
      </w:r>
    </w:p>
    <w:p w14:paraId="69A84089" w14:textId="77777777" w:rsidR="003017DF" w:rsidRPr="00E67967" w:rsidRDefault="003017DF" w:rsidP="00293E98">
      <w:pPr>
        <w:pStyle w:val="Zkladntext"/>
        <w:numPr>
          <w:ilvl w:val="0"/>
          <w:numId w:val="32"/>
        </w:numPr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293E98">
      <w:pPr>
        <w:pStyle w:val="Zkladntext"/>
        <w:numPr>
          <w:ilvl w:val="0"/>
          <w:numId w:val="32"/>
        </w:numPr>
      </w:pPr>
      <w:r w:rsidRPr="00E67967">
        <w:t>Platby budou provedeny v tuzemské měně (v Kč)</w:t>
      </w:r>
    </w:p>
    <w:p w14:paraId="59ED2DD9" w14:textId="77777777" w:rsidR="003017DF" w:rsidRPr="00E67967" w:rsidRDefault="00693CEF" w:rsidP="009E089F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40F2A1B8" w14:textId="77777777" w:rsidR="00014176" w:rsidRDefault="00014176" w:rsidP="009E089F"/>
    <w:p w14:paraId="132073CE" w14:textId="0674E14E" w:rsidR="005477C4" w:rsidRPr="00FE29F6" w:rsidRDefault="005477C4" w:rsidP="00783B97">
      <w:pPr>
        <w:ind w:left="6663" w:right="567" w:hanging="6663"/>
        <w:rPr>
          <w:b/>
        </w:rPr>
      </w:pPr>
      <w:r>
        <w:t>Předpokládaný termín zahájení:</w:t>
      </w:r>
      <w:r w:rsidRPr="00FE29F6">
        <w:tab/>
        <w:t>ihned po podpisu smlouvy</w:t>
      </w:r>
      <w:r w:rsidRPr="00FE29F6">
        <w:rPr>
          <w:b/>
        </w:rPr>
        <w:t xml:space="preserve"> </w:t>
      </w:r>
      <w:r w:rsidR="00783B97">
        <w:rPr>
          <w:b/>
        </w:rPr>
        <w:t xml:space="preserve">     </w:t>
      </w:r>
      <w:r w:rsidRPr="005477C4">
        <w:rPr>
          <w:b/>
        </w:rPr>
        <w:t xml:space="preserve">(předpoklad </w:t>
      </w:r>
      <w:r w:rsidR="00783B97">
        <w:rPr>
          <w:b/>
        </w:rPr>
        <w:t>14</w:t>
      </w:r>
      <w:r w:rsidRPr="005477C4">
        <w:rPr>
          <w:b/>
        </w:rPr>
        <w:t>.03.2025)</w:t>
      </w:r>
      <w:r w:rsidRPr="00FE29F6">
        <w:rPr>
          <w:b/>
        </w:rPr>
        <w:t xml:space="preserve">          </w:t>
      </w:r>
    </w:p>
    <w:p w14:paraId="5F0750D8" w14:textId="77777777" w:rsidR="005477C4" w:rsidRDefault="005477C4" w:rsidP="005477C4">
      <w:pPr>
        <w:ind w:left="5664" w:hanging="5664"/>
        <w:rPr>
          <w:b/>
        </w:rPr>
      </w:pPr>
    </w:p>
    <w:p w14:paraId="36B55259" w14:textId="78B7F8BD" w:rsidR="005477C4" w:rsidRDefault="00293E98" w:rsidP="005477C4">
      <w:pPr>
        <w:ind w:left="5664" w:hanging="5664"/>
        <w:rPr>
          <w:b/>
        </w:rPr>
      </w:pPr>
      <w:r>
        <w:t xml:space="preserve">5.01.1. </w:t>
      </w:r>
      <w:r w:rsidR="005477C4" w:rsidRPr="00FE29F6">
        <w:t>Geodetické zaměření</w:t>
      </w:r>
      <w:r w:rsidR="005477C4">
        <w:t>, podklady pro zahájení PD</w:t>
      </w:r>
      <w:r w:rsidR="005477C4" w:rsidRPr="00FE29F6">
        <w:tab/>
      </w:r>
      <w:r w:rsidR="005477C4" w:rsidRPr="00FE29F6">
        <w:tab/>
      </w:r>
      <w:r>
        <w:tab/>
      </w:r>
      <w:r>
        <w:tab/>
      </w:r>
      <w:r w:rsidR="005477C4" w:rsidRPr="00FE29F6">
        <w:t xml:space="preserve">do </w:t>
      </w:r>
      <w:r w:rsidR="005477C4">
        <w:t>09.05.2025</w:t>
      </w:r>
    </w:p>
    <w:p w14:paraId="6524FF0A" w14:textId="77777777" w:rsidR="005477C4" w:rsidRPr="00FE29F6" w:rsidRDefault="005477C4" w:rsidP="005477C4">
      <w:pPr>
        <w:ind w:left="5664" w:hanging="5664"/>
        <w:rPr>
          <w:b/>
        </w:rPr>
      </w:pPr>
    </w:p>
    <w:p w14:paraId="57591340" w14:textId="17631314" w:rsidR="005477C4" w:rsidRDefault="00293E98" w:rsidP="005477C4">
      <w:pPr>
        <w:pStyle w:val="Default"/>
        <w:jc w:val="both"/>
        <w:rPr>
          <w:sz w:val="20"/>
          <w:szCs w:val="20"/>
        </w:rPr>
      </w:pPr>
      <w:r w:rsidRPr="00293E98">
        <w:rPr>
          <w:rFonts w:cs="Times New Roman"/>
          <w:color w:val="auto"/>
          <w:sz w:val="20"/>
        </w:rPr>
        <w:t>5.01.</w:t>
      </w:r>
      <w:r>
        <w:rPr>
          <w:rFonts w:cs="Times New Roman"/>
          <w:color w:val="auto"/>
          <w:sz w:val="20"/>
        </w:rPr>
        <w:t>2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Projektová dokumentace DP</w:t>
      </w:r>
      <w:r w:rsidR="005477C4">
        <w:rPr>
          <w:rFonts w:cs="Times New Roman"/>
          <w:color w:val="auto"/>
          <w:sz w:val="20"/>
        </w:rPr>
        <w:t>S</w:t>
      </w:r>
      <w:r w:rsidR="005477C4" w:rsidRPr="00FE29F6">
        <w:rPr>
          <w:rFonts w:cs="Times New Roman"/>
          <w:color w:val="auto"/>
          <w:sz w:val="20"/>
        </w:rPr>
        <w:t xml:space="preserve"> bez dokladové části</w:t>
      </w:r>
      <w:r w:rsidR="005477C4">
        <w:rPr>
          <w:rFonts w:cs="Times New Roman"/>
          <w:color w:val="auto"/>
          <w:sz w:val="20"/>
        </w:rPr>
        <w:tab/>
      </w:r>
      <w:r w:rsidR="005477C4">
        <w:rPr>
          <w:rFonts w:cs="Times New Roman"/>
          <w:color w:val="auto"/>
          <w:sz w:val="20"/>
        </w:rPr>
        <w:tab/>
      </w:r>
      <w:r>
        <w:rPr>
          <w:rFonts w:cs="Times New Roman"/>
          <w:color w:val="auto"/>
          <w:sz w:val="20"/>
        </w:rPr>
        <w:tab/>
      </w:r>
      <w:r>
        <w:rPr>
          <w:rFonts w:cs="Times New Roman"/>
          <w:color w:val="auto"/>
          <w:sz w:val="20"/>
        </w:rPr>
        <w:tab/>
      </w:r>
      <w:r w:rsidR="005477C4" w:rsidRPr="00D25139">
        <w:rPr>
          <w:sz w:val="20"/>
          <w:szCs w:val="20"/>
        </w:rPr>
        <w:t xml:space="preserve">do </w:t>
      </w:r>
      <w:r w:rsidR="005477C4">
        <w:rPr>
          <w:sz w:val="20"/>
          <w:szCs w:val="20"/>
        </w:rPr>
        <w:t>01.09.2025</w:t>
      </w:r>
    </w:p>
    <w:p w14:paraId="0F445851" w14:textId="77777777" w:rsidR="005477C4" w:rsidRDefault="005477C4" w:rsidP="005477C4">
      <w:pPr>
        <w:pStyle w:val="Default"/>
        <w:jc w:val="both"/>
        <w:rPr>
          <w:sz w:val="20"/>
          <w:szCs w:val="20"/>
        </w:rPr>
      </w:pPr>
    </w:p>
    <w:p w14:paraId="4BFCDBA4" w14:textId="127BAA42" w:rsidR="005477C4" w:rsidRDefault="00293E98" w:rsidP="005477C4">
      <w:pPr>
        <w:pStyle w:val="Default"/>
        <w:jc w:val="both"/>
        <w:rPr>
          <w:rFonts w:cs="Times New Roman"/>
          <w:color w:val="auto"/>
          <w:sz w:val="20"/>
        </w:rPr>
      </w:pPr>
      <w:r w:rsidRPr="00293E98">
        <w:rPr>
          <w:rFonts w:cs="Times New Roman"/>
          <w:color w:val="auto"/>
          <w:sz w:val="20"/>
        </w:rPr>
        <w:t>5.01.</w:t>
      </w:r>
      <w:r>
        <w:rPr>
          <w:rFonts w:cs="Times New Roman"/>
          <w:color w:val="auto"/>
          <w:sz w:val="20"/>
        </w:rPr>
        <w:t>3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Dokumentace pro povolení záměru vč. dokladové část</w:t>
      </w:r>
      <w:r w:rsidR="00CC4C37">
        <w:rPr>
          <w:rFonts w:cs="Times New Roman"/>
          <w:color w:val="auto"/>
          <w:sz w:val="20"/>
        </w:rPr>
        <w:t>i</w:t>
      </w:r>
      <w:r w:rsidR="005477C4">
        <w:rPr>
          <w:rFonts w:cs="Times New Roman"/>
          <w:color w:val="auto"/>
          <w:sz w:val="20"/>
        </w:rPr>
        <w:t>,</w:t>
      </w:r>
    </w:p>
    <w:p w14:paraId="3E82EF9B" w14:textId="76178FE3" w:rsidR="005477C4" w:rsidRDefault="005477C4" w:rsidP="005477C4">
      <w:pPr>
        <w:pStyle w:val="Default"/>
        <w:jc w:val="both"/>
        <w:rPr>
          <w:sz w:val="20"/>
          <w:szCs w:val="20"/>
        </w:rPr>
      </w:pPr>
      <w:r w:rsidRPr="00FE29F6">
        <w:rPr>
          <w:rFonts w:cs="Times New Roman"/>
          <w:color w:val="auto"/>
          <w:sz w:val="20"/>
        </w:rPr>
        <w:t>inženýrská či</w:t>
      </w:r>
      <w:r>
        <w:rPr>
          <w:rFonts w:cs="Times New Roman"/>
          <w:color w:val="auto"/>
          <w:sz w:val="20"/>
        </w:rPr>
        <w:t>nnost atd.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Pr="00D25139">
        <w:rPr>
          <w:sz w:val="20"/>
          <w:szCs w:val="20"/>
        </w:rPr>
        <w:t xml:space="preserve">do </w:t>
      </w:r>
      <w:r>
        <w:rPr>
          <w:sz w:val="20"/>
          <w:szCs w:val="20"/>
        </w:rPr>
        <w:t>03.11.2025</w:t>
      </w:r>
    </w:p>
    <w:p w14:paraId="402EDCA8" w14:textId="77777777" w:rsidR="005477C4" w:rsidRDefault="005477C4" w:rsidP="005477C4">
      <w:pPr>
        <w:pStyle w:val="Default"/>
        <w:jc w:val="both"/>
        <w:rPr>
          <w:sz w:val="20"/>
          <w:szCs w:val="20"/>
        </w:rPr>
      </w:pPr>
    </w:p>
    <w:p w14:paraId="60D40095" w14:textId="38E62D41" w:rsidR="005477C4" w:rsidRPr="00FE29F6" w:rsidRDefault="00293E98" w:rsidP="005477C4">
      <w:pPr>
        <w:pStyle w:val="Default"/>
        <w:jc w:val="both"/>
        <w:rPr>
          <w:rFonts w:cs="Times New Roman"/>
          <w:color w:val="auto"/>
          <w:sz w:val="20"/>
        </w:rPr>
      </w:pPr>
      <w:r w:rsidRPr="00293E98">
        <w:rPr>
          <w:rFonts w:cs="Times New Roman"/>
          <w:color w:val="auto"/>
          <w:sz w:val="20"/>
        </w:rPr>
        <w:t>5.01.</w:t>
      </w:r>
      <w:r>
        <w:rPr>
          <w:rFonts w:cs="Times New Roman"/>
          <w:color w:val="auto"/>
          <w:sz w:val="20"/>
        </w:rPr>
        <w:t>4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Projektová dokumentace PDPS</w:t>
      </w:r>
      <w:r w:rsidR="005477C4">
        <w:rPr>
          <w:rFonts w:cs="Times New Roman"/>
          <w:color w:val="auto"/>
          <w:sz w:val="20"/>
        </w:rPr>
        <w:t xml:space="preserve"> vč.</w:t>
      </w:r>
      <w:r w:rsidR="005477C4" w:rsidRPr="00FE29F6">
        <w:rPr>
          <w:rFonts w:cs="Times New Roman"/>
          <w:color w:val="auto"/>
          <w:sz w:val="20"/>
        </w:rPr>
        <w:t xml:space="preserve"> konečného položkového</w:t>
      </w:r>
    </w:p>
    <w:p w14:paraId="40272F04" w14:textId="4030978C" w:rsidR="005477C4" w:rsidRDefault="005477C4" w:rsidP="005477C4">
      <w:pPr>
        <w:pStyle w:val="Default"/>
        <w:jc w:val="both"/>
        <w:rPr>
          <w:sz w:val="20"/>
          <w:szCs w:val="20"/>
        </w:rPr>
      </w:pPr>
      <w:r w:rsidRPr="00FE29F6">
        <w:rPr>
          <w:rFonts w:cs="Times New Roman"/>
          <w:color w:val="auto"/>
          <w:sz w:val="20"/>
        </w:rPr>
        <w:t>rozpočtu stavby, soupisu prací s výkazem výměr SP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Pr="00D25139">
        <w:rPr>
          <w:sz w:val="20"/>
          <w:szCs w:val="20"/>
        </w:rPr>
        <w:t xml:space="preserve">do </w:t>
      </w:r>
      <w:r>
        <w:rPr>
          <w:sz w:val="20"/>
          <w:szCs w:val="20"/>
        </w:rPr>
        <w:t>27.02.2026</w:t>
      </w:r>
    </w:p>
    <w:p w14:paraId="61222949" w14:textId="77777777" w:rsidR="00151764" w:rsidRDefault="00151764" w:rsidP="009E089F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24FFAA03" w:rsidR="0098702C" w:rsidRPr="00EE4D35" w:rsidRDefault="0098702C" w:rsidP="00EE4D35">
      <w:pPr>
        <w:pStyle w:val="Nadpis2"/>
      </w:pPr>
      <w:r w:rsidRPr="00EE4D35">
        <w:t>Nedodržení doby plnění vč. dílčích termínů je považováno za podstatné porušení smlouvy.</w:t>
      </w:r>
    </w:p>
    <w:p w14:paraId="402E4095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9E089F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77DEA448" w14:textId="77777777" w:rsidR="003017DF" w:rsidRDefault="009142EA" w:rsidP="00EE4D35">
      <w:pPr>
        <w:pStyle w:val="Nadpis2"/>
        <w:numPr>
          <w:ilvl w:val="1"/>
          <w:numId w:val="4"/>
        </w:numPr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9E089F">
      <w:pPr>
        <w:pStyle w:val="Nadpis1"/>
      </w:pPr>
      <w:r w:rsidRPr="00E67967">
        <w:lastRenderedPageBreak/>
        <w:t>Výsledek činnosti</w:t>
      </w:r>
    </w:p>
    <w:p w14:paraId="52EB8930" w14:textId="425F2814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4A0E632E" w:rsidR="008A630A" w:rsidRPr="00E67967" w:rsidRDefault="008A630A" w:rsidP="009E089F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9E089F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9E089F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388811A7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5477C4">
        <w:t xml:space="preserve">ých dle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5477C4">
        <w:t xml:space="preserve"> </w:t>
      </w:r>
      <w:r w:rsidR="00162D01" w:rsidRPr="00EE4D35">
        <w:t xml:space="preserve">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338B4C4A" w:rsidR="003017DF" w:rsidRPr="00EE4D35" w:rsidRDefault="000F71BE" w:rsidP="00EE4D35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5477C4">
        <w:t xml:space="preserve"> 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0C203142" w:rsidR="00272278" w:rsidRPr="00EE4D35" w:rsidRDefault="00272278" w:rsidP="00EE4D35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07DA4871" w:rsidR="008C2EAE" w:rsidRPr="00EE4D35" w:rsidRDefault="008C2EAE" w:rsidP="00EE4D35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</w:t>
      </w:r>
      <w:r w:rsidR="00AF5535">
        <w:t>t</w:t>
      </w:r>
      <w:r w:rsidR="006E496F" w:rsidRPr="00EE4D35">
        <w:t>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3EBA0456" w:rsidR="003927EA" w:rsidRPr="00EE4D35" w:rsidRDefault="00E9095E" w:rsidP="00EE4D35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</w:t>
      </w:r>
      <w:r w:rsidR="00230D6B" w:rsidRPr="00293E98">
        <w:t>v</w:t>
      </w:r>
      <w:r w:rsidR="005F4D9C" w:rsidRPr="00293E98">
        <w:t> odst.</w:t>
      </w:r>
      <w:r w:rsidR="000D6273" w:rsidRPr="00293E98">
        <w:t xml:space="preserve"> 3</w:t>
      </w:r>
      <w:r w:rsidR="00230D6B" w:rsidRPr="00293E98">
        <w:t>.</w:t>
      </w:r>
      <w:r w:rsidR="00DC5195" w:rsidRPr="00293E98">
        <w:t>0</w:t>
      </w:r>
      <w:r w:rsidR="00293E98" w:rsidRPr="00293E98">
        <w:t>2</w:t>
      </w:r>
      <w:r w:rsidR="00230D6B" w:rsidRPr="00293E98">
        <w:t xml:space="preserve"> </w:t>
      </w:r>
      <w:r w:rsidR="003927EA" w:rsidRPr="00293E98">
        <w:t>a</w:t>
      </w:r>
      <w:r w:rsidR="003927EA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EE4D35">
      <w:pPr>
        <w:pStyle w:val="Nadpis2"/>
      </w:pPr>
      <w:r w:rsidRPr="00EE4D35"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EE4D35">
      <w:pPr>
        <w:pStyle w:val="Nadpis2"/>
        <w:numPr>
          <w:ilvl w:val="1"/>
          <w:numId w:val="4"/>
        </w:numPr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EE4D35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9E089F">
      <w:pPr>
        <w:pStyle w:val="Nadpis1"/>
      </w:pPr>
      <w:r w:rsidRPr="00E67967">
        <w:t>Dodací podmínky a další ujednání:</w:t>
      </w:r>
    </w:p>
    <w:p w14:paraId="1D991C86" w14:textId="3F35C054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smlouvy. </w:t>
      </w:r>
    </w:p>
    <w:p w14:paraId="15E7F475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EE4D35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6F560C22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lastRenderedPageBreak/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  smlouvu změnit a to formou písemného číslovaného dodatku</w:t>
      </w:r>
      <w:r w:rsidR="00032F7E" w:rsidRPr="00EE4D35">
        <w:t>.</w:t>
      </w:r>
      <w:r w:rsidR="00740E5D" w:rsidRPr="00EE4D35">
        <w:t xml:space="preserve"> Objednatel je oprávněn odstoupit od  smlouvy, pokud zhotovitel na změnu 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EE4D35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EE4D35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531C741A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 smlouvy.</w:t>
      </w:r>
    </w:p>
    <w:p w14:paraId="2778B36D" w14:textId="77777777" w:rsidR="003017DF" w:rsidRPr="00E67967" w:rsidRDefault="003017DF" w:rsidP="009E089F">
      <w:pPr>
        <w:pStyle w:val="Nadpis1"/>
      </w:pPr>
      <w:r w:rsidRPr="00E67967">
        <w:t>Záruční doba</w:t>
      </w:r>
    </w:p>
    <w:p w14:paraId="5C881ADD" w14:textId="4450FB0C" w:rsidR="00A869AE" w:rsidRPr="00EE4D35" w:rsidRDefault="00162D01" w:rsidP="00EE4D35">
      <w:pPr>
        <w:pStyle w:val="Nadpis2"/>
      </w:pPr>
      <w:r w:rsidRPr="00EE4D35">
        <w:t>Dílo má vady, jestliže jeho zhotovení neodpovídá 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 xml:space="preserve">, nezvolí-li objednatel přednostně jiný nárok podle </w:t>
      </w:r>
      <w:r w:rsidR="00DB55E5">
        <w:t xml:space="preserve">ust. </w:t>
      </w:r>
      <w:r w:rsidR="00453766" w:rsidRPr="00EE4D35">
        <w:t>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71BBDC9D" w:rsidR="00162D01" w:rsidRPr="00EE4D35" w:rsidRDefault="00162D01" w:rsidP="00EE4D35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5F9B6D49" w:rsidR="00C4319D" w:rsidRDefault="0063644A" w:rsidP="009E089F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</w:t>
      </w:r>
      <w:r w:rsidR="00293E98">
        <w:t>stavebníka</w:t>
      </w:r>
      <w:r>
        <w:t xml:space="preserve"> (dále jen </w:t>
      </w:r>
      <w:r w:rsidR="003512DB">
        <w:t>„</w:t>
      </w:r>
      <w:r>
        <w:t>TD</w:t>
      </w:r>
      <w:r w:rsidR="00293E98">
        <w:t>S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</w:t>
      </w:r>
      <w:r w:rsidR="005026B3">
        <w:t>-</w:t>
      </w:r>
      <w:r>
        <w:t>mailem projektantovi nebo zápisem do zápisu z KD v případě účasti projektanta na KD.</w:t>
      </w:r>
    </w:p>
    <w:p w14:paraId="6FFA813E" w14:textId="77777777" w:rsidR="003017DF" w:rsidRPr="00E67967" w:rsidRDefault="003017DF" w:rsidP="009E089F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EE4D35">
      <w:pPr>
        <w:pStyle w:val="Nadpis2"/>
      </w:pPr>
      <w:r w:rsidRPr="00EE4D35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9E089F">
      <w:r w:rsidRPr="00EE4D35"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68BC72DE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 xml:space="preserve">i ručitele dle </w:t>
      </w:r>
      <w:r w:rsidR="005026B3">
        <w:t xml:space="preserve">ust. </w:t>
      </w:r>
      <w:r w:rsidR="00A55A1F" w:rsidRPr="00EE4D35">
        <w:t>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4F0B6A65" w:rsidR="006124D5" w:rsidRPr="00EE4D35" w:rsidRDefault="005026B3" w:rsidP="00EE4D35">
      <w:pPr>
        <w:pStyle w:val="Nadpis2"/>
        <w:rPr>
          <w:b/>
        </w:rPr>
      </w:pPr>
      <w:r>
        <w:lastRenderedPageBreak/>
        <w:t>S</w:t>
      </w:r>
      <w:r w:rsidR="006124D5" w:rsidRPr="00EE4D35">
        <w:t>mlouva bude zveřejněna objednatelem v registru smluv podle zákona č. 340/2015 Sb., o</w:t>
      </w:r>
      <w:r w:rsidR="00903CE3" w:rsidRPr="00EE4D35">
        <w:t> </w:t>
      </w:r>
      <w:r w:rsidR="006124D5" w:rsidRPr="00EE4D35">
        <w:t>zvláštních podmínkách účinnosti některých smluv, uveřejňování těchto smluv a o registru smluv</w:t>
      </w:r>
      <w:r w:rsidR="006124D5">
        <w:t xml:space="preserve"> </w:t>
      </w:r>
      <w:r w:rsidR="006124D5" w:rsidRPr="00EE4D35">
        <w:rPr>
          <w:b/>
        </w:rPr>
        <w:t>(zákon o</w:t>
      </w:r>
      <w:r w:rsidR="006C4B7F" w:rsidRPr="00EE4D35">
        <w:rPr>
          <w:b/>
        </w:rPr>
        <w:t> </w:t>
      </w:r>
      <w:r w:rsidR="006124D5"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="006124D5"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77777777" w:rsidR="00011162" w:rsidRPr="00EE4D35" w:rsidRDefault="00011162" w:rsidP="00EE4D35">
      <w:pPr>
        <w:pStyle w:val="Nadpis2"/>
      </w:pPr>
      <w:r w:rsidRPr="00EE4D35">
        <w:t xml:space="preserve">Smlouva je vyhotovena ve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stejnopisech s platností originálu, z nichž 2 obdrží objednatel a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zhotovitel.</w:t>
      </w:r>
    </w:p>
    <w:p w14:paraId="50E84F24" w14:textId="77777777" w:rsidR="00011162" w:rsidRPr="00EE4D35" w:rsidRDefault="00011162" w:rsidP="00EE4D35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9E089F"/>
    <w:p w14:paraId="22DF91F7" w14:textId="77777777" w:rsidR="007A3FFA" w:rsidRDefault="007A3FFA" w:rsidP="009E08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9E089F"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9E089F"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7777777" w:rsidR="00C17752" w:rsidRPr="00E67967" w:rsidRDefault="00C17752" w:rsidP="009E089F">
            <w:pPr>
              <w:pStyle w:val="Zkladntext"/>
            </w:pPr>
            <w:r w:rsidRPr="00E67967">
              <w:tab/>
            </w:r>
            <w:r w:rsidRPr="00E67967">
              <w:tab/>
            </w:r>
            <w:r w:rsidRPr="00E67967">
              <w:tab/>
            </w:r>
            <w:r w:rsidRPr="00E67967">
              <w:tab/>
            </w:r>
            <w:r w:rsidR="00337DC9">
              <w:t>xx</w:t>
            </w:r>
            <w:r w:rsidRPr="00E67967">
              <w:t xml:space="preserve">. schůze konaná dne  </w:t>
            </w:r>
            <w:r w:rsidR="00337DC9">
              <w:t>xxx</w:t>
            </w:r>
          </w:p>
          <w:p w14:paraId="2CDDAD07" w14:textId="77777777" w:rsidR="00C17752" w:rsidRPr="00E67967" w:rsidRDefault="00C17752" w:rsidP="009E089F">
            <w:r w:rsidRPr="00E67967">
              <w:t xml:space="preserve">                </w:t>
            </w:r>
            <w:r w:rsidR="00553517" w:rsidRPr="00E67967">
              <w:t xml:space="preserve">                              </w:t>
            </w:r>
            <w:r w:rsidR="002250A1">
              <w:tab/>
            </w:r>
            <w:r w:rsidR="00795AD9">
              <w:t>č. usnesení  xxx/Rxx/2</w:t>
            </w:r>
            <w:r w:rsidR="00094021">
              <w:t>3</w:t>
            </w:r>
          </w:p>
        </w:tc>
      </w:tr>
    </w:tbl>
    <w:p w14:paraId="733D595A" w14:textId="77777777" w:rsidR="008A4E89" w:rsidRDefault="008A4E89" w:rsidP="009E089F">
      <w:pPr>
        <w:rPr>
          <w:highlight w:val="yellow"/>
        </w:rPr>
      </w:pPr>
    </w:p>
    <w:p w14:paraId="1399BEA5" w14:textId="77777777" w:rsidR="007A3FFA" w:rsidRPr="00E67967" w:rsidRDefault="007A3FFA" w:rsidP="009E089F">
      <w:pPr>
        <w:rPr>
          <w:highlight w:val="yellow"/>
        </w:rPr>
      </w:pPr>
    </w:p>
    <w:p w14:paraId="0C33779E" w14:textId="77777777" w:rsidR="000C0370" w:rsidRDefault="008A4E89" w:rsidP="009E089F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9E089F">
      <w:pPr>
        <w:pStyle w:val="podpisysmlouva"/>
      </w:pPr>
    </w:p>
    <w:p w14:paraId="39AC54C3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9E089F">
      <w:pPr>
        <w:pStyle w:val="podpisysmlouva"/>
      </w:pPr>
    </w:p>
    <w:p w14:paraId="6D4DE765" w14:textId="77777777" w:rsidR="007A3FFA" w:rsidRDefault="007A3FFA" w:rsidP="009E089F">
      <w:pPr>
        <w:pStyle w:val="podpisysmlouva"/>
      </w:pPr>
    </w:p>
    <w:p w14:paraId="60B2F29E" w14:textId="77777777" w:rsidR="0054171F" w:rsidRDefault="0054171F" w:rsidP="009E089F">
      <w:pPr>
        <w:pStyle w:val="podpisysmlouva"/>
      </w:pPr>
    </w:p>
    <w:p w14:paraId="4C128B03" w14:textId="77777777" w:rsidR="0054171F" w:rsidRPr="00E67967" w:rsidRDefault="0054171F" w:rsidP="009E089F">
      <w:pPr>
        <w:pStyle w:val="podpisysmlouva"/>
      </w:pPr>
    </w:p>
    <w:p w14:paraId="7E6BD657" w14:textId="21B474D2" w:rsidR="007A3FFA" w:rsidRDefault="008A4E89" w:rsidP="009E089F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741D72">
        <w:t>Miroslav Polášek</w:t>
      </w:r>
    </w:p>
    <w:p w14:paraId="0A0AC929" w14:textId="77777777" w:rsidR="00553517" w:rsidRPr="00E67967" w:rsidRDefault="008A4E89" w:rsidP="009E089F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7A3FFA">
      <w:footerReference w:type="default" r:id="rId10"/>
      <w:headerReference w:type="first" r:id="rId11"/>
      <w:pgSz w:w="11907" w:h="16840" w:code="9"/>
      <w:pgMar w:top="851" w:right="1134" w:bottom="993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5477C4" w:rsidRDefault="005477C4" w:rsidP="009E089F">
      <w:r>
        <w:separator/>
      </w:r>
    </w:p>
    <w:p w14:paraId="46510C66" w14:textId="77777777" w:rsidR="005477C4" w:rsidRDefault="005477C4" w:rsidP="009E089F"/>
    <w:p w14:paraId="2E5576CE" w14:textId="77777777" w:rsidR="005477C4" w:rsidRDefault="005477C4" w:rsidP="009E089F"/>
    <w:p w14:paraId="1FBB76D5" w14:textId="77777777" w:rsidR="005477C4" w:rsidRDefault="005477C4" w:rsidP="009E089F"/>
    <w:p w14:paraId="75CA937B" w14:textId="77777777" w:rsidR="005477C4" w:rsidRDefault="005477C4" w:rsidP="009E089F"/>
    <w:p w14:paraId="7788C82C" w14:textId="77777777" w:rsidR="005477C4" w:rsidRDefault="005477C4" w:rsidP="009E089F"/>
    <w:p w14:paraId="55742ECD" w14:textId="77777777" w:rsidR="005477C4" w:rsidRDefault="005477C4" w:rsidP="009E089F"/>
    <w:p w14:paraId="65346130" w14:textId="77777777" w:rsidR="005477C4" w:rsidRDefault="005477C4" w:rsidP="009E089F"/>
    <w:p w14:paraId="25814BCD" w14:textId="77777777" w:rsidR="005477C4" w:rsidRDefault="005477C4" w:rsidP="009E089F"/>
    <w:p w14:paraId="6C45B762" w14:textId="77777777" w:rsidR="005477C4" w:rsidRDefault="005477C4" w:rsidP="009E089F"/>
    <w:p w14:paraId="4999287B" w14:textId="77777777" w:rsidR="005477C4" w:rsidRDefault="005477C4" w:rsidP="009E089F"/>
    <w:p w14:paraId="13B2D685" w14:textId="77777777" w:rsidR="005477C4" w:rsidRDefault="005477C4" w:rsidP="009E089F"/>
    <w:p w14:paraId="4EDC6C01" w14:textId="77777777" w:rsidR="005477C4" w:rsidRDefault="005477C4" w:rsidP="009E089F"/>
    <w:p w14:paraId="79284B56" w14:textId="77777777" w:rsidR="005477C4" w:rsidRDefault="005477C4" w:rsidP="009E089F"/>
    <w:p w14:paraId="19DF0E71" w14:textId="77777777" w:rsidR="005477C4" w:rsidRDefault="005477C4" w:rsidP="009E089F"/>
    <w:p w14:paraId="1D39C39E" w14:textId="77777777" w:rsidR="005477C4" w:rsidRDefault="005477C4" w:rsidP="009E089F"/>
    <w:p w14:paraId="4C125193" w14:textId="77777777" w:rsidR="005477C4" w:rsidRDefault="005477C4" w:rsidP="009E089F"/>
    <w:p w14:paraId="75D051AF" w14:textId="77777777" w:rsidR="005477C4" w:rsidRDefault="005477C4" w:rsidP="009E089F"/>
    <w:p w14:paraId="53DAAC3F" w14:textId="77777777" w:rsidR="005477C4" w:rsidRDefault="005477C4" w:rsidP="009E089F"/>
    <w:p w14:paraId="070EC887" w14:textId="77777777" w:rsidR="005477C4" w:rsidRDefault="005477C4" w:rsidP="009E089F"/>
    <w:p w14:paraId="5D2F9C23" w14:textId="77777777" w:rsidR="005477C4" w:rsidRDefault="005477C4" w:rsidP="009E089F"/>
    <w:p w14:paraId="0685D44B" w14:textId="77777777" w:rsidR="005477C4" w:rsidRDefault="005477C4" w:rsidP="009E089F"/>
    <w:p w14:paraId="1593037D" w14:textId="77777777" w:rsidR="005477C4" w:rsidRDefault="005477C4" w:rsidP="009E089F"/>
    <w:p w14:paraId="6B32F1DE" w14:textId="77777777" w:rsidR="005477C4" w:rsidRDefault="005477C4" w:rsidP="009E089F"/>
    <w:p w14:paraId="1804F763" w14:textId="77777777" w:rsidR="00E227F7" w:rsidRDefault="00E227F7"/>
  </w:endnote>
  <w:endnote w:type="continuationSeparator" w:id="0">
    <w:p w14:paraId="18AD9368" w14:textId="77777777" w:rsidR="005477C4" w:rsidRDefault="005477C4" w:rsidP="009E089F">
      <w:r>
        <w:continuationSeparator/>
      </w:r>
    </w:p>
    <w:p w14:paraId="55FCCCF4" w14:textId="77777777" w:rsidR="005477C4" w:rsidRDefault="005477C4" w:rsidP="009E089F"/>
    <w:p w14:paraId="5E4F941D" w14:textId="77777777" w:rsidR="005477C4" w:rsidRDefault="005477C4" w:rsidP="009E089F"/>
    <w:p w14:paraId="2DF216D2" w14:textId="77777777" w:rsidR="005477C4" w:rsidRDefault="005477C4" w:rsidP="009E089F"/>
    <w:p w14:paraId="3B623A8D" w14:textId="77777777" w:rsidR="005477C4" w:rsidRDefault="005477C4" w:rsidP="009E089F"/>
    <w:p w14:paraId="426CF8E8" w14:textId="77777777" w:rsidR="005477C4" w:rsidRDefault="005477C4" w:rsidP="009E089F"/>
    <w:p w14:paraId="6995B345" w14:textId="77777777" w:rsidR="005477C4" w:rsidRDefault="005477C4" w:rsidP="009E089F"/>
    <w:p w14:paraId="2F0B59D9" w14:textId="77777777" w:rsidR="005477C4" w:rsidRDefault="005477C4" w:rsidP="009E089F"/>
    <w:p w14:paraId="6182B65E" w14:textId="77777777" w:rsidR="005477C4" w:rsidRDefault="005477C4" w:rsidP="009E089F"/>
    <w:p w14:paraId="6E9B1A7F" w14:textId="77777777" w:rsidR="005477C4" w:rsidRDefault="005477C4" w:rsidP="009E089F"/>
    <w:p w14:paraId="4F547EFC" w14:textId="77777777" w:rsidR="005477C4" w:rsidRDefault="005477C4" w:rsidP="009E089F"/>
    <w:p w14:paraId="77986555" w14:textId="77777777" w:rsidR="005477C4" w:rsidRDefault="005477C4" w:rsidP="009E089F"/>
    <w:p w14:paraId="2C745B47" w14:textId="77777777" w:rsidR="005477C4" w:rsidRDefault="005477C4" w:rsidP="009E089F"/>
    <w:p w14:paraId="06DE6DC4" w14:textId="77777777" w:rsidR="005477C4" w:rsidRDefault="005477C4" w:rsidP="009E089F"/>
    <w:p w14:paraId="1E25A9CF" w14:textId="77777777" w:rsidR="005477C4" w:rsidRDefault="005477C4" w:rsidP="009E089F"/>
    <w:p w14:paraId="25F0271E" w14:textId="77777777" w:rsidR="005477C4" w:rsidRDefault="005477C4" w:rsidP="009E089F"/>
    <w:p w14:paraId="0919773A" w14:textId="77777777" w:rsidR="005477C4" w:rsidRDefault="005477C4" w:rsidP="009E089F"/>
    <w:p w14:paraId="30FFB0EE" w14:textId="77777777" w:rsidR="005477C4" w:rsidRDefault="005477C4" w:rsidP="009E089F"/>
    <w:p w14:paraId="5C337187" w14:textId="77777777" w:rsidR="005477C4" w:rsidRDefault="005477C4" w:rsidP="009E089F"/>
    <w:p w14:paraId="3C97246E" w14:textId="77777777" w:rsidR="005477C4" w:rsidRDefault="005477C4" w:rsidP="009E089F"/>
    <w:p w14:paraId="0D5D6861" w14:textId="77777777" w:rsidR="005477C4" w:rsidRDefault="005477C4" w:rsidP="009E089F"/>
    <w:p w14:paraId="537A119A" w14:textId="77777777" w:rsidR="005477C4" w:rsidRDefault="005477C4" w:rsidP="009E089F"/>
    <w:p w14:paraId="18ED9394" w14:textId="77777777" w:rsidR="005477C4" w:rsidRDefault="005477C4" w:rsidP="009E089F"/>
    <w:p w14:paraId="7B728E52" w14:textId="77777777" w:rsidR="005477C4" w:rsidRDefault="005477C4" w:rsidP="009E089F"/>
    <w:p w14:paraId="4B6C85B9" w14:textId="77777777" w:rsidR="00E227F7" w:rsidRDefault="00E227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580C1" w14:textId="77777777" w:rsidR="005477C4" w:rsidRDefault="005477C4" w:rsidP="009E089F">
    <w:pPr>
      <w:pStyle w:val="Zpat"/>
    </w:pPr>
  </w:p>
  <w:p w14:paraId="79592E0C" w14:textId="702EC597" w:rsidR="005477C4" w:rsidRDefault="005477C4" w:rsidP="009E089F">
    <w:pPr>
      <w:pStyle w:val="Zpat"/>
    </w:pPr>
    <w:r w:rsidRPr="004F5AE0">
      <w:t>PD – Parkoviště Kvanto</w:t>
    </w: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127A8B">
      <w:rPr>
        <w:rStyle w:val="slostrnky"/>
        <w:noProof/>
      </w:rPr>
      <w:t>5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127A8B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  <w:p w14:paraId="41C659D2" w14:textId="77777777" w:rsidR="00E227F7" w:rsidRDefault="00E227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5477C4" w:rsidRDefault="005477C4" w:rsidP="009E089F">
      <w:r>
        <w:separator/>
      </w:r>
    </w:p>
    <w:p w14:paraId="1F68E754" w14:textId="77777777" w:rsidR="005477C4" w:rsidRDefault="005477C4" w:rsidP="009E089F"/>
    <w:p w14:paraId="167F415B" w14:textId="77777777" w:rsidR="005477C4" w:rsidRDefault="005477C4" w:rsidP="009E089F"/>
    <w:p w14:paraId="2AFB109C" w14:textId="77777777" w:rsidR="005477C4" w:rsidRDefault="005477C4" w:rsidP="009E089F"/>
    <w:p w14:paraId="7CB8EE42" w14:textId="77777777" w:rsidR="005477C4" w:rsidRDefault="005477C4" w:rsidP="009E089F"/>
    <w:p w14:paraId="5D996604" w14:textId="77777777" w:rsidR="005477C4" w:rsidRDefault="005477C4" w:rsidP="009E089F"/>
    <w:p w14:paraId="60EB9406" w14:textId="77777777" w:rsidR="005477C4" w:rsidRDefault="005477C4" w:rsidP="009E089F"/>
    <w:p w14:paraId="489A8B96" w14:textId="77777777" w:rsidR="005477C4" w:rsidRDefault="005477C4" w:rsidP="009E089F"/>
    <w:p w14:paraId="6BE9D86D" w14:textId="77777777" w:rsidR="005477C4" w:rsidRDefault="005477C4" w:rsidP="009E089F"/>
    <w:p w14:paraId="0520ACC3" w14:textId="77777777" w:rsidR="005477C4" w:rsidRDefault="005477C4" w:rsidP="009E089F"/>
    <w:p w14:paraId="51905C54" w14:textId="77777777" w:rsidR="005477C4" w:rsidRDefault="005477C4" w:rsidP="009E089F"/>
    <w:p w14:paraId="2A32D1CB" w14:textId="77777777" w:rsidR="005477C4" w:rsidRDefault="005477C4" w:rsidP="009E089F"/>
    <w:p w14:paraId="7AA712F6" w14:textId="77777777" w:rsidR="005477C4" w:rsidRDefault="005477C4" w:rsidP="009E089F"/>
    <w:p w14:paraId="768F6CBD" w14:textId="77777777" w:rsidR="005477C4" w:rsidRDefault="005477C4" w:rsidP="009E089F"/>
    <w:p w14:paraId="774B74C9" w14:textId="77777777" w:rsidR="005477C4" w:rsidRDefault="005477C4" w:rsidP="009E089F"/>
    <w:p w14:paraId="24CC330A" w14:textId="77777777" w:rsidR="005477C4" w:rsidRDefault="005477C4" w:rsidP="009E089F"/>
    <w:p w14:paraId="48CECF63" w14:textId="77777777" w:rsidR="005477C4" w:rsidRDefault="005477C4" w:rsidP="009E089F"/>
    <w:p w14:paraId="40F6F11E" w14:textId="77777777" w:rsidR="005477C4" w:rsidRDefault="005477C4" w:rsidP="009E089F"/>
    <w:p w14:paraId="5C8CD1CE" w14:textId="77777777" w:rsidR="005477C4" w:rsidRDefault="005477C4" w:rsidP="009E089F"/>
    <w:p w14:paraId="2159B7BC" w14:textId="77777777" w:rsidR="005477C4" w:rsidRDefault="005477C4" w:rsidP="009E089F"/>
    <w:p w14:paraId="09EA705B" w14:textId="77777777" w:rsidR="005477C4" w:rsidRDefault="005477C4" w:rsidP="009E089F"/>
    <w:p w14:paraId="01E50A5C" w14:textId="77777777" w:rsidR="005477C4" w:rsidRDefault="005477C4" w:rsidP="009E089F"/>
    <w:p w14:paraId="66C9E0E0" w14:textId="77777777" w:rsidR="005477C4" w:rsidRDefault="005477C4" w:rsidP="009E089F"/>
    <w:p w14:paraId="68B8717E" w14:textId="77777777" w:rsidR="005477C4" w:rsidRDefault="005477C4" w:rsidP="009E089F"/>
    <w:p w14:paraId="30FC811E" w14:textId="77777777" w:rsidR="00E227F7" w:rsidRDefault="00E227F7"/>
  </w:footnote>
  <w:footnote w:type="continuationSeparator" w:id="0">
    <w:p w14:paraId="6DB7EBDD" w14:textId="77777777" w:rsidR="005477C4" w:rsidRDefault="005477C4" w:rsidP="009E089F">
      <w:r>
        <w:continuationSeparator/>
      </w:r>
    </w:p>
    <w:p w14:paraId="43E0759F" w14:textId="77777777" w:rsidR="005477C4" w:rsidRDefault="005477C4" w:rsidP="009E089F"/>
    <w:p w14:paraId="150D23D0" w14:textId="77777777" w:rsidR="005477C4" w:rsidRDefault="005477C4" w:rsidP="009E089F"/>
    <w:p w14:paraId="3423AE3E" w14:textId="77777777" w:rsidR="005477C4" w:rsidRDefault="005477C4" w:rsidP="009E089F"/>
    <w:p w14:paraId="57E04588" w14:textId="77777777" w:rsidR="005477C4" w:rsidRDefault="005477C4" w:rsidP="009E089F"/>
    <w:p w14:paraId="51D85769" w14:textId="77777777" w:rsidR="005477C4" w:rsidRDefault="005477C4" w:rsidP="009E089F"/>
    <w:p w14:paraId="739E2B49" w14:textId="77777777" w:rsidR="005477C4" w:rsidRDefault="005477C4" w:rsidP="009E089F"/>
    <w:p w14:paraId="15EF8F0D" w14:textId="77777777" w:rsidR="005477C4" w:rsidRDefault="005477C4" w:rsidP="009E089F"/>
    <w:p w14:paraId="224F9F32" w14:textId="77777777" w:rsidR="005477C4" w:rsidRDefault="005477C4" w:rsidP="009E089F"/>
    <w:p w14:paraId="639B00DA" w14:textId="77777777" w:rsidR="005477C4" w:rsidRDefault="005477C4" w:rsidP="009E089F"/>
    <w:p w14:paraId="4C7C942B" w14:textId="77777777" w:rsidR="005477C4" w:rsidRDefault="005477C4" w:rsidP="009E089F"/>
    <w:p w14:paraId="624D21D1" w14:textId="77777777" w:rsidR="005477C4" w:rsidRDefault="005477C4" w:rsidP="009E089F"/>
    <w:p w14:paraId="441733DB" w14:textId="77777777" w:rsidR="005477C4" w:rsidRDefault="005477C4" w:rsidP="009E089F"/>
    <w:p w14:paraId="492D25BC" w14:textId="77777777" w:rsidR="005477C4" w:rsidRDefault="005477C4" w:rsidP="009E089F"/>
    <w:p w14:paraId="640D7A95" w14:textId="77777777" w:rsidR="005477C4" w:rsidRDefault="005477C4" w:rsidP="009E089F"/>
    <w:p w14:paraId="7424856F" w14:textId="77777777" w:rsidR="005477C4" w:rsidRDefault="005477C4" w:rsidP="009E089F"/>
    <w:p w14:paraId="381FF553" w14:textId="77777777" w:rsidR="005477C4" w:rsidRDefault="005477C4" w:rsidP="009E089F"/>
    <w:p w14:paraId="3D1350B0" w14:textId="77777777" w:rsidR="005477C4" w:rsidRDefault="005477C4" w:rsidP="009E089F"/>
    <w:p w14:paraId="290B3A1E" w14:textId="77777777" w:rsidR="005477C4" w:rsidRDefault="005477C4" w:rsidP="009E089F"/>
    <w:p w14:paraId="2EC163FF" w14:textId="77777777" w:rsidR="005477C4" w:rsidRDefault="005477C4" w:rsidP="009E089F"/>
    <w:p w14:paraId="4C25F1F9" w14:textId="77777777" w:rsidR="005477C4" w:rsidRDefault="005477C4" w:rsidP="009E089F"/>
    <w:p w14:paraId="66C0AA1B" w14:textId="77777777" w:rsidR="005477C4" w:rsidRDefault="005477C4" w:rsidP="009E089F"/>
    <w:p w14:paraId="7A593D31" w14:textId="77777777" w:rsidR="005477C4" w:rsidRDefault="005477C4" w:rsidP="009E089F"/>
    <w:p w14:paraId="438B08B0" w14:textId="77777777" w:rsidR="005477C4" w:rsidRDefault="005477C4" w:rsidP="009E089F"/>
    <w:p w14:paraId="0EF68EF5" w14:textId="77777777" w:rsidR="00E227F7" w:rsidRDefault="00E227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5477C4" w:rsidRDefault="005477C4" w:rsidP="009E089F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5477C4" w:rsidRDefault="005477C4" w:rsidP="009E089F">
    <w:pPr>
      <w:pStyle w:val="Zhlav"/>
    </w:pPr>
  </w:p>
  <w:p w14:paraId="013C931F" w14:textId="77777777" w:rsidR="005477C4" w:rsidRDefault="005477C4" w:rsidP="009E089F">
    <w:pPr>
      <w:pStyle w:val="Zhlav"/>
    </w:pPr>
  </w:p>
  <w:p w14:paraId="0BE4AA29" w14:textId="77777777" w:rsidR="005477C4" w:rsidRDefault="005477C4" w:rsidP="009E08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35A956E8"/>
    <w:multiLevelType w:val="hybridMultilevel"/>
    <w:tmpl w:val="77AC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80CE5"/>
    <w:multiLevelType w:val="multilevel"/>
    <w:tmpl w:val="0405001D"/>
    <w:numStyleLink w:val="Styl1"/>
  </w:abstractNum>
  <w:abstractNum w:abstractNumId="10" w15:restartNumberingAfterBreak="0">
    <w:nsid w:val="42950FA9"/>
    <w:multiLevelType w:val="multilevel"/>
    <w:tmpl w:val="C248F604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94713"/>
    <w:multiLevelType w:val="hybridMultilevel"/>
    <w:tmpl w:val="CE74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C3AF2"/>
    <w:multiLevelType w:val="hybridMultilevel"/>
    <w:tmpl w:val="1DB4F582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6"/>
  </w:num>
  <w:num w:numId="14">
    <w:abstractNumId w:val="17"/>
  </w:num>
  <w:num w:numId="15">
    <w:abstractNumId w:val="10"/>
  </w:num>
  <w:num w:numId="16">
    <w:abstractNumId w:val="7"/>
  </w:num>
  <w:num w:numId="17">
    <w:abstractNumId w:val="10"/>
  </w:num>
  <w:num w:numId="18">
    <w:abstractNumId w:val="16"/>
  </w:num>
  <w:num w:numId="19">
    <w:abstractNumId w:val="10"/>
  </w:num>
  <w:num w:numId="20">
    <w:abstractNumId w:val="10"/>
  </w:num>
  <w:num w:numId="21">
    <w:abstractNumId w:val="14"/>
  </w:num>
  <w:num w:numId="22">
    <w:abstractNumId w:val="10"/>
  </w:num>
  <w:num w:numId="23">
    <w:abstractNumId w:val="5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5"/>
  </w:num>
  <w:num w:numId="27">
    <w:abstractNumId w:val="2"/>
  </w:num>
  <w:num w:numId="28">
    <w:abstractNumId w:val="12"/>
  </w:num>
  <w:num w:numId="29">
    <w:abstractNumId w:val="4"/>
  </w:num>
  <w:num w:numId="30">
    <w:abstractNumId w:val="11"/>
  </w:num>
  <w:num w:numId="31">
    <w:abstractNumId w:val="8"/>
  </w:num>
  <w:num w:numId="32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6ptbFzp/OM434GjLobXlbh0rgmj/aalaMB94DIuakmyvCvxwIJdS+hX7Wvm1JcnX92fOvgm2dWJJfzuftiMIw==" w:salt="nCMNve/7Y4CPuhLzHir+k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6719F"/>
    <w:rsid w:val="000709D6"/>
    <w:rsid w:val="00071C57"/>
    <w:rsid w:val="00074D4A"/>
    <w:rsid w:val="0007517A"/>
    <w:rsid w:val="00075DBA"/>
    <w:rsid w:val="00082C3C"/>
    <w:rsid w:val="00085AFF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27A8B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B504A"/>
    <w:rsid w:val="001B71F5"/>
    <w:rsid w:val="001C2C3D"/>
    <w:rsid w:val="001C2D9C"/>
    <w:rsid w:val="001C3428"/>
    <w:rsid w:val="001C3FDD"/>
    <w:rsid w:val="001C4528"/>
    <w:rsid w:val="001C64F3"/>
    <w:rsid w:val="001D2C18"/>
    <w:rsid w:val="001D30D8"/>
    <w:rsid w:val="001D45C5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80217"/>
    <w:rsid w:val="00284A38"/>
    <w:rsid w:val="00286445"/>
    <w:rsid w:val="00286E21"/>
    <w:rsid w:val="00290467"/>
    <w:rsid w:val="00292B4B"/>
    <w:rsid w:val="00292E48"/>
    <w:rsid w:val="00293CBC"/>
    <w:rsid w:val="00293E98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7365D"/>
    <w:rsid w:val="003745FA"/>
    <w:rsid w:val="0037505E"/>
    <w:rsid w:val="003752EF"/>
    <w:rsid w:val="00375743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08DA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7004"/>
    <w:rsid w:val="003E7424"/>
    <w:rsid w:val="003E75C0"/>
    <w:rsid w:val="003F49F4"/>
    <w:rsid w:val="003F61E7"/>
    <w:rsid w:val="003F6FF4"/>
    <w:rsid w:val="003F7188"/>
    <w:rsid w:val="00400581"/>
    <w:rsid w:val="00402AAE"/>
    <w:rsid w:val="0040664D"/>
    <w:rsid w:val="00410B44"/>
    <w:rsid w:val="004145CD"/>
    <w:rsid w:val="004167BF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47C1"/>
    <w:rsid w:val="00490AE0"/>
    <w:rsid w:val="0049488F"/>
    <w:rsid w:val="00494C4C"/>
    <w:rsid w:val="00494F93"/>
    <w:rsid w:val="0049611D"/>
    <w:rsid w:val="00496EE4"/>
    <w:rsid w:val="004A46A6"/>
    <w:rsid w:val="004A792E"/>
    <w:rsid w:val="004B6ED2"/>
    <w:rsid w:val="004D2322"/>
    <w:rsid w:val="004D25F0"/>
    <w:rsid w:val="004D38D3"/>
    <w:rsid w:val="004D39C2"/>
    <w:rsid w:val="004D74E2"/>
    <w:rsid w:val="004E2851"/>
    <w:rsid w:val="004E72A6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5AE0"/>
    <w:rsid w:val="004F68A9"/>
    <w:rsid w:val="004F6E29"/>
    <w:rsid w:val="005009B5"/>
    <w:rsid w:val="00500B8D"/>
    <w:rsid w:val="00501712"/>
    <w:rsid w:val="005019B2"/>
    <w:rsid w:val="005026B3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477C4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A6817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2E47"/>
    <w:rsid w:val="00724DF6"/>
    <w:rsid w:val="00725AF1"/>
    <w:rsid w:val="00725C0D"/>
    <w:rsid w:val="00727640"/>
    <w:rsid w:val="00731311"/>
    <w:rsid w:val="00740DA3"/>
    <w:rsid w:val="00740E5D"/>
    <w:rsid w:val="00741D72"/>
    <w:rsid w:val="00747977"/>
    <w:rsid w:val="007528BA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3B97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27B5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554A"/>
    <w:rsid w:val="008B631E"/>
    <w:rsid w:val="008B751C"/>
    <w:rsid w:val="008C1261"/>
    <w:rsid w:val="008C2EAE"/>
    <w:rsid w:val="008C4DBA"/>
    <w:rsid w:val="008C53C4"/>
    <w:rsid w:val="008C5C67"/>
    <w:rsid w:val="008C661D"/>
    <w:rsid w:val="008C71B9"/>
    <w:rsid w:val="008C748F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11D"/>
    <w:rsid w:val="00A869AE"/>
    <w:rsid w:val="00A90196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37FE"/>
    <w:rsid w:val="00AE5E1C"/>
    <w:rsid w:val="00AF3502"/>
    <w:rsid w:val="00AF3FEC"/>
    <w:rsid w:val="00AF5535"/>
    <w:rsid w:val="00AF6F02"/>
    <w:rsid w:val="00B02FE3"/>
    <w:rsid w:val="00B03A8B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513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33B25"/>
    <w:rsid w:val="00C42134"/>
    <w:rsid w:val="00C4319D"/>
    <w:rsid w:val="00C439B8"/>
    <w:rsid w:val="00C44389"/>
    <w:rsid w:val="00C46C8F"/>
    <w:rsid w:val="00C523F2"/>
    <w:rsid w:val="00C56008"/>
    <w:rsid w:val="00C61A3A"/>
    <w:rsid w:val="00C62D4D"/>
    <w:rsid w:val="00C64153"/>
    <w:rsid w:val="00C674BF"/>
    <w:rsid w:val="00C67872"/>
    <w:rsid w:val="00C72F5B"/>
    <w:rsid w:val="00C743F9"/>
    <w:rsid w:val="00C7779E"/>
    <w:rsid w:val="00C82268"/>
    <w:rsid w:val="00C90584"/>
    <w:rsid w:val="00C90F8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4C37"/>
    <w:rsid w:val="00CC4EA4"/>
    <w:rsid w:val="00CC617C"/>
    <w:rsid w:val="00CD06F2"/>
    <w:rsid w:val="00CD40CF"/>
    <w:rsid w:val="00CD7FB2"/>
    <w:rsid w:val="00CE23F4"/>
    <w:rsid w:val="00CF167A"/>
    <w:rsid w:val="00CF2108"/>
    <w:rsid w:val="00CF37EF"/>
    <w:rsid w:val="00CF6840"/>
    <w:rsid w:val="00D002F9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48CC"/>
    <w:rsid w:val="00D30ED3"/>
    <w:rsid w:val="00D31005"/>
    <w:rsid w:val="00D3184A"/>
    <w:rsid w:val="00D31FB9"/>
    <w:rsid w:val="00D34381"/>
    <w:rsid w:val="00D37440"/>
    <w:rsid w:val="00D476C8"/>
    <w:rsid w:val="00D5150D"/>
    <w:rsid w:val="00D70040"/>
    <w:rsid w:val="00D71133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5E5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27F7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571B"/>
    <w:rsid w:val="00E96F04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55B"/>
    <w:rsid w:val="00F53A10"/>
    <w:rsid w:val="00F55E5B"/>
    <w:rsid w:val="00F61120"/>
    <w:rsid w:val="00F61FD7"/>
    <w:rsid w:val="00F66923"/>
    <w:rsid w:val="00F674DA"/>
    <w:rsid w:val="00F7404A"/>
    <w:rsid w:val="00F77A3D"/>
    <w:rsid w:val="00F85924"/>
    <w:rsid w:val="00F90766"/>
    <w:rsid w:val="00F90EFB"/>
    <w:rsid w:val="00F91057"/>
    <w:rsid w:val="00F9277A"/>
    <w:rsid w:val="00F9296C"/>
    <w:rsid w:val="00F959BE"/>
    <w:rsid w:val="00F96BD4"/>
    <w:rsid w:val="00FA0A2B"/>
    <w:rsid w:val="00FA5535"/>
    <w:rsid w:val="00FA60E6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451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006353"/>
    <w:pPr>
      <w:numPr>
        <w:numId w:val="1"/>
      </w:numPr>
      <w:tabs>
        <w:tab w:val="left" w:pos="720"/>
      </w:tabs>
      <w:spacing w:before="320" w:after="120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9E0B5D"/>
    <w:pPr>
      <w:tabs>
        <w:tab w:val="left" w:pos="720"/>
      </w:tabs>
      <w:spacing w:before="40" w:after="40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006353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tabs>
        <w:tab w:val="clear" w:pos="720"/>
      </w:tabs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clear" w:pos="720"/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basedOn w:val="Normln"/>
    <w:uiPriority w:val="34"/>
    <w:qFormat/>
    <w:rsid w:val="00E95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2E79A-0D66-42C2-A806-8D173DB7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8</Pages>
  <Words>3889</Words>
  <Characters>22948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26784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Obadal Libor</cp:lastModifiedBy>
  <cp:revision>9</cp:revision>
  <cp:lastPrinted>2024-02-13T12:15:00Z</cp:lastPrinted>
  <dcterms:created xsi:type="dcterms:W3CDTF">2025-02-03T08:15:00Z</dcterms:created>
  <dcterms:modified xsi:type="dcterms:W3CDTF">2025-02-05T09:57:00Z</dcterms:modified>
</cp:coreProperties>
</file>