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1F56" w:rsidRDefault="007A430E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A05796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Mariánské nám., UHers</w:t>
            </w:r>
            <w:r w:rsidR="00FC0B7E">
              <w:rPr>
                <w:b/>
                <w:bCs/>
                <w:caps/>
                <w:color w:val="FF0000"/>
                <w:sz w:val="24"/>
              </w:rPr>
              <w:t>ký brod – fasáda, energeticky ús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porná opatření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5796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0B7E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B8AAB-1FCD-4C2B-A7EF-7C5D2D20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893C1798</Template>
  <TotalTime>11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2022-09-06T08:53:00Z</cp:lastPrinted>
  <dcterms:created xsi:type="dcterms:W3CDTF">2025-01-21T08:10:00Z</dcterms:created>
  <dcterms:modified xsi:type="dcterms:W3CDTF">2025-02-10T05:46:00Z</dcterms:modified>
</cp:coreProperties>
</file>