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BE098E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BE098E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BE098E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915902" w:rsidP="00BE098E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výměna výtahu na dps č. p. 2467, uherský brod</w:t>
            </w:r>
            <w:bookmarkStart w:id="0" w:name="_GoBack"/>
            <w:bookmarkEnd w:id="0"/>
          </w:p>
        </w:tc>
      </w:tr>
      <w:tr w:rsidR="00F928D8" w:rsidRPr="003D1519" w:rsidTr="00BE098E">
        <w:trPr>
          <w:trHeight w:val="290"/>
        </w:trPr>
        <w:tc>
          <w:tcPr>
            <w:tcW w:w="145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BE098E">
        <w:trPr>
          <w:trHeight w:hRule="exact" w:val="2835"/>
        </w:trPr>
        <w:tc>
          <w:tcPr>
            <w:tcW w:w="9555" w:type="dxa"/>
            <w:shd w:val="clear" w:color="auto" w:fill="FFFFFF" w:themeFill="background1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BE098E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BE098E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BE098E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BE098E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B92" w:rsidRDefault="00966B9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966B92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966B92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239D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554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27A8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C6CE9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902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3455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3D1F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098E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4F12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55365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0814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893C1798</Template>
  <TotalTime>39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37</cp:revision>
  <cp:lastPrinted>2021-05-24T06:24:00Z</cp:lastPrinted>
  <dcterms:created xsi:type="dcterms:W3CDTF">2019-09-19T08:40:00Z</dcterms:created>
  <dcterms:modified xsi:type="dcterms:W3CDTF">2025-02-10T13:41:00Z</dcterms:modified>
</cp:coreProperties>
</file>