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F944A5" w:rsidRDefault="00136755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projektová dokumentace </w:t>
            </w:r>
          </w:p>
          <w:p w:rsidR="00171691" w:rsidRPr="0025072A" w:rsidRDefault="00136755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nadační dům – sanace vlhkosti</w:t>
            </w:r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F944A5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67232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67232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36755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232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44A5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C31E85BA</Template>
  <TotalTime>26</TotalTime>
  <Pages>1</Pages>
  <Words>142</Words>
  <Characters>843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35</cp:revision>
  <cp:lastPrinted>2021-05-24T06:24:00Z</cp:lastPrinted>
  <dcterms:created xsi:type="dcterms:W3CDTF">2019-09-19T08:40:00Z</dcterms:created>
  <dcterms:modified xsi:type="dcterms:W3CDTF">2025-01-16T08:36:00Z</dcterms:modified>
</cp:coreProperties>
</file>