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B53D20">
        <w:rPr>
          <w:rFonts w:asciiTheme="minorHAnsi" w:hAnsiTheme="minorHAnsi"/>
          <w:sz w:val="22"/>
          <w:szCs w:val="22"/>
        </w:rPr>
        <w:t>de uvedené pož</w:t>
      </w:r>
      <w:r w:rsidR="00AD646B">
        <w:rPr>
          <w:rFonts w:asciiTheme="minorHAnsi" w:hAnsiTheme="minorHAnsi"/>
          <w:sz w:val="22"/>
          <w:szCs w:val="22"/>
        </w:rPr>
        <w:t>a</w:t>
      </w:r>
      <w:bookmarkStart w:id="0" w:name="_GoBack"/>
      <w:bookmarkEnd w:id="0"/>
      <w:r w:rsidR="00B53D20">
        <w:rPr>
          <w:rFonts w:asciiTheme="minorHAnsi" w:hAnsiTheme="minorHAnsi"/>
          <w:sz w:val="22"/>
          <w:szCs w:val="22"/>
        </w:rPr>
        <w:t>davky na ele</w:t>
      </w:r>
      <w:r w:rsidR="00A95C57" w:rsidRPr="00CD7B85">
        <w:rPr>
          <w:rFonts w:asciiTheme="minorHAnsi" w:hAnsiTheme="minorHAnsi"/>
          <w:sz w:val="22"/>
          <w:szCs w:val="22"/>
        </w:rPr>
        <w:t xml:space="preserve">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 xml:space="preserve">Podávání nabídek, podávání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Pr="00CD7B85">
        <w:rPr>
          <w:rFonts w:asciiTheme="minorHAnsi" w:hAnsiTheme="minorHAnsi"/>
          <w:sz w:val="22"/>
          <w:szCs w:val="22"/>
        </w:rPr>
        <w:t>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7ED2" w:rsidRDefault="00DA7ED2" w:rsidP="00C1162E"/>
    <w:p w:rsidR="00DA7ED2" w:rsidRDefault="00DA7ED2" w:rsidP="00C1162E"/>
    <w:p w:rsidR="00DA7ED2" w:rsidRDefault="00DA7ED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46B"/>
    <w:rsid w:val="00AD6EE2"/>
    <w:rsid w:val="00AF6306"/>
    <w:rsid w:val="00B0258D"/>
    <w:rsid w:val="00B03FF0"/>
    <w:rsid w:val="00B47E97"/>
    <w:rsid w:val="00B53D20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A7ED2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040AE91-9F08-4EC4-B750-51B125588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2E5B913D</Template>
  <TotalTime>49</TotalTime>
  <Pages>3</Pages>
  <Words>942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10</cp:revision>
  <cp:lastPrinted>2023-01-11T11:54:00Z</cp:lastPrinted>
  <dcterms:created xsi:type="dcterms:W3CDTF">2022-03-09T11:11:00Z</dcterms:created>
  <dcterms:modified xsi:type="dcterms:W3CDTF">2025-03-05T11:13:00Z</dcterms:modified>
</cp:coreProperties>
</file>