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FFC76A-D188-4EDB-BE45-F9DC590A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60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2025-03-05T06:07:00Z</dcterms:modified>
</cp:coreProperties>
</file>