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42341" w14:textId="003A0E32" w:rsidR="00FB01AD" w:rsidRPr="005675DD" w:rsidRDefault="00776106" w:rsidP="006D03DC">
      <w:pPr>
        <w:spacing w:after="0"/>
        <w:ind w:left="2835" w:hanging="2835"/>
        <w:rPr>
          <w:color w:val="000000"/>
        </w:rPr>
      </w:pPr>
      <w:r>
        <w:t>S</w:t>
      </w:r>
      <w:r w:rsidR="009A7D71">
        <w:t>mlouva</w:t>
      </w:r>
      <w:r>
        <w:t xml:space="preserve"> o dílo</w:t>
      </w:r>
      <w:r w:rsidR="006E7652">
        <w:t>:</w:t>
      </w:r>
      <w:r w:rsidR="006E7652">
        <w:tab/>
      </w:r>
      <w:r w:rsidR="006E7652">
        <w:tab/>
      </w:r>
      <w:r w:rsidR="005C78AB" w:rsidRPr="005C78AB">
        <w:rPr>
          <w:b/>
        </w:rPr>
        <w:t>„</w:t>
      </w:r>
      <w:r w:rsidR="00B716DF" w:rsidRPr="00B716DF">
        <w:rPr>
          <w:b/>
        </w:rPr>
        <w:t>Areál</w:t>
      </w:r>
      <w:r w:rsidR="00E44FE2">
        <w:rPr>
          <w:b/>
        </w:rPr>
        <w:t xml:space="preserve"> autobusy Hranečník – Doplnění S</w:t>
      </w:r>
      <w:r w:rsidR="00B716DF" w:rsidRPr="00B716DF">
        <w:rPr>
          <w:b/>
        </w:rPr>
        <w:t>ystému detekce úniku plynu</w:t>
      </w:r>
      <w:r w:rsidR="005C78AB" w:rsidRPr="005C78AB">
        <w:rPr>
          <w:b/>
        </w:rPr>
        <w:t>“</w:t>
      </w:r>
    </w:p>
    <w:p w14:paraId="1A995726" w14:textId="3A5D3530" w:rsidR="00E737BF" w:rsidRPr="00553B8C" w:rsidRDefault="00E737BF" w:rsidP="00E737BF">
      <w:pPr>
        <w:spacing w:after="0"/>
      </w:pPr>
      <w:r>
        <w:t>Číslo smlouvy objednatele:</w:t>
      </w:r>
      <w:r>
        <w:tab/>
      </w:r>
      <w:r w:rsidR="00553B8C">
        <w:t>DOD20</w:t>
      </w:r>
      <w:r w:rsidR="00B716DF">
        <w:t>250191</w:t>
      </w:r>
    </w:p>
    <w:p w14:paraId="07B0FAD0" w14:textId="77777777" w:rsidR="00E737BF" w:rsidRDefault="00E737BF" w:rsidP="00E737BF">
      <w:pPr>
        <w:spacing w:after="0"/>
      </w:pPr>
      <w:r>
        <w:t>Číslo smlouvy zhotovitele:</w:t>
      </w:r>
      <w:r>
        <w:tab/>
      </w:r>
      <w:r w:rsidR="00EF509E" w:rsidRPr="00FE7D55">
        <w:rPr>
          <w:i/>
          <w:color w:val="00B0F0"/>
        </w:rPr>
        <w:t xml:space="preserve">(POZN. doplní </w:t>
      </w:r>
      <w:r w:rsidR="00EF509E">
        <w:rPr>
          <w:i/>
          <w:color w:val="00B0F0"/>
        </w:rPr>
        <w:t>zhotovi</w:t>
      </w:r>
      <w:r w:rsidR="00EF509E" w:rsidRPr="00FE7D55">
        <w:rPr>
          <w:i/>
          <w:color w:val="00B0F0"/>
        </w:rPr>
        <w:t>tel, poté poznámku vymažte)</w:t>
      </w:r>
    </w:p>
    <w:p w14:paraId="2B92C545" w14:textId="0AF57EF3" w:rsidR="0087779A" w:rsidRPr="0087779A" w:rsidRDefault="00FB01AD" w:rsidP="008E4AE4">
      <w:pPr>
        <w:pStyle w:val="Nadpis1"/>
        <w:spacing w:before="480" w:after="240"/>
        <w:jc w:val="both"/>
        <w:rPr>
          <w:bCs/>
          <w:i/>
        </w:rPr>
      </w:pPr>
      <w:r>
        <w:t xml:space="preserve">Příloha č. </w:t>
      </w:r>
      <w:r w:rsidR="00FB4D56">
        <w:t>4</w:t>
      </w:r>
      <w:r>
        <w:t xml:space="preserve"> </w:t>
      </w:r>
      <w:r w:rsidR="00600603">
        <w:t>smlouv</w:t>
      </w:r>
      <w:r w:rsidR="00961906">
        <w:t>y</w:t>
      </w:r>
      <w:r w:rsidR="00600603">
        <w:t xml:space="preserve"> </w:t>
      </w:r>
      <w:r w:rsidR="00776106">
        <w:t xml:space="preserve">o dílo </w:t>
      </w:r>
      <w:r w:rsidR="00367F32">
        <w:t>–</w:t>
      </w:r>
      <w:r w:rsidR="00CF59CD">
        <w:t xml:space="preserve"> </w:t>
      </w:r>
      <w:r w:rsidR="00367F32">
        <w:t>P</w:t>
      </w:r>
      <w:r w:rsidR="00CE2B49">
        <w:t>ožadavky a p</w:t>
      </w:r>
      <w:r w:rsidR="00367F32">
        <w:t>odmínky pro provádění díla</w:t>
      </w:r>
      <w:r w:rsidR="00AD51FB">
        <w:t xml:space="preserve"> v Areálu autobusy Hranečník</w:t>
      </w:r>
      <w:r w:rsidR="00367F32">
        <w:t>.</w:t>
      </w:r>
    </w:p>
    <w:p w14:paraId="38A6BB63" w14:textId="77777777"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DC7C06">
        <w:rPr>
          <w:sz w:val="22"/>
          <w:szCs w:val="22"/>
        </w:rPr>
        <w:t xml:space="preserve">v </w:t>
      </w:r>
      <w:r w:rsidR="00C27171" w:rsidRPr="00E00860">
        <w:rPr>
          <w:sz w:val="22"/>
          <w:szCs w:val="22"/>
        </w:rPr>
        <w:t xml:space="preserve">Areálu </w:t>
      </w:r>
      <w:r w:rsidR="00E737BF" w:rsidRPr="00E737BF">
        <w:rPr>
          <w:sz w:val="22"/>
          <w:szCs w:val="22"/>
        </w:rPr>
        <w:t>autobusy Hranečník</w:t>
      </w:r>
    </w:p>
    <w:p w14:paraId="2815178B" w14:textId="151FD3D7" w:rsidR="00C566BB"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w:t>
      </w:r>
      <w:r w:rsidR="00302AFF" w:rsidRPr="00E00860">
        <w:rPr>
          <w:b w:val="0"/>
          <w:sz w:val="22"/>
          <w:szCs w:val="22"/>
        </w:rPr>
        <w:t>b</w:t>
      </w:r>
      <w:r w:rsidR="00C566BB" w:rsidRPr="00E00860">
        <w:rPr>
          <w:b w:val="0"/>
          <w:sz w:val="22"/>
          <w:szCs w:val="22"/>
        </w:rPr>
        <w:t xml:space="preserve">udou </w:t>
      </w:r>
      <w:r w:rsidR="00302AFF" w:rsidRPr="00E00860">
        <w:rPr>
          <w:b w:val="0"/>
          <w:sz w:val="22"/>
          <w:szCs w:val="22"/>
        </w:rPr>
        <w:t xml:space="preserve">při </w:t>
      </w:r>
      <w:r w:rsidR="00C4616B">
        <w:rPr>
          <w:b w:val="0"/>
          <w:sz w:val="22"/>
          <w:szCs w:val="22"/>
        </w:rPr>
        <w:t>realizaci stavby</w:t>
      </w:r>
      <w:r w:rsidR="00302AFF" w:rsidRPr="00E00860">
        <w:rPr>
          <w:b w:val="0"/>
          <w:sz w:val="22"/>
          <w:szCs w:val="22"/>
        </w:rPr>
        <w:t xml:space="preserve"> </w:t>
      </w:r>
      <w:r w:rsidR="00C566BB" w:rsidRPr="00E00860">
        <w:rPr>
          <w:b w:val="0"/>
          <w:sz w:val="22"/>
          <w:szCs w:val="22"/>
        </w:rPr>
        <w:t>dodrženy následující požadavky:</w:t>
      </w:r>
    </w:p>
    <w:p w14:paraId="4C3503A4" w14:textId="3FFFF594" w:rsidR="00C4616B" w:rsidRDefault="00246E71" w:rsidP="00C4616B">
      <w:pPr>
        <w:pStyle w:val="Zkladntext3"/>
        <w:numPr>
          <w:ilvl w:val="0"/>
          <w:numId w:val="25"/>
        </w:numPr>
        <w:tabs>
          <w:tab w:val="left" w:pos="7455"/>
        </w:tabs>
        <w:spacing w:after="120"/>
        <w:ind w:left="851" w:hanging="425"/>
        <w:rPr>
          <w:b w:val="0"/>
          <w:sz w:val="22"/>
          <w:szCs w:val="22"/>
        </w:rPr>
      </w:pPr>
      <w:r>
        <w:rPr>
          <w:b w:val="0"/>
          <w:sz w:val="22"/>
          <w:szCs w:val="22"/>
        </w:rPr>
        <w:t>Není-li v uzavřené Smlouvě o dílo uvedeno jinak, tak p</w:t>
      </w:r>
      <w:r w:rsidR="00C4616B">
        <w:rPr>
          <w:b w:val="0"/>
          <w:sz w:val="22"/>
          <w:szCs w:val="22"/>
        </w:rPr>
        <w:t xml:space="preserve">o celou dobu realizace stavby musí být umožněn </w:t>
      </w:r>
      <w:r w:rsidR="000830DB">
        <w:rPr>
          <w:b w:val="0"/>
          <w:sz w:val="22"/>
          <w:szCs w:val="22"/>
        </w:rPr>
        <w:t xml:space="preserve">provoz </w:t>
      </w:r>
      <w:r>
        <w:rPr>
          <w:b w:val="0"/>
          <w:sz w:val="22"/>
          <w:szCs w:val="22"/>
        </w:rPr>
        <w:t xml:space="preserve">autobusové dopravy v </w:t>
      </w:r>
      <w:r w:rsidR="00E737BF">
        <w:rPr>
          <w:b w:val="0"/>
          <w:sz w:val="22"/>
          <w:szCs w:val="22"/>
        </w:rPr>
        <w:t>areálu</w:t>
      </w:r>
      <w:r w:rsidR="000830DB">
        <w:rPr>
          <w:b w:val="0"/>
          <w:sz w:val="22"/>
          <w:szCs w:val="22"/>
        </w:rPr>
        <w:t xml:space="preserve">, </w:t>
      </w:r>
      <w:r w:rsidR="00C4616B">
        <w:rPr>
          <w:b w:val="0"/>
          <w:sz w:val="22"/>
          <w:szCs w:val="22"/>
        </w:rPr>
        <w:t>příjezd</w:t>
      </w:r>
      <w:r w:rsidR="00492248">
        <w:rPr>
          <w:b w:val="0"/>
          <w:sz w:val="22"/>
          <w:szCs w:val="22"/>
        </w:rPr>
        <w:t>/přístup</w:t>
      </w:r>
      <w:r w:rsidR="00C4616B">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E737BF">
        <w:rPr>
          <w:b w:val="0"/>
          <w:sz w:val="22"/>
          <w:szCs w:val="22"/>
        </w:rPr>
        <w:t>autobusové dopravy</w:t>
      </w:r>
      <w:r w:rsidR="000830DB">
        <w:rPr>
          <w:b w:val="0"/>
          <w:sz w:val="22"/>
          <w:szCs w:val="22"/>
        </w:rPr>
        <w:t xml:space="preserve"> má přednost před vozidly stavby.</w:t>
      </w:r>
    </w:p>
    <w:p w14:paraId="28D983BF" w14:textId="77777777" w:rsidR="00532D6B" w:rsidRDefault="00532D6B" w:rsidP="00532D6B">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ostatních objektů v areálu.</w:t>
      </w:r>
      <w:r w:rsidR="00EF509E">
        <w:rPr>
          <w:b w:val="0"/>
          <w:sz w:val="22"/>
          <w:szCs w:val="22"/>
        </w:rPr>
        <w:t xml:space="preserve"> </w:t>
      </w:r>
      <w:r>
        <w:rPr>
          <w:b w:val="0"/>
          <w:sz w:val="22"/>
          <w:szCs w:val="22"/>
        </w:rPr>
        <w:t>Výkopy musí být zhotovitelem zabezpečeny tak, aby umožnily průjezd vozidel a průchod osob v areálu.</w:t>
      </w:r>
    </w:p>
    <w:p w14:paraId="4B1D62B5" w14:textId="4887E17D" w:rsidR="00246E71" w:rsidRPr="00B716DF" w:rsidRDefault="00C87990" w:rsidP="00360718">
      <w:pPr>
        <w:pStyle w:val="Zkladntext3"/>
        <w:numPr>
          <w:ilvl w:val="0"/>
          <w:numId w:val="25"/>
        </w:numPr>
        <w:tabs>
          <w:tab w:val="left" w:pos="7455"/>
        </w:tabs>
        <w:spacing w:after="120"/>
        <w:ind w:left="851" w:hanging="425"/>
        <w:rPr>
          <w:b w:val="0"/>
          <w:sz w:val="22"/>
          <w:szCs w:val="22"/>
        </w:rPr>
      </w:pPr>
      <w:r w:rsidRPr="00B716DF">
        <w:rPr>
          <w:b w:val="0"/>
          <w:sz w:val="22"/>
          <w:szCs w:val="22"/>
        </w:rPr>
        <w:t>Realizace stavby bude probíhat pouze s</w:t>
      </w:r>
      <w:r w:rsidR="00B716DF" w:rsidRPr="00B716DF">
        <w:rPr>
          <w:b w:val="0"/>
          <w:sz w:val="22"/>
          <w:szCs w:val="22"/>
        </w:rPr>
        <w:t> pouze s č</w:t>
      </w:r>
      <w:bookmarkStart w:id="0" w:name="_GoBack"/>
      <w:bookmarkEnd w:id="0"/>
      <w:r w:rsidR="00B716DF" w:rsidRPr="00B716DF">
        <w:rPr>
          <w:b w:val="0"/>
          <w:sz w:val="22"/>
          <w:szCs w:val="22"/>
        </w:rPr>
        <w:t xml:space="preserve">ástečným omezením provozu v </w:t>
      </w:r>
      <w:r w:rsidRPr="00B716DF">
        <w:rPr>
          <w:b w:val="0"/>
          <w:sz w:val="22"/>
          <w:szCs w:val="22"/>
        </w:rPr>
        <w:t xml:space="preserve">Hale </w:t>
      </w:r>
      <w:r w:rsidR="00B716DF" w:rsidRPr="00B716DF">
        <w:rPr>
          <w:b w:val="0"/>
          <w:sz w:val="22"/>
          <w:szCs w:val="22"/>
        </w:rPr>
        <w:t>karosárny</w:t>
      </w:r>
      <w:r w:rsidRPr="00B716DF">
        <w:rPr>
          <w:b w:val="0"/>
          <w:sz w:val="22"/>
          <w:szCs w:val="22"/>
        </w:rPr>
        <w:t xml:space="preserve">, ve které bude probíhat realizace </w:t>
      </w:r>
      <w:r w:rsidR="00B716DF">
        <w:rPr>
          <w:b w:val="0"/>
          <w:sz w:val="22"/>
          <w:szCs w:val="22"/>
        </w:rPr>
        <w:t>díla</w:t>
      </w:r>
      <w:r w:rsidRPr="00B716DF">
        <w:rPr>
          <w:b w:val="0"/>
          <w:sz w:val="22"/>
          <w:szCs w:val="22"/>
        </w:rPr>
        <w:t xml:space="preserve">. </w:t>
      </w:r>
      <w:r w:rsidR="00B716DF" w:rsidRPr="00B716DF">
        <w:rPr>
          <w:b w:val="0"/>
          <w:sz w:val="22"/>
          <w:szCs w:val="22"/>
        </w:rPr>
        <w:t>Po dobu realizace/instalace Systému detekce úniku plynu v Hale karosárny, respektive po dobu, kdy stávající Systém detekce bude mimo provoz, objednatel poskytne objednateli potřebnou součinnost – zajistí potřebná provozní opatření. Práce na realizaci/instalaci Systému detekce budou probíhat pouze po předchozí dohodě mezi objednatelem a zhotovitelem.</w:t>
      </w:r>
    </w:p>
    <w:p w14:paraId="01BBCAE0" w14:textId="43F16168" w:rsidR="00EF509E" w:rsidRDefault="00EF509E" w:rsidP="00AD51FB">
      <w:pPr>
        <w:pStyle w:val="Zkladntext3"/>
        <w:numPr>
          <w:ilvl w:val="0"/>
          <w:numId w:val="25"/>
        </w:numPr>
        <w:tabs>
          <w:tab w:val="left" w:pos="7455"/>
        </w:tabs>
        <w:spacing w:after="120"/>
        <w:ind w:left="851" w:hanging="425"/>
        <w:rPr>
          <w:b w:val="0"/>
          <w:sz w:val="22"/>
          <w:szCs w:val="22"/>
        </w:rPr>
      </w:pPr>
      <w:r w:rsidRPr="001061D4">
        <w:rPr>
          <w:b w:val="0"/>
          <w:sz w:val="22"/>
          <w:szCs w:val="22"/>
        </w:rPr>
        <w:t xml:space="preserve">Při předání a převzetí staveniště zhotovitel seznámí objednatele s postupem prací dle aktualizovaného Harmonogramu díla. Zhotovitel bude dodržovat Základní požadavky k zajištění BOZP, v souladu s přílohou č. </w:t>
      </w:r>
      <w:r w:rsidR="00D054F5">
        <w:rPr>
          <w:b w:val="0"/>
          <w:sz w:val="22"/>
          <w:szCs w:val="22"/>
        </w:rPr>
        <w:t>6</w:t>
      </w:r>
      <w:r w:rsidR="00BB149A" w:rsidRPr="001061D4">
        <w:rPr>
          <w:b w:val="0"/>
          <w:sz w:val="22"/>
          <w:szCs w:val="22"/>
        </w:rPr>
        <w:t xml:space="preserve"> </w:t>
      </w:r>
      <w:r w:rsidRPr="001061D4">
        <w:rPr>
          <w:b w:val="0"/>
          <w:sz w:val="22"/>
          <w:szCs w:val="22"/>
        </w:rPr>
        <w:t xml:space="preserve">SoD. V souladu s přílohou č. </w:t>
      </w:r>
      <w:r w:rsidR="00D054F5">
        <w:rPr>
          <w:b w:val="0"/>
          <w:sz w:val="22"/>
          <w:szCs w:val="22"/>
        </w:rPr>
        <w:t>6</w:t>
      </w:r>
      <w:r w:rsidR="00BB149A" w:rsidRPr="001061D4">
        <w:rPr>
          <w:b w:val="0"/>
          <w:sz w:val="22"/>
          <w:szCs w:val="22"/>
        </w:rPr>
        <w:t xml:space="preserve"> </w:t>
      </w:r>
      <w:r w:rsidRPr="001061D4">
        <w:rPr>
          <w:b w:val="0"/>
          <w:sz w:val="22"/>
          <w:szCs w:val="22"/>
        </w:rPr>
        <w:t>SoD, bod II. b) zhotovitel a objednatel se vzájemně písemně seznámí s riziky.</w:t>
      </w:r>
    </w:p>
    <w:p w14:paraId="0D68E4BD" w14:textId="2833CA23" w:rsidR="00EF509E" w:rsidRPr="00246E71" w:rsidRDefault="00EF509E" w:rsidP="00D93561">
      <w:pPr>
        <w:pStyle w:val="Zkladntext3"/>
        <w:numPr>
          <w:ilvl w:val="0"/>
          <w:numId w:val="25"/>
        </w:numPr>
        <w:tabs>
          <w:tab w:val="left" w:pos="7455"/>
        </w:tabs>
        <w:spacing w:after="120"/>
        <w:ind w:left="851" w:hanging="425"/>
        <w:rPr>
          <w:b w:val="0"/>
          <w:sz w:val="22"/>
          <w:szCs w:val="22"/>
        </w:rPr>
      </w:pPr>
      <w:r w:rsidRPr="00246E71">
        <w:rPr>
          <w:b w:val="0"/>
          <w:sz w:val="22"/>
          <w:szCs w:val="22"/>
        </w:rPr>
        <w:t xml:space="preserve">Při předání a převzetí staveniště zástupce objednatele provede školení BOZP, požární ochrany, opatření v případě havárie, vč. uvedení telefonních čísel a kontaktních míst - všech zaměstnanců zhotovitele. Součástí školení bude i </w:t>
      </w:r>
      <w:r w:rsidR="0022482F" w:rsidRPr="00246E71">
        <w:rPr>
          <w:b w:val="0"/>
          <w:sz w:val="22"/>
          <w:szCs w:val="22"/>
        </w:rPr>
        <w:t>Dopravně provozní řád pro autobusové garáže Hranečník</w:t>
      </w:r>
      <w:r w:rsidRPr="00246E71">
        <w:rPr>
          <w:b w:val="0"/>
          <w:sz w:val="22"/>
          <w:szCs w:val="22"/>
        </w:rPr>
        <w:t>.</w:t>
      </w:r>
      <w:r w:rsidR="00246E71" w:rsidRPr="00246E71">
        <w:rPr>
          <w:b w:val="0"/>
          <w:sz w:val="22"/>
          <w:szCs w:val="22"/>
        </w:rPr>
        <w:t xml:space="preserve"> </w:t>
      </w:r>
      <w:r w:rsidRPr="00246E71">
        <w:rPr>
          <w:b w:val="0"/>
          <w:sz w:val="22"/>
          <w:szCs w:val="22"/>
        </w:rPr>
        <w:t xml:space="preserve">Seznam všech proškolených zaměstnanců zhotovitele bude trvale uložen u zhotovitele, seznam osob bude aktualizován. V případě nástupu nových pracovníků </w:t>
      </w:r>
      <w:r w:rsidR="00E4186B" w:rsidRPr="00246E71">
        <w:rPr>
          <w:b w:val="0"/>
          <w:sz w:val="22"/>
          <w:szCs w:val="22"/>
        </w:rPr>
        <w:t xml:space="preserve">má </w:t>
      </w:r>
      <w:r w:rsidRPr="00246E71">
        <w:rPr>
          <w:b w:val="0"/>
          <w:sz w:val="22"/>
          <w:szCs w:val="22"/>
        </w:rPr>
        <w:t>zhotovitel</w:t>
      </w:r>
      <w:r w:rsidR="00E4186B" w:rsidRPr="00246E71">
        <w:rPr>
          <w:b w:val="0"/>
          <w:sz w:val="22"/>
          <w:szCs w:val="22"/>
        </w:rPr>
        <w:t xml:space="preserve"> za povinnost</w:t>
      </w:r>
      <w:r w:rsidRPr="00246E71">
        <w:rPr>
          <w:b w:val="0"/>
          <w:sz w:val="22"/>
          <w:szCs w:val="22"/>
        </w:rPr>
        <w:t xml:space="preserve"> zajist</w:t>
      </w:r>
      <w:r w:rsidR="00E4186B" w:rsidRPr="00246E71">
        <w:rPr>
          <w:b w:val="0"/>
          <w:sz w:val="22"/>
          <w:szCs w:val="22"/>
        </w:rPr>
        <w:t>it</w:t>
      </w:r>
      <w:r w:rsidRPr="00246E71">
        <w:rPr>
          <w:b w:val="0"/>
          <w:sz w:val="22"/>
          <w:szCs w:val="22"/>
        </w:rPr>
        <w:t xml:space="preserve"> </w:t>
      </w:r>
      <w:r w:rsidR="00E4186B" w:rsidRPr="00246E71">
        <w:rPr>
          <w:b w:val="0"/>
          <w:sz w:val="22"/>
          <w:szCs w:val="22"/>
        </w:rPr>
        <w:t xml:space="preserve">u </w:t>
      </w:r>
      <w:r w:rsidRPr="00246E71">
        <w:rPr>
          <w:b w:val="0"/>
          <w:sz w:val="22"/>
          <w:szCs w:val="22"/>
        </w:rPr>
        <w:t>objednatel</w:t>
      </w:r>
      <w:r w:rsidR="00E4186B" w:rsidRPr="00246E71">
        <w:rPr>
          <w:b w:val="0"/>
          <w:sz w:val="22"/>
          <w:szCs w:val="22"/>
        </w:rPr>
        <w:t>e</w:t>
      </w:r>
      <w:r w:rsidRPr="00246E71">
        <w:rPr>
          <w:b w:val="0"/>
          <w:sz w:val="22"/>
          <w:szCs w:val="22"/>
        </w:rPr>
        <w:t xml:space="preserve"> jejich proškolení. Školení zaměstnanců zhotovitele proběhne vždy před zahájením prací. Za provedení školení zaměstnanců zhotovitele je zodpovědný zhotovitel.</w:t>
      </w:r>
    </w:p>
    <w:p w14:paraId="0C1BDCE9" w14:textId="62ABEBEC" w:rsidR="00EF509E" w:rsidRDefault="00EF509E" w:rsidP="00AD51FB">
      <w:pPr>
        <w:pStyle w:val="Zkladntext3"/>
        <w:numPr>
          <w:ilvl w:val="0"/>
          <w:numId w:val="25"/>
        </w:numPr>
        <w:tabs>
          <w:tab w:val="left" w:pos="7455"/>
        </w:tabs>
        <w:spacing w:after="120"/>
        <w:ind w:left="851" w:hanging="425"/>
        <w:rPr>
          <w:b w:val="0"/>
          <w:sz w:val="22"/>
          <w:szCs w:val="22"/>
        </w:rPr>
      </w:pPr>
      <w:r w:rsidRPr="001061D4">
        <w:rPr>
          <w:b w:val="0"/>
          <w:sz w:val="22"/>
          <w:szCs w:val="22"/>
        </w:rPr>
        <w:t xml:space="preserve">Před započetím svářečských prací (svařování, </w:t>
      </w:r>
      <w:proofErr w:type="spellStart"/>
      <w:r w:rsidRPr="001061D4">
        <w:rPr>
          <w:b w:val="0"/>
          <w:sz w:val="22"/>
          <w:szCs w:val="22"/>
        </w:rPr>
        <w:t>rozbrušování</w:t>
      </w:r>
      <w:proofErr w:type="spellEnd"/>
      <w:r w:rsidRPr="001061D4">
        <w:rPr>
          <w:b w:val="0"/>
          <w:sz w:val="22"/>
          <w:szCs w:val="22"/>
        </w:rPr>
        <w:t xml:space="preserve">,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 </w:t>
      </w:r>
    </w:p>
    <w:p w14:paraId="23F69D9B" w14:textId="77777777"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Zhotovitel zajistí, aby vozidla stavby vjíždějící na pozemní komunikaci</w:t>
      </w:r>
      <w:r w:rsidR="00E737BF">
        <w:rPr>
          <w:b w:val="0"/>
          <w:sz w:val="22"/>
          <w:szCs w:val="22"/>
        </w:rPr>
        <w:t xml:space="preserve"> </w:t>
      </w:r>
      <w:r w:rsidRPr="0097002A">
        <w:rPr>
          <w:b w:val="0"/>
          <w:sz w:val="22"/>
          <w:szCs w:val="22"/>
        </w:rPr>
        <w:t xml:space="preserve">(komunikace v Areálu </w:t>
      </w:r>
      <w:r w:rsidR="00E737BF">
        <w:rPr>
          <w:b w:val="0"/>
          <w:sz w:val="22"/>
          <w:szCs w:val="22"/>
        </w:rPr>
        <w:t>autobusy Hranečník</w:t>
      </w:r>
      <w:r w:rsidRPr="0097002A">
        <w:rPr>
          <w:b w:val="0"/>
          <w:sz w:val="22"/>
          <w:szCs w:val="22"/>
        </w:rPr>
        <w:t xml:space="preserve">, příjezdová komunikace do Areálu </w:t>
      </w:r>
      <w:r w:rsidR="00E737BF">
        <w:rPr>
          <w:b w:val="0"/>
          <w:sz w:val="22"/>
          <w:szCs w:val="22"/>
        </w:rPr>
        <w:t>autobusy Hranečník a přilehlé</w:t>
      </w:r>
      <w:r w:rsidRPr="0097002A">
        <w:rPr>
          <w:b w:val="0"/>
          <w:sz w:val="22"/>
          <w:szCs w:val="22"/>
        </w:rPr>
        <w:t xml:space="preserve"> komunikace) byla předem očištěna tak, aby neznečišťovala pozemní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14:paraId="4708F74F" w14:textId="07B62DF8" w:rsidR="00803D2C" w:rsidRDefault="007C6BC2" w:rsidP="006C1A38">
      <w:pPr>
        <w:pStyle w:val="Zkladntext3"/>
        <w:tabs>
          <w:tab w:val="left" w:pos="7455"/>
        </w:tabs>
        <w:spacing w:after="120"/>
        <w:ind w:left="851"/>
        <w:rPr>
          <w:b w:val="0"/>
          <w:sz w:val="22"/>
          <w:szCs w:val="22"/>
        </w:rPr>
      </w:pPr>
      <w:r w:rsidRPr="0097002A">
        <w:rPr>
          <w:b w:val="0"/>
          <w:sz w:val="22"/>
          <w:szCs w:val="22"/>
        </w:rPr>
        <w:t>V případě, že vozidla stavby vjíždějící na pozemní komunikaci</w:t>
      </w:r>
      <w:r w:rsidR="00E737BF">
        <w:rPr>
          <w:b w:val="0"/>
          <w:sz w:val="22"/>
          <w:szCs w:val="22"/>
        </w:rPr>
        <w:t xml:space="preserve"> </w:t>
      </w:r>
      <w:r w:rsidR="00E737BF" w:rsidRPr="0097002A">
        <w:rPr>
          <w:b w:val="0"/>
          <w:sz w:val="22"/>
          <w:szCs w:val="22"/>
        </w:rPr>
        <w:t xml:space="preserve">(komunikace v Areálu </w:t>
      </w:r>
      <w:r w:rsidR="00E737BF">
        <w:rPr>
          <w:b w:val="0"/>
          <w:sz w:val="22"/>
          <w:szCs w:val="22"/>
        </w:rPr>
        <w:t>autobusy Hranečník</w:t>
      </w:r>
      <w:r w:rsidR="00E737BF" w:rsidRPr="0097002A">
        <w:rPr>
          <w:b w:val="0"/>
          <w:sz w:val="22"/>
          <w:szCs w:val="22"/>
        </w:rPr>
        <w:t xml:space="preserve">, příjezdová komunikace do Areálu </w:t>
      </w:r>
      <w:r w:rsidR="00E737BF">
        <w:rPr>
          <w:b w:val="0"/>
          <w:sz w:val="22"/>
          <w:szCs w:val="22"/>
        </w:rPr>
        <w:t>autobusy Hranečník a přilehlé</w:t>
      </w:r>
      <w:r w:rsidR="00E737BF" w:rsidRPr="0097002A">
        <w:rPr>
          <w:b w:val="0"/>
          <w:sz w:val="22"/>
          <w:szCs w:val="22"/>
        </w:rPr>
        <w:t xml:space="preserve"> komunikace</w:t>
      </w:r>
      <w:r w:rsidR="00211F75">
        <w:rPr>
          <w:b w:val="0"/>
          <w:sz w:val="22"/>
          <w:szCs w:val="22"/>
        </w:rPr>
        <w:t>, ul. Počáteční</w:t>
      </w:r>
      <w:r w:rsidR="00E737BF" w:rsidRPr="0097002A">
        <w:rPr>
          <w:b w:val="0"/>
          <w:sz w:val="22"/>
          <w:szCs w:val="22"/>
        </w:rPr>
        <w:t>)</w:t>
      </w:r>
      <w:r w:rsidRPr="0097002A">
        <w:rPr>
          <w:b w:val="0"/>
          <w:sz w:val="22"/>
          <w:szCs w:val="22"/>
        </w:rPr>
        <w:t xml:space="preserve"> znečistí pozemní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97002A" w:rsidRPr="0097002A">
        <w:rPr>
          <w:b w:val="0"/>
          <w:sz w:val="22"/>
          <w:szCs w:val="22"/>
        </w:rPr>
        <w:t xml:space="preserve">pozemní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14:paraId="3E046DC9" w14:textId="56CDE8AF" w:rsidR="00DC060C" w:rsidRPr="0097002A" w:rsidRDefault="00DC060C" w:rsidP="006C1A38">
      <w:pPr>
        <w:pStyle w:val="Zkladntext3"/>
        <w:tabs>
          <w:tab w:val="left" w:pos="7455"/>
        </w:tabs>
        <w:spacing w:after="120"/>
        <w:ind w:left="851"/>
        <w:rPr>
          <w:b w:val="0"/>
          <w:sz w:val="22"/>
          <w:szCs w:val="22"/>
        </w:rPr>
      </w:pPr>
      <w:r w:rsidRPr="0097002A">
        <w:rPr>
          <w:b w:val="0"/>
          <w:sz w:val="22"/>
          <w:szCs w:val="22"/>
        </w:rPr>
        <w:lastRenderedPageBreak/>
        <w:t xml:space="preserve">Nestane-li se tak, je zhotovitel povinen objednateli uhradit náklady spojené s odstraněním znečištění a s uvedením pozemní 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AC203E">
        <w:rPr>
          <w:b w:val="0"/>
          <w:sz w:val="22"/>
          <w:szCs w:val="22"/>
        </w:rPr>
        <w:t>9</w:t>
      </w:r>
      <w:r w:rsidR="00450DF0">
        <w:rPr>
          <w:b w:val="0"/>
          <w:sz w:val="22"/>
          <w:szCs w:val="22"/>
        </w:rPr>
        <w:t>.</w:t>
      </w:r>
      <w:r w:rsidR="00704996">
        <w:rPr>
          <w:b w:val="0"/>
          <w:sz w:val="22"/>
          <w:szCs w:val="22"/>
        </w:rPr>
        <w:t>9</w:t>
      </w:r>
      <w:r w:rsidR="0097002A" w:rsidRPr="0097002A">
        <w:rPr>
          <w:b w:val="0"/>
          <w:sz w:val="22"/>
          <w:szCs w:val="22"/>
        </w:rPr>
        <w:t xml:space="preserve"> </w:t>
      </w:r>
      <w:r w:rsidRPr="0097002A">
        <w:rPr>
          <w:b w:val="0"/>
          <w:sz w:val="22"/>
          <w:szCs w:val="22"/>
        </w:rPr>
        <w:t>smlouvy o dílo.</w:t>
      </w:r>
    </w:p>
    <w:p w14:paraId="4AF49AED" w14:textId="77777777"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V případě, že vozidla stavby vjíždějící na pozemní komunikaci</w:t>
      </w:r>
      <w:r w:rsidR="00AC203E">
        <w:rPr>
          <w:b w:val="0"/>
          <w:sz w:val="22"/>
          <w:szCs w:val="22"/>
        </w:rPr>
        <w:t xml:space="preserve"> </w:t>
      </w:r>
      <w:r w:rsidR="00AC203E" w:rsidRPr="0097002A">
        <w:rPr>
          <w:b w:val="0"/>
          <w:sz w:val="22"/>
          <w:szCs w:val="22"/>
        </w:rPr>
        <w:t>(komunikací v Areálu autobusy Hranečník, příjezdové komunikace do Areálu autobusy Hranečník a přilehlé komunikace, ul. Počáteční)</w:t>
      </w:r>
      <w:r w:rsidR="00AC203E">
        <w:rPr>
          <w:b w:val="0"/>
          <w:sz w:val="22"/>
          <w:szCs w:val="22"/>
        </w:rPr>
        <w:t xml:space="preserve"> </w:t>
      </w:r>
      <w:r w:rsidRPr="0097002A">
        <w:rPr>
          <w:b w:val="0"/>
          <w:sz w:val="22"/>
          <w:szCs w:val="22"/>
        </w:rPr>
        <w:t xml:space="preserve">poškodí </w:t>
      </w:r>
      <w:r w:rsidR="0097002A" w:rsidRPr="0097002A">
        <w:rPr>
          <w:b w:val="0"/>
          <w:sz w:val="22"/>
          <w:szCs w:val="22"/>
        </w:rPr>
        <w:t xml:space="preserve">pozemní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pozemní komunikace </w:t>
      </w:r>
      <w:r w:rsidR="00417DC8">
        <w:rPr>
          <w:b w:val="0"/>
          <w:sz w:val="22"/>
          <w:szCs w:val="22"/>
        </w:rPr>
        <w:t xml:space="preserve">nebo dráhy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24E846F2" w14:textId="77777777"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pozemní 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764DDD6E" w14:textId="280B0109" w:rsidR="00A35AD9" w:rsidRPr="00A35AD9" w:rsidRDefault="00246E71" w:rsidP="00587AC8">
      <w:pPr>
        <w:pStyle w:val="Zkladntext3"/>
        <w:numPr>
          <w:ilvl w:val="0"/>
          <w:numId w:val="16"/>
        </w:numPr>
        <w:spacing w:before="240" w:after="120"/>
        <w:ind w:left="426" w:hanging="426"/>
        <w:rPr>
          <w:sz w:val="22"/>
          <w:szCs w:val="22"/>
        </w:rPr>
      </w:pPr>
      <w:r>
        <w:rPr>
          <w:sz w:val="22"/>
          <w:szCs w:val="22"/>
        </w:rPr>
        <w:t>S</w:t>
      </w:r>
      <w:r w:rsidR="00A35AD9" w:rsidRPr="00A35AD9">
        <w:rPr>
          <w:sz w:val="22"/>
          <w:szCs w:val="22"/>
        </w:rPr>
        <w:t xml:space="preserve">taveniště </w:t>
      </w:r>
    </w:p>
    <w:p w14:paraId="2434B308" w14:textId="449983C2" w:rsidR="00C219F7" w:rsidRPr="00246E71" w:rsidRDefault="00C219F7" w:rsidP="00587AC8">
      <w:pPr>
        <w:numPr>
          <w:ilvl w:val="0"/>
          <w:numId w:val="21"/>
        </w:numPr>
        <w:ind w:left="714" w:hanging="357"/>
        <w:rPr>
          <w:b/>
        </w:rPr>
      </w:pPr>
      <w:r w:rsidRPr="00246E71">
        <w:rPr>
          <w:szCs w:val="22"/>
        </w:rPr>
        <w:t xml:space="preserve">Objednatel umožní </w:t>
      </w:r>
      <w:r w:rsidRPr="00246E71">
        <w:rPr>
          <w:rFonts w:eastAsiaTheme="minorHAnsi"/>
          <w:szCs w:val="22"/>
          <w:lang w:eastAsia="en-US"/>
        </w:rPr>
        <w:t>zhotoviteli</w:t>
      </w:r>
      <w:r w:rsidRPr="00246E71">
        <w:rPr>
          <w:szCs w:val="22"/>
        </w:rPr>
        <w:t xml:space="preserve"> zřídit zařízení staveniště v Areálu </w:t>
      </w:r>
      <w:r w:rsidR="00E737BF" w:rsidRPr="00246E71">
        <w:rPr>
          <w:szCs w:val="22"/>
        </w:rPr>
        <w:t>autobusy Hranečník</w:t>
      </w:r>
      <w:r w:rsidRPr="00246E71">
        <w:rPr>
          <w:szCs w:val="22"/>
        </w:rPr>
        <w:t xml:space="preserve">, místo bude určeno </w:t>
      </w:r>
      <w:r w:rsidR="00A84179" w:rsidRPr="00246E71">
        <w:rPr>
          <w:szCs w:val="22"/>
        </w:rPr>
        <w:t xml:space="preserve">dohodou mezi objednatelem a zhotovitelem </w:t>
      </w:r>
      <w:r w:rsidRPr="00246E71">
        <w:rPr>
          <w:szCs w:val="22"/>
        </w:rPr>
        <w:t xml:space="preserve">při předání a převzetí staveniště. </w:t>
      </w:r>
    </w:p>
    <w:p w14:paraId="76041066"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Provozní, sociální a případně i výrobní zařízení staveniště zabezpečuje zhotovitel v souladu se svými potřebami a v souladu s projektovou dokumentací. Náklady na projekt, vybudování, zprovoznění, údržbu, likvidaci a </w:t>
      </w:r>
      <w:r w:rsidRPr="00587AC8">
        <w:rPr>
          <w:szCs w:val="22"/>
        </w:rPr>
        <w:t>vyklizení</w:t>
      </w:r>
      <w:r w:rsidRPr="00246E71">
        <w:rPr>
          <w:rFonts w:eastAsiaTheme="minorHAnsi"/>
          <w:szCs w:val="22"/>
          <w:lang w:eastAsia="en-US"/>
        </w:rPr>
        <w:t xml:space="preserve"> zařízení staveniště jsou zahrnuty ve sjednané ceně díla.</w:t>
      </w:r>
    </w:p>
    <w:p w14:paraId="14F61A16"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užívat staveniště pouze pro účely související s prováděním předmětu plnění a při užívání </w:t>
      </w:r>
      <w:r w:rsidRPr="00587AC8">
        <w:rPr>
          <w:szCs w:val="22"/>
        </w:rPr>
        <w:t>staveniště</w:t>
      </w:r>
      <w:r w:rsidRPr="00246E71">
        <w:rPr>
          <w:rFonts w:eastAsiaTheme="minorHAnsi"/>
          <w:szCs w:val="22"/>
          <w:lang w:eastAsia="en-US"/>
        </w:rPr>
        <w:t xml:space="preserve"> je povinen dodržovat veškeré právní předpisy.</w:t>
      </w:r>
    </w:p>
    <w:p w14:paraId="40536960"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vypracovat pro staveniště požární řád, poplachové směrnice stavby a provozně dopravní řád stavby a je </w:t>
      </w:r>
      <w:r w:rsidRPr="00587AC8">
        <w:rPr>
          <w:szCs w:val="22"/>
        </w:rPr>
        <w:t>povinen</w:t>
      </w:r>
      <w:r w:rsidRPr="00246E71">
        <w:rPr>
          <w:rFonts w:eastAsiaTheme="minorHAnsi"/>
          <w:szCs w:val="22"/>
          <w:lang w:eastAsia="en-US"/>
        </w:rPr>
        <w:t xml:space="preserve"> je viditelně na staveništi umístit.</w:t>
      </w:r>
    </w:p>
    <w:p w14:paraId="5AFE683B"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udržovat na Staveništi pořádek, zajišťovat </w:t>
      </w:r>
      <w:r w:rsidRPr="00246E71">
        <w:rPr>
          <w:szCs w:val="22"/>
        </w:rPr>
        <w:t>průběžný úklid staveniště (kontinuální udržování pořádku na staveništi).</w:t>
      </w:r>
    </w:p>
    <w:p w14:paraId="6CF18FE6" w14:textId="77777777" w:rsidR="00246E71" w:rsidRPr="00246E71" w:rsidRDefault="00246E71" w:rsidP="00587AC8">
      <w:pPr>
        <w:numPr>
          <w:ilvl w:val="0"/>
          <w:numId w:val="21"/>
        </w:numPr>
        <w:ind w:left="714" w:hanging="357"/>
        <w:rPr>
          <w:rFonts w:eastAsiaTheme="minorHAnsi"/>
          <w:szCs w:val="22"/>
          <w:lang w:eastAsia="en-US"/>
        </w:rPr>
      </w:pPr>
      <w:r w:rsidRPr="00246E71">
        <w:rPr>
          <w:rFonts w:eastAsiaTheme="minorHAnsi"/>
          <w:szCs w:val="22"/>
          <w:lang w:eastAsia="en-US"/>
        </w:rPr>
        <w:t xml:space="preserve">Zhotovitel zajistí </w:t>
      </w:r>
      <w:r w:rsidRPr="00587AC8">
        <w:rPr>
          <w:szCs w:val="22"/>
        </w:rPr>
        <w:t>střežení</w:t>
      </w:r>
      <w:r w:rsidRPr="00246E71">
        <w:rPr>
          <w:rFonts w:eastAsiaTheme="minorHAnsi"/>
          <w:szCs w:val="22"/>
          <w:lang w:eastAsia="en-US"/>
        </w:rPr>
        <w:t xml:space="preserve"> Staveniště a v případě potřeby i jeho oplocení nebo jiné vhodné zabezpečení.</w:t>
      </w:r>
    </w:p>
    <w:p w14:paraId="50607827" w14:textId="0A2A5D0C" w:rsidR="00246E71" w:rsidRPr="00246E71" w:rsidRDefault="00246E71" w:rsidP="00246E71">
      <w:pPr>
        <w:pStyle w:val="FSCodrkaslovan"/>
        <w:numPr>
          <w:ilvl w:val="0"/>
          <w:numId w:val="21"/>
        </w:numPr>
        <w:tabs>
          <w:tab w:val="clear" w:pos="357"/>
        </w:tabs>
        <w:spacing w:after="0" w:line="240" w:lineRule="auto"/>
        <w:ind w:hanging="293"/>
        <w:rPr>
          <w:rFonts w:ascii="Times New Roman" w:hAnsi="Times New Roman" w:cs="Times New Roman"/>
          <w:b/>
        </w:rPr>
      </w:pPr>
      <w:r w:rsidRPr="00246E71">
        <w:rPr>
          <w:rFonts w:ascii="Times New Roman" w:hAnsi="Times New Roman" w:cs="Times New Roman"/>
        </w:rPr>
        <w:t>Zhotovitel není oprávněn, pokud se strany nedohodnou jinak, využívat Staveniště k ubytování nebo nocování osob.</w:t>
      </w:r>
    </w:p>
    <w:p w14:paraId="669C232E" w14:textId="77777777" w:rsidR="006258B1" w:rsidRPr="008512C2" w:rsidRDefault="006258B1" w:rsidP="00587AC8">
      <w:pPr>
        <w:pStyle w:val="Zkladntext3"/>
        <w:numPr>
          <w:ilvl w:val="0"/>
          <w:numId w:val="16"/>
        </w:numPr>
        <w:spacing w:before="240" w:after="120"/>
        <w:ind w:left="426" w:hanging="426"/>
        <w:rPr>
          <w:sz w:val="22"/>
        </w:rPr>
      </w:pPr>
      <w:bookmarkStart w:id="1" w:name="_Toc325374885"/>
      <w:r w:rsidRPr="0022482F">
        <w:rPr>
          <w:sz w:val="22"/>
          <w:szCs w:val="22"/>
        </w:rPr>
        <w:t>Podmínky</w:t>
      </w:r>
      <w:r w:rsidRPr="008512C2">
        <w:rPr>
          <w:sz w:val="22"/>
        </w:rPr>
        <w:t xml:space="preserve"> pro vstup a pohyb osob </w:t>
      </w:r>
      <w:r>
        <w:rPr>
          <w:sz w:val="22"/>
        </w:rPr>
        <w:t xml:space="preserve">v Areálu </w:t>
      </w:r>
      <w:r w:rsidR="002C1DBC">
        <w:rPr>
          <w:sz w:val="22"/>
        </w:rPr>
        <w:t>autobusy Hranečník</w:t>
      </w:r>
      <w:r>
        <w:rPr>
          <w:sz w:val="22"/>
        </w:rPr>
        <w:t xml:space="preserve"> </w:t>
      </w:r>
      <w:r w:rsidRPr="008512C2">
        <w:rPr>
          <w:sz w:val="22"/>
        </w:rPr>
        <w:t xml:space="preserve">– </w:t>
      </w:r>
      <w:bookmarkEnd w:id="1"/>
      <w:r w:rsidRPr="008512C2">
        <w:rPr>
          <w:sz w:val="22"/>
        </w:rPr>
        <w:t xml:space="preserve">zhotovitel, zaměstnanec zhotovitele </w:t>
      </w:r>
    </w:p>
    <w:p w14:paraId="0EFE7E3F" w14:textId="77777777" w:rsidR="006258B1" w:rsidRPr="00587AC8" w:rsidRDefault="006258B1" w:rsidP="00587AC8">
      <w:pPr>
        <w:numPr>
          <w:ilvl w:val="0"/>
          <w:numId w:val="21"/>
        </w:numPr>
        <w:ind w:left="714" w:hanging="357"/>
        <w:rPr>
          <w:szCs w:val="22"/>
        </w:rPr>
      </w:pPr>
      <w:r w:rsidRPr="00587AC8">
        <w:rPr>
          <w:szCs w:val="22"/>
        </w:rPr>
        <w:t>Zhotoviteli, zaměstnanci zhotovitele je vstup do areálu objednatele povolen po předložení „dočasného průkazu“ nebo „Seznamu osob oprávněných ke vstupu“ a po ověření totožnosti.</w:t>
      </w:r>
    </w:p>
    <w:p w14:paraId="543DE4E4" w14:textId="77777777" w:rsidR="006258B1" w:rsidRPr="00587AC8" w:rsidRDefault="006258B1" w:rsidP="00587AC8">
      <w:pPr>
        <w:numPr>
          <w:ilvl w:val="0"/>
          <w:numId w:val="21"/>
        </w:numPr>
        <w:ind w:left="714" w:hanging="357"/>
        <w:rPr>
          <w:szCs w:val="22"/>
        </w:rPr>
      </w:pPr>
      <w:r w:rsidRPr="00587AC8">
        <w:rPr>
          <w:szCs w:val="22"/>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6582ECE5" w14:textId="317FB59E" w:rsidR="006258B1" w:rsidRPr="00587AC8" w:rsidRDefault="006258B1" w:rsidP="00587AC8">
      <w:pPr>
        <w:numPr>
          <w:ilvl w:val="0"/>
          <w:numId w:val="21"/>
        </w:numPr>
        <w:ind w:left="714" w:hanging="357"/>
        <w:rPr>
          <w:szCs w:val="22"/>
        </w:rPr>
      </w:pPr>
      <w:r w:rsidRPr="00587AC8">
        <w:rPr>
          <w:szCs w:val="22"/>
        </w:rPr>
        <w:t>Vstup a pohyb zhotovitele, zaměstnanců zhotovitele v areálu objednatele</w:t>
      </w:r>
      <w:r w:rsidR="007F5894">
        <w:rPr>
          <w:szCs w:val="22"/>
        </w:rPr>
        <w:t xml:space="preserve"> a v Hale pro opravu autobusů -Karosárně,</w:t>
      </w:r>
      <w:r w:rsidRPr="00587AC8">
        <w:rPr>
          <w:szCs w:val="22"/>
        </w:rPr>
        <w:t xml:space="preserve"> se předpokládá zejména v pracovní dny v provozní době od 6.00 do </w:t>
      </w:r>
      <w:r w:rsidR="007F5894">
        <w:rPr>
          <w:szCs w:val="22"/>
        </w:rPr>
        <w:t>14</w:t>
      </w:r>
      <w:r w:rsidRPr="00587AC8">
        <w:rPr>
          <w:szCs w:val="22"/>
        </w:rPr>
        <w:t>.00 hod.</w:t>
      </w:r>
      <w:r w:rsidR="007F5894">
        <w:rPr>
          <w:szCs w:val="22"/>
        </w:rPr>
        <w:t xml:space="preserve"> Po předchozí dohodě s objednatelem, je možný vstup do Haly pro opravu autobusů - Karosárny v době od 22.00 do 6.00 hod. - při požadavku prací v této době, zajistí dozor pověřený pracovník objednatele.</w:t>
      </w:r>
      <w:r w:rsidRPr="00587AC8">
        <w:rPr>
          <w:szCs w:val="22"/>
        </w:rPr>
        <w:t xml:space="preserve"> </w:t>
      </w:r>
    </w:p>
    <w:p w14:paraId="6AC706DF" w14:textId="77777777" w:rsidR="006258B1" w:rsidRPr="00587AC8" w:rsidRDefault="006258B1" w:rsidP="00587AC8">
      <w:pPr>
        <w:numPr>
          <w:ilvl w:val="0"/>
          <w:numId w:val="21"/>
        </w:numPr>
        <w:ind w:left="714" w:hanging="357"/>
        <w:rPr>
          <w:szCs w:val="22"/>
        </w:rPr>
      </w:pPr>
      <w:r w:rsidRPr="00587AC8">
        <w:rPr>
          <w:szCs w:val="22"/>
        </w:rPr>
        <w:t xml:space="preserve">Mimo uvedenou provozní dobu je zaměstnancům zhotovitele vstup a pohyb v areálu objednatele zakázán s výjimkou zaměstnanců vykonávající svou pracovní činnost (tím se rozumí zaměstnanci zhotovitele služeb). </w:t>
      </w:r>
    </w:p>
    <w:p w14:paraId="705F989D" w14:textId="781B7C78" w:rsidR="006258B1" w:rsidRDefault="006258B1" w:rsidP="00587AC8">
      <w:pPr>
        <w:numPr>
          <w:ilvl w:val="0"/>
          <w:numId w:val="21"/>
        </w:numPr>
        <w:ind w:left="714" w:hanging="357"/>
      </w:pPr>
      <w:r w:rsidRPr="00587AC8">
        <w:rPr>
          <w:szCs w:val="22"/>
        </w:rPr>
        <w:t>Zhotovitel</w:t>
      </w:r>
      <w:r w:rsidRPr="00174679">
        <w:t xml:space="preserve"> předá objednateli seznam osob, které budou vstupovat na místa plnění za účelem plnění závazků z této smlouvy nejpozději do 48 hodin před</w:t>
      </w:r>
      <w:r w:rsidR="008F1C2A">
        <w:t xml:space="preserve"> předáním a převzetím staveniště</w:t>
      </w:r>
      <w:r w:rsidRPr="00174679">
        <w:t xml:space="preserve">. Seznam předá pověřené osobě objednatele ve věcech technických uvedené v této smlouvě. </w:t>
      </w:r>
    </w:p>
    <w:p w14:paraId="15DA04E1" w14:textId="77777777" w:rsidR="006258B1" w:rsidRPr="008512C2" w:rsidRDefault="006258B1" w:rsidP="00587AC8">
      <w:pPr>
        <w:pStyle w:val="Zkladntext3"/>
        <w:numPr>
          <w:ilvl w:val="0"/>
          <w:numId w:val="16"/>
        </w:numPr>
        <w:spacing w:before="240" w:after="120"/>
        <w:ind w:left="426" w:hanging="426"/>
        <w:rPr>
          <w:sz w:val="22"/>
        </w:rPr>
      </w:pPr>
      <w:r w:rsidRPr="008512C2">
        <w:rPr>
          <w:sz w:val="22"/>
        </w:rPr>
        <w:t>Podmínky pro vjezd dopravních prostředků zhotovitele</w:t>
      </w:r>
    </w:p>
    <w:p w14:paraId="67F9F9D0" w14:textId="3353C3FA" w:rsidR="006258B1" w:rsidRPr="00587AC8" w:rsidRDefault="006258B1" w:rsidP="00587AC8">
      <w:pPr>
        <w:numPr>
          <w:ilvl w:val="0"/>
          <w:numId w:val="21"/>
        </w:numPr>
        <w:ind w:left="714" w:hanging="357"/>
        <w:rPr>
          <w:szCs w:val="22"/>
        </w:rPr>
      </w:pPr>
      <w:r w:rsidRPr="00587AC8">
        <w:rPr>
          <w:szCs w:val="22"/>
        </w:rPr>
        <w:t xml:space="preserve">Zhotoviteli bude vjezd a pohyb v dopravním prostředku v areálu objednatele povolen na základě platného Povolení vjezdu vydaného pověřeným technickým pracovníkem objednatele </w:t>
      </w:r>
      <w:r w:rsidR="0059269B" w:rsidRPr="00587AC8">
        <w:rPr>
          <w:szCs w:val="22"/>
        </w:rPr>
        <w:t>toto povolení bude předloženo při vjezdu do areálu a po dobu parkování v areále bude za čelním sklem automobilu na viditelném místě.</w:t>
      </w:r>
    </w:p>
    <w:p w14:paraId="2F920C63" w14:textId="5ECF379F" w:rsidR="00BD6A9E" w:rsidRPr="00587AC8" w:rsidRDefault="00BD6A9E" w:rsidP="00587AC8">
      <w:pPr>
        <w:numPr>
          <w:ilvl w:val="0"/>
          <w:numId w:val="21"/>
        </w:numPr>
        <w:ind w:left="714" w:hanging="357"/>
        <w:rPr>
          <w:szCs w:val="22"/>
        </w:rPr>
      </w:pPr>
      <w:r w:rsidRPr="00587AC8">
        <w:rPr>
          <w:szCs w:val="22"/>
        </w:rPr>
        <w:lastRenderedPageBreak/>
        <w:t>Zhotovitel bude seznámen s „Dopravně provozním řádem pro autobusové garáže Hranečník“ a zhotovitel dále prokazatelně seznámí veškeré subdodavatele s tímto provozním řádem.</w:t>
      </w:r>
    </w:p>
    <w:p w14:paraId="7BF184BD" w14:textId="77777777" w:rsidR="006258B1" w:rsidRPr="00587AC8" w:rsidRDefault="006258B1" w:rsidP="00587AC8">
      <w:pPr>
        <w:numPr>
          <w:ilvl w:val="0"/>
          <w:numId w:val="21"/>
        </w:numPr>
        <w:ind w:left="714" w:hanging="357"/>
        <w:rPr>
          <w:szCs w:val="22"/>
        </w:rPr>
      </w:pPr>
      <w:r w:rsidRPr="00587AC8">
        <w:rPr>
          <w:szCs w:val="22"/>
        </w:rPr>
        <w:t xml:space="preserve">Bezpečnostní ostraha objednatele je oprávněna provést kontrolu dopravního prostředku při vjezdu do areálu objednatele i při výjezdu z areálu objednatele. </w:t>
      </w:r>
    </w:p>
    <w:p w14:paraId="7B7E413D" w14:textId="1FB606E9" w:rsidR="006258B1" w:rsidRPr="00587AC8" w:rsidRDefault="0059269B" w:rsidP="00587AC8">
      <w:pPr>
        <w:numPr>
          <w:ilvl w:val="0"/>
          <w:numId w:val="21"/>
        </w:numPr>
        <w:ind w:left="714" w:hanging="357"/>
        <w:rPr>
          <w:szCs w:val="22"/>
        </w:rPr>
      </w:pPr>
      <w:r w:rsidRPr="00587AC8">
        <w:rPr>
          <w:szCs w:val="22"/>
        </w:rPr>
        <w:t>Bez platného povolení nebude zhotovitel vpuštěn do areálu.</w:t>
      </w:r>
    </w:p>
    <w:p w14:paraId="3599C7A8" w14:textId="457ED0C1" w:rsidR="006258B1" w:rsidRPr="00587AC8" w:rsidRDefault="006258B1" w:rsidP="00587AC8">
      <w:pPr>
        <w:numPr>
          <w:ilvl w:val="0"/>
          <w:numId w:val="21"/>
        </w:numPr>
        <w:ind w:left="714" w:hanging="357"/>
        <w:rPr>
          <w:szCs w:val="22"/>
        </w:rPr>
      </w:pPr>
      <w:r w:rsidRPr="00587AC8">
        <w:rPr>
          <w:szCs w:val="22"/>
        </w:rPr>
        <w:t>Vjezd a pohyb zhotovitele v areálu objednatele na základě „dočasného průkazu“ nebo „Seznamu osob oprávněných ke vstupu“ je možný pouze v pracovní dn</w:t>
      </w:r>
      <w:r w:rsidR="00AD684F">
        <w:rPr>
          <w:szCs w:val="22"/>
        </w:rPr>
        <w:t>y</w:t>
      </w:r>
      <w:r w:rsidRPr="00587AC8">
        <w:rPr>
          <w:szCs w:val="22"/>
        </w:rPr>
        <w:t xml:space="preserve"> v provozní době od 6.00 hod. do 22.00 hodin.</w:t>
      </w:r>
    </w:p>
    <w:p w14:paraId="678D53AB" w14:textId="77777777" w:rsidR="006258B1" w:rsidRPr="00587AC8" w:rsidRDefault="006258B1" w:rsidP="00587AC8">
      <w:pPr>
        <w:numPr>
          <w:ilvl w:val="0"/>
          <w:numId w:val="21"/>
        </w:numPr>
        <w:ind w:left="714" w:hanging="357"/>
        <w:rPr>
          <w:szCs w:val="22"/>
        </w:rPr>
      </w:pPr>
      <w:r w:rsidRPr="00587AC8">
        <w:rPr>
          <w:szCs w:val="22"/>
        </w:rPr>
        <w:t>Mimo uvedenou provozní dobu může zhotovitel výjimečně vjíždět a pohybovat se v areálu pouze jako návštěva.</w:t>
      </w:r>
    </w:p>
    <w:p w14:paraId="33CFA695" w14:textId="36B0AA25" w:rsidR="006258B1" w:rsidRDefault="006258B1" w:rsidP="00587AC8">
      <w:pPr>
        <w:numPr>
          <w:ilvl w:val="0"/>
          <w:numId w:val="21"/>
        </w:numPr>
        <w:ind w:left="714" w:hanging="357"/>
      </w:pPr>
      <w:r w:rsidRPr="00587AC8">
        <w:rPr>
          <w:szCs w:val="22"/>
        </w:rPr>
        <w:t>Zhotovitel</w:t>
      </w:r>
      <w:r w:rsidRPr="00174679">
        <w:t xml:space="preserve"> předá objednateli seznam osob a služebních vozidel, která budou vjíždět na místa plnění za účelem závazků z této smlouvy, nejpozději do </w:t>
      </w:r>
      <w:r w:rsidR="0059269B">
        <w:t>72</w:t>
      </w:r>
      <w:r w:rsidRPr="00174679">
        <w:t xml:space="preserve"> hodin před </w:t>
      </w:r>
      <w:r w:rsidR="008F1C2A">
        <w:t>předáním a převzetím staveniště</w:t>
      </w:r>
      <w:r w:rsidRPr="00174679">
        <w:t xml:space="preserve">. Seznam </w:t>
      </w:r>
      <w:r w:rsidR="0059269B">
        <w:t>bude zaslán na emailovou adresu ………</w:t>
      </w:r>
      <w:proofErr w:type="gramStart"/>
      <w:r w:rsidR="0059269B">
        <w:t>….</w:t>
      </w:r>
      <w:r w:rsidR="0059269B" w:rsidRPr="00174679">
        <w:t xml:space="preserve">  </w:t>
      </w:r>
      <w:r w:rsidR="0059269B" w:rsidRPr="004E3FE8">
        <w:rPr>
          <w:rFonts w:eastAsia="Calibri"/>
          <w:i/>
          <w:color w:val="00B0F0"/>
        </w:rPr>
        <w:t>(POZN.</w:t>
      </w:r>
      <w:proofErr w:type="gramEnd"/>
      <w:r w:rsidR="0059269B" w:rsidRPr="004E3FE8">
        <w:rPr>
          <w:rFonts w:eastAsia="Calibri"/>
          <w:i/>
          <w:color w:val="00B0F0"/>
        </w:rPr>
        <w:t xml:space="preserve"> Doplní objednatel</w:t>
      </w:r>
      <w:r w:rsidR="0059269B">
        <w:t>).</w:t>
      </w:r>
      <w:r w:rsidRPr="00174679">
        <w:t xml:space="preserve">  </w:t>
      </w:r>
    </w:p>
    <w:p w14:paraId="38BF0574" w14:textId="77777777" w:rsidR="00587AC8" w:rsidRPr="00587AC8" w:rsidRDefault="00587AC8" w:rsidP="00587AC8">
      <w:pPr>
        <w:numPr>
          <w:ilvl w:val="0"/>
          <w:numId w:val="16"/>
        </w:numPr>
        <w:spacing w:before="240"/>
        <w:ind w:left="426" w:hanging="426"/>
        <w:rPr>
          <w:b/>
          <w:bCs/>
          <w:szCs w:val="24"/>
        </w:rPr>
      </w:pPr>
      <w:r w:rsidRPr="00587AC8">
        <w:rPr>
          <w:b/>
          <w:bCs/>
          <w:szCs w:val="24"/>
        </w:rPr>
        <w:t>FOTODOKUMENTACE</w:t>
      </w:r>
    </w:p>
    <w:p w14:paraId="134108DD" w14:textId="77777777" w:rsidR="00587AC8" w:rsidRPr="00587AC8" w:rsidRDefault="00587AC8" w:rsidP="00587AC8">
      <w:pPr>
        <w:numPr>
          <w:ilvl w:val="0"/>
          <w:numId w:val="41"/>
        </w:numPr>
        <w:tabs>
          <w:tab w:val="left" w:pos="7455"/>
        </w:tabs>
        <w:ind w:left="851" w:hanging="431"/>
        <w:rPr>
          <w:bCs/>
          <w:szCs w:val="22"/>
        </w:rPr>
      </w:pPr>
      <w:r w:rsidRPr="00587AC8">
        <w:rPr>
          <w:bCs/>
          <w:szCs w:val="22"/>
        </w:rPr>
        <w:t>Fotodokumentace stávajícího stavu před zahájením stavebních prací</w:t>
      </w:r>
    </w:p>
    <w:p w14:paraId="40FDB1F8"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Bude sloužit jako součást pasportizace. </w:t>
      </w:r>
    </w:p>
    <w:p w14:paraId="5FA14CF6"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Bude po celou dobu k dispozici objednateli a zástupcům objednatele na staveništi. </w:t>
      </w:r>
    </w:p>
    <w:p w14:paraId="4A12595A" w14:textId="77777777" w:rsidR="00587AC8" w:rsidRPr="00587AC8" w:rsidRDefault="00587AC8" w:rsidP="00587AC8">
      <w:pPr>
        <w:numPr>
          <w:ilvl w:val="0"/>
          <w:numId w:val="21"/>
        </w:numPr>
        <w:ind w:left="1134" w:hanging="283"/>
        <w:rPr>
          <w:bCs/>
          <w:szCs w:val="22"/>
        </w:rPr>
      </w:pPr>
      <w:r w:rsidRPr="00587AC8">
        <w:rPr>
          <w:bCs/>
          <w:szCs w:val="22"/>
        </w:rPr>
        <w:t>Fotodokumentace v rozsahu celého zájmového území stavby bude rozčleněná na jednotlivé objekty.</w:t>
      </w:r>
    </w:p>
    <w:p w14:paraId="3CFA9F52" w14:textId="77777777" w:rsidR="00587AC8" w:rsidRPr="00587AC8" w:rsidRDefault="00587AC8" w:rsidP="00587AC8">
      <w:pPr>
        <w:numPr>
          <w:ilvl w:val="0"/>
          <w:numId w:val="41"/>
        </w:numPr>
        <w:tabs>
          <w:tab w:val="left" w:pos="7455"/>
        </w:tabs>
        <w:ind w:left="851" w:hanging="431"/>
        <w:rPr>
          <w:bCs/>
          <w:szCs w:val="22"/>
        </w:rPr>
      </w:pPr>
      <w:r w:rsidRPr="00587AC8">
        <w:rPr>
          <w:bCs/>
          <w:szCs w:val="22"/>
        </w:rPr>
        <w:t>Fotodokumentace průběhu stavby a k zakrývaným konstrukcím</w:t>
      </w:r>
    </w:p>
    <w:p w14:paraId="75BEED85"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sítím a přípojkám před záhozem / zakrytím,</w:t>
      </w:r>
    </w:p>
    <w:p w14:paraId="6ABE1AEE" w14:textId="77777777" w:rsidR="00B716DF" w:rsidRDefault="00B716DF" w:rsidP="00B716DF">
      <w:pPr>
        <w:pStyle w:val="FSCodrkaslovan"/>
        <w:numPr>
          <w:ilvl w:val="0"/>
          <w:numId w:val="21"/>
        </w:numPr>
        <w:tabs>
          <w:tab w:val="clear" w:pos="357"/>
        </w:tabs>
        <w:spacing w:after="0" w:line="240" w:lineRule="auto"/>
        <w:ind w:left="1134" w:hanging="283"/>
        <w:rPr>
          <w:rFonts w:ascii="Times New Roman" w:hAnsi="Times New Roman" w:cs="Times New Roman"/>
        </w:rPr>
      </w:pPr>
      <w:r>
        <w:rPr>
          <w:rFonts w:ascii="Times New Roman" w:hAnsi="Times New Roman" w:cs="Times New Roman"/>
        </w:rPr>
        <w:t>ke všem zakrytým stavebním konstrukcím,</w:t>
      </w:r>
    </w:p>
    <w:p w14:paraId="030E60E2" w14:textId="1A1BFBEC" w:rsidR="00B716DF" w:rsidRDefault="00B716DF" w:rsidP="00B716DF">
      <w:pPr>
        <w:numPr>
          <w:ilvl w:val="0"/>
          <w:numId w:val="21"/>
        </w:numPr>
        <w:spacing w:after="0"/>
        <w:ind w:left="1134" w:hanging="283"/>
        <w:rPr>
          <w:rFonts w:eastAsiaTheme="minorHAnsi"/>
          <w:szCs w:val="22"/>
          <w:lang w:eastAsia="en-US"/>
        </w:rPr>
      </w:pPr>
      <w:r>
        <w:t>k prováděným zkouškám</w:t>
      </w:r>
    </w:p>
    <w:p w14:paraId="38AAF443" w14:textId="3ECABF01"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dodržení předepsaných technologií,</w:t>
      </w:r>
    </w:p>
    <w:p w14:paraId="11698C61"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dodržení bezpečnostních opatření,</w:t>
      </w:r>
    </w:p>
    <w:p w14:paraId="193B1725"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prokázání zařízení staveniště,</w:t>
      </w:r>
    </w:p>
    <w:p w14:paraId="0AF398DF"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k prokázání užitých materiálů, výrobků a technologií,</w:t>
      </w:r>
    </w:p>
    <w:p w14:paraId="3E3C5FDB"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k prokázání všech činností, které jsou specifikovány jako vedlejší a ostatní náklady, </w:t>
      </w:r>
    </w:p>
    <w:p w14:paraId="2D361AEB" w14:textId="77777777" w:rsidR="00587AC8" w:rsidRPr="00587AC8" w:rsidRDefault="00587AC8" w:rsidP="00587AC8">
      <w:pPr>
        <w:numPr>
          <w:ilvl w:val="0"/>
          <w:numId w:val="21"/>
        </w:numPr>
        <w:ind w:left="1134" w:hanging="283"/>
        <w:rPr>
          <w:bCs/>
          <w:sz w:val="24"/>
          <w:szCs w:val="22"/>
        </w:rPr>
      </w:pPr>
      <w:r w:rsidRPr="0018437C">
        <w:rPr>
          <w:rFonts w:eastAsiaTheme="minorHAnsi"/>
          <w:szCs w:val="22"/>
          <w:lang w:eastAsia="en-US"/>
        </w:rPr>
        <w:t>k prokázání ostatních činností dopravy, odvozu suti apod.</w:t>
      </w:r>
    </w:p>
    <w:p w14:paraId="0FB3725B" w14:textId="77777777" w:rsidR="00587AC8" w:rsidRPr="00587AC8" w:rsidRDefault="00587AC8" w:rsidP="00587AC8">
      <w:pPr>
        <w:numPr>
          <w:ilvl w:val="0"/>
          <w:numId w:val="41"/>
        </w:numPr>
        <w:tabs>
          <w:tab w:val="left" w:pos="7455"/>
        </w:tabs>
        <w:ind w:left="851" w:hanging="431"/>
        <w:rPr>
          <w:bCs/>
          <w:szCs w:val="22"/>
        </w:rPr>
      </w:pPr>
      <w:r w:rsidRPr="00587AC8">
        <w:rPr>
          <w:bCs/>
          <w:szCs w:val="22"/>
        </w:rPr>
        <w:t xml:space="preserve">Způsob zpracování fotodokumentace </w:t>
      </w:r>
    </w:p>
    <w:p w14:paraId="7236BD62" w14:textId="77777777" w:rsidR="00587AC8" w:rsidRPr="00587AC8" w:rsidRDefault="00587AC8" w:rsidP="00587AC8">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Členění fotodokumentace po jednotlivých objektech a dotčených plochách opatřené samostatnými seznamy pořízené fotodokumentace. </w:t>
      </w:r>
    </w:p>
    <w:p w14:paraId="390C5EE0" w14:textId="77777777" w:rsidR="00587AC8" w:rsidRPr="00587AC8" w:rsidRDefault="00587AC8" w:rsidP="00587AC8">
      <w:pPr>
        <w:numPr>
          <w:ilvl w:val="0"/>
          <w:numId w:val="21"/>
        </w:numPr>
        <w:ind w:left="1134" w:hanging="283"/>
        <w:rPr>
          <w:rFonts w:asciiTheme="minorHAnsi" w:hAnsiTheme="minorHAnsi" w:cstheme="minorHAnsi"/>
          <w:bCs/>
          <w:color w:val="000000"/>
          <w:szCs w:val="22"/>
        </w:rPr>
      </w:pPr>
      <w:r w:rsidRPr="00587AC8">
        <w:rPr>
          <w:bCs/>
          <w:szCs w:val="22"/>
        </w:rPr>
        <w:t>Každý snímek bude opatřen pořadovým číslem a aktuálním datem pořízení.</w:t>
      </w:r>
    </w:p>
    <w:p w14:paraId="2AA07E09" w14:textId="77777777" w:rsidR="00587AC8" w:rsidRPr="00587AC8" w:rsidRDefault="00587AC8" w:rsidP="00587AC8">
      <w:pPr>
        <w:numPr>
          <w:ilvl w:val="0"/>
          <w:numId w:val="41"/>
        </w:numPr>
        <w:tabs>
          <w:tab w:val="left" w:pos="7455"/>
        </w:tabs>
        <w:ind w:left="851" w:hanging="431"/>
        <w:rPr>
          <w:bCs/>
          <w:szCs w:val="22"/>
        </w:rPr>
      </w:pPr>
      <w:r w:rsidRPr="00587AC8">
        <w:rPr>
          <w:bCs/>
          <w:szCs w:val="22"/>
        </w:rPr>
        <w:t xml:space="preserve">Užití fotodokumentace </w:t>
      </w:r>
    </w:p>
    <w:p w14:paraId="6A0FDDC2" w14:textId="142FAA91" w:rsidR="00587AC8" w:rsidRPr="00587AC8" w:rsidRDefault="00587AC8" w:rsidP="00587AC8">
      <w:pPr>
        <w:numPr>
          <w:ilvl w:val="0"/>
          <w:numId w:val="21"/>
        </w:numPr>
        <w:ind w:left="1134" w:hanging="283"/>
        <w:rPr>
          <w:bCs/>
          <w:szCs w:val="22"/>
        </w:rPr>
      </w:pPr>
      <w:r w:rsidRPr="00587AC8">
        <w:rPr>
          <w:bCs/>
          <w:szCs w:val="22"/>
        </w:rPr>
        <w:t xml:space="preserve">Jedno aktuální rozpracované vyhotovení fotodokumentace bude po celou dobu stavby na staveništi k okamžité dispozici </w:t>
      </w:r>
      <w:r w:rsidR="00AD684F">
        <w:rPr>
          <w:bCs/>
          <w:szCs w:val="22"/>
        </w:rPr>
        <w:t>o</w:t>
      </w:r>
      <w:r w:rsidRPr="00587AC8">
        <w:rPr>
          <w:bCs/>
          <w:szCs w:val="22"/>
        </w:rPr>
        <w:t xml:space="preserve">bjednateli a ostatním zástupcům zúčastněných stran. </w:t>
      </w:r>
    </w:p>
    <w:p w14:paraId="7DBB480B" w14:textId="4009A762" w:rsidR="00587AC8" w:rsidRPr="00587AC8" w:rsidRDefault="00587AC8" w:rsidP="00587AC8">
      <w:pPr>
        <w:numPr>
          <w:ilvl w:val="0"/>
          <w:numId w:val="41"/>
        </w:numPr>
        <w:tabs>
          <w:tab w:val="left" w:pos="7455"/>
        </w:tabs>
        <w:ind w:left="851" w:hanging="431"/>
        <w:rPr>
          <w:bCs/>
          <w:szCs w:val="22"/>
        </w:rPr>
      </w:pPr>
      <w:r w:rsidRPr="00587AC8">
        <w:rPr>
          <w:bCs/>
          <w:szCs w:val="22"/>
        </w:rPr>
        <w:t xml:space="preserve">Způsob odevzdání fotodokumentace </w:t>
      </w:r>
      <w:r w:rsidR="00AD684F">
        <w:rPr>
          <w:bCs/>
          <w:szCs w:val="22"/>
        </w:rPr>
        <w:t>o</w:t>
      </w:r>
      <w:r w:rsidRPr="00587AC8">
        <w:rPr>
          <w:bCs/>
          <w:szCs w:val="22"/>
        </w:rPr>
        <w:t xml:space="preserve">bjednateli </w:t>
      </w:r>
    </w:p>
    <w:p w14:paraId="14C7D5C5" w14:textId="18DCA869" w:rsidR="00587AC8" w:rsidRPr="00587AC8" w:rsidRDefault="00587AC8" w:rsidP="00587AC8">
      <w:pPr>
        <w:numPr>
          <w:ilvl w:val="0"/>
          <w:numId w:val="21"/>
        </w:numPr>
        <w:ind w:left="1134" w:hanging="283"/>
        <w:rPr>
          <w:bCs/>
          <w:szCs w:val="22"/>
        </w:rPr>
      </w:pPr>
      <w:r w:rsidRPr="00587AC8">
        <w:rPr>
          <w:bCs/>
          <w:szCs w:val="22"/>
        </w:rPr>
        <w:t xml:space="preserve">Po dokončení stavby </w:t>
      </w:r>
      <w:r w:rsidR="00AD684F">
        <w:rPr>
          <w:bCs/>
          <w:szCs w:val="22"/>
        </w:rPr>
        <w:t>z</w:t>
      </w:r>
      <w:r w:rsidRPr="00587AC8">
        <w:rPr>
          <w:bCs/>
          <w:szCs w:val="22"/>
        </w:rPr>
        <w:t xml:space="preserve">hotovitel předá kompletní fotodokumentaci opatřenou seznamem (2x USB) </w:t>
      </w:r>
      <w:r w:rsidR="00AD684F">
        <w:rPr>
          <w:bCs/>
          <w:szCs w:val="22"/>
        </w:rPr>
        <w:t>o</w:t>
      </w:r>
      <w:r w:rsidRPr="00587AC8">
        <w:rPr>
          <w:bCs/>
          <w:szCs w:val="22"/>
        </w:rPr>
        <w:t>bjednateli jako součást jednoho vyhotovení Dokumentace skutečného provedení stavby. Neodevzdání kompletní fotodokumentace bude důvodem k nepřevzetí dokončené stavby.</w:t>
      </w:r>
    </w:p>
    <w:p w14:paraId="51609F23" w14:textId="77777777" w:rsidR="00587AC8" w:rsidRPr="00587AC8" w:rsidRDefault="00587AC8" w:rsidP="00587AC8">
      <w:pPr>
        <w:numPr>
          <w:ilvl w:val="0"/>
          <w:numId w:val="16"/>
        </w:numPr>
        <w:spacing w:before="240"/>
        <w:ind w:left="426" w:hanging="426"/>
        <w:rPr>
          <w:b/>
          <w:bCs/>
          <w:szCs w:val="24"/>
        </w:rPr>
      </w:pPr>
      <w:r w:rsidRPr="00587AC8">
        <w:rPr>
          <w:b/>
          <w:bCs/>
          <w:szCs w:val="24"/>
        </w:rPr>
        <w:t>POVINNÁ IDENTIFIKACE PRACOVNÍKŮ</w:t>
      </w:r>
    </w:p>
    <w:p w14:paraId="02C5E0E1" w14:textId="77777777" w:rsidR="00587AC8" w:rsidRPr="00587AC8" w:rsidRDefault="00587AC8" w:rsidP="00587AC8">
      <w:pPr>
        <w:numPr>
          <w:ilvl w:val="0"/>
          <w:numId w:val="21"/>
        </w:numPr>
        <w:ind w:left="714" w:hanging="357"/>
        <w:rPr>
          <w:szCs w:val="22"/>
        </w:rPr>
      </w:pPr>
      <w:r w:rsidRPr="00587AC8">
        <w:rPr>
          <w:rFonts w:eastAsiaTheme="minorHAnsi"/>
          <w:szCs w:val="22"/>
          <w:lang w:eastAsia="en-US"/>
        </w:rPr>
        <w:t xml:space="preserve">Objednatel požaduje </w:t>
      </w:r>
      <w:r w:rsidRPr="00587AC8">
        <w:rPr>
          <w:szCs w:val="22"/>
        </w:rPr>
        <w:t>jednotnou, jednoznačnou a viditelnou identifikaci všech pracovníků na stavbě.</w:t>
      </w:r>
    </w:p>
    <w:p w14:paraId="7C50BF13" w14:textId="3272081D" w:rsidR="00587AC8" w:rsidRDefault="00587AC8" w:rsidP="00587AC8">
      <w:pPr>
        <w:numPr>
          <w:ilvl w:val="0"/>
          <w:numId w:val="21"/>
        </w:numPr>
        <w:ind w:left="714" w:hanging="357"/>
        <w:rPr>
          <w:bCs/>
          <w:szCs w:val="22"/>
        </w:rPr>
      </w:pPr>
      <w:r w:rsidRPr="00587AC8">
        <w:rPr>
          <w:szCs w:val="22"/>
        </w:rPr>
        <w:t>Požadavek na jednotnou ide</w:t>
      </w:r>
      <w:r w:rsidRPr="00587AC8">
        <w:rPr>
          <w:bCs/>
          <w:szCs w:val="22"/>
        </w:rPr>
        <w:t>ntifikaci pracovníků se vztahuje na všechny pracovníky po celou dobu stavby, tedy i na pracovníky poddodavatelů, pracovníky, kteří vstupují na staveniště za účelem plnění krátkodobého úkolu (např. pracovníci zajišťující dovoz a odvoz materiálu na staveniště).</w:t>
      </w:r>
    </w:p>
    <w:p w14:paraId="5BAE0BC3" w14:textId="77777777" w:rsidR="0069071A" w:rsidRDefault="0069071A" w:rsidP="0069071A">
      <w:pPr>
        <w:rPr>
          <w:bCs/>
          <w:szCs w:val="22"/>
        </w:rPr>
      </w:pPr>
    </w:p>
    <w:p w14:paraId="40BF239B" w14:textId="77777777" w:rsidR="00587AC8" w:rsidRPr="00587AC8" w:rsidRDefault="00587AC8" w:rsidP="00587AC8">
      <w:pPr>
        <w:numPr>
          <w:ilvl w:val="0"/>
          <w:numId w:val="16"/>
        </w:numPr>
        <w:spacing w:before="240"/>
        <w:ind w:left="426" w:hanging="426"/>
        <w:rPr>
          <w:b/>
          <w:bCs/>
          <w:szCs w:val="24"/>
        </w:rPr>
      </w:pPr>
      <w:r w:rsidRPr="00587AC8">
        <w:rPr>
          <w:b/>
          <w:bCs/>
          <w:szCs w:val="24"/>
        </w:rPr>
        <w:lastRenderedPageBreak/>
        <w:t>ŠKODY A ZTRÁTY (ODCIZENÍ MAJETKU)</w:t>
      </w:r>
    </w:p>
    <w:p w14:paraId="7FC5CAD8" w14:textId="5A51DFB7" w:rsidR="00587AC8" w:rsidRPr="00587AC8" w:rsidRDefault="00587AC8" w:rsidP="005E03A0">
      <w:pPr>
        <w:numPr>
          <w:ilvl w:val="0"/>
          <w:numId w:val="21"/>
        </w:numPr>
        <w:ind w:left="714" w:hanging="357"/>
        <w:rPr>
          <w:rFonts w:eastAsiaTheme="minorHAnsi"/>
          <w:szCs w:val="22"/>
          <w:lang w:eastAsia="en-US"/>
        </w:rPr>
      </w:pPr>
      <w:r w:rsidRPr="00587AC8">
        <w:rPr>
          <w:rFonts w:eastAsiaTheme="minorHAnsi"/>
          <w:szCs w:val="22"/>
          <w:lang w:eastAsia="en-US"/>
        </w:rPr>
        <w:t xml:space="preserve">Za prokazatelně vzniklé škody na majetku a zjištěné ztráty zjištěné v období ode dne předání staveniště ručí výhradně </w:t>
      </w:r>
      <w:r w:rsidR="00AD684F">
        <w:rPr>
          <w:rFonts w:eastAsiaTheme="minorHAnsi"/>
          <w:szCs w:val="22"/>
          <w:lang w:eastAsia="en-US"/>
        </w:rPr>
        <w:t>z</w:t>
      </w:r>
      <w:r w:rsidRPr="00587AC8">
        <w:rPr>
          <w:rFonts w:eastAsiaTheme="minorHAnsi"/>
          <w:szCs w:val="22"/>
          <w:lang w:eastAsia="en-US"/>
        </w:rPr>
        <w:t xml:space="preserve">hotovitel.  </w:t>
      </w:r>
    </w:p>
    <w:p w14:paraId="6203C2FE" w14:textId="713CA8F2" w:rsidR="00587AC8" w:rsidRPr="00587AC8" w:rsidRDefault="00587AC8" w:rsidP="005E03A0">
      <w:pPr>
        <w:numPr>
          <w:ilvl w:val="0"/>
          <w:numId w:val="21"/>
        </w:numPr>
        <w:ind w:left="714" w:hanging="357"/>
        <w:rPr>
          <w:rFonts w:eastAsiaTheme="minorHAnsi"/>
          <w:szCs w:val="22"/>
          <w:lang w:eastAsia="en-US"/>
        </w:rPr>
      </w:pPr>
      <w:r w:rsidRPr="00587AC8">
        <w:rPr>
          <w:rFonts w:eastAsiaTheme="minorHAnsi"/>
          <w:szCs w:val="22"/>
          <w:lang w:eastAsia="en-US"/>
        </w:rPr>
        <w:t xml:space="preserve">V případě vzniklých škod na cizím majetku </w:t>
      </w:r>
      <w:r w:rsidR="00AD684F">
        <w:rPr>
          <w:rFonts w:eastAsiaTheme="minorHAnsi"/>
          <w:szCs w:val="22"/>
          <w:lang w:eastAsia="en-US"/>
        </w:rPr>
        <w:t>z</w:t>
      </w:r>
      <w:r w:rsidRPr="00587AC8">
        <w:rPr>
          <w:rFonts w:eastAsiaTheme="minorHAnsi"/>
          <w:szCs w:val="22"/>
          <w:lang w:eastAsia="en-US"/>
        </w:rPr>
        <w:t xml:space="preserve">hotovitel zajistí jejich odstranění na své náklady po předchozím projednání na kontrolním dni se zástupcem </w:t>
      </w:r>
      <w:r w:rsidR="00AD684F">
        <w:rPr>
          <w:rFonts w:eastAsiaTheme="minorHAnsi"/>
          <w:szCs w:val="22"/>
          <w:lang w:eastAsia="en-US"/>
        </w:rPr>
        <w:t>o</w:t>
      </w:r>
      <w:r w:rsidRPr="00587AC8">
        <w:rPr>
          <w:rFonts w:eastAsiaTheme="minorHAnsi"/>
          <w:szCs w:val="22"/>
          <w:lang w:eastAsia="en-US"/>
        </w:rPr>
        <w:t>bjednatele.</w:t>
      </w:r>
    </w:p>
    <w:p w14:paraId="327C0F01" w14:textId="171A96A3" w:rsidR="00587AC8" w:rsidRDefault="00587AC8" w:rsidP="005E03A0">
      <w:pPr>
        <w:numPr>
          <w:ilvl w:val="0"/>
          <w:numId w:val="21"/>
        </w:numPr>
        <w:ind w:left="714" w:hanging="357"/>
      </w:pPr>
      <w:r w:rsidRPr="005E03A0">
        <w:rPr>
          <w:rFonts w:eastAsiaTheme="minorHAnsi"/>
          <w:szCs w:val="22"/>
          <w:lang w:eastAsia="en-US"/>
        </w:rPr>
        <w:t>V případě</w:t>
      </w:r>
      <w:r w:rsidRPr="00587AC8">
        <w:rPr>
          <w:rFonts w:eastAsiaTheme="minorHAnsi"/>
        </w:rPr>
        <w:t xml:space="preserve"> ztráty (odcizení) </w:t>
      </w:r>
      <w:r w:rsidRPr="00587AC8">
        <w:rPr>
          <w:rFonts w:eastAsiaTheme="minorHAnsi"/>
          <w:szCs w:val="22"/>
          <w:lang w:eastAsia="en-US"/>
        </w:rPr>
        <w:t>majetku</w:t>
      </w:r>
      <w:r w:rsidRPr="00587AC8">
        <w:rPr>
          <w:rFonts w:eastAsiaTheme="minorHAnsi"/>
        </w:rPr>
        <w:t xml:space="preserve"> je </w:t>
      </w:r>
      <w:r w:rsidR="00AD684F">
        <w:rPr>
          <w:rFonts w:eastAsiaTheme="minorHAnsi"/>
        </w:rPr>
        <w:t>z</w:t>
      </w:r>
      <w:r w:rsidRPr="00587AC8">
        <w:rPr>
          <w:rFonts w:eastAsiaTheme="minorHAnsi"/>
        </w:rPr>
        <w:t>hotovitel povinen ztrátu uhradit v plné výši.</w:t>
      </w:r>
    </w:p>
    <w:p w14:paraId="40366557" w14:textId="77777777" w:rsidR="00041421" w:rsidRDefault="00041421" w:rsidP="00553B8C">
      <w:pPr>
        <w:pStyle w:val="FSCodrkaslovan"/>
        <w:numPr>
          <w:ilvl w:val="0"/>
          <w:numId w:val="0"/>
        </w:numPr>
        <w:tabs>
          <w:tab w:val="clear" w:pos="357"/>
        </w:tabs>
        <w:spacing w:after="0" w:line="240" w:lineRule="auto"/>
        <w:ind w:left="644" w:hanging="360"/>
        <w:rPr>
          <w:rFonts w:ascii="Times New Roman" w:hAnsi="Times New Roman" w:cs="Times New Roman"/>
        </w:rPr>
      </w:pPr>
    </w:p>
    <w:p w14:paraId="1739285C" w14:textId="18FF4BF3" w:rsidR="006C24CE" w:rsidRDefault="006C24CE" w:rsidP="00041421">
      <w:pPr>
        <w:rPr>
          <w:szCs w:val="22"/>
        </w:rPr>
      </w:pPr>
      <w:r>
        <w:rPr>
          <w:szCs w:val="22"/>
        </w:rPr>
        <w:t xml:space="preserve">Za </w:t>
      </w:r>
      <w:r w:rsidR="00E94875">
        <w:rPr>
          <w:szCs w:val="22"/>
        </w:rPr>
        <w:t>objednatele</w:t>
      </w:r>
      <w:r>
        <w:rPr>
          <w:szCs w:val="22"/>
        </w:rPr>
        <w:t xml:space="preserve"> </w:t>
      </w:r>
      <w:r>
        <w:rPr>
          <w:szCs w:val="22"/>
        </w:rPr>
        <w:tab/>
      </w:r>
      <w:r>
        <w:rPr>
          <w:szCs w:val="22"/>
        </w:rPr>
        <w:tab/>
      </w:r>
      <w:r>
        <w:rPr>
          <w:szCs w:val="22"/>
        </w:rPr>
        <w:tab/>
      </w:r>
      <w:r>
        <w:rPr>
          <w:szCs w:val="22"/>
        </w:rPr>
        <w:tab/>
      </w:r>
      <w:r>
        <w:rPr>
          <w:szCs w:val="22"/>
        </w:rPr>
        <w:tab/>
      </w:r>
      <w:r w:rsidR="00E94875">
        <w:rPr>
          <w:szCs w:val="22"/>
        </w:rPr>
        <w:tab/>
      </w:r>
      <w:r w:rsidR="00E94875">
        <w:rPr>
          <w:szCs w:val="22"/>
        </w:rPr>
        <w:tab/>
      </w:r>
      <w:r w:rsidR="00E94875">
        <w:rPr>
          <w:szCs w:val="22"/>
        </w:rPr>
        <w:tab/>
      </w:r>
      <w:r>
        <w:rPr>
          <w:szCs w:val="22"/>
        </w:rPr>
        <w:t>Za zhotovitele:</w:t>
      </w:r>
    </w:p>
    <w:p w14:paraId="3CF11680" w14:textId="77777777" w:rsidR="005E03A0" w:rsidRDefault="005E03A0" w:rsidP="00041421">
      <w:pPr>
        <w:rPr>
          <w:szCs w:val="22"/>
        </w:rPr>
      </w:pPr>
    </w:p>
    <w:p w14:paraId="01DA91D3" w14:textId="081F89AB" w:rsidR="00041421" w:rsidRPr="002E6B55" w:rsidRDefault="00041421" w:rsidP="00041421">
      <w:pPr>
        <w:rPr>
          <w:szCs w:val="22"/>
        </w:rPr>
      </w:pPr>
      <w:r w:rsidRPr="002E6B55">
        <w:rPr>
          <w:szCs w:val="22"/>
        </w:rPr>
        <w:t xml:space="preserve">V </w:t>
      </w:r>
      <w:r w:rsidRPr="00A85295">
        <w:t>Ostravě</w:t>
      </w:r>
      <w:r w:rsidRPr="002E6B55">
        <w:rPr>
          <w:szCs w:val="22"/>
        </w:rPr>
        <w:t xml:space="preserve"> dne</w:t>
      </w:r>
      <w:r w:rsidRPr="002E6B55">
        <w:rPr>
          <w:szCs w:val="22"/>
        </w:rPr>
        <w:tab/>
      </w:r>
      <w:r>
        <w:rPr>
          <w:szCs w:val="22"/>
        </w:rPr>
        <w:tab/>
      </w:r>
      <w:r>
        <w:rPr>
          <w:szCs w:val="22"/>
        </w:rPr>
        <w:tab/>
      </w:r>
      <w:r>
        <w:rPr>
          <w:szCs w:val="22"/>
        </w:rPr>
        <w:tab/>
      </w:r>
      <w:r>
        <w:rPr>
          <w:szCs w:val="22"/>
        </w:rPr>
        <w:tab/>
      </w:r>
      <w:r>
        <w:rPr>
          <w:szCs w:val="22"/>
        </w:rPr>
        <w:tab/>
      </w:r>
      <w:r>
        <w:rPr>
          <w:szCs w:val="22"/>
        </w:rPr>
        <w:tab/>
      </w:r>
      <w:r w:rsidR="006C24CE">
        <w:rPr>
          <w:szCs w:val="22"/>
        </w:rPr>
        <w:tab/>
      </w:r>
      <w:r w:rsidRPr="002E6B55">
        <w:rPr>
          <w:szCs w:val="22"/>
        </w:rPr>
        <w:t>V</w:t>
      </w:r>
      <w:r>
        <w:rPr>
          <w:szCs w:val="22"/>
        </w:rPr>
        <w:t> </w:t>
      </w:r>
      <w:r w:rsidR="0022541E">
        <w:rPr>
          <w:szCs w:val="22"/>
        </w:rPr>
        <w:t>………</w:t>
      </w:r>
      <w:proofErr w:type="gramStart"/>
      <w:r w:rsidR="0022541E">
        <w:rPr>
          <w:szCs w:val="22"/>
        </w:rPr>
        <w:t>…..</w:t>
      </w:r>
      <w:r>
        <w:rPr>
          <w:szCs w:val="22"/>
        </w:rPr>
        <w:t xml:space="preserve"> </w:t>
      </w:r>
      <w:r w:rsidRPr="002E6B55">
        <w:rPr>
          <w:szCs w:val="22"/>
        </w:rPr>
        <w:t>dne</w:t>
      </w:r>
      <w:proofErr w:type="gramEnd"/>
      <w:r w:rsidRPr="002E6B55">
        <w:rPr>
          <w:szCs w:val="22"/>
        </w:rPr>
        <w:t xml:space="preserve"> </w:t>
      </w:r>
    </w:p>
    <w:p w14:paraId="39190F9D" w14:textId="6A2C83BB" w:rsidR="00041421" w:rsidRDefault="00041421" w:rsidP="006C24CE">
      <w:pPr>
        <w:pStyle w:val="Text"/>
        <w:spacing w:line="240" w:lineRule="auto"/>
        <w:ind w:left="567" w:right="21" w:hanging="567"/>
        <w:rPr>
          <w:sz w:val="22"/>
          <w:szCs w:val="22"/>
        </w:rPr>
      </w:pPr>
    </w:p>
    <w:p w14:paraId="48C691BF" w14:textId="63A0DBD3" w:rsidR="00A950DC" w:rsidRDefault="00A950DC" w:rsidP="006C24CE">
      <w:pPr>
        <w:pStyle w:val="Text"/>
        <w:spacing w:line="240" w:lineRule="auto"/>
        <w:ind w:left="567" w:right="21" w:hanging="567"/>
        <w:rPr>
          <w:sz w:val="22"/>
          <w:szCs w:val="22"/>
        </w:rPr>
      </w:pPr>
    </w:p>
    <w:p w14:paraId="2D1E20D2" w14:textId="6045B6A7" w:rsidR="0069071A" w:rsidRDefault="0069071A" w:rsidP="006C24CE">
      <w:pPr>
        <w:pStyle w:val="Text"/>
        <w:spacing w:line="240" w:lineRule="auto"/>
        <w:ind w:left="567" w:right="21" w:hanging="567"/>
        <w:rPr>
          <w:sz w:val="22"/>
          <w:szCs w:val="22"/>
        </w:rPr>
      </w:pPr>
    </w:p>
    <w:p w14:paraId="6D7D2072" w14:textId="77777777" w:rsidR="0069071A" w:rsidRDefault="0069071A" w:rsidP="006C24CE">
      <w:pPr>
        <w:pStyle w:val="Text"/>
        <w:spacing w:line="240" w:lineRule="auto"/>
        <w:ind w:left="567" w:right="21" w:hanging="567"/>
        <w:rPr>
          <w:sz w:val="22"/>
          <w:szCs w:val="22"/>
        </w:rPr>
      </w:pPr>
    </w:p>
    <w:p w14:paraId="1178CA37" w14:textId="4614C950" w:rsidR="00EF509E" w:rsidRPr="00EF509E" w:rsidRDefault="00EF509E" w:rsidP="006C24CE">
      <w:pPr>
        <w:tabs>
          <w:tab w:val="left" w:pos="5670"/>
        </w:tabs>
        <w:snapToGrid w:val="0"/>
        <w:spacing w:before="120" w:after="0"/>
        <w:rPr>
          <w:szCs w:val="22"/>
        </w:rPr>
      </w:pPr>
      <w:r w:rsidRPr="00EF509E">
        <w:rPr>
          <w:szCs w:val="22"/>
        </w:rPr>
        <w:t>………………………………..</w:t>
      </w:r>
      <w:r w:rsidRPr="00EF509E">
        <w:rPr>
          <w:szCs w:val="22"/>
        </w:rPr>
        <w:tab/>
      </w:r>
      <w:r w:rsidR="006C24CE">
        <w:rPr>
          <w:szCs w:val="22"/>
        </w:rPr>
        <w:tab/>
      </w:r>
      <w:r w:rsidR="006C24CE">
        <w:rPr>
          <w:szCs w:val="22"/>
        </w:rPr>
        <w:tab/>
      </w:r>
      <w:r w:rsidRPr="00EF509E">
        <w:rPr>
          <w:szCs w:val="22"/>
        </w:rPr>
        <w:t>…………………………………….</w:t>
      </w:r>
    </w:p>
    <w:p w14:paraId="61F251BB" w14:textId="57796653" w:rsidR="00EF509E" w:rsidRPr="00EF509E" w:rsidRDefault="00EF509E" w:rsidP="006C24CE">
      <w:pPr>
        <w:tabs>
          <w:tab w:val="left" w:pos="5610"/>
        </w:tabs>
        <w:spacing w:after="0"/>
        <w:jc w:val="left"/>
        <w:rPr>
          <w:rFonts w:eastAsia="Calibri"/>
          <w:i/>
          <w:color w:val="00B0F0"/>
          <w:szCs w:val="22"/>
          <w:lang w:eastAsia="en-US"/>
        </w:rPr>
      </w:pPr>
      <w:r w:rsidRPr="00EF509E">
        <w:rPr>
          <w:rFonts w:eastAsia="Calibri"/>
          <w:i/>
          <w:color w:val="00B0F0"/>
          <w:szCs w:val="22"/>
          <w:lang w:eastAsia="en-US"/>
        </w:rPr>
        <w:t>(POZN. Doplní objednatel)</w:t>
      </w:r>
      <w:r w:rsidRPr="00EF509E">
        <w:rPr>
          <w:rFonts w:eastAsia="Calibri"/>
          <w:i/>
          <w:color w:val="00B0F0"/>
          <w:szCs w:val="22"/>
          <w:lang w:eastAsia="en-US"/>
        </w:rPr>
        <w:tab/>
      </w:r>
      <w:r w:rsidR="006C24CE">
        <w:rPr>
          <w:rFonts w:eastAsia="Calibri"/>
          <w:i/>
          <w:color w:val="00B0F0"/>
          <w:szCs w:val="22"/>
          <w:lang w:eastAsia="en-US"/>
        </w:rPr>
        <w:tab/>
      </w:r>
      <w:r w:rsidR="006C24CE">
        <w:rPr>
          <w:rFonts w:eastAsia="Calibri"/>
          <w:i/>
          <w:color w:val="00B0F0"/>
          <w:szCs w:val="22"/>
          <w:lang w:eastAsia="en-US"/>
        </w:rPr>
        <w:tab/>
      </w:r>
      <w:r w:rsidRPr="00EF509E">
        <w:rPr>
          <w:rFonts w:eastAsia="Calibri"/>
          <w:i/>
          <w:color w:val="00B0F0"/>
          <w:szCs w:val="22"/>
          <w:lang w:eastAsia="en-US"/>
        </w:rPr>
        <w:t>podpis oprávněné osoby zhotovitele</w:t>
      </w:r>
    </w:p>
    <w:p w14:paraId="49ACF140" w14:textId="3E0B902F" w:rsidR="00041421" w:rsidRPr="002E6B55" w:rsidRDefault="00EF509E" w:rsidP="006C24CE">
      <w:pPr>
        <w:tabs>
          <w:tab w:val="left" w:pos="5610"/>
        </w:tabs>
        <w:spacing w:after="0"/>
        <w:jc w:val="left"/>
        <w:rPr>
          <w:szCs w:val="22"/>
        </w:rPr>
      </w:pPr>
      <w:r w:rsidRPr="00EF509E">
        <w:rPr>
          <w:rFonts w:eastAsia="Calibri"/>
          <w:i/>
          <w:color w:val="00B0F0"/>
          <w:szCs w:val="22"/>
          <w:lang w:eastAsia="en-US"/>
        </w:rPr>
        <w:tab/>
        <w:t>(POZN. Doplní zhotovitel, poté poznámku vymažte)</w:t>
      </w:r>
    </w:p>
    <w:sectPr w:rsidR="00041421" w:rsidRPr="002E6B55" w:rsidSect="006C24CE">
      <w:headerReference w:type="even" r:id="rId9"/>
      <w:headerReference w:type="default" r:id="rId10"/>
      <w:footerReference w:type="even" r:id="rId11"/>
      <w:footerReference w:type="default" r:id="rId12"/>
      <w:headerReference w:type="first" r:id="rId13"/>
      <w:footerReference w:type="first" r:id="rId14"/>
      <w:pgSz w:w="11906" w:h="16838" w:code="9"/>
      <w:pgMar w:top="1810" w:right="851" w:bottom="709" w:left="851" w:header="567" w:footer="3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B945A" w14:textId="77777777" w:rsidR="00DE15DE" w:rsidRDefault="00DE15DE" w:rsidP="00360830">
      <w:r>
        <w:separator/>
      </w:r>
    </w:p>
  </w:endnote>
  <w:endnote w:type="continuationSeparator" w:id="0">
    <w:p w14:paraId="3001E03F" w14:textId="77777777" w:rsidR="00DE15DE" w:rsidRDefault="00DE15DE"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537A0" w14:textId="77777777" w:rsidR="005679F0" w:rsidRDefault="005679F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0064E" w14:textId="46015C4E" w:rsidR="00C44B82" w:rsidRPr="00CE2ED4" w:rsidRDefault="00FB4D56"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BB149A" w:rsidRPr="00CE2ED4">
              <w:rPr>
                <w:rFonts w:ascii="Times New Roman" w:hAnsi="Times New Roman" w:cs="Times New Roman"/>
                <w:i/>
                <w:sz w:val="20"/>
                <w:szCs w:val="20"/>
              </w:rPr>
              <w:t>„</w:t>
            </w:r>
            <w:r w:rsidR="00E44FE2" w:rsidRPr="00E44FE2">
              <w:rPr>
                <w:rFonts w:ascii="Times New Roman" w:hAnsi="Times New Roman" w:cs="Times New Roman"/>
                <w:i/>
                <w:sz w:val="20"/>
                <w:szCs w:val="20"/>
              </w:rPr>
              <w:t>Areál autobusy Hranečník – Doplnění Systému detekce úniku plynu</w:t>
            </w:r>
            <w:r w:rsidR="00BB149A" w:rsidRPr="00CE2ED4">
              <w:rPr>
                <w:rFonts w:ascii="Times New Roman" w:hAnsi="Times New Roman" w:cs="Times New Roman"/>
                <w:i/>
                <w:sz w:val="20"/>
                <w:szCs w:val="20"/>
              </w:rPr>
              <w:t>“</w:t>
            </w:r>
            <w:r w:rsidR="00BB149A" w:rsidRPr="00CE2ED4" w:rsidDel="00BB149A">
              <w:rPr>
                <w:rFonts w:ascii="Times New Roman" w:hAnsi="Times New Roman" w:cs="Times New Roman"/>
                <w:i/>
                <w:sz w:val="20"/>
                <w:szCs w:val="20"/>
              </w:rPr>
              <w:t xml:space="preserve"> </w:t>
            </w:r>
            <w:r w:rsidR="00C44B82" w:rsidRPr="00CE2ED4">
              <w:rPr>
                <w:rFonts w:ascii="Times New Roman" w:hAnsi="Times New Roman" w:cs="Times New Roman"/>
                <w:i/>
                <w:sz w:val="20"/>
                <w:szCs w:val="20"/>
              </w:rPr>
              <w:tab/>
              <w:t xml:space="preserve">strana </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844B06"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4</w:t>
            </w:r>
            <w:r w:rsidR="00844B06"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844B06"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4</w:t>
            </w:r>
            <w:r w:rsidR="00844B06" w:rsidRPr="00CE2ED4">
              <w:rPr>
                <w:rFonts w:ascii="Times New Roman" w:hAnsi="Times New Roman" w:cs="Times New Roman"/>
                <w:i/>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1BCAB" w14:textId="35B7E9AB" w:rsidR="00C44B82" w:rsidRPr="00CE2ED4" w:rsidRDefault="00FB4D56"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CE2ED4">
              <w:rPr>
                <w:rFonts w:ascii="Times New Roman" w:hAnsi="Times New Roman" w:cs="Times New Roman"/>
                <w:i/>
                <w:sz w:val="20"/>
                <w:szCs w:val="20"/>
              </w:rPr>
              <w:t>„</w:t>
            </w:r>
            <w:r w:rsidR="00E44FE2" w:rsidRPr="00E44FE2">
              <w:rPr>
                <w:rFonts w:ascii="Times New Roman" w:hAnsi="Times New Roman" w:cs="Times New Roman"/>
                <w:i/>
                <w:sz w:val="20"/>
                <w:szCs w:val="20"/>
              </w:rPr>
              <w:t>Areál autobusy Hranečník – Doplnění Systému detekce úniku plynu</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844B06"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844B06"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844B06"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844B06"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4</w:t>
            </w:r>
            <w:r w:rsidR="00844B06"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A08C5" w14:textId="77777777" w:rsidR="00DE15DE" w:rsidRDefault="00DE15DE" w:rsidP="00360830">
      <w:r>
        <w:separator/>
      </w:r>
    </w:p>
  </w:footnote>
  <w:footnote w:type="continuationSeparator" w:id="0">
    <w:p w14:paraId="50E43783" w14:textId="77777777" w:rsidR="00DE15DE" w:rsidRDefault="00DE15DE"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BDD63" w14:textId="77777777" w:rsidR="005679F0" w:rsidRDefault="005679F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61ACD" w14:textId="77777777" w:rsidR="00C44B82" w:rsidRPr="0087779A" w:rsidRDefault="00C44B82" w:rsidP="00846A13">
    <w:pPr>
      <w:pStyle w:val="Zhlav"/>
      <w:spacing w:after="0"/>
      <w:jc w:val="left"/>
      <w:rPr>
        <w:sz w:val="24"/>
        <w:szCs w:val="24"/>
      </w:rPr>
    </w:pPr>
  </w:p>
  <w:p w14:paraId="3A9F249B"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051E48BB" wp14:editId="75D8DDA9">
          <wp:simplePos x="0" y="0"/>
          <wp:positionH relativeFrom="margin">
            <wp:align>right</wp:align>
          </wp:positionH>
          <wp:positionV relativeFrom="page">
            <wp:posOffset>540385</wp:posOffset>
          </wp:positionV>
          <wp:extent cx="2169795" cy="170180"/>
          <wp:effectExtent l="19050" t="0" r="1905" b="0"/>
          <wp:wrapSquare wrapText="bothSides"/>
          <wp:docPr id="1"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63C7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1BBC9149" wp14:editId="2C1E5EC9">
          <wp:simplePos x="0" y="0"/>
          <wp:positionH relativeFrom="margin">
            <wp:align>right</wp:align>
          </wp:positionH>
          <wp:positionV relativeFrom="page">
            <wp:posOffset>542925</wp:posOffset>
          </wp:positionV>
          <wp:extent cx="2171700" cy="381000"/>
          <wp:effectExtent l="19050" t="0" r="0" b="0"/>
          <wp:wrapSquare wrapText="bothSides"/>
          <wp:docPr id="2" name="Obrázek 2"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198A067C"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5F277C71"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8DDDA23"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42063773" w14:textId="77777777" w:rsidR="00505653" w:rsidRDefault="00505653" w:rsidP="00001D28">
    <w:pPr>
      <w:pStyle w:val="Zhlav"/>
      <w:tabs>
        <w:tab w:val="clear" w:pos="4536"/>
        <w:tab w:val="clear" w:pos="9072"/>
      </w:tabs>
      <w:spacing w:after="0"/>
      <w:ind w:left="3402" w:firstLine="3"/>
      <w:jc w:val="right"/>
    </w:pPr>
  </w:p>
  <w:p w14:paraId="2AF31364" w14:textId="77777777" w:rsidR="006D03DC" w:rsidRDefault="006D03DC" w:rsidP="00E4080C">
    <w:pPr>
      <w:pStyle w:val="Zhlav"/>
      <w:tabs>
        <w:tab w:val="clear" w:pos="4536"/>
        <w:tab w:val="clear" w:pos="9072"/>
      </w:tabs>
      <w:spacing w:after="0"/>
      <w:jc w:val="left"/>
    </w:pPr>
  </w:p>
  <w:p w14:paraId="0389FC3D" w14:textId="5AE60224" w:rsidR="008E4AE4" w:rsidRPr="006D03DC" w:rsidRDefault="00C44B82" w:rsidP="00E4080C">
    <w:pPr>
      <w:pStyle w:val="Zhlav"/>
      <w:tabs>
        <w:tab w:val="clear" w:pos="4536"/>
        <w:tab w:val="clear" w:pos="9072"/>
      </w:tabs>
      <w:spacing w:after="0"/>
      <w:jc w:val="left"/>
      <w:rPr>
        <w:rFonts w:ascii="Times New Roman" w:hAnsi="Times New Roman" w:cs="Times New Roman"/>
        <w:i/>
      </w:rPr>
    </w:pPr>
    <w:r w:rsidRPr="006D03DC">
      <w:rPr>
        <w:rFonts w:ascii="Times New Roman" w:hAnsi="Times New Roman" w:cs="Times New Roman"/>
        <w:i/>
        <w:noProof/>
        <w:lang w:eastAsia="cs-CZ"/>
      </w:rPr>
      <w:drawing>
        <wp:anchor distT="0" distB="0" distL="114300" distR="114300" simplePos="0" relativeHeight="251658240" behindDoc="0" locked="0" layoutInCell="1" allowOverlap="1" wp14:anchorId="24270084" wp14:editId="074B83F9">
          <wp:simplePos x="0" y="0"/>
          <wp:positionH relativeFrom="page">
            <wp:posOffset>504825</wp:posOffset>
          </wp:positionH>
          <wp:positionV relativeFrom="page">
            <wp:posOffset>571500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r w:rsidR="005679F0">
      <w:rPr>
        <w:rFonts w:ascii="Times New Roman" w:hAnsi="Times New Roman" w:cs="Times New Roman"/>
        <w:i/>
      </w:rPr>
      <w:t xml:space="preserve">Součást </w:t>
    </w:r>
    <w:r w:rsidR="006D03DC" w:rsidRPr="006D03DC">
      <w:rPr>
        <w:rFonts w:ascii="Times New Roman" w:hAnsi="Times New Roman" w:cs="Times New Roman"/>
        <w:i/>
      </w:rPr>
      <w:t>Příloh</w:t>
    </w:r>
    <w:r w:rsidR="005679F0">
      <w:rPr>
        <w:rFonts w:ascii="Times New Roman" w:hAnsi="Times New Roman" w:cs="Times New Roman"/>
        <w:i/>
      </w:rPr>
      <w:t>y</w:t>
    </w:r>
    <w:r w:rsidR="006D03DC" w:rsidRPr="006D03DC">
      <w:rPr>
        <w:rFonts w:ascii="Times New Roman" w:hAnsi="Times New Roman" w:cs="Times New Roman"/>
        <w:i/>
      </w:rPr>
      <w:t xml:space="preserve"> č. </w:t>
    </w:r>
    <w:r w:rsidR="005679F0">
      <w:rPr>
        <w:rFonts w:ascii="Times New Roman" w:hAnsi="Times New Roman" w:cs="Times New Roman"/>
        <w:i/>
      </w:rPr>
      <w:t>2</w:t>
    </w:r>
    <w:r w:rsidR="005679F0" w:rsidRPr="006D03DC">
      <w:rPr>
        <w:rFonts w:ascii="Times New Roman" w:hAnsi="Times New Roman" w:cs="Times New Roman"/>
        <w:i/>
      </w:rPr>
      <w:t xml:space="preserve"> </w:t>
    </w:r>
    <w:r w:rsidR="006D03DC" w:rsidRPr="006D03DC">
      <w:rPr>
        <w:rFonts w:ascii="Times New Roman" w:hAnsi="Times New Roman" w:cs="Times New Roman"/>
        <w:i/>
      </w:rPr>
      <w:t>ZD</w:t>
    </w:r>
    <w:r w:rsidR="005679F0">
      <w:rPr>
        <w:rFonts w:ascii="Times New Roman" w:hAnsi="Times New Roman" w:cs="Times New Roman"/>
        <w:i/>
      </w:rPr>
      <w:t xml:space="preserve"> - SoD</w:t>
    </w:r>
    <w:r w:rsidR="006D03DC" w:rsidRPr="006D03DC">
      <w:rPr>
        <w:rFonts w:ascii="Times New Roman" w:hAnsi="Times New Roman" w:cs="Times New Roman"/>
        <w:i/>
      </w:rPr>
      <w:t xml:space="preserve"> – Požadavky a podmínky pro provádění díla v Areálu autobusy Hranečník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5C083592"/>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FC6135B"/>
    <w:multiLevelType w:val="hybridMultilevel"/>
    <w:tmpl w:val="51FA658A"/>
    <w:lvl w:ilvl="0" w:tplc="EC88D904">
      <w:start w:val="1"/>
      <w:numFmt w:val="upperLetter"/>
      <w:lvlText w:val="%1."/>
      <w:lvlJc w:val="left"/>
      <w:pPr>
        <w:ind w:left="780" w:hanging="360"/>
      </w:pPr>
      <w:rPr>
        <w:rFonts w:ascii="Times New Roman" w:hAnsi="Times New Roman" w:cs="Times New Roman" w:hint="default"/>
        <w:b w:val="0"/>
        <w:sz w:val="22"/>
        <w:szCs w:val="22"/>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57E"/>
    <w:rsid w:val="00001D28"/>
    <w:rsid w:val="00005635"/>
    <w:rsid w:val="0000791F"/>
    <w:rsid w:val="00012348"/>
    <w:rsid w:val="00015691"/>
    <w:rsid w:val="00020CCD"/>
    <w:rsid w:val="00023743"/>
    <w:rsid w:val="00024B43"/>
    <w:rsid w:val="000313F3"/>
    <w:rsid w:val="00041421"/>
    <w:rsid w:val="00043544"/>
    <w:rsid w:val="000555ED"/>
    <w:rsid w:val="00063604"/>
    <w:rsid w:val="0006491F"/>
    <w:rsid w:val="000730DF"/>
    <w:rsid w:val="0007345D"/>
    <w:rsid w:val="000830DB"/>
    <w:rsid w:val="00087C31"/>
    <w:rsid w:val="000A506F"/>
    <w:rsid w:val="000A59BF"/>
    <w:rsid w:val="000A6B48"/>
    <w:rsid w:val="000A71F4"/>
    <w:rsid w:val="000B76F5"/>
    <w:rsid w:val="000C327B"/>
    <w:rsid w:val="000C4327"/>
    <w:rsid w:val="000C4E61"/>
    <w:rsid w:val="000C5B9D"/>
    <w:rsid w:val="000D25B9"/>
    <w:rsid w:val="000E689F"/>
    <w:rsid w:val="00106F81"/>
    <w:rsid w:val="00110139"/>
    <w:rsid w:val="001136B4"/>
    <w:rsid w:val="00130DF2"/>
    <w:rsid w:val="00131EFF"/>
    <w:rsid w:val="00133623"/>
    <w:rsid w:val="00134A4B"/>
    <w:rsid w:val="00145A19"/>
    <w:rsid w:val="00151A6C"/>
    <w:rsid w:val="00152281"/>
    <w:rsid w:val="001526C2"/>
    <w:rsid w:val="00157A9A"/>
    <w:rsid w:val="00170989"/>
    <w:rsid w:val="00173000"/>
    <w:rsid w:val="00181A78"/>
    <w:rsid w:val="00181D04"/>
    <w:rsid w:val="0018437C"/>
    <w:rsid w:val="00196CAE"/>
    <w:rsid w:val="001A3375"/>
    <w:rsid w:val="001A45E7"/>
    <w:rsid w:val="001A5997"/>
    <w:rsid w:val="001A5F09"/>
    <w:rsid w:val="001B3CDB"/>
    <w:rsid w:val="001C0EE5"/>
    <w:rsid w:val="001D5094"/>
    <w:rsid w:val="001D6E11"/>
    <w:rsid w:val="001E123C"/>
    <w:rsid w:val="001E4DD0"/>
    <w:rsid w:val="001E7DCA"/>
    <w:rsid w:val="001F2365"/>
    <w:rsid w:val="001F4F7D"/>
    <w:rsid w:val="00206BFC"/>
    <w:rsid w:val="00211F75"/>
    <w:rsid w:val="002235EF"/>
    <w:rsid w:val="0022482F"/>
    <w:rsid w:val="0022495B"/>
    <w:rsid w:val="0022541E"/>
    <w:rsid w:val="00230E86"/>
    <w:rsid w:val="00232D7D"/>
    <w:rsid w:val="00232F30"/>
    <w:rsid w:val="00234CF1"/>
    <w:rsid w:val="00235BA6"/>
    <w:rsid w:val="002370E2"/>
    <w:rsid w:val="00246E71"/>
    <w:rsid w:val="002529B8"/>
    <w:rsid w:val="00254106"/>
    <w:rsid w:val="00260389"/>
    <w:rsid w:val="00262270"/>
    <w:rsid w:val="002629C5"/>
    <w:rsid w:val="002657F8"/>
    <w:rsid w:val="00266107"/>
    <w:rsid w:val="00271EB9"/>
    <w:rsid w:val="00275002"/>
    <w:rsid w:val="00276D8B"/>
    <w:rsid w:val="00290A65"/>
    <w:rsid w:val="00291FAA"/>
    <w:rsid w:val="0029663E"/>
    <w:rsid w:val="00297F54"/>
    <w:rsid w:val="002B03E5"/>
    <w:rsid w:val="002B2000"/>
    <w:rsid w:val="002B4ED1"/>
    <w:rsid w:val="002B5B75"/>
    <w:rsid w:val="002B5C6F"/>
    <w:rsid w:val="002B7099"/>
    <w:rsid w:val="002B73A0"/>
    <w:rsid w:val="002C08F2"/>
    <w:rsid w:val="002C1DBC"/>
    <w:rsid w:val="002C3DE4"/>
    <w:rsid w:val="002D05B8"/>
    <w:rsid w:val="002E0110"/>
    <w:rsid w:val="002E24CE"/>
    <w:rsid w:val="002E2C33"/>
    <w:rsid w:val="002E3FC5"/>
    <w:rsid w:val="002F6381"/>
    <w:rsid w:val="003008B5"/>
    <w:rsid w:val="00302AFF"/>
    <w:rsid w:val="003060F8"/>
    <w:rsid w:val="003078A2"/>
    <w:rsid w:val="00317C7B"/>
    <w:rsid w:val="0032007A"/>
    <w:rsid w:val="0032201D"/>
    <w:rsid w:val="003221D8"/>
    <w:rsid w:val="003243C8"/>
    <w:rsid w:val="003263FE"/>
    <w:rsid w:val="0034432B"/>
    <w:rsid w:val="003472AD"/>
    <w:rsid w:val="00347897"/>
    <w:rsid w:val="00360830"/>
    <w:rsid w:val="00362762"/>
    <w:rsid w:val="00362792"/>
    <w:rsid w:val="00362826"/>
    <w:rsid w:val="00365A3B"/>
    <w:rsid w:val="00366F0E"/>
    <w:rsid w:val="00367F32"/>
    <w:rsid w:val="00371CFF"/>
    <w:rsid w:val="00383981"/>
    <w:rsid w:val="0038677C"/>
    <w:rsid w:val="003B054A"/>
    <w:rsid w:val="003B5996"/>
    <w:rsid w:val="003B74C1"/>
    <w:rsid w:val="003C0D66"/>
    <w:rsid w:val="003C0EB6"/>
    <w:rsid w:val="003C55AE"/>
    <w:rsid w:val="003D02B6"/>
    <w:rsid w:val="003D09D1"/>
    <w:rsid w:val="003D15FA"/>
    <w:rsid w:val="003E2407"/>
    <w:rsid w:val="003F2FA4"/>
    <w:rsid w:val="003F530B"/>
    <w:rsid w:val="0040306D"/>
    <w:rsid w:val="004101ED"/>
    <w:rsid w:val="00412300"/>
    <w:rsid w:val="004151CC"/>
    <w:rsid w:val="004178F5"/>
    <w:rsid w:val="00417DC8"/>
    <w:rsid w:val="004232B6"/>
    <w:rsid w:val="00440C96"/>
    <w:rsid w:val="004449C4"/>
    <w:rsid w:val="00450110"/>
    <w:rsid w:val="00450DF0"/>
    <w:rsid w:val="00451CFF"/>
    <w:rsid w:val="004543ED"/>
    <w:rsid w:val="00456C42"/>
    <w:rsid w:val="004661F2"/>
    <w:rsid w:val="00480A9B"/>
    <w:rsid w:val="00481A33"/>
    <w:rsid w:val="00491E14"/>
    <w:rsid w:val="00492248"/>
    <w:rsid w:val="004935DA"/>
    <w:rsid w:val="0049676A"/>
    <w:rsid w:val="00497284"/>
    <w:rsid w:val="004A2F45"/>
    <w:rsid w:val="004A478E"/>
    <w:rsid w:val="004B16B2"/>
    <w:rsid w:val="004B2C8D"/>
    <w:rsid w:val="004B3169"/>
    <w:rsid w:val="004B34A8"/>
    <w:rsid w:val="004B7CF8"/>
    <w:rsid w:val="004D0094"/>
    <w:rsid w:val="004E24FA"/>
    <w:rsid w:val="004E50F0"/>
    <w:rsid w:val="004E694D"/>
    <w:rsid w:val="004E793F"/>
    <w:rsid w:val="004F151E"/>
    <w:rsid w:val="004F3A5E"/>
    <w:rsid w:val="004F5493"/>
    <w:rsid w:val="004F5F64"/>
    <w:rsid w:val="005033BC"/>
    <w:rsid w:val="005036FB"/>
    <w:rsid w:val="00505653"/>
    <w:rsid w:val="0051285C"/>
    <w:rsid w:val="00512C2B"/>
    <w:rsid w:val="00513132"/>
    <w:rsid w:val="00515F3A"/>
    <w:rsid w:val="005306E0"/>
    <w:rsid w:val="00531695"/>
    <w:rsid w:val="00532D6B"/>
    <w:rsid w:val="005429C7"/>
    <w:rsid w:val="00552FFB"/>
    <w:rsid w:val="00553B8C"/>
    <w:rsid w:val="00554BA4"/>
    <w:rsid w:val="00555AAB"/>
    <w:rsid w:val="005568D5"/>
    <w:rsid w:val="0056468A"/>
    <w:rsid w:val="00564A3E"/>
    <w:rsid w:val="005675DD"/>
    <w:rsid w:val="005679F0"/>
    <w:rsid w:val="005716BF"/>
    <w:rsid w:val="00573655"/>
    <w:rsid w:val="005738FC"/>
    <w:rsid w:val="0057711B"/>
    <w:rsid w:val="005862F9"/>
    <w:rsid w:val="00587AC8"/>
    <w:rsid w:val="00591452"/>
    <w:rsid w:val="0059269B"/>
    <w:rsid w:val="005969F5"/>
    <w:rsid w:val="005A2C0D"/>
    <w:rsid w:val="005A5FEA"/>
    <w:rsid w:val="005A7565"/>
    <w:rsid w:val="005B0DCE"/>
    <w:rsid w:val="005B1387"/>
    <w:rsid w:val="005C29DB"/>
    <w:rsid w:val="005C4133"/>
    <w:rsid w:val="005C78AB"/>
    <w:rsid w:val="005D6C22"/>
    <w:rsid w:val="005D7BFA"/>
    <w:rsid w:val="005E03A0"/>
    <w:rsid w:val="005F4B0B"/>
    <w:rsid w:val="005F5F88"/>
    <w:rsid w:val="005F709A"/>
    <w:rsid w:val="00600603"/>
    <w:rsid w:val="00614136"/>
    <w:rsid w:val="00617D3A"/>
    <w:rsid w:val="006207E2"/>
    <w:rsid w:val="0062169A"/>
    <w:rsid w:val="00623213"/>
    <w:rsid w:val="006258B1"/>
    <w:rsid w:val="006313F2"/>
    <w:rsid w:val="0063295B"/>
    <w:rsid w:val="00644EA3"/>
    <w:rsid w:val="0064722B"/>
    <w:rsid w:val="00650A5C"/>
    <w:rsid w:val="00653A35"/>
    <w:rsid w:val="006565E2"/>
    <w:rsid w:val="0065709A"/>
    <w:rsid w:val="00665D0F"/>
    <w:rsid w:val="006732BA"/>
    <w:rsid w:val="00680DE5"/>
    <w:rsid w:val="0068199D"/>
    <w:rsid w:val="00686CFD"/>
    <w:rsid w:val="00687011"/>
    <w:rsid w:val="0069071A"/>
    <w:rsid w:val="00694FE6"/>
    <w:rsid w:val="00695D77"/>
    <w:rsid w:val="00695E4E"/>
    <w:rsid w:val="00697380"/>
    <w:rsid w:val="006A4BFA"/>
    <w:rsid w:val="006A57CD"/>
    <w:rsid w:val="006A74C6"/>
    <w:rsid w:val="006B618F"/>
    <w:rsid w:val="006C1A38"/>
    <w:rsid w:val="006C24CE"/>
    <w:rsid w:val="006C2F47"/>
    <w:rsid w:val="006D03DC"/>
    <w:rsid w:val="006E7652"/>
    <w:rsid w:val="006F0523"/>
    <w:rsid w:val="006F50D2"/>
    <w:rsid w:val="006F7D66"/>
    <w:rsid w:val="00704996"/>
    <w:rsid w:val="007073EE"/>
    <w:rsid w:val="0070795E"/>
    <w:rsid w:val="00707B79"/>
    <w:rsid w:val="00710681"/>
    <w:rsid w:val="00720B96"/>
    <w:rsid w:val="00723E86"/>
    <w:rsid w:val="00731924"/>
    <w:rsid w:val="007321AB"/>
    <w:rsid w:val="00734B38"/>
    <w:rsid w:val="00736192"/>
    <w:rsid w:val="00740B25"/>
    <w:rsid w:val="007417BF"/>
    <w:rsid w:val="00742C88"/>
    <w:rsid w:val="00772609"/>
    <w:rsid w:val="00774824"/>
    <w:rsid w:val="00776106"/>
    <w:rsid w:val="0078006C"/>
    <w:rsid w:val="00785374"/>
    <w:rsid w:val="00791907"/>
    <w:rsid w:val="007A737E"/>
    <w:rsid w:val="007A74AB"/>
    <w:rsid w:val="007B131A"/>
    <w:rsid w:val="007C1D44"/>
    <w:rsid w:val="007C6BC2"/>
    <w:rsid w:val="007D0AC0"/>
    <w:rsid w:val="007D2F14"/>
    <w:rsid w:val="007E7DC1"/>
    <w:rsid w:val="007F28C0"/>
    <w:rsid w:val="007F5894"/>
    <w:rsid w:val="007F5D00"/>
    <w:rsid w:val="00802B34"/>
    <w:rsid w:val="00803D2C"/>
    <w:rsid w:val="008052DE"/>
    <w:rsid w:val="00811B71"/>
    <w:rsid w:val="00814C98"/>
    <w:rsid w:val="008205C6"/>
    <w:rsid w:val="00832218"/>
    <w:rsid w:val="0083326D"/>
    <w:rsid w:val="008346B5"/>
    <w:rsid w:val="00834987"/>
    <w:rsid w:val="00835590"/>
    <w:rsid w:val="00837A5E"/>
    <w:rsid w:val="008425F8"/>
    <w:rsid w:val="008438A9"/>
    <w:rsid w:val="00844B06"/>
    <w:rsid w:val="00845D37"/>
    <w:rsid w:val="00845F90"/>
    <w:rsid w:val="00846A13"/>
    <w:rsid w:val="00850F57"/>
    <w:rsid w:val="008521B1"/>
    <w:rsid w:val="00854645"/>
    <w:rsid w:val="00855389"/>
    <w:rsid w:val="008565E5"/>
    <w:rsid w:val="008665B9"/>
    <w:rsid w:val="0087015F"/>
    <w:rsid w:val="00870D7E"/>
    <w:rsid w:val="00871E0A"/>
    <w:rsid w:val="00876650"/>
    <w:rsid w:val="0087779A"/>
    <w:rsid w:val="008806F4"/>
    <w:rsid w:val="00882DC3"/>
    <w:rsid w:val="0088349A"/>
    <w:rsid w:val="0088415E"/>
    <w:rsid w:val="008846EE"/>
    <w:rsid w:val="008857B0"/>
    <w:rsid w:val="00887823"/>
    <w:rsid w:val="0089687C"/>
    <w:rsid w:val="008976AF"/>
    <w:rsid w:val="008B1CD5"/>
    <w:rsid w:val="008B1EA1"/>
    <w:rsid w:val="008B2BEF"/>
    <w:rsid w:val="008C1859"/>
    <w:rsid w:val="008E4AE4"/>
    <w:rsid w:val="008E7323"/>
    <w:rsid w:val="008F0855"/>
    <w:rsid w:val="008F1C2A"/>
    <w:rsid w:val="008F2C1C"/>
    <w:rsid w:val="008F4D59"/>
    <w:rsid w:val="00901E64"/>
    <w:rsid w:val="00901F2D"/>
    <w:rsid w:val="00910DED"/>
    <w:rsid w:val="009148CE"/>
    <w:rsid w:val="009163F5"/>
    <w:rsid w:val="009210C4"/>
    <w:rsid w:val="009226EF"/>
    <w:rsid w:val="00932BB7"/>
    <w:rsid w:val="009376CC"/>
    <w:rsid w:val="00941FF0"/>
    <w:rsid w:val="00946CDA"/>
    <w:rsid w:val="00952A28"/>
    <w:rsid w:val="009610D6"/>
    <w:rsid w:val="00961906"/>
    <w:rsid w:val="00962141"/>
    <w:rsid w:val="00962F2F"/>
    <w:rsid w:val="009630FB"/>
    <w:rsid w:val="0096472F"/>
    <w:rsid w:val="00965AF2"/>
    <w:rsid w:val="00966664"/>
    <w:rsid w:val="0097002A"/>
    <w:rsid w:val="0097080F"/>
    <w:rsid w:val="0098101F"/>
    <w:rsid w:val="0098431F"/>
    <w:rsid w:val="00993C25"/>
    <w:rsid w:val="00997167"/>
    <w:rsid w:val="009A52CB"/>
    <w:rsid w:val="009A57FB"/>
    <w:rsid w:val="009A7D71"/>
    <w:rsid w:val="009B007C"/>
    <w:rsid w:val="009B7CF2"/>
    <w:rsid w:val="009C0274"/>
    <w:rsid w:val="009C569B"/>
    <w:rsid w:val="009D095C"/>
    <w:rsid w:val="009D2815"/>
    <w:rsid w:val="009E1807"/>
    <w:rsid w:val="009E3742"/>
    <w:rsid w:val="009E6CB4"/>
    <w:rsid w:val="009F49AE"/>
    <w:rsid w:val="009F5535"/>
    <w:rsid w:val="00A042D1"/>
    <w:rsid w:val="00A07672"/>
    <w:rsid w:val="00A10F10"/>
    <w:rsid w:val="00A11E69"/>
    <w:rsid w:val="00A12E3B"/>
    <w:rsid w:val="00A22122"/>
    <w:rsid w:val="00A255F3"/>
    <w:rsid w:val="00A35AD9"/>
    <w:rsid w:val="00A36D64"/>
    <w:rsid w:val="00A4294D"/>
    <w:rsid w:val="00A43DAD"/>
    <w:rsid w:val="00A44D55"/>
    <w:rsid w:val="00A636DF"/>
    <w:rsid w:val="00A713E9"/>
    <w:rsid w:val="00A73E24"/>
    <w:rsid w:val="00A74C13"/>
    <w:rsid w:val="00A756D3"/>
    <w:rsid w:val="00A84179"/>
    <w:rsid w:val="00A8744E"/>
    <w:rsid w:val="00A950DC"/>
    <w:rsid w:val="00AA1333"/>
    <w:rsid w:val="00AA23D1"/>
    <w:rsid w:val="00AA6ACD"/>
    <w:rsid w:val="00AB1A8B"/>
    <w:rsid w:val="00AC12FB"/>
    <w:rsid w:val="00AC1FF9"/>
    <w:rsid w:val="00AC203E"/>
    <w:rsid w:val="00AD0597"/>
    <w:rsid w:val="00AD4108"/>
    <w:rsid w:val="00AD4669"/>
    <w:rsid w:val="00AD51FB"/>
    <w:rsid w:val="00AD684F"/>
    <w:rsid w:val="00AE7488"/>
    <w:rsid w:val="00AF2968"/>
    <w:rsid w:val="00AF4A3C"/>
    <w:rsid w:val="00AF63AA"/>
    <w:rsid w:val="00B02498"/>
    <w:rsid w:val="00B12706"/>
    <w:rsid w:val="00B12C1C"/>
    <w:rsid w:val="00B1320D"/>
    <w:rsid w:val="00B15006"/>
    <w:rsid w:val="00B150C3"/>
    <w:rsid w:val="00B168E4"/>
    <w:rsid w:val="00B31897"/>
    <w:rsid w:val="00B31933"/>
    <w:rsid w:val="00B34CC4"/>
    <w:rsid w:val="00B46829"/>
    <w:rsid w:val="00B505EE"/>
    <w:rsid w:val="00B55869"/>
    <w:rsid w:val="00B55AB1"/>
    <w:rsid w:val="00B63507"/>
    <w:rsid w:val="00B716DF"/>
    <w:rsid w:val="00B773D7"/>
    <w:rsid w:val="00B8063F"/>
    <w:rsid w:val="00B809A1"/>
    <w:rsid w:val="00B903B2"/>
    <w:rsid w:val="00B92560"/>
    <w:rsid w:val="00B96C35"/>
    <w:rsid w:val="00B96F12"/>
    <w:rsid w:val="00BA6DBB"/>
    <w:rsid w:val="00BB149A"/>
    <w:rsid w:val="00BB1E7E"/>
    <w:rsid w:val="00BB50DF"/>
    <w:rsid w:val="00BB56D9"/>
    <w:rsid w:val="00BB6CAE"/>
    <w:rsid w:val="00BC0799"/>
    <w:rsid w:val="00BC1525"/>
    <w:rsid w:val="00BC1662"/>
    <w:rsid w:val="00BC4904"/>
    <w:rsid w:val="00BC6C30"/>
    <w:rsid w:val="00BD4CFC"/>
    <w:rsid w:val="00BD6A9E"/>
    <w:rsid w:val="00BD6B3C"/>
    <w:rsid w:val="00BE3ADC"/>
    <w:rsid w:val="00BE7A69"/>
    <w:rsid w:val="00BF0445"/>
    <w:rsid w:val="00BF0B15"/>
    <w:rsid w:val="00C06388"/>
    <w:rsid w:val="00C1231C"/>
    <w:rsid w:val="00C14DF4"/>
    <w:rsid w:val="00C162A1"/>
    <w:rsid w:val="00C20BED"/>
    <w:rsid w:val="00C21181"/>
    <w:rsid w:val="00C219F7"/>
    <w:rsid w:val="00C25EF0"/>
    <w:rsid w:val="00C25F71"/>
    <w:rsid w:val="00C27171"/>
    <w:rsid w:val="00C35ED8"/>
    <w:rsid w:val="00C37193"/>
    <w:rsid w:val="00C41567"/>
    <w:rsid w:val="00C426D9"/>
    <w:rsid w:val="00C44B82"/>
    <w:rsid w:val="00C4616B"/>
    <w:rsid w:val="00C50376"/>
    <w:rsid w:val="00C566BB"/>
    <w:rsid w:val="00C633EE"/>
    <w:rsid w:val="00C64AE2"/>
    <w:rsid w:val="00C87990"/>
    <w:rsid w:val="00C94CBC"/>
    <w:rsid w:val="00C95FCA"/>
    <w:rsid w:val="00CA1A2F"/>
    <w:rsid w:val="00CA277E"/>
    <w:rsid w:val="00CA7004"/>
    <w:rsid w:val="00CB06B9"/>
    <w:rsid w:val="00CB0AD5"/>
    <w:rsid w:val="00CB22F0"/>
    <w:rsid w:val="00CB59CD"/>
    <w:rsid w:val="00CB5F7B"/>
    <w:rsid w:val="00CC19C0"/>
    <w:rsid w:val="00CD67BD"/>
    <w:rsid w:val="00CD7F76"/>
    <w:rsid w:val="00CE2B49"/>
    <w:rsid w:val="00CE2ED4"/>
    <w:rsid w:val="00CE6C4F"/>
    <w:rsid w:val="00CF59CD"/>
    <w:rsid w:val="00CF7595"/>
    <w:rsid w:val="00D0438F"/>
    <w:rsid w:val="00D054F5"/>
    <w:rsid w:val="00D24B69"/>
    <w:rsid w:val="00D3290D"/>
    <w:rsid w:val="00D431E4"/>
    <w:rsid w:val="00D44F4B"/>
    <w:rsid w:val="00D51B3A"/>
    <w:rsid w:val="00D531FA"/>
    <w:rsid w:val="00D6710C"/>
    <w:rsid w:val="00D7303B"/>
    <w:rsid w:val="00D81915"/>
    <w:rsid w:val="00D85B54"/>
    <w:rsid w:val="00D91D3A"/>
    <w:rsid w:val="00D92C11"/>
    <w:rsid w:val="00D944C9"/>
    <w:rsid w:val="00D97584"/>
    <w:rsid w:val="00D97ABF"/>
    <w:rsid w:val="00DB07B2"/>
    <w:rsid w:val="00DB64BA"/>
    <w:rsid w:val="00DC060C"/>
    <w:rsid w:val="00DC255F"/>
    <w:rsid w:val="00DC65FF"/>
    <w:rsid w:val="00DC73A0"/>
    <w:rsid w:val="00DC7C06"/>
    <w:rsid w:val="00DD0A50"/>
    <w:rsid w:val="00DD7941"/>
    <w:rsid w:val="00DE15DE"/>
    <w:rsid w:val="00DF1EF5"/>
    <w:rsid w:val="00DF2FE2"/>
    <w:rsid w:val="00E00860"/>
    <w:rsid w:val="00E02295"/>
    <w:rsid w:val="00E16B9A"/>
    <w:rsid w:val="00E31635"/>
    <w:rsid w:val="00E4080C"/>
    <w:rsid w:val="00E4186B"/>
    <w:rsid w:val="00E44BE9"/>
    <w:rsid w:val="00E44FE2"/>
    <w:rsid w:val="00E53ED8"/>
    <w:rsid w:val="00E61B17"/>
    <w:rsid w:val="00E64774"/>
    <w:rsid w:val="00E66AC2"/>
    <w:rsid w:val="00E67E1B"/>
    <w:rsid w:val="00E737BF"/>
    <w:rsid w:val="00E92D82"/>
    <w:rsid w:val="00E94875"/>
    <w:rsid w:val="00E97538"/>
    <w:rsid w:val="00E9783A"/>
    <w:rsid w:val="00EA1E5E"/>
    <w:rsid w:val="00EA4306"/>
    <w:rsid w:val="00EA5161"/>
    <w:rsid w:val="00EA5B4B"/>
    <w:rsid w:val="00EA6B11"/>
    <w:rsid w:val="00EB001E"/>
    <w:rsid w:val="00EB74CE"/>
    <w:rsid w:val="00EC0580"/>
    <w:rsid w:val="00EC1AA4"/>
    <w:rsid w:val="00EC3581"/>
    <w:rsid w:val="00EE0043"/>
    <w:rsid w:val="00EE0CBE"/>
    <w:rsid w:val="00EE2F17"/>
    <w:rsid w:val="00EF509E"/>
    <w:rsid w:val="00F03D9E"/>
    <w:rsid w:val="00F04EA3"/>
    <w:rsid w:val="00F14B40"/>
    <w:rsid w:val="00F16E35"/>
    <w:rsid w:val="00F234B1"/>
    <w:rsid w:val="00F40534"/>
    <w:rsid w:val="00F4272C"/>
    <w:rsid w:val="00F46085"/>
    <w:rsid w:val="00F5040E"/>
    <w:rsid w:val="00F52035"/>
    <w:rsid w:val="00F539F2"/>
    <w:rsid w:val="00F8229D"/>
    <w:rsid w:val="00F93809"/>
    <w:rsid w:val="00F94B91"/>
    <w:rsid w:val="00F978DC"/>
    <w:rsid w:val="00F97F7F"/>
    <w:rsid w:val="00FA3656"/>
    <w:rsid w:val="00FA4740"/>
    <w:rsid w:val="00FB01AD"/>
    <w:rsid w:val="00FB2AA3"/>
    <w:rsid w:val="00FB4D56"/>
    <w:rsid w:val="00FC6E9D"/>
    <w:rsid w:val="00FC6FA9"/>
    <w:rsid w:val="00FD2120"/>
    <w:rsid w:val="00FD5803"/>
    <w:rsid w:val="00FD63E4"/>
    <w:rsid w:val="00FE6562"/>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2A5D3C7"/>
  <w15:docId w15:val="{E352FF93-61B3-4421-9E0D-BE9E4BF01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paragraph" w:styleId="Nadpis4">
    <w:name w:val="heading 4"/>
    <w:basedOn w:val="Normln"/>
    <w:next w:val="Normln"/>
    <w:link w:val="Nadpis4Char"/>
    <w:uiPriority w:val="9"/>
    <w:semiHidden/>
    <w:unhideWhenUsed/>
    <w:rsid w:val="00EC0580"/>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 w:type="character" w:customStyle="1" w:styleId="Nadpis4Char">
    <w:name w:val="Nadpis 4 Char"/>
    <w:basedOn w:val="Standardnpsmoodstavce"/>
    <w:link w:val="Nadpis4"/>
    <w:uiPriority w:val="9"/>
    <w:semiHidden/>
    <w:rsid w:val="00EC0580"/>
    <w:rPr>
      <w:rFonts w:asciiTheme="majorHAnsi" w:eastAsiaTheme="majorEastAsia" w:hAnsiTheme="majorHAnsi" w:cstheme="majorBidi"/>
      <w:i/>
      <w:iCs/>
      <w:color w:val="365F91" w:themeColor="accent1" w:themeShade="BF"/>
      <w:szCs w:val="20"/>
      <w:lang w:eastAsia="cs-CZ"/>
    </w:rPr>
  </w:style>
  <w:style w:type="paragraph" w:styleId="Revize">
    <w:name w:val="Revision"/>
    <w:hidden/>
    <w:uiPriority w:val="99"/>
    <w:semiHidden/>
    <w:rsid w:val="00F93809"/>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 w:id="201052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B5916-9C4D-4FC4-8846-F8062901FD35}">
  <ds:schemaRefs>
    <ds:schemaRef ds:uri="http://schemas.openxmlformats.org/officeDocument/2006/bibliography"/>
  </ds:schemaRefs>
</ds:datastoreItem>
</file>

<file path=customXml/itemProps2.xml><?xml version="1.0" encoding="utf-8"?>
<ds:datastoreItem xmlns:ds="http://schemas.openxmlformats.org/officeDocument/2006/customXml" ds:itemID="{6F0C189A-A614-49B3-999F-D3FA4B96C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1616</Words>
  <Characters>9538</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Červenková Jana</cp:lastModifiedBy>
  <cp:revision>9</cp:revision>
  <cp:lastPrinted>2018-08-08T07:20:00Z</cp:lastPrinted>
  <dcterms:created xsi:type="dcterms:W3CDTF">2024-09-03T04:43:00Z</dcterms:created>
  <dcterms:modified xsi:type="dcterms:W3CDTF">2025-03-05T07:58:00Z</dcterms:modified>
</cp:coreProperties>
</file>