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požadavky na ele</w:t>
      </w:r>
      <w:r w:rsidR="00302F71">
        <w:rPr>
          <w:rFonts w:asciiTheme="minorHAnsi" w:hAnsiTheme="minorHAnsi"/>
          <w:sz w:val="22"/>
          <w:szCs w:val="22"/>
        </w:rPr>
        <w:t>k</w:t>
      </w:r>
      <w:bookmarkStart w:id="0" w:name="_GoBack"/>
      <w:bookmarkEnd w:id="0"/>
      <w:r w:rsidR="00A95C57" w:rsidRPr="00CD7B85">
        <w:rPr>
          <w:rFonts w:asciiTheme="minorHAnsi" w:hAnsiTheme="minorHAnsi"/>
          <w:sz w:val="22"/>
          <w:szCs w:val="22"/>
        </w:rPr>
        <w:t xml:space="preserve">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</w:t>
      </w:r>
      <w:r w:rsidR="00965165">
        <w:rPr>
          <w:rFonts w:asciiTheme="minorHAnsi" w:hAnsiTheme="minorHAnsi"/>
          <w:color w:val="auto"/>
          <w:sz w:val="22"/>
          <w:szCs w:val="22"/>
          <w:lang w:val="cs-CZ"/>
        </w:rPr>
        <w:t>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7ED2" w:rsidRDefault="00DA7ED2" w:rsidP="00C1162E"/>
    <w:p w:rsidR="00DA7ED2" w:rsidRDefault="00DA7ED2" w:rsidP="00C1162E"/>
    <w:p w:rsidR="00DA7ED2" w:rsidRDefault="00DA7ED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02F71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65165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A7ED2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6CC6160-5053-4CB0-9DCE-F21ADB118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1FCB8EBA</Template>
  <TotalTime>57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11</cp:revision>
  <cp:lastPrinted>2023-01-11T11:54:00Z</cp:lastPrinted>
  <dcterms:created xsi:type="dcterms:W3CDTF">2022-03-09T11:11:00Z</dcterms:created>
  <dcterms:modified xsi:type="dcterms:W3CDTF">2025-03-25T06:20:00Z</dcterms:modified>
</cp:coreProperties>
</file>