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1F56" w:rsidRDefault="007A430E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DD1F56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rekonstrukce parkoviště kvanto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0B359-2F71-4996-A521-A2115B1BB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280B2F34</Template>
  <TotalTime>10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2022-09-06T08:53:00Z</cp:lastPrinted>
  <dcterms:created xsi:type="dcterms:W3CDTF">2025-01-21T08:10:00Z</dcterms:created>
  <dcterms:modified xsi:type="dcterms:W3CDTF">2025-01-28T12:39:00Z</dcterms:modified>
</cp:coreProperties>
</file>