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DA199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</w:t>
            </w:r>
            <w:r w:rsidR="00DA199B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d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</w:t>
            </w:r>
            <w:r w:rsidR="00C21426">
              <w:rPr>
                <w:rFonts w:ascii="Arial" w:hAnsi="Arial" w:cs="Arial"/>
                <w:color w:val="FF0000"/>
                <w:sz w:val="24"/>
                <w:szCs w:val="24"/>
              </w:rPr>
              <w:t>LBK3 Chrástka</w:t>
            </w:r>
            <w:r w:rsidR="0045312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v roce 202</w:t>
            </w:r>
            <w:r w:rsidR="00CB3270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C21426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404A4A">
              <w:rPr>
                <w:rFonts w:ascii="Arial" w:hAnsi="Arial" w:cs="Arial"/>
                <w:b/>
                <w:bCs/>
              </w:rPr>
              <w:t xml:space="preserve">- </w:t>
            </w:r>
            <w:r w:rsidR="00404A4A">
              <w:rPr>
                <w:b/>
                <w:bCs/>
              </w:rPr>
              <w:t>2x seč/rok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04A4A"/>
    <w:rsid w:val="00446E0D"/>
    <w:rsid w:val="0045312E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26460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1426"/>
    <w:rsid w:val="00C24135"/>
    <w:rsid w:val="00C24502"/>
    <w:rsid w:val="00C3798B"/>
    <w:rsid w:val="00C46CEE"/>
    <w:rsid w:val="00C62D91"/>
    <w:rsid w:val="00C807F7"/>
    <w:rsid w:val="00CB3270"/>
    <w:rsid w:val="00CD5A9A"/>
    <w:rsid w:val="00CD7E4E"/>
    <w:rsid w:val="00CE15C9"/>
    <w:rsid w:val="00D427AD"/>
    <w:rsid w:val="00D536D8"/>
    <w:rsid w:val="00D57F44"/>
    <w:rsid w:val="00D85FB7"/>
    <w:rsid w:val="00DA199B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14E3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9CD37-190D-49B5-A378-1B2A89DB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1</TotalTime>
  <Pages>1</Pages>
  <Words>152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2022-05-20T07:03:00Z</cp:lastPrinted>
  <dcterms:created xsi:type="dcterms:W3CDTF">2024-05-20T06:55:00Z</dcterms:created>
  <dcterms:modified xsi:type="dcterms:W3CDTF">2025-04-02T05:43:00Z</dcterms:modified>
</cp:coreProperties>
</file>