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A42D5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dodávka pytlů na separovaný odpad – papír, plast náhradní plnění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A42D5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Luděk </w:t>
            </w:r>
            <w:proofErr w:type="spellStart"/>
            <w:r>
              <w:rPr>
                <w:szCs w:val="20"/>
              </w:rPr>
              <w:t>Dubrava</w:t>
            </w:r>
            <w:proofErr w:type="spellEnd"/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4A42D5">
              <w:rPr>
                <w:szCs w:val="20"/>
              </w:rPr>
              <w:t>62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A42D5" w:rsidP="004A42D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udek.dubrava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33DD9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2D5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36A16-4619-4A94-817A-D16ECE2D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2CB41CA</Template>
  <TotalTime>1</TotalTime>
  <Pages>1</Pages>
  <Words>134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2022-09-06T08:53:00Z</cp:lastPrinted>
  <dcterms:created xsi:type="dcterms:W3CDTF">2025-04-08T07:22:00Z</dcterms:created>
  <dcterms:modified xsi:type="dcterms:W3CDTF">2025-04-08T07:23:00Z</dcterms:modified>
</cp:coreProperties>
</file>