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3828F4" w:rsidRDefault="003828F4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dopravního automobilu </w:t>
            </w:r>
          </w:p>
          <w:p w:rsidR="002F0FDF" w:rsidRPr="0025072A" w:rsidRDefault="003828F4" w:rsidP="001B649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pro JSDH UHerský Brod - </w:t>
            </w:r>
            <w:r w:rsidR="001B6495">
              <w:rPr>
                <w:rFonts w:ascii="Arial" w:hAnsi="Arial" w:cs="Arial"/>
                <w:color w:val="FF0000"/>
                <w:sz w:val="24"/>
                <w:szCs w:val="24"/>
              </w:rPr>
              <w:t>Těšov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6495" w:rsidP="00C22ED3">
            <w:pPr>
              <w:rPr>
                <w:szCs w:val="20"/>
              </w:rPr>
            </w:pPr>
            <w:r>
              <w:t>Ing. Ferdinand Kubáník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F04DA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F04DAB">
              <w:rPr>
                <w:szCs w:val="20"/>
              </w:rPr>
              <w:t>Vlastimil Hradil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4DA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F04DAB">
              <w:rPr>
                <w:szCs w:val="20"/>
              </w:rPr>
              <w:t>192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04DAB" w:rsidP="00F04DA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vlastimil.hradil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2F0F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B6495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677C"/>
    <w:rsid w:val="00262DF9"/>
    <w:rsid w:val="002634AA"/>
    <w:rsid w:val="00264EE9"/>
    <w:rsid w:val="0026565F"/>
    <w:rsid w:val="00281A2A"/>
    <w:rsid w:val="00296AB3"/>
    <w:rsid w:val="002B1904"/>
    <w:rsid w:val="002B5934"/>
    <w:rsid w:val="002B7483"/>
    <w:rsid w:val="002C51AF"/>
    <w:rsid w:val="002D0F22"/>
    <w:rsid w:val="002E0D4E"/>
    <w:rsid w:val="002E330B"/>
    <w:rsid w:val="002F0FDF"/>
    <w:rsid w:val="002F7A82"/>
    <w:rsid w:val="00321A7E"/>
    <w:rsid w:val="003324F6"/>
    <w:rsid w:val="0035013C"/>
    <w:rsid w:val="00356BE2"/>
    <w:rsid w:val="00375516"/>
    <w:rsid w:val="003828F4"/>
    <w:rsid w:val="00394267"/>
    <w:rsid w:val="003B5670"/>
    <w:rsid w:val="003D1519"/>
    <w:rsid w:val="003D6916"/>
    <w:rsid w:val="00401A57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C59D1"/>
    <w:rsid w:val="007D00C7"/>
    <w:rsid w:val="007D057D"/>
    <w:rsid w:val="00802F93"/>
    <w:rsid w:val="00803D61"/>
    <w:rsid w:val="008230F9"/>
    <w:rsid w:val="0084252E"/>
    <w:rsid w:val="008478E8"/>
    <w:rsid w:val="008550A9"/>
    <w:rsid w:val="0086323E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85D1F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04DAB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08134-1DE7-4044-969B-24E20DB8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8</TotalTime>
  <Pages>1</Pages>
  <Words>139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dcterms:created xsi:type="dcterms:W3CDTF">2022-02-14T12:11:00Z</dcterms:created>
  <dcterms:modified xsi:type="dcterms:W3CDTF">2025-04-02T13:18:00Z</dcterms:modified>
</cp:coreProperties>
</file>