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BE098E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FE7960" w:rsidP="00BE098E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rekonstrukce kotelny – panský dům</w:t>
            </w:r>
            <w:bookmarkStart w:id="0" w:name="_GoBack"/>
            <w:bookmarkEnd w:id="0"/>
          </w:p>
        </w:tc>
      </w:tr>
      <w:tr w:rsidR="00F928D8" w:rsidRPr="003D1519" w:rsidTr="00BE098E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BE098E">
        <w:trPr>
          <w:trHeight w:hRule="exact" w:val="2835"/>
        </w:trPr>
        <w:tc>
          <w:tcPr>
            <w:tcW w:w="9555" w:type="dxa"/>
            <w:shd w:val="clear" w:color="auto" w:fill="FFFFFF" w:themeFill="background1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BE098E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BE098E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966B92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966B92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239D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554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A6A5B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27A8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54BD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C6CE9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6B92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7492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3455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3D1F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098E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4F12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CDA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55365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0814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E7960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593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4FA62B1D</Template>
  <TotalTime>38</TotalTime>
  <Pages>1</Pages>
  <Words>139</Words>
  <Characters>826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37</cp:revision>
  <cp:lastPrinted>2021-05-24T06:24:00Z</cp:lastPrinted>
  <dcterms:created xsi:type="dcterms:W3CDTF">2019-09-19T08:40:00Z</dcterms:created>
  <dcterms:modified xsi:type="dcterms:W3CDTF">2025-05-20T05:10:00Z</dcterms:modified>
</cp:coreProperties>
</file>