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01F79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EA6C5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001F79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</w:t>
      </w:r>
      <w:r w:rsidR="00EC27C4" w:rsidRPr="00447B8F">
        <w:rPr>
          <w:rFonts w:ascii="Arial" w:hAnsi="Arial" w:cs="Arial"/>
          <w:b/>
        </w:rPr>
        <w:t xml:space="preserve">o splnění </w:t>
      </w:r>
      <w:r w:rsidR="00EC27C4">
        <w:rPr>
          <w:rFonts w:ascii="Arial" w:hAnsi="Arial" w:cs="Arial"/>
          <w:b/>
        </w:rPr>
        <w:t xml:space="preserve">referenčních zakázek v rámci technické </w:t>
      </w:r>
      <w:r w:rsidR="00EC27C4" w:rsidRPr="00447B8F">
        <w:rPr>
          <w:rFonts w:ascii="Arial" w:hAnsi="Arial" w:cs="Arial"/>
          <w:b/>
        </w:rPr>
        <w:t>kvalifikace</w:t>
      </w:r>
      <w:r w:rsidR="00EC27C4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A5811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01F79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2F07C9">
              <w:rPr>
                <w:rFonts w:ascii="Arial" w:hAnsi="Arial" w:cs="Arial"/>
                <w:b/>
                <w:sz w:val="20"/>
                <w:szCs w:val="20"/>
              </w:rPr>
              <w:t>05/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2F07C9">
              <w:rPr>
                <w:rFonts w:ascii="Arial" w:hAnsi="Arial" w:cs="Arial"/>
                <w:b/>
                <w:sz w:val="20"/>
                <w:szCs w:val="20"/>
              </w:rPr>
              <w:t xml:space="preserve">Dynamický nákupní systém -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Zajištění mediálního prostoru</w:t>
            </w:r>
          </w:p>
        </w:tc>
      </w:tr>
      <w:tr w:rsidR="00FA5811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FA5811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01F79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A5811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01F7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FA5811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01F7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FA5811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01F7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  <w:bookmarkStart w:id="0" w:name="_GoBack"/>
            <w:bookmarkEnd w:id="0"/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A581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01F79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A5811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01F7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01F7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Default="008B65D7" w:rsidP="001137C9">
      <w:pPr>
        <w:rPr>
          <w:rFonts w:ascii="Arial" w:hAnsi="Arial" w:cs="Arial"/>
          <w:sz w:val="18"/>
          <w:szCs w:val="18"/>
        </w:rPr>
      </w:pPr>
    </w:p>
    <w:p w:rsidR="0002143A" w:rsidRPr="0002143A" w:rsidRDefault="0002143A" w:rsidP="001137C9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Pro </w:t>
      </w:r>
      <w:r w:rsidR="00BB5763">
        <w:rPr>
          <w:rFonts w:ascii="Arial" w:hAnsi="Arial" w:cs="Arial"/>
          <w:b/>
          <w:sz w:val="18"/>
          <w:szCs w:val="18"/>
          <w:u w:val="single"/>
        </w:rPr>
        <w:t>kategorii</w:t>
      </w:r>
      <w:r w:rsidR="00743461">
        <w:rPr>
          <w:rFonts w:ascii="Arial" w:hAnsi="Arial" w:cs="Arial"/>
          <w:b/>
          <w:sz w:val="18"/>
          <w:szCs w:val="18"/>
          <w:u w:val="single"/>
        </w:rPr>
        <w:t xml:space="preserve"> 1 </w:t>
      </w:r>
      <w:r w:rsidR="006A1D79">
        <w:rPr>
          <w:rFonts w:ascii="Arial" w:hAnsi="Arial" w:cs="Arial"/>
          <w:b/>
          <w:sz w:val="18"/>
          <w:szCs w:val="18"/>
          <w:u w:val="single"/>
        </w:rPr>
        <w:t>–</w:t>
      </w:r>
      <w:r w:rsidR="00743461">
        <w:rPr>
          <w:rFonts w:ascii="Arial" w:hAnsi="Arial" w:cs="Arial"/>
          <w:b/>
          <w:sz w:val="18"/>
          <w:szCs w:val="18"/>
          <w:u w:val="single"/>
        </w:rPr>
        <w:t xml:space="preserve"> OOH</w:t>
      </w:r>
      <w:r w:rsidR="006A1D79">
        <w:rPr>
          <w:rFonts w:ascii="Arial" w:hAnsi="Arial" w:cs="Arial"/>
          <w:b/>
          <w:sz w:val="18"/>
          <w:szCs w:val="18"/>
          <w:u w:val="single"/>
        </w:rPr>
        <w:t>*</w:t>
      </w:r>
    </w:p>
    <w:p w:rsidR="0002143A" w:rsidRPr="00447B8F" w:rsidRDefault="0002143A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01F79" w:rsidP="00B66EE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743461">
        <w:rPr>
          <w:rFonts w:ascii="Arial" w:hAnsi="Arial" w:cs="Arial"/>
          <w:sz w:val="20"/>
          <w:szCs w:val="20"/>
          <w:highlight w:val="yellow"/>
        </w:rPr>
        <w:t>DD. MM</w:t>
      </w:r>
      <w:r w:rsidR="003A581C" w:rsidRPr="00743461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743461" w:rsidRPr="00743461">
        <w:rPr>
          <w:rFonts w:ascii="Arial" w:hAnsi="Arial" w:cs="Arial"/>
          <w:sz w:val="20"/>
          <w:szCs w:val="20"/>
          <w:highlight w:val="yellow"/>
        </w:rPr>
        <w:t>RRRR</w:t>
      </w:r>
      <w:r w:rsidR="00743461">
        <w:rPr>
          <w:rFonts w:ascii="Arial" w:hAnsi="Arial" w:cs="Arial"/>
          <w:sz w:val="20"/>
          <w:szCs w:val="20"/>
        </w:rPr>
        <w:t xml:space="preserve"> tímto čestně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743461" w:rsidRPr="00743461">
        <w:rPr>
          <w:rFonts w:ascii="Arial" w:hAnsi="Arial" w:cs="Arial"/>
          <w:szCs w:val="20"/>
        </w:rPr>
        <w:t xml:space="preserve"> </w:t>
      </w:r>
      <w:r w:rsidR="00743461" w:rsidRPr="00743461">
        <w:rPr>
          <w:rFonts w:ascii="Arial" w:hAnsi="Arial" w:cs="Arial"/>
          <w:sz w:val="20"/>
          <w:szCs w:val="20"/>
        </w:rPr>
        <w:t xml:space="preserve">ke dni podání </w:t>
      </w:r>
      <w:r w:rsidR="00B66EE3">
        <w:rPr>
          <w:rFonts w:ascii="Arial" w:hAnsi="Arial" w:cs="Arial"/>
          <w:sz w:val="20"/>
          <w:szCs w:val="20"/>
        </w:rPr>
        <w:t>žádosti o účast splňuje technickou kvalifikaci dl</w:t>
      </w:r>
      <w:r w:rsidR="00EC27C4">
        <w:rPr>
          <w:rFonts w:ascii="Arial" w:hAnsi="Arial" w:cs="Arial"/>
          <w:sz w:val="20"/>
          <w:szCs w:val="20"/>
        </w:rPr>
        <w:t>e</w:t>
      </w:r>
      <w:r w:rsidR="00B66EE3">
        <w:rPr>
          <w:rFonts w:ascii="Arial" w:hAnsi="Arial" w:cs="Arial"/>
          <w:sz w:val="20"/>
          <w:szCs w:val="20"/>
        </w:rPr>
        <w:t xml:space="preserve"> podmínek stanovených v zadávací </w:t>
      </w:r>
      <w:r w:rsidR="00EC27C4">
        <w:rPr>
          <w:rFonts w:ascii="Arial" w:hAnsi="Arial" w:cs="Arial"/>
          <w:sz w:val="20"/>
          <w:szCs w:val="20"/>
        </w:rPr>
        <w:t xml:space="preserve">dokumentaci </w:t>
      </w:r>
      <w:r w:rsidR="00B66EE3">
        <w:rPr>
          <w:rFonts w:ascii="Arial" w:hAnsi="Arial" w:cs="Arial"/>
          <w:sz w:val="20"/>
          <w:szCs w:val="20"/>
        </w:rPr>
        <w:t>pro               kategorii 1 – OOH veřejné zakázky a dle § 79 ZZVZ, a to následujícím způsobem: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F5695" w:rsidRDefault="00001F79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lastRenderedPageBreak/>
        <w:t>Referenční zakázka č. 1</w:t>
      </w:r>
      <w:r w:rsidR="00EC27C4" w:rsidRPr="00EC27C4">
        <w:rPr>
          <w:rFonts w:ascii="Arial" w:hAnsi="Arial" w:cs="Arial"/>
          <w:b/>
          <w:sz w:val="20"/>
          <w:szCs w:val="20"/>
        </w:rPr>
        <w:t xml:space="preserve"> (min. hodnota 2.000.000,- Kč bez DPH)</w:t>
      </w:r>
      <w:r w:rsidRPr="00EC27C4">
        <w:rPr>
          <w:rFonts w:ascii="Arial" w:hAnsi="Arial" w:cs="Arial"/>
          <w:b/>
          <w:sz w:val="20"/>
          <w:szCs w:val="20"/>
        </w:rPr>
        <w:t>:</w:t>
      </w:r>
    </w:p>
    <w:p w:rsidR="00EC27C4" w:rsidRDefault="00EC27C4" w:rsidP="00593E12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C27C4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EC27C4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EC27C4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Hodnota </w:t>
            </w:r>
            <w:r w:rsidR="005907D7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</w:t>
            </w:r>
            <w:r w:rsidR="005907D7">
              <w:rPr>
                <w:rFonts w:ascii="Arial" w:hAnsi="Arial" w:cs="Arial"/>
                <w:sz w:val="20"/>
                <w:szCs w:val="20"/>
              </w:rPr>
              <w:t xml:space="preserve"> či daného mediálního prostoru</w:t>
            </w:r>
          </w:p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C27C4" w:rsidRPr="00EC27C4" w:rsidRDefault="00EC27C4" w:rsidP="00593E12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C27C4" w:rsidRPr="00EC27C4" w:rsidRDefault="00EC27C4" w:rsidP="00EC27C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</w:t>
      </w:r>
      <w:r w:rsidRPr="00EC27C4">
        <w:rPr>
          <w:rFonts w:ascii="Arial" w:hAnsi="Arial" w:cs="Arial"/>
          <w:b/>
          <w:sz w:val="20"/>
          <w:szCs w:val="20"/>
        </w:rPr>
        <w:t xml:space="preserve"> (min. hodnota 2.000.000,- Kč bez DPH):</w:t>
      </w:r>
    </w:p>
    <w:p w:rsidR="00EC27C4" w:rsidRPr="00447B8F" w:rsidRDefault="00EC27C4" w:rsidP="00EC27C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C27C4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EC27C4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EC27C4" w:rsidRPr="00EC27C4" w:rsidRDefault="00EC27C4" w:rsidP="00EC27C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 w:rsidRPr="00EC27C4">
        <w:rPr>
          <w:rFonts w:ascii="Arial" w:hAnsi="Arial" w:cs="Arial"/>
          <w:b/>
          <w:sz w:val="20"/>
          <w:szCs w:val="20"/>
        </w:rPr>
        <w:t xml:space="preserve"> (min. hodnota 2.000.000,- Kč bez DPH):</w:t>
      </w:r>
    </w:p>
    <w:p w:rsidR="00EC27C4" w:rsidRPr="00447B8F" w:rsidRDefault="00EC27C4" w:rsidP="00EC27C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C27C4" w:rsidTr="00EC27C4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Tr="00EC27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Tr="00EC27C4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EC27C4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Tr="00EC27C4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C27C4" w:rsidTr="00EC27C4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EC27C4" w:rsidRPr="00447B8F" w:rsidRDefault="00EC27C4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C27C4" w:rsidRPr="00447B8F" w:rsidRDefault="00EC27C4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C27C4" w:rsidRDefault="00EC27C4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Pr="0002143A" w:rsidRDefault="006A1D79" w:rsidP="006A1D79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Pro kategorii 2 – Online*</w:t>
      </w:r>
    </w:p>
    <w:p w:rsidR="006A1D79" w:rsidRPr="00447B8F" w:rsidRDefault="006A1D79" w:rsidP="006A1D79">
      <w:pPr>
        <w:rPr>
          <w:rFonts w:ascii="Arial" w:hAnsi="Arial" w:cs="Arial"/>
          <w:sz w:val="18"/>
          <w:szCs w:val="18"/>
        </w:rPr>
      </w:pPr>
    </w:p>
    <w:p w:rsidR="006A1D79" w:rsidRPr="00447B8F" w:rsidRDefault="006A1D79" w:rsidP="006A1D7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743461">
        <w:rPr>
          <w:rFonts w:ascii="Arial" w:hAnsi="Arial" w:cs="Arial"/>
          <w:sz w:val="20"/>
          <w:szCs w:val="20"/>
          <w:highlight w:val="yellow"/>
        </w:rPr>
        <w:t>. RRRR</w:t>
      </w:r>
      <w:r>
        <w:rPr>
          <w:rFonts w:ascii="Arial" w:hAnsi="Arial" w:cs="Arial"/>
          <w:sz w:val="20"/>
          <w:szCs w:val="20"/>
        </w:rPr>
        <w:t xml:space="preserve"> tímto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 w:rsidRPr="00743461">
        <w:rPr>
          <w:rFonts w:ascii="Arial" w:hAnsi="Arial" w:cs="Arial"/>
          <w:szCs w:val="20"/>
        </w:rPr>
        <w:t xml:space="preserve"> </w:t>
      </w:r>
      <w:r w:rsidRPr="00743461">
        <w:rPr>
          <w:rFonts w:ascii="Arial" w:hAnsi="Arial" w:cs="Arial"/>
          <w:sz w:val="20"/>
          <w:szCs w:val="20"/>
        </w:rPr>
        <w:t xml:space="preserve">ke dni podání </w:t>
      </w:r>
      <w:r>
        <w:rPr>
          <w:rFonts w:ascii="Arial" w:hAnsi="Arial" w:cs="Arial"/>
          <w:sz w:val="20"/>
          <w:szCs w:val="20"/>
        </w:rPr>
        <w:t>žádosti o účast splňuje technickou kvalifikaci dle podmínek stanovených v zadávací dokumentaci pro               kategorii 2 – Online veřejné zakázky a dle § 79 ZZVZ, a to následujícím způsobem:</w:t>
      </w: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  <w:sectPr w:rsidR="006A1D79" w:rsidRPr="00447B8F" w:rsidSect="006A1D79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lastRenderedPageBreak/>
        <w:t xml:space="preserve">Referenční zakázka č. 1 (min. hodnota </w:t>
      </w:r>
      <w:r>
        <w:rPr>
          <w:rFonts w:ascii="Arial" w:hAnsi="Arial" w:cs="Arial"/>
          <w:b/>
          <w:sz w:val="20"/>
          <w:szCs w:val="20"/>
        </w:rPr>
        <w:t>1</w:t>
      </w:r>
      <w:r w:rsidRPr="00EC27C4">
        <w:rPr>
          <w:rFonts w:ascii="Arial" w:hAnsi="Arial" w:cs="Arial"/>
          <w:b/>
          <w:sz w:val="20"/>
          <w:szCs w:val="20"/>
        </w:rPr>
        <w:t>.000.000,- Kč bez DPH):</w:t>
      </w: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 (min. hodnota 1</w:t>
      </w:r>
      <w:r w:rsidRPr="00EC27C4">
        <w:rPr>
          <w:rFonts w:ascii="Arial" w:hAnsi="Arial" w:cs="Arial"/>
          <w:b/>
          <w:sz w:val="20"/>
          <w:szCs w:val="20"/>
        </w:rPr>
        <w:t>.000.000,- Kč bez DPH):</w:t>
      </w: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lastRenderedPageBreak/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 (min. hodnota 1.</w:t>
      </w:r>
      <w:r w:rsidRPr="00EC27C4">
        <w:rPr>
          <w:rFonts w:ascii="Arial" w:hAnsi="Arial" w:cs="Arial"/>
          <w:b/>
          <w:sz w:val="20"/>
          <w:szCs w:val="20"/>
        </w:rPr>
        <w:t>000.000,- Kč bez DPH):</w:t>
      </w: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Pr="0002143A" w:rsidRDefault="006A1D79" w:rsidP="006A1D79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Pro kategorii 3 – </w:t>
      </w:r>
      <w:proofErr w:type="spellStart"/>
      <w:r>
        <w:rPr>
          <w:rFonts w:ascii="Arial" w:hAnsi="Arial" w:cs="Arial"/>
          <w:b/>
          <w:sz w:val="18"/>
          <w:szCs w:val="18"/>
          <w:u w:val="single"/>
        </w:rPr>
        <w:t>Print</w:t>
      </w:r>
      <w:proofErr w:type="spellEnd"/>
      <w:r>
        <w:rPr>
          <w:rFonts w:ascii="Arial" w:hAnsi="Arial" w:cs="Arial"/>
          <w:b/>
          <w:sz w:val="18"/>
          <w:szCs w:val="18"/>
          <w:u w:val="single"/>
        </w:rPr>
        <w:t>*</w:t>
      </w:r>
    </w:p>
    <w:p w:rsidR="006A1D79" w:rsidRPr="00447B8F" w:rsidRDefault="006A1D79" w:rsidP="006A1D79">
      <w:pPr>
        <w:rPr>
          <w:rFonts w:ascii="Arial" w:hAnsi="Arial" w:cs="Arial"/>
          <w:sz w:val="18"/>
          <w:szCs w:val="18"/>
        </w:rPr>
      </w:pPr>
    </w:p>
    <w:p w:rsidR="006A1D79" w:rsidRPr="00447B8F" w:rsidRDefault="006A1D79" w:rsidP="006A1D7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743461">
        <w:rPr>
          <w:rFonts w:ascii="Arial" w:hAnsi="Arial" w:cs="Arial"/>
          <w:sz w:val="20"/>
          <w:szCs w:val="20"/>
          <w:highlight w:val="yellow"/>
        </w:rPr>
        <w:t>. RRRR</w:t>
      </w:r>
      <w:r>
        <w:rPr>
          <w:rFonts w:ascii="Arial" w:hAnsi="Arial" w:cs="Arial"/>
          <w:sz w:val="20"/>
          <w:szCs w:val="20"/>
        </w:rPr>
        <w:t xml:space="preserve"> tímto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 w:rsidRPr="00743461">
        <w:rPr>
          <w:rFonts w:ascii="Arial" w:hAnsi="Arial" w:cs="Arial"/>
          <w:szCs w:val="20"/>
        </w:rPr>
        <w:t xml:space="preserve"> </w:t>
      </w:r>
      <w:r w:rsidRPr="00743461">
        <w:rPr>
          <w:rFonts w:ascii="Arial" w:hAnsi="Arial" w:cs="Arial"/>
          <w:sz w:val="20"/>
          <w:szCs w:val="20"/>
        </w:rPr>
        <w:t xml:space="preserve">ke dni podání </w:t>
      </w:r>
      <w:r>
        <w:rPr>
          <w:rFonts w:ascii="Arial" w:hAnsi="Arial" w:cs="Arial"/>
          <w:sz w:val="20"/>
          <w:szCs w:val="20"/>
        </w:rPr>
        <w:t xml:space="preserve">žádosti o účast splňuje technickou kvalifikaci dle podmínek stanovených v zadávací dokumentaci pro               kategorii 3 – </w:t>
      </w:r>
      <w:proofErr w:type="spellStart"/>
      <w:r>
        <w:rPr>
          <w:rFonts w:ascii="Arial" w:hAnsi="Arial" w:cs="Arial"/>
          <w:sz w:val="20"/>
          <w:szCs w:val="20"/>
        </w:rPr>
        <w:t>Print</w:t>
      </w:r>
      <w:proofErr w:type="spellEnd"/>
      <w:r>
        <w:rPr>
          <w:rFonts w:ascii="Arial" w:hAnsi="Arial" w:cs="Arial"/>
          <w:sz w:val="20"/>
          <w:szCs w:val="20"/>
        </w:rPr>
        <w:t xml:space="preserve"> veřejné zakázky a dle § 79 ZZVZ, a to následujícím způsobem:</w:t>
      </w: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  <w:sectPr w:rsidR="006A1D79" w:rsidRPr="00447B8F" w:rsidSect="006A1D79"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lastRenderedPageBreak/>
        <w:t>Referenční zakázka č. 1</w:t>
      </w:r>
      <w:r>
        <w:rPr>
          <w:rFonts w:ascii="Arial" w:hAnsi="Arial" w:cs="Arial"/>
          <w:b/>
          <w:sz w:val="20"/>
          <w:szCs w:val="20"/>
        </w:rPr>
        <w:t xml:space="preserve"> (min. hodnota 1</w:t>
      </w:r>
      <w:r w:rsidRPr="00EC27C4">
        <w:rPr>
          <w:rFonts w:ascii="Arial" w:hAnsi="Arial" w:cs="Arial"/>
          <w:b/>
          <w:sz w:val="20"/>
          <w:szCs w:val="20"/>
        </w:rPr>
        <w:t>.000.000,- Kč bez DPH):</w:t>
      </w: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lastRenderedPageBreak/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 (min. hodnota 1</w:t>
      </w:r>
      <w:r w:rsidRPr="00EC27C4">
        <w:rPr>
          <w:rFonts w:ascii="Arial" w:hAnsi="Arial" w:cs="Arial"/>
          <w:b/>
          <w:sz w:val="20"/>
          <w:szCs w:val="20"/>
        </w:rPr>
        <w:t>.000.000,- Kč bez DPH):</w:t>
      </w: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RPr="00447B8F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RPr="00447B8F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Pr="00EC27C4" w:rsidRDefault="006A1D79" w:rsidP="006A1D7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C27C4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 w:rsidRPr="00EC27C4">
        <w:rPr>
          <w:rFonts w:ascii="Arial" w:hAnsi="Arial" w:cs="Arial"/>
          <w:b/>
          <w:sz w:val="20"/>
          <w:szCs w:val="20"/>
        </w:rPr>
        <w:t xml:space="preserve"> (min. hodnota </w:t>
      </w:r>
      <w:r>
        <w:rPr>
          <w:rFonts w:ascii="Arial" w:hAnsi="Arial" w:cs="Arial"/>
          <w:b/>
          <w:sz w:val="20"/>
          <w:szCs w:val="20"/>
        </w:rPr>
        <w:t>1</w:t>
      </w:r>
      <w:r w:rsidRPr="00EC27C4">
        <w:rPr>
          <w:rFonts w:ascii="Arial" w:hAnsi="Arial" w:cs="Arial"/>
          <w:b/>
          <w:sz w:val="20"/>
          <w:szCs w:val="20"/>
        </w:rPr>
        <w:t>.000.000,- Kč bez DPH):</w:t>
      </w:r>
    </w:p>
    <w:p w:rsidR="006A1D79" w:rsidRPr="00447B8F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A1D79" w:rsidTr="00BF6F01">
        <w:trPr>
          <w:trHeight w:val="964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1078"/>
        </w:trPr>
        <w:tc>
          <w:tcPr>
            <w:tcW w:w="4179" w:type="dxa"/>
            <w:shd w:val="clear" w:color="auto" w:fill="auto"/>
            <w:vAlign w:val="center"/>
          </w:tcPr>
          <w:p w:rsidR="006A1D79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932"/>
        </w:trPr>
        <w:tc>
          <w:tcPr>
            <w:tcW w:w="4179" w:type="dxa"/>
            <w:shd w:val="clear" w:color="auto" w:fill="auto"/>
            <w:vAlign w:val="center"/>
          </w:tcPr>
          <w:p w:rsidR="005907D7" w:rsidRDefault="005907D7" w:rsidP="005907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 či daného mediálního prostoru</w:t>
            </w:r>
          </w:p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1D79" w:rsidTr="00BF6F01">
        <w:trPr>
          <w:trHeight w:val="1226"/>
        </w:trPr>
        <w:tc>
          <w:tcPr>
            <w:tcW w:w="4179" w:type="dxa"/>
            <w:shd w:val="clear" w:color="auto" w:fill="auto"/>
            <w:vAlign w:val="center"/>
          </w:tcPr>
          <w:p w:rsidR="006A1D79" w:rsidRPr="00447B8F" w:rsidRDefault="006A1D79" w:rsidP="00BF6F0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A1D79" w:rsidRPr="00447B8F" w:rsidRDefault="006A1D79" w:rsidP="00BF6F0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A1D79" w:rsidRDefault="006A1D79" w:rsidP="006A1D79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6A1D79" w:rsidRDefault="006A1D79" w:rsidP="006A1D7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seznam referenčních zakázek o příslušný počet referenčních zakázek, přičemž jejich název označí vždy následujícím vzestupným pořadovým číslem.</w:t>
      </w:r>
    </w:p>
    <w:p w:rsidR="006A1D79" w:rsidRDefault="006A1D79" w:rsidP="006A1D79">
      <w:pPr>
        <w:jc w:val="both"/>
        <w:rPr>
          <w:rFonts w:ascii="Arial" w:hAnsi="Arial" w:cs="Arial"/>
          <w:b/>
          <w:sz w:val="20"/>
          <w:szCs w:val="20"/>
        </w:rPr>
      </w:pPr>
    </w:p>
    <w:p w:rsidR="006A1D79" w:rsidRDefault="006A1D79" w:rsidP="006A1D7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  <w:u w:val="single"/>
        </w:rPr>
        <w:t xml:space="preserve">V případě, že dodavatel podává nabídku pouze do jedné z kategorií dynamického nákupního systému, je oprávněn příslušná pole sloužící k prokázání technické kvalifikace podle § 79 ZZVZ pro jiné kategorie dynamického nákupního systému, v nichž nabídku nepodává, vymazat. </w:t>
      </w:r>
    </w:p>
    <w:p w:rsidR="006A1D79" w:rsidRDefault="006A1D79" w:rsidP="006A1D7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A1D79" w:rsidRPr="00666916" w:rsidRDefault="006A1D79" w:rsidP="006A1D7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 případě, že dodavatel podává nabídku do všech kategorií dynamického nákupního systému, je povinen všechna příslušná pole k prokázání technické kvalifikace podle § 79 ZZVZ vyplnit.</w:t>
      </w:r>
    </w:p>
    <w:p w:rsidR="006A1D79" w:rsidRPr="00447B8F" w:rsidRDefault="006A1D79" w:rsidP="006A1D79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6A1D79" w:rsidRPr="004E4FE9" w:rsidRDefault="006A1D79" w:rsidP="006A1D7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lastRenderedPageBreak/>
        <w:t>Dále čestně prohlašuji, že výše uvedený dodavatel provedl všechny shora uvedené referenční zakázky řádně a odborně.</w:t>
      </w:r>
    </w:p>
    <w:p w:rsidR="006A1D79" w:rsidRPr="00447B8F" w:rsidRDefault="006A1D79" w:rsidP="006A1D7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jc w:val="both"/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  <w:r w:rsidRPr="00666916">
        <w:rPr>
          <w:rFonts w:ascii="Arial" w:hAnsi="Arial" w:cs="Arial"/>
          <w:sz w:val="20"/>
          <w:szCs w:val="20"/>
          <w:highlight w:val="yellow"/>
        </w:rPr>
        <w:t>V </w:t>
      </w:r>
      <w:proofErr w:type="gramStart"/>
      <w:r w:rsidRPr="00666916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Pr="00666916">
        <w:rPr>
          <w:rFonts w:ascii="Arial" w:hAnsi="Arial" w:cs="Arial"/>
          <w:sz w:val="20"/>
          <w:szCs w:val="20"/>
          <w:highlight w:val="yellow"/>
        </w:rPr>
        <w:t xml:space="preserve"> dne DD. MM. RRRR</w:t>
      </w: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</w:p>
    <w:p w:rsidR="006A1D79" w:rsidRPr="00447B8F" w:rsidRDefault="006A1D79" w:rsidP="006A1D7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p w:rsidR="00D44239" w:rsidRPr="00447B8F" w:rsidRDefault="00D44239" w:rsidP="006A1D79">
      <w:pPr>
        <w:rPr>
          <w:rFonts w:ascii="Arial" w:hAnsi="Arial" w:cs="Arial"/>
          <w:sz w:val="20"/>
          <w:szCs w:val="20"/>
        </w:rPr>
      </w:pP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D1" w:rsidRDefault="00FC1CD1">
      <w:r>
        <w:separator/>
      </w:r>
    </w:p>
  </w:endnote>
  <w:endnote w:type="continuationSeparator" w:id="0">
    <w:p w:rsidR="00FC1CD1" w:rsidRDefault="00FC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01F7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Default="006A1D7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A1D79" w:rsidRDefault="006A1D79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D03CD0" w:rsidRDefault="006A1D79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D03CD0" w:rsidRDefault="006A1D79" w:rsidP="00B91E35">
    <w:pPr>
      <w:pStyle w:val="Zpat"/>
      <w:widowControl w:val="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Default="006A1D7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A1D79" w:rsidRDefault="006A1D79" w:rsidP="00152D3C">
    <w:pPr>
      <w:pStyle w:val="Zpat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D03CD0" w:rsidRDefault="006A1D79" w:rsidP="00B91E35">
    <w:pPr>
      <w:pStyle w:val="Zpat"/>
      <w:widowControl w:val="0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D03CD0" w:rsidRDefault="006A1D79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D1" w:rsidRDefault="00FC1CD1">
      <w:r>
        <w:separator/>
      </w:r>
    </w:p>
  </w:footnote>
  <w:footnote w:type="continuationSeparator" w:id="0">
    <w:p w:rsidR="00FC1CD1" w:rsidRDefault="00FC1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01F7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2141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916F56" w:rsidRDefault="006A1D79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Default="006A1D79" w:rsidP="008D7673">
    <w:pPr>
      <w:pStyle w:val="Zhlav"/>
      <w:jc w:val="center"/>
      <w:rPr>
        <w:b/>
      </w:rPr>
    </w:pPr>
  </w:p>
  <w:p w:rsidR="006A1D79" w:rsidRDefault="006A1D79" w:rsidP="008D7673">
    <w:pPr>
      <w:pStyle w:val="Zhlav"/>
      <w:jc w:val="center"/>
      <w:rPr>
        <w:b/>
      </w:rPr>
    </w:pPr>
  </w:p>
  <w:p w:rsidR="006A1D79" w:rsidRPr="001137C9" w:rsidRDefault="006A1D7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41DAF105" wp14:editId="075D30E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2141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Pr="00916F56" w:rsidRDefault="006A1D79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D79" w:rsidRDefault="006A1D79" w:rsidP="008D7673">
    <w:pPr>
      <w:pStyle w:val="Zhlav"/>
      <w:jc w:val="center"/>
      <w:rPr>
        <w:b/>
      </w:rPr>
    </w:pPr>
  </w:p>
  <w:p w:rsidR="006A1D79" w:rsidRDefault="006A1D79" w:rsidP="008D7673">
    <w:pPr>
      <w:pStyle w:val="Zhlav"/>
      <w:jc w:val="center"/>
      <w:rPr>
        <w:b/>
      </w:rPr>
    </w:pPr>
  </w:p>
  <w:p w:rsidR="006A1D79" w:rsidRPr="001137C9" w:rsidRDefault="006A1D7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2336" behindDoc="0" locked="1" layoutInCell="1" allowOverlap="1" wp14:anchorId="41DAF105" wp14:editId="075D30E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2141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D986F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A4AB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A25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D8C4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C17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4A0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F423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5056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D8B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E2AEF37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5C878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FF44C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6D257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56A5C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97C55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5D81F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E865B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20A51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1785A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5CE61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572B23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CA245F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BC621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AFA64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40B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AA2B8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916309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77D8326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03AFD0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AA6ED89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EB41A0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A960E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B0848A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7EECB9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47087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A0C8E7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F04770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8CA941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3DAA79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C526B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9828DE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74C44A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28CCD5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71632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0A2549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538DC3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5B67A9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8D4FF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6963EB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E4ED2A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7E828E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33C9FD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34232A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1A6554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06065B1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87BA843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AFE7D6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08686A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BF84CD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618144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D1054AA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564936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67720DD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DB6FA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050F1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400FF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4D8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E582FA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8BE80E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984E0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8A640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DF214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3AE088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38EAE8A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9A92585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A948BBC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FFC5AD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359E5F40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AF84EFF8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80326ED8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B1C2CCB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3FE2344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94F00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9AA3F5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284E99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2BCE44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67409F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6FA3EB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3E47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2605C3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DFC720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7F0E3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7E2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121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380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C6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C2B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FE7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FA68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2D2BEA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A880C97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1A88AB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18C49F0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D42870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73F0486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126F28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D23CCCB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8E839E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5F0A46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E8A128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B762D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75E8A5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BFCED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5E67A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49014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C0219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3EA19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03F292E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8D886D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95AA89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F08923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F564B4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8F8133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E0087D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6D2345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D58CF0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803C1E8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D8EC71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B09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AE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F6E8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0C0E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6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323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2A11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D98D8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BECD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CACD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6CA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206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ACD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E8AF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8EF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5EB9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AFC21A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E4D92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8D831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5B263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043D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F5AF5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82E11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742AA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040AEF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377279E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5F7C917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4C2A31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6AEDC2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65FCE06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B48AB6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A46748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78C985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B2E9D1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418A9F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1D67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E089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1858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501E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E2C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342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C0D7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E6C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756E8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703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FA6E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A4D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A2D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0C3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CB0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2241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EE17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F63E6B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C6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5CA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2E7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005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4E4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E3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BC2E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9AA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5E52CD4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C728CC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2C6A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524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30B3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F28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4C5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0CC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E0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88FA5F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C9AF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04D6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E48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BC20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22A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DE5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58D6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3CAC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CBF4D8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65AD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FAC2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0C01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D8C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4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3C3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9AD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2AC3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A5A3BB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3EA7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76A0EC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4D210E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B4A6F1C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13D40CD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5D9A481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116B8A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2A0222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9A34546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774A97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F4307E3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726F88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A7DEA02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252C7AB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6EE1FA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0E64BC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342DA0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D2A17D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CC2650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44CAF9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E146F39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332FD8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708AD1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C470A7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D6C083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3620B0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5F4D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C2ABF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2C54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507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C4F9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4CAA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3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0A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F005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1F79"/>
    <w:rsid w:val="00005EE1"/>
    <w:rsid w:val="0000744D"/>
    <w:rsid w:val="00011D30"/>
    <w:rsid w:val="000213A9"/>
    <w:rsid w:val="0002143A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07C9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07D7"/>
    <w:rsid w:val="00593E12"/>
    <w:rsid w:val="005A0763"/>
    <w:rsid w:val="005A5FD6"/>
    <w:rsid w:val="005B11CC"/>
    <w:rsid w:val="005B5B4F"/>
    <w:rsid w:val="005B7155"/>
    <w:rsid w:val="005C02E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1D79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461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66EE3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5763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22AB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153A"/>
    <w:rsid w:val="00EA1C29"/>
    <w:rsid w:val="00EA4A3C"/>
    <w:rsid w:val="00EA6C52"/>
    <w:rsid w:val="00EB42B0"/>
    <w:rsid w:val="00EB4DF8"/>
    <w:rsid w:val="00EC0388"/>
    <w:rsid w:val="00EC0E6B"/>
    <w:rsid w:val="00EC27C4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5811"/>
    <w:rsid w:val="00FC185D"/>
    <w:rsid w:val="00FC1C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96F3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9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220</TotalTime>
  <Pages>6</Pages>
  <Words>868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12</cp:revision>
  <cp:lastPrinted>2018-04-18T10:56:00Z</cp:lastPrinted>
  <dcterms:created xsi:type="dcterms:W3CDTF">2019-06-04T09:28:00Z</dcterms:created>
  <dcterms:modified xsi:type="dcterms:W3CDTF">2021-03-23T09:37:00Z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