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D37EFE" w:rsidRDefault="00D37073" w:rsidP="0096676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projektová d</w:t>
            </w:r>
            <w:r w:rsidR="0096676F">
              <w:rPr>
                <w:rFonts w:ascii="Arial" w:hAnsi="Arial" w:cs="Arial"/>
                <w:bCs/>
                <w:color w:val="FF0000"/>
                <w:sz w:val="24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bCs/>
                <w:color w:val="FF0000"/>
                <w:sz w:val="24"/>
              </w:rPr>
              <w:t>kumentace spolkový dům újezdec</w:t>
            </w:r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86968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86968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207D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86968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76F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073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7</TotalTime>
  <Pages>1</Pages>
  <Words>284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8</cp:revision>
  <cp:lastPrinted>2023-01-11T08:03:00Z</cp:lastPrinted>
  <dcterms:created xsi:type="dcterms:W3CDTF">2025-03-04T08:37:00Z</dcterms:created>
  <dcterms:modified xsi:type="dcterms:W3CDTF">2025-05-16T07:51:00Z</dcterms:modified>
</cp:coreProperties>
</file>