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2F2422" w:rsidRPr="002F2422" w:rsidRDefault="002F2422" w:rsidP="002F2422"/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</w:t>
      </w:r>
      <w:r w:rsidR="000E0D94">
        <w:rPr>
          <w:rFonts w:asciiTheme="minorHAnsi" w:hAnsiTheme="minorHAnsi"/>
          <w:b/>
          <w:color w:val="auto"/>
        </w:rPr>
        <w:t>o</w:t>
      </w:r>
      <w:r w:rsidRPr="00CD7B85">
        <w:rPr>
          <w:rFonts w:asciiTheme="minorHAnsi" w:hAnsiTheme="minorHAnsi"/>
          <w:b/>
          <w:color w:val="auto"/>
        </w:rPr>
        <w:t>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B53D20">
        <w:rPr>
          <w:rFonts w:asciiTheme="minorHAnsi" w:hAnsiTheme="minorHAnsi"/>
          <w:sz w:val="22"/>
          <w:szCs w:val="22"/>
        </w:rPr>
        <w:t>de uvedené požadavky na ele</w:t>
      </w:r>
      <w:r w:rsidR="00A95C57" w:rsidRPr="00CD7B85">
        <w:rPr>
          <w:rFonts w:asciiTheme="minorHAnsi" w:hAnsiTheme="minorHAnsi"/>
          <w:sz w:val="22"/>
          <w:szCs w:val="22"/>
        </w:rPr>
        <w:t xml:space="preserve">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 xml:space="preserve">Podávání nabídek, podávání žádosti o vysvětlení zadávací dokumentace, doplňování kvalifikace, vysvětlování nabídky a </w:t>
      </w:r>
      <w:r w:rsidR="004D61AF">
        <w:rPr>
          <w:rFonts w:asciiTheme="minorHAnsi" w:hAnsiTheme="minorHAnsi"/>
          <w:sz w:val="22"/>
          <w:szCs w:val="22"/>
        </w:rPr>
        <w:t>p</w:t>
      </w:r>
      <w:r w:rsidRPr="00CD7B85">
        <w:rPr>
          <w:rFonts w:asciiTheme="minorHAnsi" w:hAnsiTheme="minorHAnsi"/>
          <w:sz w:val="22"/>
          <w:szCs w:val="22"/>
        </w:rPr>
        <w:t>odávání námitky zadavateli se bude mezi účastníkem a zadavatelem realizovat výlučně elektronicky v českém jazyce a způsobem, který zaručí úplnost</w:t>
      </w:r>
      <w:r w:rsidR="00CD2DFB">
        <w:rPr>
          <w:rFonts w:asciiTheme="minorHAnsi" w:hAnsiTheme="minorHAnsi"/>
          <w:sz w:val="22"/>
          <w:szCs w:val="22"/>
        </w:rPr>
        <w:t xml:space="preserve"> a obsah všech dokumentů a zaruč</w:t>
      </w:r>
      <w:bookmarkStart w:id="0" w:name="_GoBack"/>
      <w:bookmarkEnd w:id="0"/>
      <w:r w:rsidRPr="00CD7B85">
        <w:rPr>
          <w:rFonts w:asciiTheme="minorHAnsi" w:hAnsiTheme="minorHAnsi"/>
          <w:sz w:val="22"/>
          <w:szCs w:val="22"/>
        </w:rPr>
        <w:t>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</w:t>
      </w:r>
      <w:r w:rsidR="0040059F">
        <w:rPr>
          <w:rFonts w:asciiTheme="minorHAnsi" w:hAnsiTheme="minorHAnsi"/>
          <w:b/>
          <w:sz w:val="22"/>
          <w:szCs w:val="22"/>
          <w:highlight w:val="yellow"/>
        </w:rPr>
        <w:t>a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216878" w:rsidRDefault="00216878" w:rsidP="00C1162E"/>
    <w:p w:rsidR="00B03FF0" w:rsidRDefault="00B03FF0" w:rsidP="00C1162E"/>
    <w:p w:rsidR="00037BAD" w:rsidRDefault="00037BAD" w:rsidP="00C1162E"/>
    <w:p w:rsidR="002F2422" w:rsidRDefault="002F2422" w:rsidP="00C1162E"/>
    <w:p w:rsidR="00DA7ED2" w:rsidRDefault="00DA7ED2" w:rsidP="00C1162E"/>
    <w:p w:rsidR="00DA7ED2" w:rsidRDefault="00DA7ED2" w:rsidP="00C1162E"/>
    <w:p w:rsidR="00DA7ED2" w:rsidRDefault="00DA7ED2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286239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738A6"/>
    <w:rsid w:val="00081192"/>
    <w:rsid w:val="000872F7"/>
    <w:rsid w:val="0008791A"/>
    <w:rsid w:val="000A51FA"/>
    <w:rsid w:val="000C6FA5"/>
    <w:rsid w:val="000E0D94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86239"/>
    <w:rsid w:val="00290855"/>
    <w:rsid w:val="002939ED"/>
    <w:rsid w:val="002B6E9B"/>
    <w:rsid w:val="002E3678"/>
    <w:rsid w:val="002F2422"/>
    <w:rsid w:val="003231E8"/>
    <w:rsid w:val="003561B7"/>
    <w:rsid w:val="00393B59"/>
    <w:rsid w:val="0039473F"/>
    <w:rsid w:val="003C750C"/>
    <w:rsid w:val="0040059F"/>
    <w:rsid w:val="00401E3D"/>
    <w:rsid w:val="00402345"/>
    <w:rsid w:val="004220F1"/>
    <w:rsid w:val="004271EA"/>
    <w:rsid w:val="00463FB7"/>
    <w:rsid w:val="0047104A"/>
    <w:rsid w:val="004948C8"/>
    <w:rsid w:val="004D61AF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7E5971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03FF0"/>
    <w:rsid w:val="00B47E97"/>
    <w:rsid w:val="00B53D20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DFB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A7ED2"/>
    <w:rsid w:val="00DB1B1B"/>
    <w:rsid w:val="00DE3E4E"/>
    <w:rsid w:val="00E0682F"/>
    <w:rsid w:val="00E14CE9"/>
    <w:rsid w:val="00E4404C"/>
    <w:rsid w:val="00E54897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EAE1B-36F0-4830-A77C-18175B4C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3E52AD6-AE44-431E-8A51-237A95D13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2FB3B464</Template>
  <TotalTime>65</TotalTime>
  <Pages>3</Pages>
  <Words>942</Words>
  <Characters>5560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11</cp:revision>
  <cp:lastPrinted>2023-01-11T11:54:00Z</cp:lastPrinted>
  <dcterms:created xsi:type="dcterms:W3CDTF">2022-03-09T11:11:00Z</dcterms:created>
  <dcterms:modified xsi:type="dcterms:W3CDTF">2025-07-09T08:23:00Z</dcterms:modified>
</cp:coreProperties>
</file>