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54AD18" w14:textId="77777777" w:rsidR="00BE0287" w:rsidRPr="003B2AA6" w:rsidRDefault="00BE0287" w:rsidP="00BE0287">
      <w:pPr>
        <w:pStyle w:val="Nzev"/>
        <w:rPr>
          <w:sz w:val="32"/>
        </w:rPr>
      </w:pPr>
      <w:bookmarkStart w:id="0" w:name="_GoBack"/>
      <w:bookmarkEnd w:id="0"/>
      <w:r w:rsidRPr="003B2AA6">
        <w:rPr>
          <w:noProof/>
          <w:sz w:val="32"/>
          <w:lang w:eastAsia="cs-CZ"/>
        </w:rPr>
        <mc:AlternateContent>
          <mc:Choice Requires="wps">
            <w:drawing>
              <wp:anchor distT="0" distB="0" distL="114300" distR="114300" simplePos="0" relativeHeight="251677696" behindDoc="0" locked="0" layoutInCell="1" allowOverlap="1" wp14:anchorId="0D49D59A" wp14:editId="64941AC8">
                <wp:simplePos x="0" y="0"/>
                <wp:positionH relativeFrom="page">
                  <wp:posOffset>3094990</wp:posOffset>
                </wp:positionH>
                <wp:positionV relativeFrom="page">
                  <wp:posOffset>1062355</wp:posOffset>
                </wp:positionV>
                <wp:extent cx="2339975" cy="170815"/>
                <wp:effectExtent l="0" t="0" r="3175" b="635"/>
                <wp:wrapNone/>
                <wp:docPr id="15" name="Textové pole 15"/>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74B58816" w14:textId="77777777" w:rsidR="00BE0287" w:rsidRPr="00321BCC" w:rsidRDefault="00BE0287" w:rsidP="00BE028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0D49D59A" id="_x0000_t202" coordsize="21600,21600" o:spt="202" path="m,l,21600r21600,l21600,xe">
                <v:stroke joinstyle="miter"/>
                <v:path gradientshapeok="t" o:connecttype="rect"/>
              </v:shapetype>
              <v:shape id="Textové pole 15" o:spid="_x0000_s1026" type="#_x0000_t202" style="position:absolute;left:0;text-align:left;margin-left:243.7pt;margin-top:83.65pt;width:184.25pt;height:13.45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" filled="f" stroked="f" strokeweight=".5pt">
                <v:textbox inset="0,0,.4mm,0">
                  <w:txbxContent>
                    <w:p w14:paraId="74B58816" w14:textId="77777777" w:rsidR="00BE0287" w:rsidRPr="00321BCC" w:rsidRDefault="00BE0287" w:rsidP="00BE0287">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76672" behindDoc="0" locked="0" layoutInCell="1" allowOverlap="1" wp14:anchorId="20D46072" wp14:editId="0E84BD93">
                <wp:simplePos x="0" y="0"/>
                <wp:positionH relativeFrom="page">
                  <wp:posOffset>3094990</wp:posOffset>
                </wp:positionH>
                <wp:positionV relativeFrom="page">
                  <wp:posOffset>597535</wp:posOffset>
                </wp:positionV>
                <wp:extent cx="2339975" cy="291465"/>
                <wp:effectExtent l="0" t="0" r="3175" b="13335"/>
                <wp:wrapNone/>
                <wp:docPr id="16" name="Textové pole 16"/>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78F5EDFA" w14:textId="77777777" w:rsidR="00BE0287" w:rsidRPr="00321BCC" w:rsidRDefault="00BE0287" w:rsidP="00BE028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20D46072" id="Textové pole 16" o:spid="_x0000_s1027" type="#_x0000_t202" style="position:absolute;left:0;text-align:left;margin-left:243.7pt;margin-top:47.05pt;width:184.25pt;height:22.9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KN4YR4wAgAATwQAAA4AAAAAAAAAAAAAAAAA&#10;LgIAAGRycy9lMm9Eb2MueG1sUEsBAi0AFAAGAAgAAAAhAA8fgWzhAAAACgEAAA8AAAAAAAAAAAAA&#10;AAAAigQAAGRycy9kb3ducmV2LnhtbFBLBQYAAAAABAAEAPMAAACYBQAAAAA=&#10;" filled="f" stroked="f" strokeweight=".5pt">
                <v:textbox inset="0,0,0,0">
                  <w:txbxContent>
                    <w:p w14:paraId="78F5EDFA" w14:textId="77777777" w:rsidR="00BE0287" w:rsidRPr="00321BCC" w:rsidRDefault="00BE0287" w:rsidP="00BE0287">
                      <w:pPr>
                        <w:pStyle w:val="Document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79744" behindDoc="0" locked="0" layoutInCell="1" allowOverlap="1" wp14:anchorId="156960CF" wp14:editId="06B3A5B7">
                <wp:simplePos x="0" y="0"/>
                <wp:positionH relativeFrom="page">
                  <wp:posOffset>3094990</wp:posOffset>
                </wp:positionH>
                <wp:positionV relativeFrom="page">
                  <wp:posOffset>1062355</wp:posOffset>
                </wp:positionV>
                <wp:extent cx="2339975" cy="170815"/>
                <wp:effectExtent l="0" t="0" r="3175" b="635"/>
                <wp:wrapNone/>
                <wp:docPr id="17" name="Textové pole 17"/>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55CC8B8C" w14:textId="77777777" w:rsidR="00BE0287" w:rsidRPr="00321BCC" w:rsidRDefault="00BE0287" w:rsidP="00BE028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56960CF" id="Textové pole 17" o:spid="_x0000_s1028" type="#_x0000_t202" style="position:absolute;left:0;text-align:left;margin-left:243.7pt;margin-top:83.65pt;width:184.25pt;height:13.45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KQv8Sc1AgAAUwQAAA4AAAAAAAAA&#10;AAAAAAAALgIAAGRycy9lMm9Eb2MueG1sUEsBAi0AFAAGAAgAAAAhAF5SqjbiAAAACwEAAA8AAAAA&#10;AAAAAAAAAAAAjwQAAGRycy9kb3ducmV2LnhtbFBLBQYAAAAABAAEAPMAAACeBQAAAAA=&#10;" filled="f" stroked="f" strokeweight=".5pt">
                <v:textbox inset="0,0,.4mm,0">
                  <w:txbxContent>
                    <w:p w14:paraId="55CC8B8C" w14:textId="77777777" w:rsidR="00BE0287" w:rsidRPr="00321BCC" w:rsidRDefault="00BE0287" w:rsidP="00BE0287">
                      <w:pPr>
                        <w:pStyle w:val="DocumentSubtitleCzechRadio"/>
                      </w:pPr>
                    </w:p>
                  </w:txbxContent>
                </v:textbox>
                <w10:wrap anchorx="page" anchory="page"/>
              </v:shape>
            </w:pict>
          </mc:Fallback>
        </mc:AlternateContent>
      </w:r>
      <w:r w:rsidRPr="003B2AA6">
        <w:rPr>
          <w:noProof/>
          <w:sz w:val="32"/>
          <w:lang w:eastAsia="cs-CZ"/>
        </w:rPr>
        <mc:AlternateContent>
          <mc:Choice Requires="wps">
            <w:drawing>
              <wp:anchor distT="0" distB="0" distL="114300" distR="114300" simplePos="0" relativeHeight="251678720" behindDoc="0" locked="0" layoutInCell="1" allowOverlap="1" wp14:anchorId="34E92005" wp14:editId="6E7E1EAE">
                <wp:simplePos x="0" y="0"/>
                <wp:positionH relativeFrom="page">
                  <wp:posOffset>3094990</wp:posOffset>
                </wp:positionH>
                <wp:positionV relativeFrom="page">
                  <wp:posOffset>597535</wp:posOffset>
                </wp:positionV>
                <wp:extent cx="2339975" cy="291465"/>
                <wp:effectExtent l="0" t="0" r="3175" b="13335"/>
                <wp:wrapNone/>
                <wp:docPr id="18" name="Textové pole 18"/>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12275FEF" w14:textId="77777777" w:rsidR="00BE0287" w:rsidRPr="00321BCC" w:rsidRDefault="00BE0287" w:rsidP="00BE028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4E92005" id="Textové pole 18" o:spid="_x0000_s1029" type="#_x0000_t202" style="position:absolute;left:0;text-align:left;margin-left:243.7pt;margin-top:47.05pt;width:184.25pt;height:22.95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" filled="f" stroked="f" strokeweight=".5pt">
                <v:textbox inset="0,0,0,0">
                  <w:txbxContent>
                    <w:p w14:paraId="12275FEF" w14:textId="77777777" w:rsidR="00BE0287" w:rsidRPr="00321BCC" w:rsidRDefault="00BE0287" w:rsidP="00BE0287">
                      <w:pPr>
                        <w:pStyle w:val="DocumentTitleCzechRadio"/>
                      </w:pPr>
                    </w:p>
                  </w:txbxContent>
                </v:textbox>
                <w10:wrap anchorx="page" anchory="page"/>
              </v:shape>
            </w:pict>
          </mc:Fallback>
        </mc:AlternateContent>
      </w:r>
      <w:r w:rsidRPr="003B2AA6">
        <w:rPr>
          <w:sz w:val="32"/>
        </w:rPr>
        <w:t>RÁMCOVÁ KUPNÍ DOHODA S JEDNÍM ÚČASTNÍKEM</w:t>
      </w:r>
    </w:p>
    <w:p w14:paraId="7E814616" w14:textId="77777777" w:rsidR="00BE0287" w:rsidRPr="002D7580" w:rsidRDefault="00BE0287" w:rsidP="00BE0287">
      <w:pPr>
        <w:jc w:val="center"/>
      </w:pPr>
      <w:r w:rsidRPr="001841F5">
        <w:rPr>
          <w:b/>
        </w:rPr>
        <w:t>č. _CISLO_SMLOUVY_</w:t>
      </w:r>
    </w:p>
    <w:p w14:paraId="406AA810" w14:textId="77777777" w:rsidR="00BE0287" w:rsidRDefault="00BE0287" w:rsidP="00BE0287">
      <w:pPr>
        <w:pStyle w:val="SubjectName-ContractCzechRadio"/>
      </w:pPr>
    </w:p>
    <w:p w14:paraId="56BE4135" w14:textId="77777777" w:rsidR="00BE0287" w:rsidRPr="006D0812" w:rsidRDefault="00BE0287" w:rsidP="00BE0287">
      <w:pPr>
        <w:pStyle w:val="SubjectName-ContractCzechRadio"/>
      </w:pPr>
      <w:r w:rsidRPr="006D0812">
        <w:t>Český rozhlas</w:t>
      </w:r>
    </w:p>
    <w:p w14:paraId="5BD86E76" w14:textId="77777777" w:rsidR="00BE0287" w:rsidRPr="006D0812" w:rsidRDefault="00BE0287" w:rsidP="00BE0287">
      <w:pPr>
        <w:pStyle w:val="SubjectSpecification-ContractCzechRadio"/>
      </w:pPr>
      <w:r w:rsidRPr="006D0812">
        <w:t>zřízený zákonem č. 484/1991 Sb., o Českém rozhlasu</w:t>
      </w:r>
    </w:p>
    <w:p w14:paraId="19128767" w14:textId="77777777" w:rsidR="00BE0287" w:rsidRPr="006D0812" w:rsidRDefault="00BE0287" w:rsidP="00BE0287">
      <w:pPr>
        <w:pStyle w:val="SubjectSpecification-ContractCzechRadio"/>
      </w:pPr>
      <w:r w:rsidRPr="006D0812">
        <w:t>nezapisuje se do obchodního rejstříku</w:t>
      </w:r>
    </w:p>
    <w:p w14:paraId="76E1286C" w14:textId="77777777" w:rsidR="00BE0287" w:rsidRPr="006D0812" w:rsidRDefault="00BE0287" w:rsidP="00BE0287">
      <w:pPr>
        <w:pStyle w:val="SubjectSpecification-ContractCzechRadio"/>
      </w:pPr>
      <w:r w:rsidRPr="006D0812">
        <w:t>se sídlem Vinohradská 12, 120 99</w:t>
      </w:r>
      <w:r>
        <w:t>,</w:t>
      </w:r>
      <w:r w:rsidRPr="006D0812">
        <w:t xml:space="preserve"> Praha 2</w:t>
      </w:r>
    </w:p>
    <w:p w14:paraId="36D8A54E" w14:textId="77777777" w:rsidR="00BE0287" w:rsidRPr="002E3213" w:rsidRDefault="00BE0287" w:rsidP="00BE0287">
      <w:pPr>
        <w:pStyle w:val="SubjectSpecification-ContractCzechRadio"/>
        <w:rPr>
          <w:b/>
        </w:rPr>
      </w:pPr>
      <w:r w:rsidRPr="006D0812">
        <w:t>zastoupený</w:t>
      </w:r>
      <w:r w:rsidRPr="00A74EDF">
        <w:rPr>
          <w:color w:val="auto"/>
        </w:rPr>
        <w:t xml:space="preserve">: </w:t>
      </w:r>
      <w:r w:rsidRPr="00770039">
        <w:rPr>
          <w:color w:val="auto"/>
        </w:rPr>
        <w:t>Mgr. Reném Zavoralem, generálním ředitelem</w:t>
      </w:r>
      <w:r w:rsidRPr="00AB282B" w:rsidDel="0052614C">
        <w:rPr>
          <w:b/>
          <w:color w:val="auto"/>
          <w:highlight w:val="lightGray"/>
        </w:rPr>
        <w:t xml:space="preserve"> </w:t>
      </w:r>
    </w:p>
    <w:p w14:paraId="304A74BB" w14:textId="77777777" w:rsidR="00BE0287" w:rsidRPr="006D0812" w:rsidRDefault="00BE0287" w:rsidP="00BE0287">
      <w:pPr>
        <w:pStyle w:val="SubjectSpecification-ContractCzechRadio"/>
      </w:pPr>
      <w:r w:rsidRPr="006D0812">
        <w:t>IČ</w:t>
      </w:r>
      <w:r>
        <w:t>O</w:t>
      </w:r>
      <w:r w:rsidRPr="006D0812">
        <w:t xml:space="preserve"> 45245053, DIČ CZ45245053</w:t>
      </w:r>
    </w:p>
    <w:p w14:paraId="336D0A25" w14:textId="77777777" w:rsidR="00BE0287" w:rsidRPr="006D0812" w:rsidRDefault="00BE0287" w:rsidP="00BE0287">
      <w:pPr>
        <w:pStyle w:val="SubjectSpecification-ContractCzechRadio"/>
      </w:pPr>
      <w:r w:rsidRPr="006D0812">
        <w:t xml:space="preserve">bankovní spojení: </w:t>
      </w:r>
      <w:proofErr w:type="spellStart"/>
      <w:r w:rsidRPr="006D0812">
        <w:t>Raiffeisenbank</w:t>
      </w:r>
      <w:proofErr w:type="spellEnd"/>
      <w:r w:rsidRPr="006D0812">
        <w:t xml:space="preserve"> a.s., č</w:t>
      </w:r>
      <w:r>
        <w:t>íslo</w:t>
      </w:r>
      <w:r w:rsidRPr="006D0812">
        <w:t xml:space="preserve"> ú</w:t>
      </w:r>
      <w:r>
        <w:t>čtu</w:t>
      </w:r>
      <w:r w:rsidRPr="006D0812">
        <w:t>: 1001040797/5500</w:t>
      </w:r>
    </w:p>
    <w:p w14:paraId="792AE99B" w14:textId="77777777" w:rsidR="00BE0287" w:rsidRPr="007905AF" w:rsidRDefault="00BE0287" w:rsidP="00BE0287">
      <w:pPr>
        <w:pStyle w:val="SubjectSpecification-ContractCzechRadio"/>
      </w:pPr>
      <w:r w:rsidRPr="007905AF">
        <w:t xml:space="preserve">zástupce pro věcná jednání </w:t>
      </w:r>
      <w:r w:rsidRPr="007905AF">
        <w:tab/>
      </w:r>
      <w:r>
        <w:rPr>
          <w:rFonts w:cs="Arial"/>
          <w:szCs w:val="20"/>
        </w:rPr>
        <w:t>Jakub Seifert</w:t>
      </w:r>
    </w:p>
    <w:p w14:paraId="7E50DA0A" w14:textId="77777777" w:rsidR="00BE0287" w:rsidRPr="007905AF" w:rsidRDefault="00BE0287" w:rsidP="00BE028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t> </w:t>
      </w:r>
      <w:r w:rsidRPr="0052614C">
        <w:t>724</w:t>
      </w:r>
      <w:r>
        <w:t> </w:t>
      </w:r>
      <w:r w:rsidRPr="0052614C">
        <w:t>993</w:t>
      </w:r>
      <w:r>
        <w:t xml:space="preserve"> </w:t>
      </w:r>
      <w:r w:rsidRPr="0052614C">
        <w:t>041</w:t>
      </w:r>
    </w:p>
    <w:p w14:paraId="7EC99FD9" w14:textId="77777777" w:rsidR="00BE0287" w:rsidRDefault="00BE0287" w:rsidP="00BE028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Pr>
          <w:rFonts w:cs="Arial"/>
          <w:szCs w:val="20"/>
        </w:rPr>
        <w:t>jakub.seifert@rozhlas.cz</w:t>
      </w:r>
    </w:p>
    <w:p w14:paraId="18064F88" w14:textId="77777777" w:rsidR="00BE0287" w:rsidRDefault="00BE0287" w:rsidP="00BE0287">
      <w:pPr>
        <w:pStyle w:val="SubjectSpecification-ContractCzechRadio"/>
      </w:pPr>
    </w:p>
    <w:p w14:paraId="4525C615" w14:textId="77777777" w:rsidR="00BE0287" w:rsidRPr="00FE70C5" w:rsidRDefault="00BE0287" w:rsidP="00BE0287">
      <w:pPr>
        <w:pStyle w:val="SubjectSpecification-ContractCzechRadio"/>
      </w:pPr>
      <w:r w:rsidRPr="00FE70C5">
        <w:t>(dále jen jako „</w:t>
      </w:r>
      <w:r w:rsidRPr="00DE7AE5">
        <w:rPr>
          <w:b/>
        </w:rPr>
        <w:t>kupující</w:t>
      </w:r>
      <w:r w:rsidRPr="00FE70C5">
        <w:t>“</w:t>
      </w:r>
      <w:r>
        <w:t xml:space="preserve"> nebo „</w:t>
      </w:r>
      <w:r w:rsidRPr="00DE7AE5">
        <w:rPr>
          <w:b/>
        </w:rPr>
        <w:t>Český rozhlas</w:t>
      </w:r>
      <w:r>
        <w:t>“</w:t>
      </w:r>
      <w:r w:rsidRPr="00FE70C5">
        <w:t>)</w:t>
      </w:r>
    </w:p>
    <w:p w14:paraId="552CFDE0" w14:textId="77777777" w:rsidR="00BE0287" w:rsidRPr="006D0812" w:rsidRDefault="00BE0287" w:rsidP="00BE0287">
      <w:pPr>
        <w:pStyle w:val="SubjectSpecification-ContractCzechRadio"/>
        <w:rPr>
          <w:i/>
        </w:rPr>
      </w:pPr>
    </w:p>
    <w:p w14:paraId="3A1469F2" w14:textId="77777777" w:rsidR="00BE0287" w:rsidRDefault="00BE0287" w:rsidP="00BE0287">
      <w:pPr>
        <w:jc w:val="center"/>
      </w:pPr>
      <w:r w:rsidRPr="006D0812">
        <w:t>a</w:t>
      </w:r>
    </w:p>
    <w:p w14:paraId="3C312E26" w14:textId="77777777" w:rsidR="00BE0287" w:rsidRPr="006D0812" w:rsidRDefault="00BE0287" w:rsidP="00BE0287">
      <w:pPr>
        <w:jc w:val="center"/>
      </w:pPr>
    </w:p>
    <w:p w14:paraId="45C43B5A" w14:textId="77777777" w:rsidR="00BE0287" w:rsidRPr="00AB282B" w:rsidRDefault="00BE0287" w:rsidP="00BE0287">
      <w:pPr>
        <w:pStyle w:val="SubjectName-ContractCzechRadio"/>
        <w:rPr>
          <w:rFonts w:cs="Arial"/>
          <w:szCs w:val="20"/>
          <w:highlight w:val="yellow"/>
        </w:rPr>
      </w:pPr>
      <w:r w:rsidRPr="005E6F8D">
        <w:rPr>
          <w:rFonts w:cs="Arial"/>
          <w:szCs w:val="20"/>
          <w:highlight w:val="lightGray"/>
        </w:rPr>
        <w:t>[</w:t>
      </w:r>
      <w:r w:rsidRPr="00AB282B">
        <w:rPr>
          <w:rFonts w:cs="Arial"/>
          <w:szCs w:val="20"/>
          <w:highlight w:val="yellow"/>
        </w:rPr>
        <w:t>DOPLNIT JMÉNO A PŘÍJMENÍ NEBO FIRMU PRODÁVAJÍCÍHO]</w:t>
      </w:r>
    </w:p>
    <w:p w14:paraId="1425B37B" w14:textId="77777777" w:rsidR="00BE0287" w:rsidRPr="00AB282B" w:rsidRDefault="00BE0287" w:rsidP="00BE0287">
      <w:pPr>
        <w:pStyle w:val="SubjectSpecification-ContractCzechRadio"/>
        <w:rPr>
          <w:highlight w:val="yellow"/>
        </w:rPr>
      </w:pPr>
      <w:r w:rsidRPr="00AB282B">
        <w:rPr>
          <w:rFonts w:cs="Arial"/>
          <w:szCs w:val="20"/>
          <w:highlight w:val="yellow"/>
        </w:rPr>
        <w:t>[</w:t>
      </w:r>
      <w:r w:rsidRPr="00AB282B">
        <w:rPr>
          <w:highlight w:val="yellow"/>
        </w:rPr>
        <w:t>DOPLNIT ZÁPIS DO OBCHODNÍHO REJSTŘÍKU ČI DO JINÉHO REJSTŘÍKU</w:t>
      </w:r>
      <w:r w:rsidRPr="00AB282B">
        <w:rPr>
          <w:rFonts w:cs="Arial"/>
          <w:szCs w:val="20"/>
          <w:highlight w:val="yellow"/>
        </w:rPr>
        <w:t>]</w:t>
      </w:r>
    </w:p>
    <w:p w14:paraId="0563299D" w14:textId="77777777" w:rsidR="00BE0287" w:rsidRPr="007905AF" w:rsidRDefault="00BE0287" w:rsidP="00BE0287">
      <w:pPr>
        <w:pStyle w:val="SubjectSpecification-ContractCzechRadio"/>
        <w:rPr>
          <w:rFonts w:cs="Arial"/>
          <w:szCs w:val="20"/>
        </w:rPr>
      </w:pPr>
      <w:r w:rsidRPr="00AB282B">
        <w:rPr>
          <w:rFonts w:cs="Arial"/>
          <w:szCs w:val="20"/>
          <w:highlight w:val="yellow"/>
        </w:rPr>
        <w:t>[DOPLNIT MÍSTO PODNIKÁNÍ/BYDLIŠTĚ/SÍDLO PRODÁVAJÍCÍHO</w:t>
      </w:r>
      <w:r w:rsidRPr="007905AF">
        <w:rPr>
          <w:rFonts w:cs="Arial"/>
          <w:szCs w:val="20"/>
        </w:rPr>
        <w:t>]</w:t>
      </w:r>
    </w:p>
    <w:p w14:paraId="48401ACA" w14:textId="77777777" w:rsidR="00BE0287" w:rsidRDefault="00BE0287" w:rsidP="00BE0287">
      <w:pPr>
        <w:pStyle w:val="SubjectSpecification-ContractCzechRadio"/>
        <w:rPr>
          <w:rFonts w:cs="Arial"/>
          <w:szCs w:val="20"/>
        </w:rPr>
      </w:pPr>
      <w:r w:rsidRPr="007905AF">
        <w:rPr>
          <w:rFonts w:cs="Arial"/>
          <w:szCs w:val="20"/>
        </w:rPr>
        <w:t>zastoupen</w:t>
      </w:r>
      <w:r>
        <w:rPr>
          <w:rFonts w:cs="Arial"/>
          <w:szCs w:val="20"/>
        </w:rPr>
        <w:t>á</w:t>
      </w:r>
      <w:r w:rsidRPr="007905AF">
        <w:rPr>
          <w:rFonts w:cs="Arial"/>
          <w:szCs w:val="20"/>
        </w:rPr>
        <w:t>: [</w:t>
      </w:r>
      <w:r w:rsidRPr="00AB282B">
        <w:rPr>
          <w:rFonts w:cs="Arial"/>
          <w:szCs w:val="20"/>
          <w:highlight w:val="yellow"/>
        </w:rPr>
        <w:t>V PŘÍPADĚ PRÁVNICKÉ OSOBY DOPLNIT ZÁSTUPCE</w:t>
      </w:r>
      <w:r w:rsidRPr="007905AF">
        <w:rPr>
          <w:rFonts w:cs="Arial"/>
          <w:szCs w:val="20"/>
        </w:rPr>
        <w:t xml:space="preserve">] </w:t>
      </w:r>
    </w:p>
    <w:p w14:paraId="5E509E68" w14:textId="77777777" w:rsidR="00BE0287" w:rsidRPr="007905AF" w:rsidRDefault="00BE0287" w:rsidP="00BE0287">
      <w:pPr>
        <w:pStyle w:val="SubjectSpecification-ContractCzechRadio"/>
        <w:rPr>
          <w:rFonts w:cs="Arial"/>
          <w:szCs w:val="20"/>
        </w:rPr>
      </w:pPr>
      <w:r w:rsidRPr="009A2F7B">
        <w:rPr>
          <w:rFonts w:cs="Arial"/>
          <w:color w:val="auto"/>
          <w:szCs w:val="20"/>
        </w:rPr>
        <w:t>[</w:t>
      </w:r>
      <w:r w:rsidRPr="00AB282B">
        <w:rPr>
          <w:rFonts w:cs="Arial"/>
          <w:color w:val="auto"/>
          <w:szCs w:val="20"/>
          <w:highlight w:val="yellow"/>
        </w:rPr>
        <w:t>DOPLNIT RČ nebo IČO, DIČ PRODÁVAJÍCÍHO</w:t>
      </w:r>
      <w:r w:rsidRPr="007905AF">
        <w:rPr>
          <w:rFonts w:cs="Arial"/>
          <w:szCs w:val="20"/>
        </w:rPr>
        <w:t>]</w:t>
      </w:r>
    </w:p>
    <w:p w14:paraId="55D9F29E" w14:textId="77777777" w:rsidR="00BE0287" w:rsidRPr="007417F7" w:rsidRDefault="00BE0287" w:rsidP="00BE0287">
      <w:pPr>
        <w:pStyle w:val="SubjectSpecification-ContractCzechRadio"/>
        <w:rPr>
          <w:rFonts w:cs="Arial"/>
          <w:szCs w:val="20"/>
        </w:rPr>
      </w:pPr>
      <w:r w:rsidRPr="007905AF">
        <w:rPr>
          <w:rFonts w:cs="Arial"/>
          <w:szCs w:val="20"/>
        </w:rPr>
        <w:t>bankovní spojení: [</w:t>
      </w:r>
      <w:r w:rsidRPr="00AB282B">
        <w:rPr>
          <w:rFonts w:cs="Arial"/>
          <w:szCs w:val="20"/>
          <w:highlight w:val="yellow"/>
        </w:rPr>
        <w:t>DOPLNIT</w:t>
      </w:r>
      <w:r w:rsidRPr="007905AF">
        <w:rPr>
          <w:rFonts w:cs="Arial"/>
          <w:szCs w:val="20"/>
        </w:rPr>
        <w:t>], č</w:t>
      </w:r>
      <w:r>
        <w:rPr>
          <w:rFonts w:cs="Arial"/>
          <w:szCs w:val="20"/>
        </w:rPr>
        <w:t>íslo</w:t>
      </w:r>
      <w:r w:rsidRPr="007905AF">
        <w:rPr>
          <w:rFonts w:cs="Arial"/>
          <w:szCs w:val="20"/>
        </w:rPr>
        <w:t xml:space="preserve"> ú</w:t>
      </w:r>
      <w:r>
        <w:rPr>
          <w:rFonts w:cs="Arial"/>
          <w:szCs w:val="20"/>
        </w:rPr>
        <w:t>čtu:</w:t>
      </w:r>
      <w:r w:rsidRPr="007905AF">
        <w:rPr>
          <w:rFonts w:cs="Arial"/>
          <w:szCs w:val="20"/>
        </w:rPr>
        <w:t xml:space="preserve"> </w:t>
      </w:r>
      <w:r w:rsidRPr="00AB282B">
        <w:rPr>
          <w:rFonts w:cs="Arial"/>
          <w:szCs w:val="20"/>
          <w:highlight w:val="yellow"/>
        </w:rPr>
        <w:t>[DOPLNIT</w:t>
      </w:r>
      <w:r w:rsidRPr="007905AF">
        <w:rPr>
          <w:rFonts w:cs="Arial"/>
          <w:szCs w:val="20"/>
        </w:rPr>
        <w:t>]</w:t>
      </w:r>
    </w:p>
    <w:p w14:paraId="253D7463" w14:textId="77777777" w:rsidR="00BE0287" w:rsidRPr="007905AF" w:rsidRDefault="00BE0287" w:rsidP="00BE0287">
      <w:pPr>
        <w:pStyle w:val="SubjectSpecification-ContractCzechRadio"/>
      </w:pPr>
      <w:r w:rsidRPr="007905AF">
        <w:t xml:space="preserve">zástupce pro věcná jednání </w:t>
      </w:r>
      <w:r w:rsidRPr="007905AF">
        <w:tab/>
      </w:r>
      <w:r w:rsidRPr="007905AF">
        <w:rPr>
          <w:rFonts w:cs="Arial"/>
          <w:szCs w:val="20"/>
        </w:rPr>
        <w:t>[</w:t>
      </w:r>
      <w:r w:rsidRPr="00AB282B">
        <w:rPr>
          <w:rFonts w:cs="Arial"/>
          <w:szCs w:val="20"/>
          <w:highlight w:val="yellow"/>
        </w:rPr>
        <w:t>DOPLNIT</w:t>
      </w:r>
      <w:r w:rsidRPr="007905AF">
        <w:rPr>
          <w:rFonts w:cs="Arial"/>
          <w:szCs w:val="20"/>
        </w:rPr>
        <w:t>]</w:t>
      </w:r>
    </w:p>
    <w:p w14:paraId="41A6BD67" w14:textId="77777777" w:rsidR="00BE0287" w:rsidRPr="007905AF" w:rsidRDefault="00BE0287" w:rsidP="00BE028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AB282B">
        <w:rPr>
          <w:rFonts w:cs="Arial"/>
          <w:szCs w:val="20"/>
          <w:highlight w:val="yellow"/>
        </w:rPr>
        <w:t>DOPLNIT</w:t>
      </w:r>
      <w:r w:rsidRPr="007905AF">
        <w:rPr>
          <w:rFonts w:cs="Arial"/>
          <w:szCs w:val="20"/>
        </w:rPr>
        <w:t>]</w:t>
      </w:r>
    </w:p>
    <w:p w14:paraId="34BCDE2D" w14:textId="77777777" w:rsidR="00BE0287" w:rsidRPr="007905AF" w:rsidRDefault="00BE0287" w:rsidP="00BE0287">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AB282B">
        <w:rPr>
          <w:rFonts w:cs="Arial"/>
          <w:szCs w:val="20"/>
          <w:highlight w:val="yellow"/>
        </w:rPr>
        <w:t>[DOPLNIT]</w:t>
      </w:r>
    </w:p>
    <w:p w14:paraId="4CA4424F" w14:textId="77777777" w:rsidR="00BE0287" w:rsidRDefault="00BE0287" w:rsidP="00BE0287">
      <w:pPr>
        <w:pStyle w:val="SubjectSpecification-ContractCzechRadio"/>
      </w:pPr>
    </w:p>
    <w:p w14:paraId="5490A1FF" w14:textId="77777777" w:rsidR="00BE0287" w:rsidRDefault="00BE0287" w:rsidP="00BE0287">
      <w:pPr>
        <w:pStyle w:val="SubjectSpecification-ContractCzechRadio"/>
      </w:pPr>
      <w:r w:rsidRPr="00DE7AE5">
        <w:t>(dále</w:t>
      </w:r>
      <w:r w:rsidRPr="00FE70C5">
        <w:t xml:space="preserve"> jen jako „</w:t>
      </w:r>
      <w:r w:rsidRPr="00DE7AE5">
        <w:rPr>
          <w:b/>
        </w:rPr>
        <w:t>prodávající</w:t>
      </w:r>
      <w:r w:rsidRPr="00FE70C5">
        <w:t>“)</w:t>
      </w:r>
    </w:p>
    <w:p w14:paraId="4BA3908C" w14:textId="77777777" w:rsidR="00BE0287" w:rsidRDefault="00BE0287" w:rsidP="00BE0287">
      <w:pPr>
        <w:pStyle w:val="SubjectSpecification-ContractCzechRadio"/>
      </w:pPr>
    </w:p>
    <w:p w14:paraId="5CED2DB0" w14:textId="77777777" w:rsidR="00BE0287" w:rsidRPr="00137F76" w:rsidRDefault="00BE0287" w:rsidP="00BE0287">
      <w:pPr>
        <w:pStyle w:val="SubjectSpecification-ContractCzechRadio"/>
      </w:pPr>
      <w:r>
        <w:t>(dále společně jen jako „</w:t>
      </w:r>
      <w:r>
        <w:rPr>
          <w:b/>
        </w:rPr>
        <w:t>smluvní strany</w:t>
      </w:r>
      <w:r>
        <w:t>“ anebo jednotlivě také jako „</w:t>
      </w:r>
      <w:r w:rsidRPr="0002133B">
        <w:rPr>
          <w:b/>
        </w:rPr>
        <w:t>smluvní strana</w:t>
      </w:r>
      <w:r>
        <w:t>“)</w:t>
      </w:r>
    </w:p>
    <w:p w14:paraId="11FEA92F" w14:textId="77777777" w:rsidR="00BE0287" w:rsidRDefault="00BE0287" w:rsidP="00BE0287">
      <w:pPr>
        <w:pStyle w:val="SubjectSpecification-ContractCzechRadio"/>
        <w:rPr>
          <w:i/>
        </w:rPr>
      </w:pPr>
    </w:p>
    <w:p w14:paraId="71AD274B" w14:textId="77777777" w:rsidR="00BE0287" w:rsidRDefault="00BE0287" w:rsidP="00BE0287">
      <w:pPr>
        <w:jc w:val="center"/>
      </w:pPr>
      <w:r w:rsidRPr="006D0812">
        <w:t>uzavírají v souladu s ustanovením § 2079 a násl. z</w:t>
      </w:r>
      <w:r>
        <w:t>ákona</w:t>
      </w:r>
      <w:r w:rsidRPr="006D0812">
        <w:t xml:space="preserve"> č. 89/2012 Sb., občanský zákoník, ve znění pozdějších předpisů (dále jen „</w:t>
      </w:r>
      <w:r w:rsidRPr="00DE7AE5">
        <w:rPr>
          <w:b/>
        </w:rPr>
        <w:t>OZ</w:t>
      </w:r>
      <w:r w:rsidRPr="006D0812">
        <w:t xml:space="preserve">“) </w:t>
      </w:r>
      <w:r>
        <w:t xml:space="preserve">a </w:t>
      </w:r>
      <w:r w:rsidRPr="006D0812">
        <w:t xml:space="preserve">§ </w:t>
      </w:r>
      <w:r>
        <w:t>131 a násl. zákona č. 134/2016 Sb., o zadávání veřejných zakázek, ve znění pozdějších předpisů (dále jen „</w:t>
      </w:r>
      <w:r w:rsidRPr="00DE7AE5">
        <w:rPr>
          <w:b/>
        </w:rPr>
        <w:t>ZZVZ</w:t>
      </w:r>
      <w:r>
        <w:t xml:space="preserve">“) </w:t>
      </w:r>
      <w:r w:rsidRPr="006D0812">
        <w:t xml:space="preserve">tuto </w:t>
      </w:r>
      <w:r>
        <w:t xml:space="preserve">rámcovou </w:t>
      </w:r>
      <w:r w:rsidRPr="006D0812">
        <w:t xml:space="preserve">kupní </w:t>
      </w:r>
      <w:r>
        <w:t>dohod</w:t>
      </w:r>
      <w:r w:rsidRPr="006D0812">
        <w:t xml:space="preserve">u </w:t>
      </w:r>
      <w:r>
        <w:t xml:space="preserve">s jedním účastníkem </w:t>
      </w:r>
      <w:r w:rsidRPr="006D0812">
        <w:t>(dále jen jako „</w:t>
      </w:r>
      <w:r w:rsidRPr="00DE7AE5">
        <w:rPr>
          <w:b/>
        </w:rPr>
        <w:t>rámcová dohoda</w:t>
      </w:r>
      <w:r w:rsidRPr="006D0812">
        <w:t>“</w:t>
      </w:r>
      <w:r>
        <w:t xml:space="preserve"> nebo „</w:t>
      </w:r>
      <w:r w:rsidRPr="00DE7AE5">
        <w:rPr>
          <w:b/>
        </w:rPr>
        <w:t>dohoda</w:t>
      </w:r>
      <w:r>
        <w:t>“</w:t>
      </w:r>
      <w:r w:rsidRPr="006D0812">
        <w:t>)</w:t>
      </w:r>
    </w:p>
    <w:p w14:paraId="1AC9636E" w14:textId="77777777" w:rsidR="00BE0287" w:rsidRDefault="00BE0287" w:rsidP="00BE0287">
      <w:pPr>
        <w:pStyle w:val="Heading-Number-ContractCzechRadio"/>
        <w:numPr>
          <w:ilvl w:val="0"/>
          <w:numId w:val="0"/>
        </w:numPr>
      </w:pPr>
      <w:r>
        <w:t>Preambule</w:t>
      </w:r>
    </w:p>
    <w:p w14:paraId="3AF83E1D" w14:textId="23B7F541" w:rsidR="00BE0287" w:rsidRPr="00D30A61" w:rsidRDefault="00BE0287" w:rsidP="00BE0287">
      <w:pPr>
        <w:pStyle w:val="Heading-Number-ContractCzechRadio"/>
        <w:numPr>
          <w:ilvl w:val="0"/>
          <w:numId w:val="0"/>
        </w:numPr>
        <w:jc w:val="both"/>
        <w:rPr>
          <w:b w:val="0"/>
        </w:rPr>
      </w:pPr>
      <w:r w:rsidRPr="00FA39A4">
        <w:rPr>
          <w:b w:val="0"/>
        </w:rPr>
        <w:t xml:space="preserve">Tato dohoda upravuje podmínky týkající se zadání veřejné zakázky č. j. </w:t>
      </w:r>
      <w:r w:rsidRPr="00D30A61">
        <w:t>VZ</w:t>
      </w:r>
      <w:r w:rsidR="005877A4">
        <w:t>22</w:t>
      </w:r>
      <w:r w:rsidRPr="00D30A61">
        <w:t>/202</w:t>
      </w:r>
      <w:r w:rsidR="005877A4">
        <w:t>5</w:t>
      </w:r>
      <w:r w:rsidRPr="00FA39A4">
        <w:rPr>
          <w:b w:val="0"/>
        </w:rPr>
        <w:t xml:space="preserve"> </w:t>
      </w:r>
      <w:r>
        <w:rPr>
          <w:b w:val="0"/>
        </w:rPr>
        <w:t xml:space="preserve">s názvem </w:t>
      </w:r>
      <w:r w:rsidRPr="00D30A61">
        <w:t>„</w:t>
      </w:r>
      <w:r w:rsidRPr="00D30A61">
        <w:rPr>
          <w:rFonts w:cs="Arial"/>
          <w:szCs w:val="20"/>
        </w:rPr>
        <w:t>Dodávky a obnova klimatizačních jednotek v objektech Českého rozhlasu“</w:t>
      </w:r>
      <w:r>
        <w:rPr>
          <w:rFonts w:cs="Arial"/>
          <w:szCs w:val="20"/>
        </w:rPr>
        <w:t xml:space="preserve"> </w:t>
      </w:r>
      <w:r w:rsidRPr="00546068">
        <w:rPr>
          <w:rFonts w:cs="Arial"/>
          <w:b w:val="0"/>
          <w:szCs w:val="20"/>
        </w:rPr>
        <w:t>na dodávky níže specifikovaného zboží</w:t>
      </w:r>
      <w:r>
        <w:rPr>
          <w:rFonts w:cs="Arial"/>
          <w:szCs w:val="20"/>
        </w:rPr>
        <w:t xml:space="preserve"> </w:t>
      </w:r>
      <w:r>
        <w:rPr>
          <w:b w:val="0"/>
        </w:rPr>
        <w:t>(dále jen „</w:t>
      </w:r>
      <w:r w:rsidRPr="00546068">
        <w:t>veřejná zakázka</w:t>
      </w:r>
      <w:r>
        <w:rPr>
          <w:b w:val="0"/>
        </w:rPr>
        <w:t xml:space="preserve">“) </w:t>
      </w:r>
      <w:r w:rsidRPr="00FA39A4">
        <w:rPr>
          <w:rFonts w:cs="Arial"/>
          <w:b w:val="0"/>
          <w:szCs w:val="20"/>
        </w:rPr>
        <w:t xml:space="preserve">a </w:t>
      </w:r>
      <w:r w:rsidRPr="00FA39A4">
        <w:rPr>
          <w:b w:val="0"/>
        </w:rPr>
        <w:t>rámcově upravuje vz</w:t>
      </w:r>
      <w:r>
        <w:rPr>
          <w:b w:val="0"/>
        </w:rPr>
        <w:t>ájemné vztahy mezi prodávajícím</w:t>
      </w:r>
      <w:r w:rsidRPr="00FA39A4">
        <w:rPr>
          <w:b w:val="0"/>
        </w:rPr>
        <w:t xml:space="preserve"> a kupujícím.</w:t>
      </w:r>
      <w:r w:rsidRPr="005D1AE8">
        <w:t xml:space="preserve"> </w:t>
      </w:r>
    </w:p>
    <w:p w14:paraId="6073BF7E" w14:textId="77777777" w:rsidR="00BE0287" w:rsidRPr="006D0812" w:rsidRDefault="00BE0287" w:rsidP="00BE0287">
      <w:pPr>
        <w:pStyle w:val="Heading-Number-ContractCzechRadio"/>
        <w:numPr>
          <w:ilvl w:val="0"/>
          <w:numId w:val="13"/>
        </w:numPr>
      </w:pPr>
      <w:r>
        <w:t>Účel a předmět dohody</w:t>
      </w:r>
    </w:p>
    <w:p w14:paraId="53862043" w14:textId="77777777" w:rsidR="00BE0287" w:rsidRDefault="00BE0287" w:rsidP="00BE0287">
      <w:pPr>
        <w:pStyle w:val="ListNumber-ContractCzechRadio"/>
        <w:numPr>
          <w:ilvl w:val="1"/>
          <w:numId w:val="13"/>
        </w:numPr>
        <w:jc w:val="both"/>
        <w:rPr>
          <w:rFonts w:cs="Arial"/>
          <w:szCs w:val="20"/>
        </w:rPr>
      </w:pPr>
      <w:r>
        <w:t xml:space="preserve">Účelem této dohody je zajistit pod dobu </w:t>
      </w:r>
      <w:r w:rsidRPr="00770039">
        <w:rPr>
          <w:b/>
        </w:rPr>
        <w:t>36 měsíců</w:t>
      </w:r>
      <w:r w:rsidRPr="0002133B">
        <w:t xml:space="preserve"> od</w:t>
      </w:r>
      <w:r>
        <w:t>e</w:t>
      </w:r>
      <w:r w:rsidRPr="0002133B">
        <w:t xml:space="preserve"> </w:t>
      </w:r>
      <w:r>
        <w:t>dne</w:t>
      </w:r>
      <w:r w:rsidRPr="0002133B">
        <w:t xml:space="preserve"> účinnosti </w:t>
      </w:r>
      <w:r w:rsidRPr="00432A3E">
        <w:t xml:space="preserve">této </w:t>
      </w:r>
      <w:r w:rsidRPr="0002133B">
        <w:t>dohody</w:t>
      </w:r>
      <w:r>
        <w:t xml:space="preserve"> dodávky zboží pro kupujícího </w:t>
      </w:r>
      <w:r>
        <w:rPr>
          <w:rFonts w:cs="Arial"/>
          <w:szCs w:val="20"/>
        </w:rPr>
        <w:t>za podmínek</w:t>
      </w:r>
      <w:r w:rsidRPr="009164F0">
        <w:rPr>
          <w:rFonts w:cs="Arial"/>
          <w:szCs w:val="20"/>
        </w:rPr>
        <w:t xml:space="preserve"> stanovených touto </w:t>
      </w:r>
      <w:r>
        <w:rPr>
          <w:rFonts w:cs="Arial"/>
          <w:szCs w:val="20"/>
        </w:rPr>
        <w:t>dohod</w:t>
      </w:r>
      <w:r w:rsidRPr="009164F0">
        <w:rPr>
          <w:rFonts w:cs="Arial"/>
          <w:szCs w:val="20"/>
        </w:rPr>
        <w:t xml:space="preserve">ou </w:t>
      </w:r>
      <w:r>
        <w:rPr>
          <w:rFonts w:cs="Arial"/>
          <w:szCs w:val="20"/>
        </w:rPr>
        <w:t>a</w:t>
      </w:r>
      <w:r w:rsidRPr="009164F0">
        <w:rPr>
          <w:rFonts w:cs="Arial"/>
          <w:szCs w:val="20"/>
        </w:rPr>
        <w:t xml:space="preserve"> dílčí smlouvou, až do výše předpokládaného finančního limitu </w:t>
      </w:r>
      <w:r>
        <w:rPr>
          <w:rFonts w:cs="Arial"/>
          <w:b/>
          <w:szCs w:val="20"/>
        </w:rPr>
        <w:t>4.0</w:t>
      </w:r>
      <w:r w:rsidRPr="00770039">
        <w:rPr>
          <w:rFonts w:cs="Arial"/>
          <w:b/>
          <w:szCs w:val="20"/>
        </w:rPr>
        <w:t>00.000</w:t>
      </w:r>
      <w:r w:rsidRPr="00046CF2">
        <w:rPr>
          <w:rFonts w:cs="Arial"/>
          <w:b/>
          <w:szCs w:val="20"/>
        </w:rPr>
        <w:t xml:space="preserve">,- </w:t>
      </w:r>
      <w:r w:rsidRPr="002A4177">
        <w:rPr>
          <w:rFonts w:cs="Arial"/>
          <w:b/>
          <w:szCs w:val="20"/>
        </w:rPr>
        <w:t>Kč</w:t>
      </w:r>
      <w:r w:rsidRPr="002A4177">
        <w:rPr>
          <w:rFonts w:cs="Arial"/>
          <w:szCs w:val="20"/>
        </w:rPr>
        <w:t xml:space="preserve"> </w:t>
      </w:r>
      <w:r>
        <w:rPr>
          <w:rFonts w:cs="Arial"/>
          <w:szCs w:val="20"/>
        </w:rPr>
        <w:t xml:space="preserve">(slovy: čtyři miliony korun českých) </w:t>
      </w:r>
      <w:r w:rsidRPr="009F60AC">
        <w:rPr>
          <w:rFonts w:cs="Arial"/>
          <w:b/>
          <w:szCs w:val="20"/>
        </w:rPr>
        <w:t>bez DPH</w:t>
      </w:r>
      <w:r>
        <w:rPr>
          <w:rFonts w:cs="Arial"/>
          <w:szCs w:val="20"/>
        </w:rPr>
        <w:t>.</w:t>
      </w:r>
    </w:p>
    <w:p w14:paraId="5B907BDC" w14:textId="77777777" w:rsidR="00BE0287" w:rsidRDefault="00BE0287" w:rsidP="00BE0287">
      <w:pPr>
        <w:pStyle w:val="ListNumber-ContractCzechRadio"/>
        <w:numPr>
          <w:ilvl w:val="1"/>
          <w:numId w:val="13"/>
        </w:numPr>
        <w:jc w:val="both"/>
      </w:pPr>
      <w:r>
        <w:lastRenderedPageBreak/>
        <w:t xml:space="preserve">Předmětem </w:t>
      </w:r>
      <w:r>
        <w:rPr>
          <w:rFonts w:cs="Arial"/>
          <w:szCs w:val="20"/>
        </w:rPr>
        <w:t>dohody</w:t>
      </w:r>
      <w:r>
        <w:t xml:space="preserve"> je vymezení podmínek, které budou podkladem pro uzavírání dílčích kupních smluv na dodávky zboží, jímž jsou </w:t>
      </w:r>
      <w:r>
        <w:rPr>
          <w:rFonts w:cs="Arial"/>
          <w:b/>
          <w:szCs w:val="20"/>
        </w:rPr>
        <w:t>klimatizační jednotky, a to včetně jejich montáže, a provedení všech souvisejících činností směřujících k zajištění jejich řádného zprovoznění a fungování</w:t>
      </w:r>
      <w:r>
        <w:t xml:space="preserve"> (dále jen „</w:t>
      </w:r>
      <w:r>
        <w:rPr>
          <w:b/>
        </w:rPr>
        <w:t>dílčí smlouvy</w:t>
      </w:r>
      <w:r>
        <w:t>“ a každá z nich samostatně jen „</w:t>
      </w:r>
      <w:r>
        <w:rPr>
          <w:b/>
        </w:rPr>
        <w:t>dílčí smlouva</w:t>
      </w:r>
      <w:r>
        <w:t xml:space="preserve">“). Bližší specifikace a parametry zboží jsou uvedeny v příloze této </w:t>
      </w:r>
      <w:r>
        <w:rPr>
          <w:rFonts w:cs="Arial"/>
          <w:szCs w:val="20"/>
        </w:rPr>
        <w:t>dohody</w:t>
      </w:r>
      <w:r>
        <w:t xml:space="preserve"> (dále jen „</w:t>
      </w:r>
      <w:r>
        <w:rPr>
          <w:b/>
        </w:rPr>
        <w:t>zboží</w:t>
      </w:r>
      <w:r>
        <w:t>“).</w:t>
      </w:r>
    </w:p>
    <w:p w14:paraId="50EC98BD" w14:textId="77777777" w:rsidR="00BE0287" w:rsidRDefault="00BE0287" w:rsidP="00BE0287">
      <w:pPr>
        <w:pStyle w:val="ListNumber-ContractCzechRadio"/>
        <w:numPr>
          <w:ilvl w:val="1"/>
          <w:numId w:val="13"/>
        </w:numPr>
        <w:jc w:val="both"/>
      </w:pPr>
      <w:r>
        <w:t>Dílčí smlouvy budou uzavírány dle aktuálních potřeb kupujícího na základě výzvy k plnění postupem dle následujícího článku této dohody.</w:t>
      </w:r>
      <w:r w:rsidRPr="00912237">
        <w:t xml:space="preserve"> </w:t>
      </w:r>
      <w:r>
        <w:t>Jednotlivá ustanovení této dohody se přiměřeně použijí na dílčí smlouvy uzavřené na základě rámcové dohody.</w:t>
      </w:r>
    </w:p>
    <w:p w14:paraId="1FAC6121" w14:textId="77777777" w:rsidR="00BE0287" w:rsidRDefault="00BE0287" w:rsidP="00BE0287">
      <w:pPr>
        <w:pStyle w:val="ListNumber-ContractCzechRadio"/>
        <w:numPr>
          <w:ilvl w:val="1"/>
          <w:numId w:val="13"/>
        </w:numPr>
        <w:jc w:val="both"/>
        <w:rPr>
          <w:lang w:eastAsia="cs-CZ"/>
        </w:rPr>
      </w:pPr>
      <w:r>
        <w:rPr>
          <w:lang w:eastAsia="cs-CZ"/>
        </w:rPr>
        <w:t>Přestane-li se kterákoliv klimatizační jednotka, jejichž dodání je předmětem rámcové dohody, během účinnosti této dohody vyrábět, je prodávající povinen nahradit takovou klimatizační jednotku za dodržení smluvených cen:</w:t>
      </w:r>
    </w:p>
    <w:p w14:paraId="3316F9FE" w14:textId="77777777" w:rsidR="00BE0287" w:rsidRDefault="00BE0287" w:rsidP="00BE0287">
      <w:pPr>
        <w:pStyle w:val="ListLetter-ContractCzechRadio"/>
        <w:numPr>
          <w:ilvl w:val="2"/>
          <w:numId w:val="13"/>
        </w:numPr>
        <w:jc w:val="both"/>
        <w:rPr>
          <w:lang w:eastAsia="cs-CZ"/>
        </w:rPr>
      </w:pPr>
      <w:r>
        <w:rPr>
          <w:lang w:eastAsia="cs-CZ"/>
        </w:rPr>
        <w:t>jednotkou, která disponuje min. stejnými parametry jako jednotka nahrazovaná. V případě, kdy taková jednotka není na trhu dostupná, bude nahrazena;</w:t>
      </w:r>
    </w:p>
    <w:p w14:paraId="1381584C" w14:textId="77777777" w:rsidR="00BE0287" w:rsidRDefault="00BE0287" w:rsidP="00BE0287">
      <w:pPr>
        <w:pStyle w:val="ListLetter-ContractCzechRadio"/>
        <w:numPr>
          <w:ilvl w:val="2"/>
          <w:numId w:val="13"/>
        </w:numPr>
        <w:jc w:val="both"/>
        <w:rPr>
          <w:lang w:eastAsia="cs-CZ"/>
        </w:rPr>
      </w:pPr>
      <w:r>
        <w:rPr>
          <w:lang w:eastAsia="cs-CZ"/>
        </w:rPr>
        <w:t>jednotkou, která splňuje veškeré min. parametry požadované kupujícím v rámci zadávacích podmínek veřejné zakázky. V případě, kdy taková jednotka není na trhu dostupná, bude nahrazena:</w:t>
      </w:r>
    </w:p>
    <w:p w14:paraId="642518F9" w14:textId="77777777" w:rsidR="00BE0287" w:rsidRDefault="00BE0287" w:rsidP="00BE0287">
      <w:pPr>
        <w:pStyle w:val="ListLetter-ContractCzechRadio"/>
        <w:numPr>
          <w:ilvl w:val="2"/>
          <w:numId w:val="13"/>
        </w:numPr>
        <w:jc w:val="both"/>
        <w:rPr>
          <w:lang w:eastAsia="cs-CZ"/>
        </w:rPr>
      </w:pPr>
      <w:r>
        <w:rPr>
          <w:lang w:eastAsia="cs-CZ"/>
        </w:rPr>
        <w:t>jednotkou, která disponuje obdobnými a co nejbližšími parametry jako jednotka nahrazovaná.</w:t>
      </w:r>
    </w:p>
    <w:p w14:paraId="7E3BFF97" w14:textId="77777777" w:rsidR="00BE0287" w:rsidRDefault="00BE0287" w:rsidP="00BE0287">
      <w:pPr>
        <w:pStyle w:val="ListLetter-ContractCzechRadio"/>
        <w:numPr>
          <w:ilvl w:val="0"/>
          <w:numId w:val="0"/>
        </w:numPr>
        <w:ind w:left="312"/>
        <w:jc w:val="both"/>
        <w:rPr>
          <w:lang w:eastAsia="cs-CZ"/>
        </w:rPr>
      </w:pPr>
      <w:r>
        <w:rPr>
          <w:lang w:eastAsia="cs-CZ"/>
        </w:rPr>
        <w:t>V případě, kdy nastane potřeba změny dle tohoto ustanovení, vyhrazuje si kupující právo takovou změnu odsouhlasit. Náhrada jednotky bude stvrzena dodatkem uzavřeným postupem dle této dohody.</w:t>
      </w:r>
    </w:p>
    <w:p w14:paraId="5EC93CB7" w14:textId="77777777" w:rsidR="00BE0287" w:rsidRDefault="00BE0287" w:rsidP="00BE0287">
      <w:pPr>
        <w:pStyle w:val="Heading-Number-ContractCzechRadio"/>
        <w:numPr>
          <w:ilvl w:val="0"/>
          <w:numId w:val="13"/>
        </w:numPr>
      </w:pPr>
      <w:r>
        <w:t>Dílčí plnění a postup při jeho realizaci</w:t>
      </w:r>
    </w:p>
    <w:p w14:paraId="692B11DE" w14:textId="77777777" w:rsidR="00BE0287" w:rsidRDefault="00BE0287" w:rsidP="00BE0287">
      <w:pPr>
        <w:pStyle w:val="ListNumber-ContractCzechRadio"/>
        <w:numPr>
          <w:ilvl w:val="1"/>
          <w:numId w:val="6"/>
        </w:numPr>
        <w:jc w:val="both"/>
      </w:pPr>
      <w:r>
        <w:t xml:space="preserve">Jednotlivá dílčí </w:t>
      </w:r>
      <w:r>
        <w:rPr>
          <w:color w:val="000000"/>
          <w:spacing w:val="-4"/>
        </w:rPr>
        <w:t>plnění</w:t>
      </w:r>
      <w:r>
        <w:t xml:space="preserve"> budou poptávána a dílčí smlouvy uzavírány v souladu s touto </w:t>
      </w:r>
      <w:r>
        <w:rPr>
          <w:rFonts w:cs="Arial"/>
          <w:szCs w:val="20"/>
        </w:rPr>
        <w:t>dohod</w:t>
      </w:r>
      <w:r>
        <w:t xml:space="preserve">ou a v souladu se ZZVZ následujícím způsobem: </w:t>
      </w:r>
    </w:p>
    <w:p w14:paraId="3459663D" w14:textId="77777777" w:rsidR="00BE0287" w:rsidRDefault="00BE0287" w:rsidP="00BE0287">
      <w:pPr>
        <w:pStyle w:val="ListLetter-ContractCzechRadio"/>
        <w:numPr>
          <w:ilvl w:val="2"/>
          <w:numId w:val="6"/>
        </w:numPr>
        <w:jc w:val="both"/>
      </w:pPr>
      <w:r>
        <w:t xml:space="preserve">kupující bude vyzývat prodávajícího k dílčímu plnění za účelem poskytnutí plnění v souladu s touto dohodou a v rozsahu jejích příloh; </w:t>
      </w:r>
    </w:p>
    <w:p w14:paraId="64B3FDE9" w14:textId="77777777" w:rsidR="00BE0287" w:rsidRDefault="00BE0287" w:rsidP="00BE0287">
      <w:pPr>
        <w:pStyle w:val="ListLetter-ContractCzechRadio"/>
        <w:numPr>
          <w:ilvl w:val="2"/>
          <w:numId w:val="6"/>
        </w:numPr>
        <w:jc w:val="both"/>
      </w:pPr>
      <w:r>
        <w:t>kupující zašle prodávajícímu:</w:t>
      </w:r>
    </w:p>
    <w:p w14:paraId="6820C5FC" w14:textId="77777777" w:rsidR="00BE0287" w:rsidRDefault="00BE0287" w:rsidP="00BE0287">
      <w:pPr>
        <w:pStyle w:val="ListLetter-ContractCzechRadio"/>
        <w:numPr>
          <w:ilvl w:val="0"/>
          <w:numId w:val="7"/>
        </w:numPr>
        <w:tabs>
          <w:tab w:val="clear" w:pos="936"/>
          <w:tab w:val="left" w:pos="993"/>
        </w:tabs>
        <w:spacing w:after="120" w:line="240" w:lineRule="auto"/>
        <w:ind w:left="981" w:hanging="357"/>
        <w:jc w:val="both"/>
      </w:pPr>
      <w:r>
        <w:t xml:space="preserve">písemně na adresu jeho sídla (popř. jinou předem určenou kontaktní adresu) nebo </w:t>
      </w:r>
    </w:p>
    <w:p w14:paraId="4C58356E" w14:textId="77777777" w:rsidR="00BE0287" w:rsidRDefault="00BE0287" w:rsidP="00BE0287">
      <w:pPr>
        <w:pStyle w:val="ListLetter-ContractCzechRadio"/>
        <w:numPr>
          <w:ilvl w:val="0"/>
          <w:numId w:val="7"/>
        </w:numPr>
        <w:tabs>
          <w:tab w:val="clear" w:pos="936"/>
          <w:tab w:val="left" w:pos="993"/>
        </w:tabs>
        <w:spacing w:after="120" w:line="240" w:lineRule="auto"/>
        <w:ind w:left="981" w:hanging="357"/>
        <w:jc w:val="both"/>
      </w:pPr>
      <w:r>
        <w:t xml:space="preserve">datovou zprávou nebo </w:t>
      </w:r>
    </w:p>
    <w:p w14:paraId="6F06917A" w14:textId="77777777" w:rsidR="00BE0287" w:rsidRDefault="00BE0287" w:rsidP="00BE0287">
      <w:pPr>
        <w:pStyle w:val="ListLetter-ContractCzechRadio"/>
        <w:numPr>
          <w:ilvl w:val="0"/>
          <w:numId w:val="7"/>
        </w:numPr>
        <w:tabs>
          <w:tab w:val="clear" w:pos="936"/>
          <w:tab w:val="left" w:pos="993"/>
        </w:tabs>
        <w:spacing w:after="120" w:line="240" w:lineRule="auto"/>
        <w:ind w:left="981" w:hanging="357"/>
        <w:jc w:val="both"/>
      </w:pPr>
      <w:r>
        <w:t xml:space="preserve">e-mailem na e-mailovou adresu uvedenou v této dohodě (popř. jinou předem určenou kontaktní e-mailovou adresu) </w:t>
      </w:r>
    </w:p>
    <w:p w14:paraId="6A07F153" w14:textId="77777777" w:rsidR="00BE0287" w:rsidRDefault="00BE0287" w:rsidP="00BE0287">
      <w:pPr>
        <w:pStyle w:val="ListLetter-ContractCzechRadio"/>
        <w:numPr>
          <w:ilvl w:val="0"/>
          <w:numId w:val="0"/>
        </w:numPr>
        <w:ind w:left="984"/>
      </w:pPr>
      <w:r w:rsidRPr="00351349">
        <w:rPr>
          <w:u w:val="single"/>
        </w:rPr>
        <w:t>výzvu k poskytnutí plnění</w:t>
      </w:r>
      <w:r w:rsidRPr="00351349">
        <w:t>.</w:t>
      </w:r>
      <w:r>
        <w:t xml:space="preserve"> Ve výzvě budou uvedeny konkrétní požadavky na realizaci plnění a veškeré podmínky plnění, vč. doby plnění; </w:t>
      </w:r>
    </w:p>
    <w:p w14:paraId="4DC1EEAB" w14:textId="77777777" w:rsidR="00BE0287" w:rsidRDefault="00BE0287" w:rsidP="00BE0287">
      <w:pPr>
        <w:pStyle w:val="ListLetter-ContractCzechRadio"/>
        <w:numPr>
          <w:ilvl w:val="2"/>
          <w:numId w:val="13"/>
        </w:numPr>
        <w:tabs>
          <w:tab w:val="clear" w:pos="624"/>
          <w:tab w:val="clear" w:pos="936"/>
          <w:tab w:val="left" w:pos="567"/>
        </w:tabs>
        <w:ind w:left="567" w:hanging="283"/>
        <w:jc w:val="both"/>
      </w:pPr>
      <w:r>
        <w:t xml:space="preserve"> celková cena, kterou kupující doplní do výzvy, bude vycházet z cen uvedených </w:t>
      </w:r>
      <w:proofErr w:type="gramStart"/>
      <w:r>
        <w:t>v  přílohách</w:t>
      </w:r>
      <w:proofErr w:type="gramEnd"/>
      <w:r>
        <w:t xml:space="preserve"> této </w:t>
      </w:r>
      <w:r>
        <w:rPr>
          <w:rFonts w:cs="Arial"/>
          <w:szCs w:val="20"/>
        </w:rPr>
        <w:t>dohody</w:t>
      </w:r>
      <w:r>
        <w:t xml:space="preserve">; </w:t>
      </w:r>
    </w:p>
    <w:p w14:paraId="23EDF715" w14:textId="77777777" w:rsidR="00BE0287" w:rsidRDefault="00BE0287" w:rsidP="00BE0287">
      <w:pPr>
        <w:pStyle w:val="ListLetter-ContractCzechRadio"/>
        <w:numPr>
          <w:ilvl w:val="2"/>
          <w:numId w:val="6"/>
        </w:numPr>
        <w:tabs>
          <w:tab w:val="clear" w:pos="624"/>
        </w:tabs>
        <w:jc w:val="both"/>
      </w:pPr>
      <w:r>
        <w:t xml:space="preserve">při plnění do částky, která nepřesahuje </w:t>
      </w:r>
      <w:r>
        <w:rPr>
          <w:b/>
        </w:rPr>
        <w:t>5</w:t>
      </w:r>
      <w:r w:rsidRPr="005B2F6A">
        <w:rPr>
          <w:b/>
        </w:rPr>
        <w:t>0.000,- Kč bez DPH</w:t>
      </w:r>
      <w:r>
        <w:t xml:space="preserve">, bude mít výzva podobu objednávky, příp. dílčí smlouvy; </w:t>
      </w:r>
    </w:p>
    <w:p w14:paraId="7B2C95C0" w14:textId="77777777" w:rsidR="00BE0287" w:rsidRDefault="00BE0287" w:rsidP="00BE0287">
      <w:pPr>
        <w:pStyle w:val="ListLetter-ContractCzechRadio"/>
        <w:numPr>
          <w:ilvl w:val="2"/>
          <w:numId w:val="13"/>
        </w:numPr>
        <w:tabs>
          <w:tab w:val="clear" w:pos="312"/>
        </w:tabs>
        <w:autoSpaceDE w:val="0"/>
        <w:autoSpaceDN w:val="0"/>
        <w:adjustRightInd w:val="0"/>
        <w:spacing w:after="200" w:line="276" w:lineRule="auto"/>
        <w:jc w:val="both"/>
        <w:rPr>
          <w:rFonts w:cs="Arial"/>
          <w:szCs w:val="20"/>
        </w:rPr>
      </w:pPr>
      <w:r>
        <w:rPr>
          <w:rFonts w:cs="Arial"/>
          <w:szCs w:val="20"/>
        </w:rPr>
        <w:t>při plnění, jehož č</w:t>
      </w:r>
      <w:r>
        <w:t>á</w:t>
      </w:r>
      <w:r>
        <w:rPr>
          <w:rFonts w:cs="Arial"/>
          <w:szCs w:val="20"/>
        </w:rPr>
        <w:t xml:space="preserve">stka přesahuje </w:t>
      </w:r>
      <w:r>
        <w:rPr>
          <w:b/>
        </w:rPr>
        <w:t>5</w:t>
      </w:r>
      <w:r w:rsidRPr="005B2F6A">
        <w:rPr>
          <w:b/>
        </w:rPr>
        <w:t>0.000,- Kč bez DPH</w:t>
      </w:r>
      <w:r>
        <w:rPr>
          <w:rFonts w:cs="Arial"/>
          <w:szCs w:val="20"/>
        </w:rPr>
        <w:t xml:space="preserve">, bude mít výzva podobu dílčí smlouvy; </w:t>
      </w:r>
    </w:p>
    <w:p w14:paraId="7879DEA2" w14:textId="77777777" w:rsidR="00BE0287" w:rsidRPr="005F7653" w:rsidRDefault="00BE0287" w:rsidP="00BE0287">
      <w:pPr>
        <w:pStyle w:val="ListLetter-ContractCzechRadio"/>
        <w:numPr>
          <w:ilvl w:val="2"/>
          <w:numId w:val="6"/>
        </w:numPr>
        <w:jc w:val="both"/>
      </w:pPr>
      <w:r>
        <w:lastRenderedPageBreak/>
        <w:t>prodávající</w:t>
      </w:r>
      <w:r w:rsidRPr="005F7653">
        <w:t xml:space="preserve"> je povinen </w:t>
      </w:r>
      <w:r>
        <w:t xml:space="preserve">písemně </w:t>
      </w:r>
      <w:r w:rsidRPr="005F7653">
        <w:t xml:space="preserve">potvrdit </w:t>
      </w:r>
      <w:r>
        <w:t>kupujícímu</w:t>
      </w:r>
      <w:r w:rsidRPr="005F7653">
        <w:t xml:space="preserve"> akceptaci</w:t>
      </w:r>
      <w:r>
        <w:t xml:space="preserve"> objednávky</w:t>
      </w:r>
      <w:r w:rsidRPr="005F7653">
        <w:t>, a to nejpozději následující pracovní den po doručení výzvy</w:t>
      </w:r>
      <w:r>
        <w:t>;</w:t>
      </w:r>
    </w:p>
    <w:p w14:paraId="765EDEAA" w14:textId="77777777" w:rsidR="00BE0287" w:rsidRPr="005F7653" w:rsidRDefault="00BE0287" w:rsidP="00BE0287">
      <w:pPr>
        <w:pStyle w:val="ListLetter-ContractCzechRadio"/>
        <w:numPr>
          <w:ilvl w:val="2"/>
          <w:numId w:val="6"/>
        </w:numPr>
        <w:jc w:val="both"/>
      </w:pPr>
      <w:r w:rsidRPr="005F7653">
        <w:t xml:space="preserve">bude-li plnění poskytováno na základě objednávky, vzniká </w:t>
      </w:r>
      <w:r>
        <w:t>prodávajícímu</w:t>
      </w:r>
      <w:r w:rsidRPr="005F7653">
        <w:t xml:space="preserve"> povinnost k poskytnutí plnění přijetím </w:t>
      </w:r>
      <w:r>
        <w:t>výzvy k poskytnutí plnění</w:t>
      </w:r>
      <w:r w:rsidRPr="005F7653">
        <w:t xml:space="preserve">, tj. doručením oznámení o jejím přijetí </w:t>
      </w:r>
      <w:r>
        <w:t>kupujícímu</w:t>
      </w:r>
      <w:r w:rsidRPr="005F7653">
        <w:t>; to vše ve lhůtách stanovených touto dohodou nebo objednávkou;</w:t>
      </w:r>
    </w:p>
    <w:p w14:paraId="30911CAA" w14:textId="77777777" w:rsidR="00BE0287" w:rsidRPr="005F7653" w:rsidRDefault="00BE0287" w:rsidP="00BE0287">
      <w:pPr>
        <w:pStyle w:val="ListLetter-ContractCzechRadio"/>
        <w:numPr>
          <w:ilvl w:val="2"/>
          <w:numId w:val="6"/>
        </w:numPr>
        <w:jc w:val="both"/>
      </w:pPr>
      <w:r>
        <w:t>prodávající</w:t>
      </w:r>
      <w:r w:rsidRPr="005F7653">
        <w:t xml:space="preserve"> je povinen písemně doručit podepsanou dílčí smlouvu ve fyzické podobě s vlastnoručním podpisem oprávněného zástupce </w:t>
      </w:r>
      <w:r>
        <w:t>prodávajícího</w:t>
      </w:r>
      <w:r w:rsidRPr="005F7653">
        <w:t xml:space="preserve"> na adresu sídla </w:t>
      </w:r>
      <w:r>
        <w:t>kupujícího</w:t>
      </w:r>
      <w:r w:rsidRPr="005F7653">
        <w:t xml:space="preserve"> (nebo na jinou předem určenou kontaktní adresu),</w:t>
      </w:r>
      <w:r>
        <w:t xml:space="preserve"> případně v elektronické podobě</w:t>
      </w:r>
      <w:r w:rsidRPr="005F7653">
        <w:t xml:space="preserve"> </w:t>
      </w:r>
      <w:r>
        <w:t xml:space="preserve">se zaručeným elektronickým podpisem založeným na kvalifikovaném certifikátu či s kvalifikovaným elektronickým podpisem oprávněného zástupce prodávajícího na </w:t>
      </w:r>
      <w:r>
        <w:br/>
        <w:t xml:space="preserve">e-mailovou adresu uvedenou v této dohodě (popř. jinou předem určenou kontaktní </w:t>
      </w:r>
      <w:r>
        <w:br/>
        <w:t xml:space="preserve">e-mailovou adresu), nebo prostřednictvím datové zprávy, </w:t>
      </w:r>
      <w:r w:rsidRPr="005F7653">
        <w:t xml:space="preserve">a to nejpozději do </w:t>
      </w:r>
      <w:r w:rsidRPr="005F7653">
        <w:rPr>
          <w:b/>
        </w:rPr>
        <w:t>3 pracovních dnů</w:t>
      </w:r>
      <w:r w:rsidRPr="005F7653">
        <w:t xml:space="preserve"> ode dne doručení návrhu dílčí smlouvy ze strany </w:t>
      </w:r>
      <w:r>
        <w:t>kupujícího</w:t>
      </w:r>
      <w:r w:rsidRPr="005F7653">
        <w:t xml:space="preserve">. </w:t>
      </w:r>
      <w:r>
        <w:t>Kupující</w:t>
      </w:r>
      <w:r w:rsidRPr="005F7653">
        <w:t xml:space="preserve"> následně bez zbytečného odkladu zajistí podpis dílčí smlouvy a doručí příslušný počet vyhotovení dílčích smluv podepsaných oběma smluvními stranami zpět </w:t>
      </w:r>
      <w:r>
        <w:t>prodávajícímu;</w:t>
      </w:r>
    </w:p>
    <w:p w14:paraId="4A0577CE" w14:textId="77777777" w:rsidR="00BE0287" w:rsidRPr="005F7653" w:rsidRDefault="00BE0287" w:rsidP="00BE0287">
      <w:pPr>
        <w:pStyle w:val="ListLetter-ContractCzechRadio"/>
        <w:numPr>
          <w:ilvl w:val="2"/>
          <w:numId w:val="6"/>
        </w:numPr>
        <w:jc w:val="both"/>
      </w:pPr>
      <w:r w:rsidRPr="005F7653">
        <w:t xml:space="preserve">bude-li plnění poskytováno na základě dílčí smlouvy, vzniká </w:t>
      </w:r>
      <w:r>
        <w:t>prodávajícímu</w:t>
      </w:r>
      <w:r w:rsidRPr="005F7653">
        <w:t xml:space="preserve"> povinnost k poskytnutí plnění účinností dílčí smlouvy, tj. jejím uveřejněním v registru smluv; to vše ve lhůtách stanovených touto dohodou nebo dílčí smlouvou</w:t>
      </w:r>
      <w:r>
        <w:t>;</w:t>
      </w:r>
    </w:p>
    <w:p w14:paraId="4ED1EFB4" w14:textId="77777777" w:rsidR="00BE0287" w:rsidRDefault="00BE0287" w:rsidP="00BE0287">
      <w:pPr>
        <w:pStyle w:val="ListLetter-ContractCzechRadio"/>
        <w:numPr>
          <w:ilvl w:val="2"/>
          <w:numId w:val="6"/>
        </w:numPr>
        <w:jc w:val="both"/>
      </w:pPr>
      <w:r>
        <w:t>případné změny v rozsahu a četnosti plnění vztahující se k dílčí smlouvě budou možné na základě vzájemné dohody smluvních stran, a to v podobě jejího dodatku. Taková dohoda musí být vždy písemná a podepsána oprávněnými osobami smluvních stran. Její součástí musí být stanovení aktualizované ceny, která nesmí být vyšší, než cena (resp. dílčí cena u jednotlivých položek, jde-li o změnu těchto položek) uvedená v cenové nabídce prodávajícího, která je součástí této dohody jako její příloha.</w:t>
      </w:r>
    </w:p>
    <w:p w14:paraId="66E5AC5F" w14:textId="77777777" w:rsidR="00BE0287" w:rsidRDefault="00BE0287" w:rsidP="00BE0287">
      <w:pPr>
        <w:pStyle w:val="ListNumber-ContractCzechRadio"/>
        <w:numPr>
          <w:ilvl w:val="1"/>
          <w:numId w:val="6"/>
        </w:numPr>
        <w:jc w:val="both"/>
      </w:pPr>
      <w:r>
        <w:t>Výzva kupujícího bude obsahovat alespoň tyto náležitosti:</w:t>
      </w:r>
    </w:p>
    <w:p w14:paraId="1412AC81" w14:textId="77777777" w:rsidR="00BE0287" w:rsidRDefault="00BE0287" w:rsidP="00BE0287">
      <w:pPr>
        <w:pStyle w:val="ListLetter-ContractCzechRadio"/>
        <w:numPr>
          <w:ilvl w:val="2"/>
          <w:numId w:val="6"/>
        </w:numPr>
        <w:jc w:val="both"/>
      </w:pPr>
      <w:r>
        <w:t>identifikační údaje kupujícího;</w:t>
      </w:r>
    </w:p>
    <w:p w14:paraId="2B708B3C" w14:textId="77777777" w:rsidR="00BE0287" w:rsidRDefault="00BE0287" w:rsidP="00BE0287">
      <w:pPr>
        <w:pStyle w:val="ListLetter-ContractCzechRadio"/>
        <w:numPr>
          <w:ilvl w:val="2"/>
          <w:numId w:val="6"/>
        </w:numPr>
        <w:jc w:val="both"/>
      </w:pPr>
      <w:r>
        <w:t>název a číslo jednací veřejné zakázky a jednotlivého dílčího plnění;</w:t>
      </w:r>
    </w:p>
    <w:p w14:paraId="179A4362" w14:textId="77777777" w:rsidR="00BE0287" w:rsidRDefault="00BE0287" w:rsidP="00BE0287">
      <w:pPr>
        <w:pStyle w:val="ListLetter-ContractCzechRadio"/>
        <w:numPr>
          <w:ilvl w:val="2"/>
          <w:numId w:val="6"/>
        </w:numPr>
        <w:jc w:val="both"/>
      </w:pPr>
      <w:r>
        <w:t>vymezení předmětu a rozsahu plnění, (způsob) určení ceny plnění v české měně bez DPH a s DPH;</w:t>
      </w:r>
    </w:p>
    <w:p w14:paraId="1417BE20" w14:textId="77777777" w:rsidR="00BE0287" w:rsidRDefault="00BE0287" w:rsidP="00BE0287">
      <w:pPr>
        <w:pStyle w:val="ListLetter-ContractCzechRadio"/>
        <w:numPr>
          <w:ilvl w:val="2"/>
          <w:numId w:val="6"/>
        </w:numPr>
        <w:jc w:val="both"/>
      </w:pPr>
      <w:r>
        <w:t>lhůtu a místo, případně způsob dílčího plnění;</w:t>
      </w:r>
    </w:p>
    <w:p w14:paraId="6DE59BF4" w14:textId="77777777" w:rsidR="00BE0287" w:rsidRDefault="00BE0287" w:rsidP="00BE0287">
      <w:pPr>
        <w:pStyle w:val="ListLetter-ContractCzechRadio"/>
        <w:numPr>
          <w:ilvl w:val="2"/>
          <w:numId w:val="6"/>
        </w:numPr>
        <w:jc w:val="both"/>
      </w:pPr>
      <w:r>
        <w:t>další požadavky na obsah plnění.</w:t>
      </w:r>
    </w:p>
    <w:p w14:paraId="1C9CC0AD" w14:textId="77777777" w:rsidR="00BE0287" w:rsidRDefault="00BE0287" w:rsidP="00BE0287">
      <w:pPr>
        <w:pStyle w:val="ListNumber-ContractCzechRadio"/>
        <w:numPr>
          <w:ilvl w:val="1"/>
          <w:numId w:val="6"/>
        </w:numPr>
        <w:jc w:val="both"/>
      </w:pPr>
      <w:r>
        <w:t>Nestanoví-li tato dohoda jinak a připouští-li to povaha věci, použijí se veškerá ustanovení týkající se dílčích smluv přiměřeně i na objednávky.</w:t>
      </w:r>
    </w:p>
    <w:p w14:paraId="44986904" w14:textId="77777777" w:rsidR="00BE0287" w:rsidRPr="006D0812" w:rsidRDefault="00BE0287" w:rsidP="00BE0287">
      <w:pPr>
        <w:pStyle w:val="Heading-Number-ContractCzechRadio"/>
        <w:numPr>
          <w:ilvl w:val="0"/>
          <w:numId w:val="13"/>
        </w:numPr>
      </w:pPr>
      <w:r>
        <w:t>Místo a doba odevzdání zboží</w:t>
      </w:r>
    </w:p>
    <w:p w14:paraId="260192D3" w14:textId="77777777" w:rsidR="00BE0287" w:rsidRPr="00D30A61" w:rsidRDefault="00BE0287" w:rsidP="00BE0287">
      <w:pPr>
        <w:pStyle w:val="ListNumber-ContractCzechRadio"/>
        <w:numPr>
          <w:ilvl w:val="1"/>
          <w:numId w:val="13"/>
        </w:numPr>
        <w:jc w:val="both"/>
      </w:pPr>
      <w:r>
        <w:t>Nestanoví-li dílčí smlouva či objednávka jinak, jsou m</w:t>
      </w:r>
      <w:r w:rsidRPr="00DE7AE5">
        <w:t>ístem odevzdání zboží</w:t>
      </w:r>
      <w:r>
        <w:t xml:space="preserve"> </w:t>
      </w:r>
      <w:r w:rsidRPr="00123A1D">
        <w:rPr>
          <w:rFonts w:cs="Arial"/>
          <w:szCs w:val="20"/>
        </w:rPr>
        <w:t xml:space="preserve">objekty </w:t>
      </w:r>
      <w:r>
        <w:rPr>
          <w:rFonts w:cs="Arial"/>
          <w:szCs w:val="20"/>
        </w:rPr>
        <w:t>kupujícího</w:t>
      </w:r>
      <w:r w:rsidRPr="00123A1D">
        <w:rPr>
          <w:rFonts w:cs="Arial"/>
          <w:szCs w:val="20"/>
        </w:rPr>
        <w:t xml:space="preserve"> na těchto adresách:</w:t>
      </w:r>
    </w:p>
    <w:p w14:paraId="256A705C"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Komplex </w:t>
      </w:r>
      <w:proofErr w:type="spellStart"/>
      <w:r w:rsidRPr="00C01E72">
        <w:t>ČRo</w:t>
      </w:r>
      <w:proofErr w:type="spellEnd"/>
      <w:r w:rsidRPr="00C01E72">
        <w:t>, Vinohradská 12, Římská 13, Římská 15, Praha</w:t>
      </w:r>
      <w:r>
        <w:t>;</w:t>
      </w:r>
    </w:p>
    <w:p w14:paraId="7F654CBD"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Regina a </w:t>
      </w:r>
      <w:proofErr w:type="spellStart"/>
      <w:r w:rsidRPr="00C01E72">
        <w:t>ČRo</w:t>
      </w:r>
      <w:proofErr w:type="spellEnd"/>
      <w:r w:rsidRPr="00C01E72">
        <w:t xml:space="preserve"> Region, Středočeský kraj, Hybešova 10, Praha 8</w:t>
      </w:r>
      <w:r>
        <w:t>;</w:t>
      </w:r>
    </w:p>
    <w:p w14:paraId="6C3DEE43"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České Budějovice, U Tří lvů 1, 370 01 České Budějovice</w:t>
      </w:r>
      <w:r>
        <w:t>;</w:t>
      </w:r>
    </w:p>
    <w:p w14:paraId="1EEA6712"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Region, Vysočina, Masarykovo náměstí 42, 586 01 Jihlava</w:t>
      </w:r>
      <w:r>
        <w:t>;</w:t>
      </w:r>
    </w:p>
    <w:p w14:paraId="2180D237"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Plzeň, Nám. Míru 10, 301 00 Plzeň</w:t>
      </w:r>
      <w:r>
        <w:t>;</w:t>
      </w:r>
    </w:p>
    <w:p w14:paraId="660D560E" w14:textId="77777777" w:rsidR="00BE0287" w:rsidRPr="00C01E72" w:rsidRDefault="00BE0287" w:rsidP="00BE0287">
      <w:pPr>
        <w:pStyle w:val="ListLetter-ContractCzechRadio"/>
        <w:numPr>
          <w:ilvl w:val="2"/>
          <w:numId w:val="13"/>
        </w:numPr>
        <w:spacing w:after="0"/>
        <w:jc w:val="both"/>
      </w:pPr>
      <w:proofErr w:type="spellStart"/>
      <w:r w:rsidRPr="00C01E72">
        <w:lastRenderedPageBreak/>
        <w:t>ČRo</w:t>
      </w:r>
      <w:proofErr w:type="spellEnd"/>
      <w:r w:rsidRPr="00C01E72">
        <w:t xml:space="preserve"> Karlovy Vary, Zítkova 3, 360 01 Karlovy Vary</w:t>
      </w:r>
      <w:r>
        <w:t>;</w:t>
      </w:r>
    </w:p>
    <w:p w14:paraId="28AB3B44"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Sever, Na Schodech 10, 400 01 Ústí nad Labem</w:t>
      </w:r>
      <w:r>
        <w:t>;</w:t>
      </w:r>
    </w:p>
    <w:p w14:paraId="4C0D73EC"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Liberec, Modrá 1048, 460 06 Liberec 6</w:t>
      </w:r>
      <w:r>
        <w:t>;</w:t>
      </w:r>
    </w:p>
    <w:p w14:paraId="3B2504DE" w14:textId="77777777" w:rsidR="00BE0287" w:rsidRPr="00C01E72" w:rsidRDefault="00BE0287" w:rsidP="00BE0287">
      <w:pPr>
        <w:pStyle w:val="ListLetter-ContractCzechRadio"/>
        <w:numPr>
          <w:ilvl w:val="2"/>
          <w:numId w:val="13"/>
        </w:numPr>
        <w:spacing w:after="0"/>
        <w:jc w:val="both"/>
      </w:pPr>
      <w:proofErr w:type="spellStart"/>
      <w:proofErr w:type="gramStart"/>
      <w:r w:rsidRPr="00C01E72">
        <w:t>Čro</w:t>
      </w:r>
      <w:proofErr w:type="spellEnd"/>
      <w:r w:rsidRPr="00C01E72">
        <w:t xml:space="preserve">  Hradec</w:t>
      </w:r>
      <w:proofErr w:type="gramEnd"/>
      <w:r w:rsidRPr="00C01E72">
        <w:t xml:space="preserve"> Králové, Havlíčkova 292, 501 01 Hradec Králové</w:t>
      </w:r>
      <w:r>
        <w:t>;</w:t>
      </w:r>
    </w:p>
    <w:p w14:paraId="16389437" w14:textId="77777777" w:rsidR="00BE0287" w:rsidRPr="00C01E72" w:rsidRDefault="00BE0287" w:rsidP="00BE0287">
      <w:pPr>
        <w:pStyle w:val="ListLetter-ContractCzechRadio"/>
        <w:numPr>
          <w:ilvl w:val="2"/>
          <w:numId w:val="13"/>
        </w:numPr>
        <w:spacing w:after="0"/>
        <w:jc w:val="both"/>
      </w:pPr>
      <w:proofErr w:type="spellStart"/>
      <w:proofErr w:type="gramStart"/>
      <w:r w:rsidRPr="00C01E72">
        <w:t>Čro</w:t>
      </w:r>
      <w:proofErr w:type="spellEnd"/>
      <w:r w:rsidRPr="00C01E72">
        <w:t xml:space="preserve">  Pardubice</w:t>
      </w:r>
      <w:proofErr w:type="gramEnd"/>
      <w:r w:rsidRPr="00C01E72">
        <w:t>, Svaté Anežky České 29, 530 02 Pardubice</w:t>
      </w:r>
      <w:r>
        <w:t>;</w:t>
      </w:r>
    </w:p>
    <w:p w14:paraId="139AB41C"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Brno, Beethovenova 4, Brno</w:t>
      </w:r>
      <w:r>
        <w:t>;</w:t>
      </w:r>
    </w:p>
    <w:p w14:paraId="30FC5D81"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Brno, </w:t>
      </w:r>
      <w:r>
        <w:t>Dvorského 10</w:t>
      </w:r>
      <w:r w:rsidRPr="00C01E72">
        <w:t>, Brno</w:t>
      </w:r>
      <w:r>
        <w:t>;</w:t>
      </w:r>
    </w:p>
    <w:p w14:paraId="5C9BF4B4" w14:textId="77777777" w:rsidR="00BE0287" w:rsidRPr="00C01E72"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Zlín, Osvoboditelů 187, 760 01 Zlín</w:t>
      </w:r>
      <w:r>
        <w:t>;</w:t>
      </w:r>
    </w:p>
    <w:p w14:paraId="66078B3C" w14:textId="77777777" w:rsidR="00BE0287" w:rsidRDefault="00BE0287" w:rsidP="00BE0287">
      <w:pPr>
        <w:pStyle w:val="ListLetter-ContractCzechRadio"/>
        <w:numPr>
          <w:ilvl w:val="2"/>
          <w:numId w:val="13"/>
        </w:numPr>
        <w:spacing w:after="0"/>
        <w:jc w:val="both"/>
      </w:pPr>
      <w:proofErr w:type="spellStart"/>
      <w:r w:rsidRPr="00C01E72">
        <w:t>ČRo</w:t>
      </w:r>
      <w:proofErr w:type="spellEnd"/>
      <w:r w:rsidRPr="00C01E72">
        <w:t xml:space="preserve"> Olomouc, Horní nám. 20, Horní nám. 21, 771 06 Olomouc</w:t>
      </w:r>
      <w:r>
        <w:t>;</w:t>
      </w:r>
    </w:p>
    <w:p w14:paraId="4A756193" w14:textId="77777777" w:rsidR="00BE0287" w:rsidRPr="00C01E72" w:rsidRDefault="00BE0287" w:rsidP="00BE0287">
      <w:pPr>
        <w:pStyle w:val="ListLetter-ContractCzechRadio"/>
        <w:numPr>
          <w:ilvl w:val="2"/>
          <w:numId w:val="13"/>
        </w:numPr>
        <w:spacing w:after="0"/>
        <w:jc w:val="both"/>
      </w:pPr>
      <w:proofErr w:type="spellStart"/>
      <w:r>
        <w:t>ČRo</w:t>
      </w:r>
      <w:proofErr w:type="spellEnd"/>
      <w:r>
        <w:t xml:space="preserve"> Olomouc, Pavelčákova 2/19, 771 06 Olomouc;</w:t>
      </w:r>
    </w:p>
    <w:p w14:paraId="142D2A02" w14:textId="77777777" w:rsidR="00BE0287" w:rsidRPr="00123A1D" w:rsidRDefault="00BE0287" w:rsidP="00BE0287">
      <w:pPr>
        <w:pStyle w:val="ListLetter-ContractCzechRadio"/>
        <w:numPr>
          <w:ilvl w:val="2"/>
          <w:numId w:val="13"/>
        </w:numPr>
        <w:jc w:val="both"/>
      </w:pPr>
      <w:proofErr w:type="spellStart"/>
      <w:r w:rsidRPr="00C01E72">
        <w:t>ČRo</w:t>
      </w:r>
      <w:proofErr w:type="spellEnd"/>
      <w:r w:rsidRPr="00C01E72">
        <w:t xml:space="preserve"> Ostrava, Dr. Šmerala 2, Dr. Šmerala 4, Dr. Šmerala 6, 702 00 Ostrava</w:t>
      </w:r>
      <w:r>
        <w:t>.</w:t>
      </w:r>
    </w:p>
    <w:p w14:paraId="23B14DE5" w14:textId="77777777" w:rsidR="00BE0287" w:rsidRDefault="00BE0287" w:rsidP="00BE0287">
      <w:pPr>
        <w:pStyle w:val="ListNumber-ContractCzechRadio"/>
        <w:numPr>
          <w:ilvl w:val="1"/>
          <w:numId w:val="13"/>
        </w:numPr>
        <w:spacing w:before="120"/>
        <w:jc w:val="both"/>
      </w:pPr>
      <w:r>
        <w:t>Prodávající se zavazuje odevzdat zboží v místě plnění určeném dílčí smlouvou na vlastní náklad zpravidla nejpozději do 15 dnů</w:t>
      </w:r>
      <w:r>
        <w:rPr>
          <w:rFonts w:cs="Arial"/>
          <w:szCs w:val="20"/>
        </w:rPr>
        <w:t xml:space="preserve"> </w:t>
      </w:r>
      <w:r>
        <w:rPr>
          <w:rFonts w:cs="Arial"/>
          <w:b/>
          <w:szCs w:val="20"/>
        </w:rPr>
        <w:t>ode dne účinnosti dílčí smlouvy</w:t>
      </w:r>
      <w:r>
        <w:rPr>
          <w:rFonts w:cs="Arial"/>
          <w:szCs w:val="20"/>
        </w:rPr>
        <w:t>, pokud dílčí smlouva nestanoví jinak.</w:t>
      </w:r>
      <w:r>
        <w:t xml:space="preserve"> </w:t>
      </w:r>
    </w:p>
    <w:p w14:paraId="64060263" w14:textId="77777777" w:rsidR="00BE0287" w:rsidRDefault="00BE0287" w:rsidP="00BE0287">
      <w:pPr>
        <w:pStyle w:val="ListNumber-ContractCzechRadio"/>
        <w:numPr>
          <w:ilvl w:val="1"/>
          <w:numId w:val="13"/>
        </w:numPr>
        <w:spacing w:before="120"/>
        <w:jc w:val="both"/>
      </w:pPr>
      <w:r>
        <w:t xml:space="preserve">Prodávající je povinen místo a dobu odevzdání zboží oznámit kupujícímu nejméně 3 pracovní dny předem na e-mail zástupce pro věcná jednání uvedeného v této </w:t>
      </w:r>
      <w:r>
        <w:rPr>
          <w:rFonts w:cs="Arial"/>
          <w:szCs w:val="20"/>
        </w:rPr>
        <w:t>dohodě</w:t>
      </w:r>
      <w:r>
        <w:t>.</w:t>
      </w:r>
    </w:p>
    <w:p w14:paraId="559672A5" w14:textId="77777777" w:rsidR="00BE0287" w:rsidRPr="00F379FE" w:rsidRDefault="00BE0287" w:rsidP="00BE0287">
      <w:pPr>
        <w:pStyle w:val="ListNumber-ContractCzechRadio"/>
        <w:numPr>
          <w:ilvl w:val="1"/>
          <w:numId w:val="13"/>
        </w:numPr>
        <w:spacing w:before="120"/>
        <w:jc w:val="both"/>
      </w:pPr>
      <w:r>
        <w:t>Prodávající</w:t>
      </w:r>
      <w:r w:rsidRPr="004545D6">
        <w:t xml:space="preserve"> je povinen při </w:t>
      </w:r>
      <w:r>
        <w:t>odevzdání zboží</w:t>
      </w:r>
      <w:r w:rsidRPr="004545D6">
        <w:t xml:space="preserve"> dodržovat pravidla bezpečnosti a ochrany zdraví při práci, pravidla požární bezpečnosti a vnitřní předpisy </w:t>
      </w:r>
      <w:r>
        <w:t>kupujícího</w:t>
      </w:r>
      <w:r w:rsidRPr="004545D6">
        <w:t xml:space="preserve">, se kterými byl seznámen. Přílohou této </w:t>
      </w:r>
      <w:r>
        <w:t>dohody</w:t>
      </w:r>
      <w:r w:rsidRPr="004545D6">
        <w:t xml:space="preserve"> </w:t>
      </w:r>
      <w:r>
        <w:t xml:space="preserve">jsou </w:t>
      </w:r>
      <w:r w:rsidRPr="004545D6">
        <w:t>Podmínky provádění činností</w:t>
      </w:r>
      <w:r>
        <w:t xml:space="preserve"> externích osob v objektech </w:t>
      </w:r>
      <w:proofErr w:type="spellStart"/>
      <w:r>
        <w:t>ČRo</w:t>
      </w:r>
      <w:proofErr w:type="spellEnd"/>
      <w:r w:rsidRPr="004545D6">
        <w:t xml:space="preserve">, které je </w:t>
      </w:r>
      <w:r>
        <w:t>prodávající</w:t>
      </w:r>
      <w:r w:rsidRPr="004545D6">
        <w:t xml:space="preserve"> povinen dodržovat</w:t>
      </w:r>
      <w:r>
        <w:t>.</w:t>
      </w:r>
      <w:r w:rsidRPr="00F379FE">
        <w:rPr>
          <w:szCs w:val="20"/>
        </w:rPr>
        <w:t xml:space="preserve"> </w:t>
      </w:r>
    </w:p>
    <w:p w14:paraId="07B90640" w14:textId="77777777" w:rsidR="00BE0287" w:rsidRPr="00875DD1" w:rsidRDefault="00BE0287" w:rsidP="00BE0287">
      <w:pPr>
        <w:pStyle w:val="ListNumber-ContractCzechRadio"/>
        <w:numPr>
          <w:ilvl w:val="1"/>
          <w:numId w:val="13"/>
        </w:numPr>
        <w:spacing w:before="120"/>
        <w:jc w:val="both"/>
      </w:pPr>
      <w:r w:rsidRPr="00F379FE">
        <w:rPr>
          <w:szCs w:val="20"/>
        </w:rPr>
        <w:t xml:space="preserve">Prodávající zajistí, aby vlivem jeho činnosti nedošlo ke znečištění či poškození majetku, zařízení a prostor kupujícího. V případě potřeby zajistí prodávající přiměřené zakrytí příslušných ploch (pracovní stoly, počítače, koberce). Při práci v nahrávacích, efektových a vysílacích studiích a v režiích bude vždy zajištěno zakrytí mikrofonů, obslužných pultů, počítačové techniky a reproduktorů pomocí čisté igelitové zakrývací fólie. </w:t>
      </w:r>
    </w:p>
    <w:p w14:paraId="603184B6" w14:textId="77777777" w:rsidR="00BE0287" w:rsidRPr="00875DD1" w:rsidRDefault="00BE0287" w:rsidP="00BE0287">
      <w:pPr>
        <w:pStyle w:val="ListNumber-ContractCzechRadio"/>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rFonts w:ascii="Calibri" w:eastAsiaTheme="minorHAnsi" w:hAnsi="Calibri"/>
          <w:bCs/>
        </w:rPr>
      </w:pPr>
      <w:r w:rsidRPr="005D633A">
        <w:rPr>
          <w:bCs/>
        </w:rPr>
        <w:t>Prodávající bere na vědomí, že v objektech kupujícího probíhá rozhlasové vysílání, případně natáčení příspěvků a pořadů produkovaných kupujícím, a provádění veškerých prací spojených s dodávkou a instalací zboží musí být prováděno tak, aby nedošlo k narušení vysílání či provozu činnosti kupujícího.</w:t>
      </w:r>
      <w:r>
        <w:rPr>
          <w:b/>
          <w:bCs/>
        </w:rPr>
        <w:t xml:space="preserve"> </w:t>
      </w:r>
      <w:r w:rsidRPr="00875DD1">
        <w:rPr>
          <w:bCs/>
        </w:rPr>
        <w:t xml:space="preserve">Budou-li součástí instalace zboží </w:t>
      </w:r>
      <w:r>
        <w:rPr>
          <w:bCs/>
        </w:rPr>
        <w:t xml:space="preserve">v objektu kupujícího </w:t>
      </w:r>
      <w:r w:rsidRPr="00875DD1">
        <w:rPr>
          <w:bCs/>
        </w:rPr>
        <w:t>i hlučné práce (</w:t>
      </w:r>
      <w:r>
        <w:rPr>
          <w:bCs/>
        </w:rPr>
        <w:t xml:space="preserve">např. </w:t>
      </w:r>
      <w:r w:rsidRPr="00875DD1">
        <w:rPr>
          <w:bCs/>
        </w:rPr>
        <w:t>zhotovení prostupů, vrtání), je prodávající povinen tyto práce provádět v době, kdy budou mít co nejnižší dopad na hladký průběh vysílání kupujícího. Na konkrétním termínu provádění těchto prací jsou smluvní strany povinny se dohodnout před jejich započetím.</w:t>
      </w:r>
    </w:p>
    <w:p w14:paraId="66BD348C" w14:textId="77777777" w:rsidR="00BE0287" w:rsidRPr="009544D7" w:rsidRDefault="00BE0287" w:rsidP="00BE0287">
      <w:pPr>
        <w:pStyle w:val="ListNumber-ContractCzechRadio"/>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both"/>
        <w:rPr>
          <w:bCs/>
        </w:rPr>
      </w:pPr>
      <w:r>
        <w:t>Prodávající</w:t>
      </w:r>
      <w:r w:rsidRPr="004545D6">
        <w:t xml:space="preserve"> se zavazuje uvést </w:t>
      </w:r>
      <w:r>
        <w:t>odevzdání zboží</w:t>
      </w:r>
      <w:r w:rsidRPr="004545D6">
        <w:t xml:space="preserve"> do původního stavu a na vlastní náklady odstranit v souladu s platnými právními předpisy odpad vzniklý při </w:t>
      </w:r>
      <w:r>
        <w:t>instalaci zboží spolu s veškerým nevyužitým materiálem,</w:t>
      </w:r>
      <w:r w:rsidRPr="00AD68DA">
        <w:t xml:space="preserve"> </w:t>
      </w:r>
      <w:r>
        <w:t>a to nejpozději ke dni odevzdání zboží kupujícímu</w:t>
      </w:r>
      <w:r w:rsidRPr="004545D6">
        <w:t>.</w:t>
      </w:r>
      <w:r>
        <w:t xml:space="preserve"> Současně prodávající podpisem této smlouvy prohlašuje, že se dostatečným způsobem seznámil s místem odevzdání zboží, a je tak plně způsobilý k řádnému plnění povinností dle této smlouvy.</w:t>
      </w:r>
    </w:p>
    <w:p w14:paraId="0395D76C" w14:textId="77777777" w:rsidR="00BE0287" w:rsidRPr="006D0812" w:rsidRDefault="00BE0287" w:rsidP="00BE0287">
      <w:pPr>
        <w:pStyle w:val="Heading-Number-ContractCzechRadio"/>
        <w:numPr>
          <w:ilvl w:val="0"/>
          <w:numId w:val="13"/>
        </w:numPr>
      </w:pPr>
      <w:r w:rsidRPr="006D0812">
        <w:t>Cena a platební podmínky</w:t>
      </w:r>
    </w:p>
    <w:p w14:paraId="267607AD" w14:textId="77777777" w:rsidR="00BE0287" w:rsidRDefault="00BE0287" w:rsidP="00BE0287">
      <w:pPr>
        <w:pStyle w:val="ListNumber-ContractCzechRadio"/>
        <w:numPr>
          <w:ilvl w:val="1"/>
          <w:numId w:val="13"/>
        </w:numPr>
        <w:jc w:val="both"/>
      </w:pPr>
      <w:r>
        <w:t xml:space="preserve">Cena plnění dle této dohody za dobu její účinnosti nepřesáhne částku ve výši </w:t>
      </w:r>
      <w:r>
        <w:rPr>
          <w:b/>
        </w:rPr>
        <w:t>4.0</w:t>
      </w:r>
      <w:r w:rsidRPr="00692BD6">
        <w:rPr>
          <w:b/>
        </w:rPr>
        <w:t>00.000,- Kč</w:t>
      </w:r>
      <w:r w:rsidRPr="005E4F2E">
        <w:rPr>
          <w:b/>
        </w:rPr>
        <w:t xml:space="preserve"> </w:t>
      </w:r>
      <w:r>
        <w:rPr>
          <w:rFonts w:cs="Arial"/>
          <w:szCs w:val="20"/>
        </w:rPr>
        <w:t xml:space="preserve">(slovy: čtyři miliony korun českých) </w:t>
      </w:r>
      <w:r w:rsidRPr="005E4F2E">
        <w:rPr>
          <w:b/>
        </w:rPr>
        <w:t>bez DPH</w:t>
      </w:r>
      <w:r>
        <w:t>.</w:t>
      </w:r>
      <w:r w:rsidRPr="008559A7">
        <w:t xml:space="preserve"> </w:t>
      </w:r>
    </w:p>
    <w:p w14:paraId="19114F97" w14:textId="77777777" w:rsidR="00BE0287" w:rsidRDefault="00BE0287" w:rsidP="00BE0287">
      <w:pPr>
        <w:pStyle w:val="ListNumber-ContractCzechRadio"/>
        <w:numPr>
          <w:ilvl w:val="1"/>
          <w:numId w:val="13"/>
        </w:numPr>
        <w:jc w:val="both"/>
      </w:pPr>
      <w:r w:rsidRPr="00FE70C5">
        <w:t>Kupující je povinen</w:t>
      </w:r>
      <w:r w:rsidRPr="003B2AA6">
        <w:t xml:space="preserve"> </w:t>
      </w:r>
      <w:r>
        <w:t>za zboží</w:t>
      </w:r>
      <w:r w:rsidRPr="005D1AE8">
        <w:t xml:space="preserve"> </w:t>
      </w:r>
      <w:r>
        <w:t>hradit prodávajícímu ceny</w:t>
      </w:r>
      <w:r w:rsidRPr="005D1AE8">
        <w:t xml:space="preserve"> v souladu s </w:t>
      </w:r>
      <w:r>
        <w:t>jeho</w:t>
      </w:r>
      <w:r w:rsidRPr="005D1AE8">
        <w:t> nabídkou v </w:t>
      </w:r>
      <w:r>
        <w:t>z</w:t>
      </w:r>
      <w:r w:rsidRPr="005D1AE8">
        <w:t>adávacím řízení</w:t>
      </w:r>
      <w:r>
        <w:t xml:space="preserve"> </w:t>
      </w:r>
      <w:r w:rsidRPr="00407AAA">
        <w:rPr>
          <w:rFonts w:cs="Arial"/>
        </w:rPr>
        <w:t>k veřejné zakázce</w:t>
      </w:r>
      <w:r>
        <w:rPr>
          <w:rFonts w:cs="Arial"/>
        </w:rPr>
        <w:t>, a to za plnění po něm požadovaná jednotlivými dílčími smlouvami či objednávkami</w:t>
      </w:r>
      <w:r>
        <w:t>.</w:t>
      </w:r>
      <w:r w:rsidRPr="00E42F0D">
        <w:t xml:space="preserve"> </w:t>
      </w:r>
      <w:r>
        <w:t xml:space="preserve">Režim DPH bude uplatněn v souladu se zákonem </w:t>
      </w:r>
      <w:r w:rsidRPr="006D0812">
        <w:t xml:space="preserve">č. 235/2004 Sb., o </w:t>
      </w:r>
      <w:r>
        <w:t>dani z přidané hodnoty,</w:t>
      </w:r>
      <w:r w:rsidRPr="006D0812">
        <w:t xml:space="preserve"> v</w:t>
      </w:r>
      <w:r>
        <w:t>e</w:t>
      </w:r>
      <w:r w:rsidRPr="006D0812">
        <w:t xml:space="preserve"> znění</w:t>
      </w:r>
      <w:r>
        <w:t xml:space="preserve"> pozdějších předpisů</w:t>
      </w:r>
      <w:r w:rsidRPr="006D0812">
        <w:t> (</w:t>
      </w:r>
      <w:r>
        <w:t>dále jen „</w:t>
      </w:r>
      <w:r w:rsidRPr="00AC7971">
        <w:rPr>
          <w:b/>
        </w:rPr>
        <w:t>ZDPH</w:t>
      </w:r>
      <w:r>
        <w:t>“</w:t>
      </w:r>
      <w:r w:rsidRPr="006D0812">
        <w:t>)</w:t>
      </w:r>
      <w:r>
        <w:t>.</w:t>
      </w:r>
    </w:p>
    <w:p w14:paraId="4827223B" w14:textId="77777777" w:rsidR="00BE0287" w:rsidRDefault="00BE0287" w:rsidP="00BE0287">
      <w:pPr>
        <w:pStyle w:val="ListNumber-ContractCzechRadio"/>
        <w:numPr>
          <w:ilvl w:val="1"/>
          <w:numId w:val="13"/>
        </w:numPr>
        <w:jc w:val="both"/>
      </w:pPr>
      <w:r>
        <w:lastRenderedPageBreak/>
        <w:t>Ceny uvedené v této dohodě</w:t>
      </w:r>
      <w:r w:rsidRPr="006D0812">
        <w:t xml:space="preserve"> </w:t>
      </w:r>
      <w:r>
        <w:t xml:space="preserve">vč. jejích přílohách </w:t>
      </w:r>
      <w:r w:rsidRPr="006D0812">
        <w:t>j</w:t>
      </w:r>
      <w:r>
        <w:t>sou</w:t>
      </w:r>
      <w:r w:rsidRPr="006D0812">
        <w:t xml:space="preserve"> konečn</w:t>
      </w:r>
      <w:r>
        <w:t>é</w:t>
      </w:r>
      <w:r w:rsidRPr="006D0812">
        <w:t xml:space="preserve"> a zahrnuj</w:t>
      </w:r>
      <w:r>
        <w:t>í</w:t>
      </w:r>
      <w:r w:rsidRPr="006D0812">
        <w:t xml:space="preserve"> veškeré náklady prodávajícího související s odevzdáním zboží </w:t>
      </w:r>
      <w:r>
        <w:t xml:space="preserve">kupujícímu a splnění všech povinností </w:t>
      </w:r>
      <w:r w:rsidRPr="006D0812">
        <w:t xml:space="preserve">dle této </w:t>
      </w:r>
      <w:r>
        <w:t>dohod</w:t>
      </w:r>
      <w:r w:rsidRPr="006D0812">
        <w:t>y</w:t>
      </w:r>
      <w:r>
        <w:t xml:space="preserve"> a příslušné dílčí smlouvy</w:t>
      </w:r>
      <w:r w:rsidRPr="006D0812">
        <w:t xml:space="preserve"> (např. doprava zboží do místa odevzdání, zabalení zboží</w:t>
      </w:r>
      <w:r>
        <w:t>, cla a jiné poplatky, další náklady nezbytné k řádnému plnění této dohody</w:t>
      </w:r>
      <w:r w:rsidRPr="006D0812">
        <w:t>).</w:t>
      </w:r>
      <w:r>
        <w:t xml:space="preserve"> Kupující neposkytuje prodávajícímu jakékoli zálohy.</w:t>
      </w:r>
    </w:p>
    <w:p w14:paraId="20590B20" w14:textId="77777777" w:rsidR="00BE0287" w:rsidRPr="006D0812" w:rsidRDefault="00BE0287" w:rsidP="00BE0287">
      <w:pPr>
        <w:pStyle w:val="ListNumber-ContractCzechRadio"/>
        <w:numPr>
          <w:ilvl w:val="1"/>
          <w:numId w:val="13"/>
        </w:numPr>
        <w:jc w:val="both"/>
      </w:pPr>
      <w:r w:rsidRPr="006D0812">
        <w:t>Úhrada ceny bude prov</w:t>
      </w:r>
      <w:r>
        <w:t>áděna kupujícím</w:t>
      </w:r>
      <w:r w:rsidRPr="006D0812">
        <w:t xml:space="preserve"> po odevzdání zboží </w:t>
      </w:r>
      <w:r>
        <w:t xml:space="preserve">dle objednávky nebo dílčí smlouvy kupujícímu </w:t>
      </w:r>
      <w:r w:rsidRPr="006D0812">
        <w:t>na základě daňového dokladu (</w:t>
      </w:r>
      <w:r>
        <w:t>dále jen „</w:t>
      </w:r>
      <w:r w:rsidRPr="00AC7971">
        <w:rPr>
          <w:b/>
        </w:rPr>
        <w:t>faktura</w:t>
      </w:r>
      <w:r>
        <w:t>“</w:t>
      </w:r>
      <w:r w:rsidRPr="006D0812">
        <w:t>). Prodávající má právo na zaplacení ceny</w:t>
      </w:r>
      <w:r>
        <w:t xml:space="preserve"> zboží</w:t>
      </w:r>
      <w:r w:rsidRPr="006D0812">
        <w:t xml:space="preserve"> okamžikem řádného splnění svého závazku, tedy okamžikem odevzdání veškerého zboží kupujícímu dle </w:t>
      </w:r>
      <w:r>
        <w:t>objednávky nebo dílčí smlouvy</w:t>
      </w:r>
      <w:r w:rsidRPr="006D0812">
        <w:t xml:space="preserve">. </w:t>
      </w:r>
    </w:p>
    <w:p w14:paraId="130C8E5D" w14:textId="77777777" w:rsidR="00BE0287" w:rsidRDefault="00BE0287" w:rsidP="00BE0287">
      <w:pPr>
        <w:pStyle w:val="ListNumber-ContractCzechRadio"/>
        <w:numPr>
          <w:ilvl w:val="1"/>
          <w:numId w:val="13"/>
        </w:numPr>
        <w:jc w:val="both"/>
      </w:pPr>
      <w:r>
        <w:t>Splatnost faktur</w:t>
      </w:r>
      <w:r w:rsidRPr="006D0812">
        <w:t xml:space="preserve"> činí 24 dnů od </w:t>
      </w:r>
      <w:r w:rsidRPr="00095A66">
        <w:rPr>
          <w:rFonts w:cs="Arial"/>
          <w:szCs w:val="20"/>
        </w:rPr>
        <w:t xml:space="preserve">data vystavení </w:t>
      </w:r>
      <w:r>
        <w:rPr>
          <w:rFonts w:cs="Arial"/>
          <w:szCs w:val="20"/>
        </w:rPr>
        <w:t xml:space="preserve">každé faktury </w:t>
      </w:r>
      <w:r w:rsidRPr="00095A66">
        <w:rPr>
          <w:rFonts w:cs="Arial"/>
          <w:szCs w:val="20"/>
        </w:rPr>
        <w:t xml:space="preserve">prodávajícím za předpokladu </w:t>
      </w:r>
      <w:r>
        <w:rPr>
          <w:rFonts w:cs="Arial"/>
          <w:szCs w:val="20"/>
        </w:rPr>
        <w:t>jejího</w:t>
      </w:r>
      <w:r w:rsidRPr="00095A66">
        <w:rPr>
          <w:rFonts w:cs="Arial"/>
          <w:szCs w:val="20"/>
        </w:rPr>
        <w:t xml:space="preserve"> doručení kupujícímu do</w:t>
      </w:r>
      <w:r>
        <w:rPr>
          <w:rFonts w:cs="Arial"/>
          <w:szCs w:val="20"/>
        </w:rPr>
        <w:t xml:space="preserve"> 3 </w:t>
      </w:r>
      <w:r w:rsidRPr="00095A66">
        <w:rPr>
          <w:rFonts w:cs="Arial"/>
          <w:szCs w:val="20"/>
        </w:rPr>
        <w:t>dnů od data vystavení. V případě pozdějšího doručení faktury činí splatnost 21 dnů od data</w:t>
      </w:r>
      <w:r w:rsidRPr="006D0812">
        <w:t xml:space="preserve"> </w:t>
      </w:r>
      <w:r>
        <w:t>skutečného</w:t>
      </w:r>
      <w:r w:rsidRPr="006D0812">
        <w:t xml:space="preserve"> doručení </w:t>
      </w:r>
      <w:r>
        <w:t xml:space="preserve">faktury </w:t>
      </w:r>
      <w:r w:rsidRPr="006D0812">
        <w:t>kupujícímu.</w:t>
      </w:r>
      <w:r w:rsidRPr="00C645D5">
        <w:t xml:space="preserve"> </w:t>
      </w:r>
      <w:r w:rsidRPr="00BC1D89">
        <w:t xml:space="preserve">Využije-li </w:t>
      </w:r>
      <w:r>
        <w:t>prodávající</w:t>
      </w:r>
      <w:r w:rsidRPr="00BC1D89">
        <w:t xml:space="preserve"> možnost zaslat </w:t>
      </w:r>
      <w:r>
        <w:t>kupujícímu</w:t>
      </w:r>
      <w:r w:rsidRPr="00BC1D89">
        <w:t xml:space="preserve"> fakturu elektronickou poštou, je povinen ji zaslat v PDF formátu ze své e-mailové adresy na e-mailovou adresu </w:t>
      </w:r>
      <w:r>
        <w:t>kupujícího</w:t>
      </w:r>
      <w:r w:rsidRPr="00BC1D89">
        <w:t xml:space="preserve"> </w:t>
      </w:r>
      <w:hyperlink r:id="rId8" w:history="1">
        <w:r w:rsidRPr="00A202CF">
          <w:rPr>
            <w:rStyle w:val="Hypertextovodkaz"/>
            <w:b/>
          </w:rPr>
          <w:t>fakturace@rozhlas.cz</w:t>
        </w:r>
      </w:hyperlink>
      <w:r w:rsidRPr="0041566C">
        <w:t xml:space="preserve"> a v kopii na e-mailovou adresu zástupce </w:t>
      </w:r>
      <w:r>
        <w:t>kupujícího</w:t>
      </w:r>
      <w:r w:rsidRPr="0041566C">
        <w:t xml:space="preserve"> pro věcná jednání dle této </w:t>
      </w:r>
      <w:r>
        <w:t>dohody</w:t>
      </w:r>
      <w:r w:rsidRPr="00BC1D89">
        <w:t xml:space="preserve">. Za den doručení faktury se v takovém případě považuje den jejího doručení do </w:t>
      </w:r>
      <w:r>
        <w:t>uvedených e-mailových</w:t>
      </w:r>
      <w:r w:rsidRPr="00BC1D89">
        <w:t xml:space="preserve"> schrán</w:t>
      </w:r>
      <w:r>
        <w:t>ek</w:t>
      </w:r>
      <w:r w:rsidRPr="00BC1D89">
        <w:t xml:space="preserve"> </w:t>
      </w:r>
      <w:r>
        <w:t>kupujícího</w:t>
      </w:r>
      <w:r w:rsidRPr="00BC1D89">
        <w:t>.</w:t>
      </w:r>
    </w:p>
    <w:p w14:paraId="63BE410D" w14:textId="77777777" w:rsidR="00BE0287" w:rsidRDefault="00BE0287" w:rsidP="00BE0287">
      <w:pPr>
        <w:pStyle w:val="ListNumber-ContractCzechRadio"/>
        <w:numPr>
          <w:ilvl w:val="1"/>
          <w:numId w:val="13"/>
        </w:numPr>
        <w:jc w:val="both"/>
      </w:pPr>
      <w:r>
        <w:t xml:space="preserve">Faktury musí obsahovat označení této rámcové </w:t>
      </w:r>
      <w:r>
        <w:rPr>
          <w:rFonts w:cs="Arial"/>
          <w:szCs w:val="20"/>
        </w:rPr>
        <w:t xml:space="preserve">dohody </w:t>
      </w:r>
      <w:r>
        <w:t>i dílčí smlouvy či objednávky, ke které se faktura vztahuje. Součástí faktur budou jako jejich přílohy následující dokumenty: (1) seznam, v němž budou podrobně rozvedeny jednotlivé fakturované položky vč. uvedení ceny každé položky a (2) kopie protokolu o odevzdání potvrzeného oprávněnými zástupci smluvních stran.</w:t>
      </w:r>
    </w:p>
    <w:p w14:paraId="14D28391" w14:textId="77777777" w:rsidR="00BE0287" w:rsidRPr="006D0812" w:rsidRDefault="00BE0287" w:rsidP="00BE0287">
      <w:pPr>
        <w:pStyle w:val="ListNumber-ContractCzechRadio"/>
        <w:numPr>
          <w:ilvl w:val="1"/>
          <w:numId w:val="13"/>
        </w:numPr>
        <w:jc w:val="both"/>
      </w:pPr>
      <w:r w:rsidRPr="006D0812">
        <w:t>Faktur</w:t>
      </w:r>
      <w:r>
        <w:t>y</w:t>
      </w:r>
      <w:r w:rsidRPr="006D0812">
        <w:t xml:space="preserve"> musí mít veškeré náležitosti dle platných právních předpisů a </w:t>
      </w:r>
      <w:r>
        <w:t>dle této dohody</w:t>
      </w:r>
      <w:r w:rsidRPr="006D0812">
        <w:t xml:space="preserve">. V případě, že faktura neobsahuje tyto náležitosti nebo obsahuje nesprávné údaje, je kupující oprávněn fakturu vrátit prodávajícímu a ten je povinen vystavit fakturu novou nebo ji opravit. Po tuto dobu lhůta splatnosti neběží a začíná plynout </w:t>
      </w:r>
      <w:r>
        <w:t>od počátku</w:t>
      </w:r>
      <w:r w:rsidRPr="006D0812">
        <w:t xml:space="preserve"> okamžikem doručení nové nebo opravené faktury</w:t>
      </w:r>
      <w:r>
        <w:t xml:space="preserve"> kupujícímu</w:t>
      </w:r>
      <w:r w:rsidRPr="006D0812">
        <w:t>.</w:t>
      </w:r>
    </w:p>
    <w:p w14:paraId="6B0DFE1B" w14:textId="77777777" w:rsidR="00BE0287" w:rsidRDefault="00BE0287" w:rsidP="00BE0287">
      <w:pPr>
        <w:pStyle w:val="ListNumber-ContractCzechRadio"/>
        <w:numPr>
          <w:ilvl w:val="1"/>
          <w:numId w:val="13"/>
        </w:numPr>
        <w:jc w:val="both"/>
      </w:pPr>
      <w:r>
        <w:t>Prodávající jako p</w:t>
      </w:r>
      <w:r w:rsidRPr="006D0812">
        <w:t xml:space="preserve">oskytovatel zdanitelného plnění prohlašuje, že není v souladu s § </w:t>
      </w:r>
      <w:proofErr w:type="gramStart"/>
      <w:r w:rsidRPr="006D0812">
        <w:t>106a</w:t>
      </w:r>
      <w:proofErr w:type="gramEnd"/>
      <w:r w:rsidRPr="006D0812">
        <w:t xml:space="preserve"> </w:t>
      </w:r>
      <w:r w:rsidRPr="00CE4CEF">
        <w:t>ZDPH</w:t>
      </w:r>
      <w:r w:rsidRPr="006D0812">
        <w:t xml:space="preserve"> tzv. nespolehlivým plátcem. Smluvní strany se dohodly, že v případě, že Český rozhlas jako příjemce zdanitelného </w:t>
      </w:r>
      <w:proofErr w:type="gramStart"/>
      <w:r w:rsidRPr="006D0812">
        <w:t>plnění  bude</w:t>
      </w:r>
      <w:proofErr w:type="gramEnd"/>
      <w:r w:rsidRPr="006D0812">
        <w:t xml:space="preserv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w:t>
      </w:r>
      <w:r>
        <w:t xml:space="preserve">dohody </w:t>
      </w:r>
      <w:r w:rsidRPr="006D0812">
        <w:t xml:space="preserve">vydat poskytovateli </w:t>
      </w:r>
      <w:proofErr w:type="gramStart"/>
      <w:r w:rsidRPr="006D0812">
        <w:t>zdanitelného  plnění</w:t>
      </w:r>
      <w:proofErr w:type="gramEnd"/>
      <w:r w:rsidRPr="006D0812">
        <w:t xml:space="preserve"> písemný doklad. Český rozhlas má právo odstoupit od této </w:t>
      </w:r>
      <w:r>
        <w:t>dohod</w:t>
      </w:r>
      <w:r w:rsidRPr="006D0812">
        <w:t xml:space="preserve">y v případě, že poskytovatel zdanitelného plnění bude v průběhu trvání této </w:t>
      </w:r>
      <w:r>
        <w:t>dohod</w:t>
      </w:r>
      <w:r w:rsidRPr="006D0812">
        <w:t>y prohlášen za nespolehlivého plátce.</w:t>
      </w:r>
    </w:p>
    <w:p w14:paraId="12DA4700" w14:textId="77777777" w:rsidR="00BE0287" w:rsidRDefault="00BE0287" w:rsidP="00BE0287">
      <w:pPr>
        <w:pStyle w:val="Heading-Number-ContractCzechRadio"/>
        <w:numPr>
          <w:ilvl w:val="0"/>
          <w:numId w:val="13"/>
        </w:numPr>
      </w:pPr>
      <w:r>
        <w:t>Vyhrazená změna závazků</w:t>
      </w:r>
    </w:p>
    <w:p w14:paraId="5AE281C5" w14:textId="77777777" w:rsidR="00BE0287" w:rsidRDefault="00BE0287" w:rsidP="00BE0287">
      <w:pPr>
        <w:pStyle w:val="ListNumber-ContractCzechRadio"/>
        <w:numPr>
          <w:ilvl w:val="1"/>
          <w:numId w:val="13"/>
        </w:numPr>
        <w:jc w:val="both"/>
      </w:pPr>
      <w:r>
        <w:t xml:space="preserve">Kupující jako zadavatel si v souladu s </w:t>
      </w:r>
      <w:r w:rsidRPr="009A4E61">
        <w:t xml:space="preserve">ustanovením § 100 odst. </w:t>
      </w:r>
      <w:r w:rsidRPr="007146FC">
        <w:t>1</w:t>
      </w:r>
      <w:r w:rsidRPr="009A4E61">
        <w:t xml:space="preserve"> ZZVZ vyhrazuje</w:t>
      </w:r>
      <w:r>
        <w:t xml:space="preserve"> právo na </w:t>
      </w:r>
      <w:r w:rsidRPr="007146FC">
        <w:t>změnu závazku</w:t>
      </w:r>
      <w:r>
        <w:t>.</w:t>
      </w:r>
      <w:r w:rsidRPr="007146FC">
        <w:t xml:space="preserve"> </w:t>
      </w:r>
    </w:p>
    <w:p w14:paraId="3E995A4D" w14:textId="77777777" w:rsidR="00BE0287" w:rsidRPr="00C4301F" w:rsidRDefault="00BE0287" w:rsidP="00BE0287">
      <w:pPr>
        <w:pStyle w:val="ListNumber-ContractCzechRadio"/>
        <w:numPr>
          <w:ilvl w:val="1"/>
          <w:numId w:val="13"/>
        </w:numPr>
        <w:jc w:val="both"/>
      </w:pPr>
      <w:r w:rsidRPr="00331DC3">
        <w:t xml:space="preserve">Kupující je oprávněn svého práva na změnu závazků využít za předpokladu, že zboží dle této dohody mu bude řádně a včas odevzdáváno v termínech stanovených dílčími smlouvami a že na straně kupujícího vyvstane potřeba </w:t>
      </w:r>
      <w:r>
        <w:t xml:space="preserve">poskytnutí plnění spočívajícího v </w:t>
      </w:r>
      <w:r>
        <w:rPr>
          <w:b/>
        </w:rPr>
        <w:t xml:space="preserve">dodání </w:t>
      </w:r>
      <w:r w:rsidRPr="009A2F7B">
        <w:rPr>
          <w:rFonts w:cs="Arial"/>
          <w:b/>
          <w:szCs w:val="20"/>
        </w:rPr>
        <w:t>montážní</w:t>
      </w:r>
      <w:r>
        <w:rPr>
          <w:rFonts w:cs="Arial"/>
          <w:b/>
          <w:szCs w:val="20"/>
        </w:rPr>
        <w:t>ho</w:t>
      </w:r>
      <w:r w:rsidRPr="009A2F7B">
        <w:rPr>
          <w:rFonts w:cs="Arial"/>
          <w:b/>
          <w:szCs w:val="20"/>
        </w:rPr>
        <w:t>, stavební</w:t>
      </w:r>
      <w:r>
        <w:rPr>
          <w:rFonts w:cs="Arial"/>
          <w:b/>
          <w:szCs w:val="20"/>
        </w:rPr>
        <w:t>ho</w:t>
      </w:r>
      <w:r w:rsidRPr="009A2F7B">
        <w:rPr>
          <w:rFonts w:cs="Arial"/>
          <w:b/>
          <w:szCs w:val="20"/>
        </w:rPr>
        <w:t xml:space="preserve"> či spotřební</w:t>
      </w:r>
      <w:r>
        <w:rPr>
          <w:rFonts w:cs="Arial"/>
          <w:b/>
          <w:szCs w:val="20"/>
        </w:rPr>
        <w:t>ho</w:t>
      </w:r>
      <w:r w:rsidRPr="009A2F7B">
        <w:rPr>
          <w:rFonts w:cs="Arial"/>
          <w:b/>
          <w:szCs w:val="20"/>
        </w:rPr>
        <w:t xml:space="preserve"> materiál</w:t>
      </w:r>
      <w:r>
        <w:rPr>
          <w:rFonts w:cs="Arial"/>
          <w:b/>
          <w:szCs w:val="20"/>
        </w:rPr>
        <w:t>u</w:t>
      </w:r>
      <w:r w:rsidRPr="009A2F7B">
        <w:rPr>
          <w:rFonts w:cs="Arial"/>
          <w:b/>
          <w:szCs w:val="20"/>
        </w:rPr>
        <w:t xml:space="preserve">, </w:t>
      </w:r>
      <w:r>
        <w:rPr>
          <w:rFonts w:cs="Arial"/>
          <w:b/>
          <w:szCs w:val="20"/>
        </w:rPr>
        <w:t xml:space="preserve">zajištění </w:t>
      </w:r>
      <w:r w:rsidRPr="009A2F7B">
        <w:rPr>
          <w:rFonts w:cs="Arial"/>
          <w:b/>
          <w:szCs w:val="20"/>
        </w:rPr>
        <w:t xml:space="preserve">stavební </w:t>
      </w:r>
      <w:proofErr w:type="spellStart"/>
      <w:r w:rsidRPr="009A2F7B">
        <w:rPr>
          <w:rFonts w:cs="Arial"/>
          <w:b/>
          <w:szCs w:val="20"/>
        </w:rPr>
        <w:t>přípomoci</w:t>
      </w:r>
      <w:proofErr w:type="spellEnd"/>
      <w:r w:rsidRPr="009A2F7B">
        <w:rPr>
          <w:rFonts w:cs="Arial"/>
          <w:b/>
          <w:szCs w:val="20"/>
        </w:rPr>
        <w:t xml:space="preserve"> a případné </w:t>
      </w:r>
      <w:r>
        <w:rPr>
          <w:rFonts w:cs="Arial"/>
          <w:b/>
          <w:szCs w:val="20"/>
        </w:rPr>
        <w:t xml:space="preserve">provedení </w:t>
      </w:r>
      <w:r w:rsidRPr="009A2F7B">
        <w:rPr>
          <w:rFonts w:cs="Arial"/>
          <w:b/>
          <w:szCs w:val="20"/>
        </w:rPr>
        <w:t>další</w:t>
      </w:r>
      <w:r>
        <w:rPr>
          <w:rFonts w:cs="Arial"/>
          <w:b/>
          <w:szCs w:val="20"/>
        </w:rPr>
        <w:t>ch</w:t>
      </w:r>
      <w:r w:rsidRPr="009A2F7B">
        <w:rPr>
          <w:rFonts w:cs="Arial"/>
          <w:b/>
          <w:szCs w:val="20"/>
        </w:rPr>
        <w:t xml:space="preserve"> služ</w:t>
      </w:r>
      <w:r>
        <w:rPr>
          <w:rFonts w:cs="Arial"/>
          <w:b/>
          <w:szCs w:val="20"/>
        </w:rPr>
        <w:t>e</w:t>
      </w:r>
      <w:r w:rsidRPr="009A2F7B">
        <w:rPr>
          <w:rFonts w:cs="Arial"/>
          <w:b/>
          <w:szCs w:val="20"/>
        </w:rPr>
        <w:t>b, úkon</w:t>
      </w:r>
      <w:r>
        <w:rPr>
          <w:rFonts w:cs="Arial"/>
          <w:b/>
          <w:szCs w:val="20"/>
        </w:rPr>
        <w:t>ů</w:t>
      </w:r>
      <w:r w:rsidRPr="009A2F7B">
        <w:rPr>
          <w:rFonts w:cs="Arial"/>
          <w:b/>
          <w:szCs w:val="20"/>
        </w:rPr>
        <w:t xml:space="preserve"> či činnost</w:t>
      </w:r>
      <w:r>
        <w:rPr>
          <w:rFonts w:cs="Arial"/>
          <w:b/>
          <w:szCs w:val="20"/>
        </w:rPr>
        <w:t>í</w:t>
      </w:r>
      <w:r w:rsidRPr="009A2F7B">
        <w:rPr>
          <w:rFonts w:cs="Arial"/>
          <w:b/>
          <w:szCs w:val="20"/>
        </w:rPr>
        <w:t xml:space="preserve"> potřebn</w:t>
      </w:r>
      <w:r>
        <w:rPr>
          <w:rFonts w:cs="Arial"/>
          <w:b/>
          <w:szCs w:val="20"/>
        </w:rPr>
        <w:t>ých</w:t>
      </w:r>
      <w:r w:rsidRPr="009A2F7B">
        <w:rPr>
          <w:rFonts w:cs="Arial"/>
          <w:b/>
          <w:szCs w:val="20"/>
        </w:rPr>
        <w:t xml:space="preserve"> k zajištění požadovaného rozsahu dodávky zboží včetně provedení specializovaných či výškových prací, včetně zajištění lešení, výškové techniky, či případného dalšího speciálního nářadí či techniky, </w:t>
      </w:r>
      <w:r w:rsidRPr="009A2F7B">
        <w:rPr>
          <w:rFonts w:cs="Arial"/>
          <w:b/>
          <w:szCs w:val="20"/>
        </w:rPr>
        <w:lastRenderedPageBreak/>
        <w:t>potřebného pro zajištění realizace dodávky a instalace klimatizačních jednotek dle potřeb kupujícího</w:t>
      </w:r>
      <w:r>
        <w:t xml:space="preserve">. </w:t>
      </w:r>
    </w:p>
    <w:p w14:paraId="1C2A1FDB" w14:textId="77777777" w:rsidR="00BE0287" w:rsidRDefault="00BE0287" w:rsidP="00BE0287">
      <w:pPr>
        <w:pStyle w:val="ListNumber-ContractCzechRadio"/>
        <w:numPr>
          <w:ilvl w:val="1"/>
          <w:numId w:val="13"/>
        </w:numPr>
        <w:jc w:val="both"/>
      </w:pPr>
      <w:r>
        <w:t>Plnění</w:t>
      </w:r>
      <w:r w:rsidRPr="00402864">
        <w:t>, jehož se změna závazků dle o odst</w:t>
      </w:r>
      <w:r>
        <w:t>.</w:t>
      </w:r>
      <w:r w:rsidRPr="00402864">
        <w:t xml:space="preserve"> </w:t>
      </w:r>
      <w:r>
        <w:t xml:space="preserve">2 tohoto článku </w:t>
      </w:r>
      <w:r w:rsidRPr="00402864">
        <w:t xml:space="preserve">dohody bude týkat, bude kupující u prodávajícího poptávat způsobem dle čl. II. této dohody. </w:t>
      </w:r>
      <w:r w:rsidRPr="00402864">
        <w:rPr>
          <w:rFonts w:cs="Arial"/>
          <w:szCs w:val="20"/>
        </w:rPr>
        <w:t xml:space="preserve">Kupující je oprávněn v rámci využití práva na změnu závazku v souladu s ustanovením § 100 odst. 1 ZZVZ požadovat, aby </w:t>
      </w:r>
      <w:r>
        <w:rPr>
          <w:rFonts w:cs="Arial"/>
          <w:szCs w:val="20"/>
        </w:rPr>
        <w:t>mu</w:t>
      </w:r>
      <w:r w:rsidRPr="00402864">
        <w:rPr>
          <w:rFonts w:cs="Arial"/>
          <w:b/>
          <w:szCs w:val="20"/>
        </w:rPr>
        <w:t xml:space="preserve"> </w:t>
      </w:r>
      <w:r w:rsidRPr="00402864">
        <w:rPr>
          <w:szCs w:val="20"/>
        </w:rPr>
        <w:t xml:space="preserve">prodávající </w:t>
      </w:r>
      <w:r>
        <w:rPr>
          <w:szCs w:val="20"/>
        </w:rPr>
        <w:t xml:space="preserve">za činnosti, které budou předmětem vyhrazené změny, </w:t>
      </w:r>
      <w:r w:rsidRPr="00402864">
        <w:rPr>
          <w:rFonts w:cs="Arial"/>
          <w:szCs w:val="20"/>
        </w:rPr>
        <w:t>navrhl</w:t>
      </w:r>
      <w:r w:rsidRPr="00402864">
        <w:rPr>
          <w:szCs w:val="20"/>
        </w:rPr>
        <w:t xml:space="preserve"> nabídkovou cenu, přičemž na výzvu kupujícího předloží odůvodnění výše nabídkové ceny jako ceny obvyklé v porovnání s cenovou hladinou u srovnatelné konkurence daného plnění. </w:t>
      </w:r>
      <w:r w:rsidRPr="00E07D7E">
        <w:t>P</w:t>
      </w:r>
      <w:r>
        <w:t>rodávajícímu</w:t>
      </w:r>
      <w:r w:rsidRPr="00E07D7E">
        <w:t xml:space="preserve"> vzniká nárok na zaplacení ceny dle tohoto </w:t>
      </w:r>
      <w:r>
        <w:t>odstavce dohody</w:t>
      </w:r>
      <w:r w:rsidRPr="00E07D7E">
        <w:t xml:space="preserve"> po každém jednotlivém plnění, které bude potvrzeno písemným protokolem </w:t>
      </w:r>
      <w:r>
        <w:t xml:space="preserve">o odevzdání zboží </w:t>
      </w:r>
      <w:r w:rsidRPr="00E07D7E">
        <w:t>podepsaným oběma smluvními stranami.</w:t>
      </w:r>
    </w:p>
    <w:p w14:paraId="1714CCE8" w14:textId="77777777" w:rsidR="00BE0287" w:rsidRPr="00C14B7D" w:rsidRDefault="00BE0287" w:rsidP="00BE0287">
      <w:pPr>
        <w:pStyle w:val="ListNumber-ContractCzechRadio"/>
        <w:numPr>
          <w:ilvl w:val="1"/>
          <w:numId w:val="13"/>
        </w:numPr>
        <w:jc w:val="both"/>
        <w:rPr>
          <w:rFonts w:cs="Arial"/>
          <w:szCs w:val="20"/>
        </w:rPr>
      </w:pPr>
      <w:r w:rsidRPr="00402864">
        <w:t>Kupující si v souladu s </w:t>
      </w:r>
      <w:proofErr w:type="spellStart"/>
      <w:r w:rsidRPr="00402864">
        <w:t>ust</w:t>
      </w:r>
      <w:proofErr w:type="spellEnd"/>
      <w:r w:rsidRPr="00402864">
        <w:t xml:space="preserve">. </w:t>
      </w:r>
      <w:r w:rsidRPr="00402864">
        <w:rPr>
          <w:rFonts w:cs="Arial"/>
        </w:rPr>
        <w:t>§</w:t>
      </w:r>
      <w:r w:rsidRPr="00402864">
        <w:t xml:space="preserve"> 100 odst. 1 ZZVZ vyhrazuje </w:t>
      </w:r>
      <w:r>
        <w:t xml:space="preserve">využít </w:t>
      </w:r>
      <w:r w:rsidRPr="00402864">
        <w:t>právo na změnu závazk</w:t>
      </w:r>
      <w:r>
        <w:t>u</w:t>
      </w:r>
      <w:r w:rsidRPr="00402864">
        <w:t xml:space="preserve"> dle </w:t>
      </w:r>
      <w:r>
        <w:t>odst. 2 a 3 tohoto článku dohody</w:t>
      </w:r>
      <w:r w:rsidRPr="00402864">
        <w:t xml:space="preserve"> za doby</w:t>
      </w:r>
      <w:r>
        <w:t xml:space="preserve"> její</w:t>
      </w:r>
      <w:r w:rsidRPr="00402864">
        <w:t xml:space="preserve"> účinnosti, a to až do celkové </w:t>
      </w:r>
      <w:r w:rsidRPr="00C14B7D">
        <w:t xml:space="preserve">výše </w:t>
      </w:r>
      <w:r w:rsidRPr="00C24836">
        <w:rPr>
          <w:b/>
        </w:rPr>
        <w:t>600.000,- Kč bez DPH</w:t>
      </w:r>
      <w:r w:rsidRPr="00C14B7D">
        <w:t xml:space="preserve">. </w:t>
      </w:r>
    </w:p>
    <w:p w14:paraId="1405AA8A" w14:textId="63487755" w:rsidR="00BE0287" w:rsidRPr="00307358" w:rsidRDefault="00BE0287" w:rsidP="00BE0287">
      <w:pPr>
        <w:pStyle w:val="ListNumber-ContractCzechRadio"/>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rPr>
          <w:rFonts w:eastAsia="Times New Roman"/>
        </w:rPr>
      </w:pPr>
      <w:r>
        <w:t xml:space="preserve">Smluvní strany si dále v rámci vyhrazené změny závazku v souladu s ustanovením § 100 odst. 1 ZZVZ sjednávají k jednotkovým cenám dle této dohody (příloha č. 2) </w:t>
      </w:r>
      <w:r w:rsidRPr="00307358">
        <w:rPr>
          <w:b/>
          <w:bCs/>
        </w:rPr>
        <w:t>inflační doložku</w:t>
      </w:r>
      <w:r>
        <w:t xml:space="preserve">. O uplatnění inflační doložky může prodávající požádat nejdříve v roce </w:t>
      </w:r>
      <w:r w:rsidR="005877A4">
        <w:t>2027</w:t>
      </w:r>
      <w:r>
        <w:t>, a to za splnění následujících podmínek:</w:t>
      </w:r>
    </w:p>
    <w:p w14:paraId="386C23D6" w14:textId="77777777" w:rsidR="00BE0287" w:rsidRDefault="00BE0287" w:rsidP="00BE0287">
      <w:pPr>
        <w:pStyle w:val="ListLetter-ContractCzechRadio"/>
        <w:numPr>
          <w:ilvl w:val="2"/>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Jednotkové ceny uvedené v příloze č. 2 této dohody mohou být upraveny pouze v závislosti na výši inflace zjištěné na základě oficiálních údajů ČSÚ za uplynulý kalendářní rok, a to tehdy, pokud bude míra inflace činit více než 5 %.</w:t>
      </w:r>
    </w:p>
    <w:p w14:paraId="27A788F5" w14:textId="77777777" w:rsidR="00BE0287" w:rsidRDefault="00BE0287" w:rsidP="00BE0287">
      <w:pPr>
        <w:pStyle w:val="ListLetter-ContractCzechRadio"/>
        <w:numPr>
          <w:ilvl w:val="2"/>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O úpravu jednotkových cen musí prodávající písemně požádat kupujícího nejpozději do 1 kalendářního měsíce od vydání oficiálních údajů ČSÚ za uplynulý kalendářní rok. Neučiní-li tak, jednotkové ceny zůstávají v platnosti po dalších 12 měsíců platnosti a účinnosti této dohody.</w:t>
      </w:r>
    </w:p>
    <w:p w14:paraId="613DEC07" w14:textId="77777777" w:rsidR="00BE0287" w:rsidRDefault="00BE0287" w:rsidP="00BE0287">
      <w:pPr>
        <w:pStyle w:val="ListLetter-ContractCzechRadio"/>
        <w:numPr>
          <w:ilvl w:val="2"/>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Úprava jednotlivých jednotkových cen může být provedena pouze po předchozím písemném stvrzení smluvních stran formou dodatku dle čl. X. této dohody, přičemž navýšení jednotlivých jednotkových cen bude reflektovat inflaci pouze do té míry, že pokud míra inflace za uplynulý kalendářní rok překročí výši 5 %, jednotkové ceny se zvýší maximálně o výši inflace za předchozí kalendářní rok, která překračuje těchto 5 % (tzn., pokud míra inflace činí např. 8 %, jednotkové ceny se mohou za daný kalendářní rok zvýšit maximálně o 3 %).</w:t>
      </w:r>
    </w:p>
    <w:p w14:paraId="1F94BE42" w14:textId="77777777" w:rsidR="00BE0287" w:rsidRDefault="00BE0287" w:rsidP="00BE0287">
      <w:pPr>
        <w:pStyle w:val="ListNumber-ContractCzechRadio"/>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Pro vyloučení pochybností smluvní strany uvádí, že inflací se rozumí průměrná roční míra inflace měřená vzrůstem průměrného indexu spotřebitelských cen zboží a služeb, kterou zveřejňuje každým kalendářním rokem ČSÚ za rok předcházející, vyjádřená v procentech.</w:t>
      </w:r>
    </w:p>
    <w:p w14:paraId="2853AB2A" w14:textId="77777777" w:rsidR="00BE0287" w:rsidRPr="00402864" w:rsidRDefault="00BE0287" w:rsidP="00BE0287">
      <w:pPr>
        <w:pStyle w:val="ListNumber-ContractCzechRadio"/>
        <w:numPr>
          <w:ilvl w:val="1"/>
          <w:numId w:val="1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both"/>
      </w:pPr>
      <w:r>
        <w:t xml:space="preserve">Hodnota dohody bez využití práva na změnu závazku dle odst. 2 a odst. 3, avšak spolu s vyhrazenou změnou závazku v podobě inflační doložky obsažené v odst. 5 a odst. 6 tohoto článku dohody činí 3.400.000,- Kč bez DPH (tzn., že jednotkové ceny případně navýšené dle inflační doložky se počítají do celkové částky 3.400.000,- Kč bez DPH). Hodnota dohody s využitím práva na změnu závazku tak činí </w:t>
      </w:r>
      <w:r>
        <w:rPr>
          <w:b/>
        </w:rPr>
        <w:t>4.0</w:t>
      </w:r>
      <w:r w:rsidRPr="00C24836">
        <w:rPr>
          <w:b/>
        </w:rPr>
        <w:t>00.000,- Kč bez DPH</w:t>
      </w:r>
      <w:r>
        <w:t>.</w:t>
      </w:r>
    </w:p>
    <w:p w14:paraId="2CDA4526" w14:textId="77777777" w:rsidR="00BE0287" w:rsidRPr="006D0812" w:rsidRDefault="00BE0287" w:rsidP="00BE0287">
      <w:pPr>
        <w:pStyle w:val="Heading-Number-ContractCzechRadio"/>
        <w:numPr>
          <w:ilvl w:val="0"/>
          <w:numId w:val="13"/>
        </w:numPr>
      </w:pPr>
      <w:r w:rsidRPr="006D0812">
        <w:t>Odevzdání a převzetí zboží</w:t>
      </w:r>
    </w:p>
    <w:p w14:paraId="4C9B82F1" w14:textId="77777777" w:rsidR="00BE0287" w:rsidRPr="006D0812" w:rsidRDefault="00BE0287" w:rsidP="00BE0287">
      <w:pPr>
        <w:pStyle w:val="ListNumber-ContractCzechRadio"/>
        <w:numPr>
          <w:ilvl w:val="1"/>
          <w:numId w:val="13"/>
        </w:numPr>
        <w:jc w:val="both"/>
      </w:pPr>
      <w:r w:rsidRPr="006D0812">
        <w:t>Smluvní strany potvrdí odevzdání zboží v ujednaném množství, jakosti a provedení podpisem protokolu o odevzdání (dále jen „</w:t>
      </w:r>
      <w:r w:rsidRPr="007905AF">
        <w:rPr>
          <w:b/>
        </w:rPr>
        <w:t>protokol o odevzdání</w:t>
      </w:r>
      <w:r w:rsidRPr="006D0812">
        <w:t>“)</w:t>
      </w:r>
      <w:r>
        <w:t>,</w:t>
      </w:r>
      <w:r w:rsidRPr="006D0812">
        <w:t xml:space="preserve"> je</w:t>
      </w:r>
      <w:r>
        <w:t xml:space="preserve">hož kopie </w:t>
      </w:r>
      <w:r w:rsidRPr="006D0812">
        <w:t xml:space="preserve">musí být </w:t>
      </w:r>
      <w:r>
        <w:t>přílohou</w:t>
      </w:r>
      <w:r w:rsidRPr="006D0812">
        <w:t xml:space="preserve"> faktury. Kupující je oprávněn odmítnout převzetí zboží (či jednotlivého kusu</w:t>
      </w:r>
      <w:r>
        <w:t xml:space="preserve"> zboží</w:t>
      </w:r>
      <w:r w:rsidRPr="006D0812">
        <w:t xml:space="preserve">), které není v souladu s touto </w:t>
      </w:r>
      <w:r w:rsidRPr="00576A8A">
        <w:rPr>
          <w:rFonts w:cs="Arial"/>
          <w:szCs w:val="20"/>
        </w:rPr>
        <w:t>dohod</w:t>
      </w:r>
      <w:r w:rsidRPr="006D0812">
        <w:t>ou</w:t>
      </w:r>
      <w:r>
        <w:t xml:space="preserve"> a příslušnou dílčí smlouvou</w:t>
      </w:r>
      <w:r w:rsidRPr="006D0812">
        <w:t xml:space="preserve">. V takovém případě smluvní strany </w:t>
      </w:r>
      <w:r w:rsidRPr="006D0812">
        <w:lastRenderedPageBreak/>
        <w:t xml:space="preserve">sepíší </w:t>
      </w:r>
      <w:r>
        <w:t>protokol o odevzdání</w:t>
      </w:r>
      <w:r w:rsidRPr="006D0812">
        <w:t xml:space="preserve"> v rozsahu, v jakém došlo ke skutečnému převzetí zboží kupujícím, a ohledně vadného zboží uvedou skutečnosti, které bránily převzetí, počet vadných kusů a další důležité okolnosti. Prodávající splnil řádně svou povinnost z této </w:t>
      </w:r>
      <w:r w:rsidRPr="00576A8A">
        <w:rPr>
          <w:rFonts w:cs="Arial"/>
          <w:szCs w:val="20"/>
        </w:rPr>
        <w:t>dohod</w:t>
      </w:r>
      <w:r w:rsidRPr="006D0812">
        <w:t xml:space="preserve">y </w:t>
      </w:r>
      <w:r>
        <w:t xml:space="preserve">a příslušné dílčí smlouvy </w:t>
      </w:r>
      <w:r w:rsidRPr="006D0812">
        <w:t xml:space="preserve">až okamžikem odevzdání veškerého zboží (tj. v množství, jakosti a provedení) dle této </w:t>
      </w:r>
      <w:r w:rsidRPr="00576A8A">
        <w:rPr>
          <w:rFonts w:cs="Arial"/>
          <w:szCs w:val="20"/>
        </w:rPr>
        <w:t>dohod</w:t>
      </w:r>
      <w:r w:rsidRPr="006D0812">
        <w:t>y</w:t>
      </w:r>
      <w:r>
        <w:t xml:space="preserve"> a příslušné dílčí smlouvy</w:t>
      </w:r>
      <w:r w:rsidRPr="006D0812">
        <w:t>.</w:t>
      </w:r>
      <w:r w:rsidRPr="00B0675E">
        <w:t xml:space="preserve"> </w:t>
      </w:r>
      <w:r>
        <w:t>Rozhodující je podpis protokolu o odevzdání bez vad a nedodělků oprávněnými zástupci obou smluvních stran.</w:t>
      </w:r>
    </w:p>
    <w:p w14:paraId="04FB43FA" w14:textId="77777777" w:rsidR="00BE0287" w:rsidRPr="006D0812" w:rsidRDefault="00BE0287" w:rsidP="00BE0287">
      <w:pPr>
        <w:pStyle w:val="ListNumber-ContractCzechRadio"/>
        <w:numPr>
          <w:ilvl w:val="1"/>
          <w:numId w:val="13"/>
        </w:numPr>
        <w:jc w:val="both"/>
      </w:pPr>
      <w:r w:rsidRPr="006D0812">
        <w:t xml:space="preserve">Odevzdáním zboží je současné splnění následujících podmínek: </w:t>
      </w:r>
    </w:p>
    <w:p w14:paraId="366B7AEE" w14:textId="77777777" w:rsidR="00BE0287" w:rsidRDefault="00BE0287" w:rsidP="00BE0287">
      <w:pPr>
        <w:pStyle w:val="ListLetter-ContractCzechRadio"/>
        <w:numPr>
          <w:ilvl w:val="2"/>
          <w:numId w:val="13"/>
        </w:numPr>
        <w:jc w:val="both"/>
      </w:pPr>
      <w:r w:rsidRPr="006D0812">
        <w:t xml:space="preserve">umožnění kupujícímu nakládat se zbožím v místě plnění podle </w:t>
      </w:r>
      <w:r>
        <w:t>dílčí</w:t>
      </w:r>
      <w:r w:rsidRPr="006D0812">
        <w:t xml:space="preserve"> smlouvy</w:t>
      </w:r>
      <w:r>
        <w:t>;</w:t>
      </w:r>
    </w:p>
    <w:p w14:paraId="5457BD46" w14:textId="77777777" w:rsidR="00BE0287" w:rsidRPr="006D0812" w:rsidRDefault="00BE0287" w:rsidP="00BE0287">
      <w:pPr>
        <w:pStyle w:val="ListLetter-ContractCzechRadio"/>
        <w:numPr>
          <w:ilvl w:val="2"/>
          <w:numId w:val="13"/>
        </w:numPr>
        <w:jc w:val="both"/>
      </w:pPr>
      <w:r w:rsidRPr="006D0812">
        <w:t xml:space="preserve">faktické předání </w:t>
      </w:r>
      <w:r>
        <w:t xml:space="preserve">zboží </w:t>
      </w:r>
      <w:r w:rsidRPr="006D0812">
        <w:t>kupujícímu</w:t>
      </w:r>
      <w:r>
        <w:t xml:space="preserve"> v místě určeném objednávkou nebo dílčí smlouvou (vč. kompletní dokumentace ke zboží);</w:t>
      </w:r>
    </w:p>
    <w:p w14:paraId="450504D7" w14:textId="77777777" w:rsidR="00BE0287" w:rsidRPr="006D0812" w:rsidRDefault="00BE0287" w:rsidP="00BE0287">
      <w:pPr>
        <w:pStyle w:val="ListLetter-ContractCzechRadio"/>
        <w:numPr>
          <w:ilvl w:val="2"/>
          <w:numId w:val="13"/>
        </w:numPr>
      </w:pPr>
      <w:r w:rsidRPr="006D0812">
        <w:t xml:space="preserve">podpis </w:t>
      </w:r>
      <w:r>
        <w:t>protokolu o odevzdání oběma smluvními stranami.</w:t>
      </w:r>
    </w:p>
    <w:p w14:paraId="6C9780D9" w14:textId="77777777" w:rsidR="00BE0287" w:rsidRPr="006D0812" w:rsidRDefault="00BE0287" w:rsidP="00BE0287">
      <w:pPr>
        <w:pStyle w:val="Heading-Number-ContractCzechRadio"/>
        <w:numPr>
          <w:ilvl w:val="0"/>
          <w:numId w:val="13"/>
        </w:numPr>
      </w:pPr>
      <w:r w:rsidRPr="006D0812">
        <w:t>Vlastnické právo, přechod nebezpečí škody</w:t>
      </w:r>
    </w:p>
    <w:p w14:paraId="0B36EF62" w14:textId="77777777" w:rsidR="00BE0287" w:rsidRPr="006D0812" w:rsidRDefault="00BE0287" w:rsidP="00BE0287">
      <w:pPr>
        <w:pStyle w:val="ListNumber-ContractCzechRadio"/>
        <w:numPr>
          <w:ilvl w:val="1"/>
          <w:numId w:val="13"/>
        </w:numPr>
        <w:jc w:val="both"/>
      </w:pPr>
      <w:r w:rsidRPr="006D0812">
        <w:t xml:space="preserve">Smluvní strany se dohodly na tom, že k převodu vlastnického práva ke zboží dochází z prodávajícího na kupujícího okamžikem odevzdání </w:t>
      </w:r>
      <w:r>
        <w:t xml:space="preserve">zboží </w:t>
      </w:r>
      <w:r w:rsidRPr="006D0812">
        <w:t xml:space="preserve">kupujícímu (tj. zástupci pro věcná jednání </w:t>
      </w:r>
      <w:r>
        <w:t xml:space="preserve">kupujícího </w:t>
      </w:r>
      <w:r w:rsidRPr="006D0812">
        <w:t xml:space="preserve">dle této </w:t>
      </w:r>
      <w:r>
        <w:t>dohod</w:t>
      </w:r>
      <w:r w:rsidRPr="006D0812">
        <w:t xml:space="preserve">y nebo jiné prokazatelně </w:t>
      </w:r>
      <w:r>
        <w:t xml:space="preserve">kupujícím </w:t>
      </w:r>
      <w:r w:rsidRPr="006D0812">
        <w:t xml:space="preserve">pověřené osobě). </w:t>
      </w:r>
    </w:p>
    <w:p w14:paraId="558A4177" w14:textId="77777777" w:rsidR="00BE0287" w:rsidRPr="006D0812" w:rsidRDefault="00BE0287" w:rsidP="00BE0287">
      <w:pPr>
        <w:pStyle w:val="ListNumber-ContractCzechRadio"/>
        <w:numPr>
          <w:ilvl w:val="1"/>
          <w:numId w:val="13"/>
        </w:numPr>
        <w:jc w:val="both"/>
      </w:pPr>
      <w:r w:rsidRPr="006D0812">
        <w:t xml:space="preserve">Smluvní strany se dále dohodly na tom, že nebezpečí škody na zboží přechází </w:t>
      </w:r>
      <w:r>
        <w:t xml:space="preserve">z prodávajícího </w:t>
      </w:r>
      <w:r w:rsidRPr="006D0812">
        <w:t xml:space="preserve">na kupujícího současně s nabytím vlastnického práva ke zboží dle </w:t>
      </w:r>
      <w:r>
        <w:t>tohoto</w:t>
      </w:r>
      <w:r w:rsidRPr="006D0812">
        <w:t xml:space="preserve"> článku</w:t>
      </w:r>
      <w:r>
        <w:t xml:space="preserve"> dohody</w:t>
      </w:r>
      <w:r w:rsidRPr="006D0812">
        <w:t>.</w:t>
      </w:r>
    </w:p>
    <w:p w14:paraId="33FE5B48" w14:textId="77777777" w:rsidR="00BE0287" w:rsidRPr="006D0812" w:rsidRDefault="00BE0287" w:rsidP="00BE0287">
      <w:pPr>
        <w:pStyle w:val="Heading-Number-ContractCzechRadio"/>
        <w:numPr>
          <w:ilvl w:val="0"/>
          <w:numId w:val="13"/>
        </w:numPr>
      </w:pPr>
      <w:r>
        <w:t>Záruka za jakost a odpovědnost za vady</w:t>
      </w:r>
    </w:p>
    <w:p w14:paraId="4000A5F5" w14:textId="77777777" w:rsidR="00BE0287" w:rsidRPr="00937FB5" w:rsidRDefault="00BE0287" w:rsidP="00BE0287">
      <w:pPr>
        <w:pStyle w:val="ListNumber-ContractCzechRadio"/>
        <w:numPr>
          <w:ilvl w:val="1"/>
          <w:numId w:val="13"/>
        </w:numPr>
        <w:jc w:val="both"/>
      </w:pPr>
      <w:r w:rsidRPr="00AB29E0">
        <w:rPr>
          <w:rFonts w:cs="Arial"/>
          <w:szCs w:val="20"/>
        </w:rPr>
        <w:t xml:space="preserve">Prodávající prohlašuje, že zboží dodávané dle této </w:t>
      </w:r>
      <w:r>
        <w:rPr>
          <w:rFonts w:cs="Arial"/>
          <w:szCs w:val="20"/>
        </w:rPr>
        <w:t>dohod</w:t>
      </w:r>
      <w:r w:rsidRPr="00AB29E0">
        <w:rPr>
          <w:rFonts w:cs="Arial"/>
          <w:szCs w:val="20"/>
        </w:rPr>
        <w:t>y</w:t>
      </w:r>
      <w:r w:rsidRPr="0026418A">
        <w:t xml:space="preserve"> </w:t>
      </w:r>
      <w:r>
        <w:t>(včetně jeho jednotlivých součástek a veškerého příslušenství)</w:t>
      </w:r>
      <w:r w:rsidRPr="00AB29E0">
        <w:rPr>
          <w:rFonts w:cs="Arial"/>
          <w:szCs w:val="20"/>
        </w:rPr>
        <w:t xml:space="preserve"> je </w:t>
      </w:r>
      <w:r>
        <w:rPr>
          <w:rFonts w:cs="Arial"/>
          <w:szCs w:val="20"/>
        </w:rPr>
        <w:t>nové</w:t>
      </w:r>
      <w:r w:rsidRPr="00AB29E0">
        <w:rPr>
          <w:rFonts w:cs="Arial"/>
          <w:szCs w:val="20"/>
        </w:rPr>
        <w:t xml:space="preserve">, </w:t>
      </w:r>
      <w:r>
        <w:rPr>
          <w:rFonts w:cs="Arial"/>
          <w:szCs w:val="20"/>
        </w:rPr>
        <w:t xml:space="preserve">nepoužívané, </w:t>
      </w:r>
      <w:r w:rsidRPr="006D0812">
        <w:t xml:space="preserve">bez faktických a právních vad </w:t>
      </w:r>
      <w:r w:rsidRPr="00AB29E0">
        <w:rPr>
          <w:rFonts w:cs="Arial"/>
          <w:szCs w:val="20"/>
        </w:rPr>
        <w:t xml:space="preserve">a odpovídá </w:t>
      </w:r>
      <w:r>
        <w:rPr>
          <w:rFonts w:cs="Arial"/>
          <w:szCs w:val="20"/>
        </w:rPr>
        <w:t xml:space="preserve">všem </w:t>
      </w:r>
      <w:r w:rsidRPr="00AB29E0">
        <w:rPr>
          <w:rFonts w:cs="Arial"/>
          <w:szCs w:val="20"/>
        </w:rPr>
        <w:t>platným právním předpisům</w:t>
      </w:r>
      <w:r>
        <w:rPr>
          <w:rFonts w:cs="Arial"/>
          <w:szCs w:val="20"/>
        </w:rPr>
        <w:t xml:space="preserve"> a této dohodě</w:t>
      </w:r>
      <w:r w:rsidRPr="00AB29E0">
        <w:rPr>
          <w:rFonts w:cs="Arial"/>
          <w:szCs w:val="20"/>
        </w:rPr>
        <w:t xml:space="preserve">. </w:t>
      </w:r>
    </w:p>
    <w:p w14:paraId="73EB88CF" w14:textId="77777777" w:rsidR="00BE0287" w:rsidRPr="006D0812" w:rsidRDefault="00BE0287" w:rsidP="00BE0287">
      <w:pPr>
        <w:pStyle w:val="ListNumber-ContractCzechRadio"/>
        <w:numPr>
          <w:ilvl w:val="1"/>
          <w:numId w:val="13"/>
        </w:numPr>
        <w:jc w:val="both"/>
      </w:pPr>
      <w:r>
        <w:t>Prodávající poskytuje na zboží záruku za jakost v </w:t>
      </w:r>
      <w:r w:rsidRPr="004071DE">
        <w:t xml:space="preserve">délce </w:t>
      </w:r>
      <w:r w:rsidRPr="00692BD6">
        <w:rPr>
          <w:b/>
        </w:rPr>
        <w:t>48</w:t>
      </w:r>
      <w:r w:rsidRPr="00692BD6">
        <w:rPr>
          <w:rFonts w:cs="Arial"/>
          <w:b/>
          <w:szCs w:val="20"/>
        </w:rPr>
        <w:t xml:space="preserve"> měsíců</w:t>
      </w:r>
      <w:r w:rsidRPr="003068B7">
        <w:rPr>
          <w:rFonts w:cs="Arial"/>
          <w:szCs w:val="20"/>
        </w:rPr>
        <w:t xml:space="preserve"> za p</w:t>
      </w:r>
      <w:r>
        <w:rPr>
          <w:rFonts w:cs="Arial"/>
          <w:szCs w:val="20"/>
        </w:rPr>
        <w:t xml:space="preserve">ředpokladu, že součástí dodávky zboží, </w:t>
      </w:r>
      <w:r w:rsidRPr="003068B7">
        <w:rPr>
          <w:rFonts w:cs="Arial"/>
          <w:szCs w:val="20"/>
        </w:rPr>
        <w:t>k němuž se záruka váže</w:t>
      </w:r>
      <w:r>
        <w:rPr>
          <w:rFonts w:cs="Arial"/>
          <w:szCs w:val="20"/>
        </w:rPr>
        <w:t xml:space="preserve">, je i </w:t>
      </w:r>
      <w:r w:rsidRPr="003068B7">
        <w:rPr>
          <w:rFonts w:cs="Arial"/>
          <w:szCs w:val="20"/>
        </w:rPr>
        <w:t xml:space="preserve">dodání nového </w:t>
      </w:r>
      <w:proofErr w:type="spellStart"/>
      <w:r w:rsidRPr="003068B7">
        <w:rPr>
          <w:rFonts w:cs="Arial"/>
          <w:szCs w:val="20"/>
        </w:rPr>
        <w:t>Cu</w:t>
      </w:r>
      <w:proofErr w:type="spellEnd"/>
      <w:r w:rsidRPr="003068B7">
        <w:rPr>
          <w:rFonts w:cs="Arial"/>
          <w:szCs w:val="20"/>
        </w:rPr>
        <w:t xml:space="preserve"> potrubí. Pakliže bude v rámci dodání nového z</w:t>
      </w:r>
      <w:r>
        <w:rPr>
          <w:rFonts w:cs="Arial"/>
          <w:szCs w:val="20"/>
        </w:rPr>
        <w:t>boží</w:t>
      </w:r>
      <w:r w:rsidRPr="003068B7">
        <w:rPr>
          <w:rFonts w:cs="Arial"/>
          <w:szCs w:val="20"/>
        </w:rPr>
        <w:t xml:space="preserve"> užito původní </w:t>
      </w:r>
      <w:proofErr w:type="spellStart"/>
      <w:r w:rsidRPr="003068B7">
        <w:rPr>
          <w:rFonts w:cs="Arial"/>
          <w:szCs w:val="20"/>
        </w:rPr>
        <w:t>Cu</w:t>
      </w:r>
      <w:proofErr w:type="spellEnd"/>
      <w:r w:rsidRPr="003068B7">
        <w:rPr>
          <w:rFonts w:cs="Arial"/>
          <w:szCs w:val="20"/>
        </w:rPr>
        <w:t xml:space="preserve"> potrubí (např</w:t>
      </w:r>
      <w:r>
        <w:rPr>
          <w:rFonts w:cs="Arial"/>
          <w:szCs w:val="20"/>
        </w:rPr>
        <w:t>.</w:t>
      </w:r>
      <w:r w:rsidRPr="003068B7">
        <w:rPr>
          <w:rFonts w:cs="Arial"/>
          <w:szCs w:val="20"/>
        </w:rPr>
        <w:t xml:space="preserve"> z technických či provozních důvodů), pos</w:t>
      </w:r>
      <w:r>
        <w:rPr>
          <w:rFonts w:cs="Arial"/>
          <w:szCs w:val="20"/>
        </w:rPr>
        <w:t>k</w:t>
      </w:r>
      <w:r w:rsidRPr="003068B7">
        <w:rPr>
          <w:rFonts w:cs="Arial"/>
          <w:szCs w:val="20"/>
        </w:rPr>
        <w:t xml:space="preserve">ytne prodávající záruku za jakost v délce </w:t>
      </w:r>
      <w:r w:rsidRPr="00692BD6">
        <w:rPr>
          <w:rFonts w:cs="Arial"/>
          <w:b/>
          <w:szCs w:val="20"/>
        </w:rPr>
        <w:t>36 měsíců</w:t>
      </w:r>
      <w:r w:rsidRPr="003068B7">
        <w:rPr>
          <w:rFonts w:cs="Arial"/>
          <w:szCs w:val="20"/>
        </w:rPr>
        <w:t>.</w:t>
      </w:r>
      <w:r w:rsidRPr="006D0812">
        <w:t xml:space="preserve"> </w:t>
      </w:r>
      <w:r>
        <w:t>Záruční doba počíná běžet okamžikem odevzdání zboží kupujícímu.</w:t>
      </w:r>
      <w:r w:rsidRPr="006D0812">
        <w:t xml:space="preserve"> Zárukou za jakost se prodávající zavazuje, že zboží bude </w:t>
      </w:r>
      <w:r>
        <w:t xml:space="preserve">po dobu odpovídající záruce </w:t>
      </w:r>
      <w:r w:rsidRPr="006D0812">
        <w:t>způsobilé k</w:t>
      </w:r>
      <w:r>
        <w:t> užití k</w:t>
      </w:r>
      <w:r w:rsidRPr="006D0812">
        <w:t xml:space="preserve">e svému obvyklému účelu, jeho kvalita bude odpovídat této </w:t>
      </w:r>
      <w:r>
        <w:rPr>
          <w:rFonts w:cs="Arial"/>
          <w:szCs w:val="20"/>
        </w:rPr>
        <w:t>dohod</w:t>
      </w:r>
      <w:r w:rsidRPr="006D0812">
        <w:t>ě a</w:t>
      </w:r>
      <w:r>
        <w:t xml:space="preserve"> příslušné dílčí smlouvě a</w:t>
      </w:r>
      <w:r w:rsidRPr="006D0812">
        <w:t xml:space="preserve"> zachová si vlastnosti touto </w:t>
      </w:r>
      <w:r>
        <w:rPr>
          <w:rFonts w:cs="Arial"/>
          <w:szCs w:val="20"/>
        </w:rPr>
        <w:t>dohod</w:t>
      </w:r>
      <w:r w:rsidRPr="006D0812">
        <w:t xml:space="preserve">ou </w:t>
      </w:r>
      <w:r>
        <w:t xml:space="preserve">a dílčí smlouvou </w:t>
      </w:r>
      <w:r w:rsidRPr="006D0812">
        <w:t>vymezené</w:t>
      </w:r>
      <w:r>
        <w:t>,</w:t>
      </w:r>
      <w:r w:rsidRPr="006D0812">
        <w:t xml:space="preserve"> popř. obvyklé.</w:t>
      </w:r>
    </w:p>
    <w:p w14:paraId="2DEC611D" w14:textId="77777777" w:rsidR="00BE0287" w:rsidRPr="003068B7" w:rsidRDefault="00BE0287" w:rsidP="00BE0287">
      <w:pPr>
        <w:pStyle w:val="ListNumber-ContractCzechRadio"/>
        <w:widowControl w:val="0"/>
        <w:numPr>
          <w:ilvl w:val="1"/>
          <w:numId w:val="13"/>
        </w:numPr>
        <w:adjustRightInd w:val="0"/>
        <w:spacing w:before="120"/>
        <w:jc w:val="both"/>
        <w:textAlignment w:val="baseline"/>
        <w:rPr>
          <w:rFonts w:cs="Arial"/>
          <w:b/>
          <w:bCs/>
          <w:sz w:val="18"/>
          <w:szCs w:val="18"/>
          <w:u w:val="single"/>
        </w:rPr>
      </w:pPr>
      <w:r w:rsidRPr="006D0812">
        <w:t xml:space="preserve">Prodávající je povinen po dobu záruční doby bezplatně odstranit vadu </w:t>
      </w:r>
      <w:r>
        <w:t xml:space="preserve">zboží </w:t>
      </w:r>
      <w:r w:rsidRPr="006D0812">
        <w:t>dodáním nového zboží nebo dodáním chybějícího zboží</w:t>
      </w:r>
      <w:r>
        <w:t xml:space="preserve"> nebo vadu zboží bezplatně odstranit její opravou dle povahy vady, která se na zboží objeví, a to nejpozději do 10 dnů od jejího písemného oznámení kupujícím. </w:t>
      </w:r>
      <w:r w:rsidRPr="00592602">
        <w:t>P</w:t>
      </w:r>
      <w:r>
        <w:t>rodávající</w:t>
      </w:r>
      <w:r w:rsidRPr="00592602">
        <w:t xml:space="preserve"> je povinen zahájit kroky k řešení reklamace (tzn., reagovat na </w:t>
      </w:r>
      <w:r>
        <w:t>oznámené</w:t>
      </w:r>
      <w:r w:rsidRPr="00592602">
        <w:t xml:space="preserve"> vady a informovat </w:t>
      </w:r>
      <w:r>
        <w:t>kupujícího</w:t>
      </w:r>
      <w:r w:rsidRPr="00592602">
        <w:t xml:space="preserve"> o dalším postupu) nejpozději do 2 pracovních dnů od </w:t>
      </w:r>
      <w:r>
        <w:t xml:space="preserve">oznámení </w:t>
      </w:r>
      <w:r w:rsidRPr="00592602">
        <w:t xml:space="preserve">vad </w:t>
      </w:r>
      <w:r>
        <w:t>kupujícím</w:t>
      </w:r>
      <w:r w:rsidRPr="00592602">
        <w:t xml:space="preserve"> a následně nejpozději do 10 pracovních dní od </w:t>
      </w:r>
      <w:r>
        <w:t>oznámen</w:t>
      </w:r>
      <w:r w:rsidRPr="00592602">
        <w:t xml:space="preserve">í vad </w:t>
      </w:r>
      <w:r>
        <w:t>kupujícím</w:t>
      </w:r>
      <w:r w:rsidRPr="00592602">
        <w:t xml:space="preserve"> tyto vady odstranit. V případě, že bude p</w:t>
      </w:r>
      <w:r>
        <w:t>rodávající</w:t>
      </w:r>
      <w:r w:rsidRPr="00592602">
        <w:t xml:space="preserve"> v prodlení s odstraněním vady, je </w:t>
      </w:r>
      <w:r>
        <w:t>kupující</w:t>
      </w:r>
      <w:r w:rsidRPr="00592602">
        <w:t xml:space="preserve"> oprávněn vadu odstranit sám na náklady </w:t>
      </w:r>
      <w:r>
        <w:t>prodávajícího</w:t>
      </w:r>
      <w:r w:rsidRPr="00592602">
        <w:t xml:space="preserve">, který se mu je zavazuje neprodleně uhradit nebo odstoupit od </w:t>
      </w:r>
      <w:r>
        <w:t>dohod</w:t>
      </w:r>
      <w:r w:rsidRPr="00592602">
        <w:t xml:space="preserve">y v odpovídajícím rozsahu. </w:t>
      </w:r>
      <w:r w:rsidRPr="00592602">
        <w:rPr>
          <w:rFonts w:cs="Arial"/>
          <w:szCs w:val="20"/>
        </w:rPr>
        <w:t xml:space="preserve">Ustanovení o sankcích dle rámcové </w:t>
      </w:r>
      <w:r>
        <w:rPr>
          <w:rFonts w:cs="Arial"/>
          <w:szCs w:val="20"/>
        </w:rPr>
        <w:t xml:space="preserve">dohody </w:t>
      </w:r>
      <w:r w:rsidRPr="00592602">
        <w:rPr>
          <w:rFonts w:cs="Arial"/>
          <w:szCs w:val="20"/>
        </w:rPr>
        <w:t>a dílčí smlouvy tím nejsou dotčena.</w:t>
      </w:r>
    </w:p>
    <w:p w14:paraId="60566F5F" w14:textId="77777777" w:rsidR="00BE0287" w:rsidRPr="00592602" w:rsidRDefault="00BE0287" w:rsidP="00BE0287">
      <w:pPr>
        <w:pStyle w:val="ListNumber-ContractCzechRadio"/>
        <w:widowControl w:val="0"/>
        <w:numPr>
          <w:ilvl w:val="1"/>
          <w:numId w:val="13"/>
        </w:numPr>
        <w:adjustRightInd w:val="0"/>
        <w:spacing w:before="120"/>
        <w:jc w:val="both"/>
        <w:textAlignment w:val="baseline"/>
        <w:rPr>
          <w:rFonts w:cs="Arial"/>
          <w:b/>
          <w:bCs/>
          <w:sz w:val="18"/>
          <w:szCs w:val="18"/>
          <w:u w:val="single"/>
        </w:rPr>
      </w:pPr>
      <w:r>
        <w:rPr>
          <w:rFonts w:cs="Arial"/>
          <w:szCs w:val="20"/>
        </w:rPr>
        <w:t>Kupující je oprávněn prohlásit vadu za tzv. „vadu v režimu havarijního stavu“. V takovém</w:t>
      </w:r>
      <w:r w:rsidRPr="008C6BB5">
        <w:rPr>
          <w:rFonts w:cs="Arial"/>
          <w:szCs w:val="20"/>
        </w:rPr>
        <w:t xml:space="preserve"> případě je </w:t>
      </w:r>
      <w:r>
        <w:rPr>
          <w:rFonts w:cs="Arial"/>
          <w:szCs w:val="20"/>
        </w:rPr>
        <w:t>prodávající</w:t>
      </w:r>
      <w:r w:rsidRPr="008C6BB5">
        <w:rPr>
          <w:rFonts w:cs="Arial"/>
          <w:szCs w:val="20"/>
        </w:rPr>
        <w:t xml:space="preserve"> povinen zahájit kroky k řešení reklamace dle dohodnutého dojezdového času, </w:t>
      </w:r>
      <w:r w:rsidRPr="005E6F8D">
        <w:rPr>
          <w:rFonts w:cs="Arial"/>
          <w:szCs w:val="20"/>
        </w:rPr>
        <w:t xml:space="preserve">nejpozději však do 24 hodin od okamžiku oznámení takové vady </w:t>
      </w:r>
      <w:r w:rsidRPr="005E6F8D">
        <w:rPr>
          <w:rFonts w:cs="Arial"/>
          <w:szCs w:val="20"/>
        </w:rPr>
        <w:lastRenderedPageBreak/>
        <w:t>telefonicky prodávajícímu na následujícím telefonním čísle</w:t>
      </w:r>
      <w:r>
        <w:rPr>
          <w:rFonts w:cs="Arial"/>
          <w:szCs w:val="20"/>
        </w:rPr>
        <w:t xml:space="preserve"> </w:t>
      </w:r>
      <w:r w:rsidRPr="007905AF">
        <w:rPr>
          <w:rFonts w:cs="Arial"/>
          <w:szCs w:val="20"/>
        </w:rPr>
        <w:t>[</w:t>
      </w:r>
      <w:r w:rsidRPr="007905AF">
        <w:rPr>
          <w:rFonts w:cs="Arial"/>
          <w:szCs w:val="20"/>
          <w:highlight w:val="yellow"/>
        </w:rPr>
        <w:t>DOPLNIT</w:t>
      </w:r>
      <w:r w:rsidRPr="007905AF">
        <w:rPr>
          <w:rFonts w:cs="Arial"/>
          <w:szCs w:val="20"/>
        </w:rPr>
        <w:t>]</w:t>
      </w:r>
      <w:r>
        <w:rPr>
          <w:rFonts w:cs="Arial"/>
          <w:szCs w:val="20"/>
        </w:rPr>
        <w:t>.</w:t>
      </w:r>
      <w:r w:rsidRPr="008C6BB5">
        <w:rPr>
          <w:rFonts w:cs="Arial"/>
          <w:b/>
          <w:szCs w:val="20"/>
        </w:rPr>
        <w:t xml:space="preserve"> </w:t>
      </w:r>
      <w:r w:rsidRPr="008C6BB5">
        <w:rPr>
          <w:rFonts w:cs="Arial"/>
          <w:szCs w:val="20"/>
        </w:rPr>
        <w:t>Nebude-li možné odstranit vadu ihned na místě, je p</w:t>
      </w:r>
      <w:r>
        <w:rPr>
          <w:rFonts w:cs="Arial"/>
          <w:szCs w:val="20"/>
        </w:rPr>
        <w:t>rodávající</w:t>
      </w:r>
      <w:r w:rsidRPr="008C6BB5">
        <w:rPr>
          <w:rFonts w:cs="Arial"/>
          <w:szCs w:val="20"/>
        </w:rPr>
        <w:t xml:space="preserve"> povinen zajistit, aby vada nezpůsobovala další škody a nejpozději do 10 pracovních dní tuto vadu odstranit</w:t>
      </w:r>
      <w:r>
        <w:rPr>
          <w:rFonts w:cs="Arial"/>
          <w:szCs w:val="20"/>
        </w:rPr>
        <w:t>.</w:t>
      </w:r>
    </w:p>
    <w:p w14:paraId="6EFB878B" w14:textId="77777777" w:rsidR="00BE0287" w:rsidRDefault="00BE0287" w:rsidP="00BE0287">
      <w:pPr>
        <w:pStyle w:val="ListNumber-ContractCzechRadio"/>
        <w:numPr>
          <w:ilvl w:val="1"/>
          <w:numId w:val="13"/>
        </w:numPr>
        <w:jc w:val="both"/>
      </w:pPr>
      <w:r w:rsidRPr="006D0812">
        <w:t>V případě, že bude prodávající v prodlení s výměnou zboží za nové nebo dodáním chybějícího zboží</w:t>
      </w:r>
      <w:r w:rsidRPr="0094039A">
        <w:t xml:space="preserve"> </w:t>
      </w:r>
      <w:r w:rsidRPr="006D0812">
        <w:t>nebo s odstraněním vady její opravou</w:t>
      </w:r>
      <w:r>
        <w:t>,</w:t>
      </w:r>
      <w:r w:rsidRPr="006D0812">
        <w:t xml:space="preserve"> je kupující oprávněn vadu odstranit sám na náklady prodávajícího nebo odstoupit od</w:t>
      </w:r>
      <w:r>
        <w:t xml:space="preserve"> příslušné</w:t>
      </w:r>
      <w:r w:rsidRPr="006D0812">
        <w:t xml:space="preserve"> </w:t>
      </w:r>
      <w:r>
        <w:rPr>
          <w:rFonts w:cs="Arial"/>
          <w:szCs w:val="20"/>
        </w:rPr>
        <w:t>dílčí smlouv</w:t>
      </w:r>
      <w:r w:rsidRPr="006D0812">
        <w:t xml:space="preserve">y v odpovídajícím rozsahu. </w:t>
      </w:r>
      <w:r>
        <w:t>V případě, že kupující vadu zboží odstraní sám na náklady prodávajícího, je prodávající povinen</w:t>
      </w:r>
      <w:r w:rsidRPr="006D0812">
        <w:t xml:space="preserve"> </w:t>
      </w:r>
      <w:r>
        <w:t>tyto náklady kupujícímu neprodleně uhradit.</w:t>
      </w:r>
    </w:p>
    <w:p w14:paraId="428BDF40" w14:textId="77777777" w:rsidR="00BE0287" w:rsidRDefault="00BE0287" w:rsidP="00BE0287">
      <w:pPr>
        <w:pStyle w:val="ListNumber-ContractCzechRadio"/>
        <w:numPr>
          <w:ilvl w:val="1"/>
          <w:numId w:val="13"/>
        </w:numPr>
        <w:jc w:val="both"/>
      </w:pPr>
      <w:r>
        <w:t>Záruční doba neběží po dobu, po kterou kupující nemůže zboží pro jeho vady, za které odpovídá prodávající, užívat. Při dodání nového anebo chybějícího zboží běží záruční doba dle tohoto článku dohody od počátku.</w:t>
      </w:r>
    </w:p>
    <w:p w14:paraId="0B00688E" w14:textId="77777777" w:rsidR="00BE0287" w:rsidRDefault="00BE0287" w:rsidP="00BE0287">
      <w:pPr>
        <w:pStyle w:val="ListNumber-ContractCzechRadio"/>
        <w:numPr>
          <w:ilvl w:val="1"/>
          <w:numId w:val="13"/>
        </w:numPr>
        <w:jc w:val="both"/>
      </w:pPr>
      <w:r w:rsidRPr="006D0812">
        <w:t xml:space="preserve">Výše uvedená ustanovení </w:t>
      </w:r>
      <w:r>
        <w:t>tohoto článku</w:t>
      </w:r>
      <w:r w:rsidRPr="006D0812">
        <w:t xml:space="preserve"> </w:t>
      </w:r>
      <w:r>
        <w:t>dohody</w:t>
      </w:r>
      <w:r w:rsidRPr="006D0812">
        <w:t xml:space="preserve"> se přiměřeně použijí i na vady </w:t>
      </w:r>
      <w:r>
        <w:t>dokumentace zboží</w:t>
      </w:r>
      <w:r w:rsidRPr="006D0812">
        <w:t xml:space="preserve"> nutn</w:t>
      </w:r>
      <w:r>
        <w:t>ou</w:t>
      </w:r>
      <w:r w:rsidRPr="006D0812">
        <w:t xml:space="preserve"> pro </w:t>
      </w:r>
      <w:r>
        <w:t xml:space="preserve">jeho </w:t>
      </w:r>
      <w:r w:rsidRPr="006D0812">
        <w:t>užívání.</w:t>
      </w:r>
    </w:p>
    <w:p w14:paraId="29B7BBF2" w14:textId="77777777" w:rsidR="00BE0287" w:rsidRPr="003F75AD" w:rsidRDefault="00BE0287" w:rsidP="00BE0287">
      <w:pPr>
        <w:pStyle w:val="ListNumber-ContractCzechRadio"/>
        <w:numPr>
          <w:ilvl w:val="1"/>
          <w:numId w:val="13"/>
        </w:numPr>
        <w:jc w:val="both"/>
      </w:pPr>
      <w:r w:rsidRPr="009544D7">
        <w:t xml:space="preserve">Prodávající je povinen uhradit kupujícímu náklady vzniklé při uplatnění jeho práv a nároků z odpovědnosti za vady. </w:t>
      </w:r>
    </w:p>
    <w:p w14:paraId="08B1FAC6" w14:textId="77777777" w:rsidR="00BE0287" w:rsidRPr="00F379FE" w:rsidRDefault="00BE0287" w:rsidP="00BE0287">
      <w:pPr>
        <w:pStyle w:val="Heading-Number-ContractCzechRadio"/>
        <w:keepNext w:val="0"/>
        <w:keepLines w:val="0"/>
        <w:numPr>
          <w:ilvl w:val="0"/>
          <w:numId w:val="17"/>
        </w:numPr>
      </w:pPr>
      <w:r w:rsidRPr="00F379FE">
        <w:t>Práva a povinnosti smluvních stran</w:t>
      </w:r>
    </w:p>
    <w:p w14:paraId="2EEE38D3" w14:textId="77777777" w:rsidR="00BE0287" w:rsidRPr="00692BD6" w:rsidRDefault="00BE0287" w:rsidP="00BE0287">
      <w:pPr>
        <w:pStyle w:val="Heading-Number-ContractCzechRadio"/>
        <w:keepNext w:val="0"/>
        <w:keepLines w:val="0"/>
        <w:numPr>
          <w:ilvl w:val="0"/>
          <w:numId w:val="16"/>
        </w:numPr>
        <w:tabs>
          <w:tab w:val="clear" w:pos="312"/>
          <w:tab w:val="left" w:pos="426"/>
        </w:tabs>
        <w:ind w:left="357" w:hanging="357"/>
        <w:jc w:val="both"/>
        <w:rPr>
          <w:b w:val="0"/>
          <w:color w:val="auto"/>
          <w:szCs w:val="20"/>
        </w:rPr>
      </w:pPr>
      <w:r w:rsidRPr="00692BD6">
        <w:rPr>
          <w:b w:val="0"/>
          <w:color w:val="auto"/>
          <w:szCs w:val="20"/>
        </w:rPr>
        <w:t>Prodávající si při poskytování plnění bude počínat s náležitou odbornou péčí, v souladu s obecně závaznými právními předpisy a normami, dle pokynů a doporučení výrobců zařízení, v souladu s rámcovou dohodou a každou dílčí smlouvou či objednávkou. Dále je povinen nejednat v rozporu s oprávněnými zájmy kupujícího a zdržet se veškerého jednání, které by mohlo kupujícího jakýmkoliv způsobem poškodit.</w:t>
      </w:r>
    </w:p>
    <w:p w14:paraId="0406C7A7" w14:textId="77777777" w:rsidR="00BE0287" w:rsidRPr="00692BD6" w:rsidRDefault="00BE0287" w:rsidP="00BE0287">
      <w:pPr>
        <w:pStyle w:val="Heading-Number-ContractCzechRadio"/>
        <w:keepNext w:val="0"/>
        <w:keepLines w:val="0"/>
        <w:numPr>
          <w:ilvl w:val="0"/>
          <w:numId w:val="16"/>
        </w:numPr>
        <w:tabs>
          <w:tab w:val="clear" w:pos="312"/>
          <w:tab w:val="left" w:pos="426"/>
        </w:tabs>
        <w:jc w:val="both"/>
        <w:rPr>
          <w:color w:val="auto"/>
          <w:szCs w:val="20"/>
        </w:rPr>
      </w:pPr>
      <w:r w:rsidRPr="00692BD6">
        <w:rPr>
          <w:b w:val="0"/>
          <w:color w:val="auto"/>
          <w:szCs w:val="20"/>
        </w:rPr>
        <w:t xml:space="preserve">Prodávající bude poskytovat plnění osobně. Prodávající je povinen zajistit, aby všechny osoby podílející se na plnění pro kupujícího, které jsou v pracovním nebo jiném obdobném poměru k prodávajícímu nebo jsou k prodávajícímu ve smluvním vztahu, se řídily vždy rámcovou dohodou a konkrétní dílčí smlouvou či objednávkou. Poruší-li taková osoba jakékoliv ustanovení rámcové dohody, dílčí smlouvy či podmínky stanovené v objednávce, bude se na to hledět, jako by porušení způsobil sám prodávající. </w:t>
      </w:r>
    </w:p>
    <w:p w14:paraId="132612B5" w14:textId="77777777" w:rsidR="00BE0287" w:rsidRPr="00692BD6" w:rsidRDefault="00BE0287" w:rsidP="00BE0287">
      <w:pPr>
        <w:pStyle w:val="Heading-Number-ContractCzechRadio"/>
        <w:keepNext w:val="0"/>
        <w:keepLines w:val="0"/>
        <w:numPr>
          <w:ilvl w:val="0"/>
          <w:numId w:val="16"/>
        </w:numPr>
        <w:tabs>
          <w:tab w:val="clear" w:pos="312"/>
          <w:tab w:val="left" w:pos="426"/>
        </w:tabs>
        <w:jc w:val="both"/>
        <w:rPr>
          <w:color w:val="auto"/>
        </w:rPr>
      </w:pPr>
      <w:r w:rsidRPr="00692BD6">
        <w:rPr>
          <w:b w:val="0"/>
          <w:color w:val="auto"/>
          <w:szCs w:val="20"/>
        </w:rPr>
        <w:t>Prodávající</w:t>
      </w:r>
      <w:r w:rsidRPr="00692BD6">
        <w:rPr>
          <w:b w:val="0"/>
          <w:color w:val="auto"/>
        </w:rPr>
        <w:t xml:space="preserve"> je povinen zajistit realizaci plnění prostřednictvím osob, kterými v zadávacím řízení k veřejné zakázce prokázal kvalifikaci. V případě potřeby výměny některé z těchto osob je prodávající povinen o tom písemně informovat kupujícího a současně zajistit, aby nová osoba splňovala kvalifikaci v min. rozsahu dle zadávacích podmínek veřejné zakázky. Na písemnou žádost kupujícího je prodávající povinen k tomu doložit odpovídající doklady a dokumenty (zejm. platná </w:t>
      </w:r>
      <w:proofErr w:type="gramStart"/>
      <w:r w:rsidRPr="00692BD6">
        <w:rPr>
          <w:b w:val="0"/>
          <w:color w:val="auto"/>
        </w:rPr>
        <w:t>osvědčení,</w:t>
      </w:r>
      <w:proofErr w:type="gramEnd"/>
      <w:r w:rsidRPr="00692BD6">
        <w:rPr>
          <w:b w:val="0"/>
          <w:color w:val="auto"/>
        </w:rPr>
        <w:t xml:space="preserve"> apod.).</w:t>
      </w:r>
      <w:r w:rsidRPr="00692BD6">
        <w:rPr>
          <w:color w:val="auto"/>
        </w:rPr>
        <w:t xml:space="preserve"> </w:t>
      </w:r>
    </w:p>
    <w:p w14:paraId="36A876B5" w14:textId="77777777" w:rsidR="00BE0287" w:rsidRPr="00692BD6" w:rsidRDefault="00BE0287" w:rsidP="00BE0287">
      <w:pPr>
        <w:pStyle w:val="Heading-Number-ContractCzechRadio"/>
        <w:keepNext w:val="0"/>
        <w:keepLines w:val="0"/>
        <w:numPr>
          <w:ilvl w:val="0"/>
          <w:numId w:val="16"/>
        </w:numPr>
        <w:tabs>
          <w:tab w:val="clear" w:pos="312"/>
          <w:tab w:val="left" w:pos="426"/>
        </w:tabs>
        <w:jc w:val="both"/>
        <w:rPr>
          <w:b w:val="0"/>
          <w:color w:val="auto"/>
        </w:rPr>
      </w:pPr>
      <w:r w:rsidRPr="00692BD6">
        <w:rPr>
          <w:b w:val="0"/>
          <w:color w:val="auto"/>
        </w:rPr>
        <w:t xml:space="preserve">V případě, kdy osoba podílející se na realizaci plnění vykazuje nedostatečné znalosti a schopnosti ve vztahu k předmětu plnění, přestože splňuje kupujícím požadovanou kvalifikaci, je kupující oprávněn neumožnit realizaci plnění takovou osobou a vyžadovat zajištění její výměny prodávajícím bez zbytečného odkladu. </w:t>
      </w:r>
    </w:p>
    <w:p w14:paraId="77DEC622" w14:textId="77777777" w:rsidR="00BE0287" w:rsidRPr="00692BD6" w:rsidRDefault="00BE0287" w:rsidP="00BE0287">
      <w:pPr>
        <w:pStyle w:val="Heading-Number-ContractCzechRadio"/>
        <w:keepNext w:val="0"/>
        <w:keepLines w:val="0"/>
        <w:numPr>
          <w:ilvl w:val="0"/>
          <w:numId w:val="16"/>
        </w:numPr>
        <w:tabs>
          <w:tab w:val="clear" w:pos="312"/>
          <w:tab w:val="left" w:pos="426"/>
        </w:tabs>
        <w:jc w:val="both"/>
        <w:rPr>
          <w:b w:val="0"/>
          <w:color w:val="auto"/>
        </w:rPr>
      </w:pPr>
      <w:r w:rsidRPr="00692BD6">
        <w:rPr>
          <w:b w:val="0"/>
          <w:color w:val="auto"/>
        </w:rPr>
        <w:t>Prodávající je povinen za účelem řádné realizace plnění zajistit, aby se na realizaci plnění podílel poddodavatel, prostřednictvím kterého prodávající v rámci zadávacího řízení veřejné zakázky prokázal kvalifikaci, a který se zavázal k poskytování plnění odpovídající části kvalifikace, kterou za prodávajícího prokázal. V případě potřeby změny takového poddodavatele je prodávající povinen o tom písemně informovat kupujícího a současně zajistit, aby při takové změně poddodavatele byly stále splněny min. kritéria kvalifikace dle zadávacích podmínek veřejné zakázky. Na písemnou žádost kupujícího je prodávající povinen k tomu doložit odpovídající doklady a dokumenty.</w:t>
      </w:r>
    </w:p>
    <w:p w14:paraId="3863F206" w14:textId="77777777" w:rsidR="00BE0287" w:rsidRPr="00692BD6" w:rsidRDefault="00BE0287" w:rsidP="00BE0287">
      <w:pPr>
        <w:pStyle w:val="Heading-Number-ContractCzechRadio"/>
        <w:keepNext w:val="0"/>
        <w:keepLines w:val="0"/>
        <w:numPr>
          <w:ilvl w:val="0"/>
          <w:numId w:val="0"/>
        </w:numPr>
        <w:tabs>
          <w:tab w:val="clear" w:pos="0"/>
          <w:tab w:val="clear" w:pos="312"/>
          <w:tab w:val="left" w:pos="426"/>
        </w:tabs>
        <w:ind w:left="312" w:hanging="312"/>
        <w:jc w:val="both"/>
        <w:rPr>
          <w:rFonts w:cs="Arial"/>
          <w:b w:val="0"/>
          <w:color w:val="auto"/>
          <w:szCs w:val="20"/>
        </w:rPr>
      </w:pPr>
      <w:r w:rsidRPr="00692BD6">
        <w:rPr>
          <w:rFonts w:cs="Arial"/>
          <w:b w:val="0"/>
          <w:color w:val="auto"/>
          <w:szCs w:val="20"/>
        </w:rPr>
        <w:lastRenderedPageBreak/>
        <w:t>6.</w:t>
      </w:r>
      <w:r w:rsidRPr="00692BD6">
        <w:rPr>
          <w:rFonts w:cs="Arial"/>
          <w:color w:val="auto"/>
          <w:szCs w:val="20"/>
        </w:rPr>
        <w:t xml:space="preserve"> </w:t>
      </w:r>
      <w:r w:rsidRPr="00692BD6">
        <w:rPr>
          <w:rFonts w:cs="Arial"/>
          <w:b w:val="0"/>
          <w:color w:val="auto"/>
          <w:szCs w:val="20"/>
        </w:rPr>
        <w:t xml:space="preserve">Prodávající zajistí vybavení svých pracovníků </w:t>
      </w:r>
      <w:proofErr w:type="gramStart"/>
      <w:r w:rsidRPr="00692BD6">
        <w:rPr>
          <w:rFonts w:cs="Arial"/>
          <w:b w:val="0"/>
          <w:color w:val="auto"/>
          <w:szCs w:val="20"/>
        </w:rPr>
        <w:t>odpovídajícím</w:t>
      </w:r>
      <w:proofErr w:type="gramEnd"/>
      <w:r w:rsidRPr="00692BD6">
        <w:rPr>
          <w:rFonts w:cs="Arial"/>
          <w:b w:val="0"/>
          <w:color w:val="auto"/>
          <w:szCs w:val="20"/>
        </w:rPr>
        <w:t xml:space="preserve"> pracovními a ochrannými pomůckami v souladu s platnými předpisy a jednotným pracovním oděvem vhodným pro danou činnost. </w:t>
      </w:r>
    </w:p>
    <w:p w14:paraId="6D48AAC4" w14:textId="77777777" w:rsidR="00BE0287" w:rsidRPr="00692BD6" w:rsidRDefault="00BE0287" w:rsidP="00BE0287">
      <w:pPr>
        <w:pStyle w:val="Heading-Number-ContractCzechRadio"/>
        <w:keepNext w:val="0"/>
        <w:keepLines w:val="0"/>
        <w:numPr>
          <w:ilvl w:val="0"/>
          <w:numId w:val="20"/>
        </w:numPr>
        <w:tabs>
          <w:tab w:val="clear" w:pos="0"/>
          <w:tab w:val="clear" w:pos="312"/>
          <w:tab w:val="left" w:pos="426"/>
        </w:tabs>
        <w:ind w:left="312" w:hanging="312"/>
        <w:jc w:val="both"/>
        <w:rPr>
          <w:rFonts w:eastAsiaTheme="minorHAnsi" w:cs="Arial"/>
          <w:b w:val="0"/>
          <w:color w:val="auto"/>
        </w:rPr>
      </w:pPr>
      <w:r w:rsidRPr="00692BD6">
        <w:rPr>
          <w:rFonts w:cs="Arial"/>
          <w:b w:val="0"/>
          <w:color w:val="auto"/>
          <w:szCs w:val="20"/>
        </w:rPr>
        <w:t xml:space="preserve">Prodávající se zavazuje na své náklady zajistit, aby </w:t>
      </w:r>
      <w:r w:rsidRPr="00692BD6">
        <w:rPr>
          <w:rFonts w:cs="Arial"/>
          <w:b w:val="0"/>
          <w:color w:val="auto"/>
        </w:rPr>
        <w:t xml:space="preserve">při provádění montážních prací ve výškách a na střechách objektů kupujícího, práce prováděli technici či pracovníci proškolení k bezpečnému provádění prací ve výškách a současně způsobilí bezpečného provádění prací ve výškách, Dále </w:t>
      </w:r>
      <w:r w:rsidRPr="00692BD6">
        <w:rPr>
          <w:rFonts w:cs="Arial"/>
          <w:b w:val="0"/>
          <w:color w:val="auto"/>
          <w:szCs w:val="20"/>
        </w:rPr>
        <w:t>se prodávající zavazuje na své náklady zajistit, aby</w:t>
      </w:r>
      <w:r w:rsidRPr="00692BD6">
        <w:rPr>
          <w:rFonts w:cs="Arial"/>
          <w:b w:val="0"/>
          <w:color w:val="auto"/>
        </w:rPr>
        <w:t xml:space="preserve"> tam, kde je přístupný vhodný kotvící bod,</w:t>
      </w:r>
      <w:r w:rsidRPr="00692BD6">
        <w:rPr>
          <w:rFonts w:cs="Arial"/>
          <w:b w:val="0"/>
          <w:color w:val="auto"/>
          <w:szCs w:val="20"/>
        </w:rPr>
        <w:t xml:space="preserve"> se</w:t>
      </w:r>
      <w:r w:rsidRPr="00692BD6">
        <w:rPr>
          <w:rFonts w:cs="Arial"/>
          <w:b w:val="0"/>
          <w:color w:val="auto"/>
        </w:rPr>
        <w:t xml:space="preserve"> technici či pracovníci provádějící práce ve výškách při provádění těchto prací zajišťovali, a to pomocí vlastního lezeckého vybavení včetně úvazku a  lana.</w:t>
      </w:r>
    </w:p>
    <w:p w14:paraId="17CC1233" w14:textId="77777777" w:rsidR="00BE0287" w:rsidRPr="00692BD6" w:rsidRDefault="00BE0287" w:rsidP="00BE0287">
      <w:pPr>
        <w:pStyle w:val="Heading-Number-ContractCzechRadio"/>
        <w:keepNext w:val="0"/>
        <w:keepLines w:val="0"/>
        <w:numPr>
          <w:ilvl w:val="0"/>
          <w:numId w:val="20"/>
        </w:numPr>
        <w:ind w:left="312" w:hanging="312"/>
        <w:jc w:val="both"/>
        <w:rPr>
          <w:rFonts w:cs="Arial"/>
          <w:b w:val="0"/>
          <w:color w:val="auto"/>
          <w:szCs w:val="20"/>
        </w:rPr>
      </w:pPr>
      <w:r w:rsidRPr="00692BD6">
        <w:rPr>
          <w:rFonts w:cs="Arial"/>
          <w:b w:val="0"/>
          <w:color w:val="auto"/>
          <w:szCs w:val="20"/>
        </w:rPr>
        <w:t xml:space="preserve">Prodávající je povinen při realizaci dílčích dodávek používat pouze schválená a kalibrovaná diagnostická zařízení, měřicí přístroje a nářadí. </w:t>
      </w:r>
    </w:p>
    <w:p w14:paraId="0AE2DEB6" w14:textId="77777777" w:rsidR="00BE0287" w:rsidRPr="00742202" w:rsidRDefault="00BE0287" w:rsidP="00BE0287">
      <w:pPr>
        <w:pStyle w:val="Heading-Number-ContractCzechRadio"/>
        <w:keepNext w:val="0"/>
        <w:keepLines w:val="0"/>
        <w:numPr>
          <w:ilvl w:val="0"/>
          <w:numId w:val="20"/>
        </w:numPr>
        <w:ind w:left="312" w:hanging="312"/>
        <w:jc w:val="both"/>
        <w:rPr>
          <w:rFonts w:cs="Arial"/>
          <w:b w:val="0"/>
          <w:color w:val="auto"/>
          <w:szCs w:val="20"/>
        </w:rPr>
      </w:pPr>
      <w:r w:rsidRPr="00692BD6">
        <w:rPr>
          <w:rFonts w:cs="Arial"/>
          <w:b w:val="0"/>
          <w:color w:val="auto"/>
          <w:szCs w:val="20"/>
        </w:rPr>
        <w:t>Prodávající</w:t>
      </w:r>
      <w:r w:rsidRPr="00742202">
        <w:rPr>
          <w:rFonts w:cs="Arial"/>
          <w:b w:val="0"/>
          <w:bCs/>
          <w:color w:val="auto"/>
        </w:rPr>
        <w:t xml:space="preserve"> bere na vědomí, že veškeré případné sváření je nutno provádět až po vystavení příslušného svářecího příkazu a při dodržení opatření uvedených ve svářecím příkaze. Vystavení svářecího příkazu zajišťuje pracovník kupujícího na základě předloženého svářecího průkazu a předchozího vyhodnocení rizika a dohodnutí konkrétního postupu se svářečem.</w:t>
      </w:r>
    </w:p>
    <w:p w14:paraId="3C8697BA" w14:textId="77777777" w:rsidR="00BE0287" w:rsidRPr="00692BD6" w:rsidRDefault="00BE0287" w:rsidP="00BE0287">
      <w:pPr>
        <w:pStyle w:val="Heading-Number-ContractCzechRadio"/>
        <w:keepNext w:val="0"/>
        <w:keepLines w:val="0"/>
        <w:numPr>
          <w:ilvl w:val="0"/>
          <w:numId w:val="20"/>
        </w:numPr>
        <w:ind w:left="312" w:hanging="312"/>
        <w:jc w:val="both"/>
        <w:rPr>
          <w:rFonts w:cs="Arial"/>
          <w:b w:val="0"/>
          <w:color w:val="auto"/>
          <w:szCs w:val="20"/>
        </w:rPr>
      </w:pPr>
      <w:r w:rsidRPr="00692BD6">
        <w:rPr>
          <w:rFonts w:cs="Arial"/>
          <w:b w:val="0"/>
          <w:color w:val="auto"/>
          <w:szCs w:val="20"/>
        </w:rPr>
        <w:t xml:space="preserve"> Prodávající zajistí, aby před realizací veškerých prostupů či vrtů, a při instalaci klimatizačních jednotek a veškerých rozvodů či lišt prodávající provedl pomocí vhodného detektoru ověření, že v místě vrtání nejsou vedeny rozvody el. instalace a další rozvody, a tím předešel jejich případnému poškození. </w:t>
      </w:r>
    </w:p>
    <w:p w14:paraId="12778979" w14:textId="77777777" w:rsidR="00BE0287" w:rsidRPr="00742202" w:rsidRDefault="00BE0287" w:rsidP="00BE0287">
      <w:pPr>
        <w:pStyle w:val="ListNumber-ContractCzechRadio"/>
        <w:numPr>
          <w:ilvl w:val="0"/>
          <w:numId w:val="0"/>
        </w:numPr>
        <w:ind w:left="312" w:hanging="312"/>
        <w:jc w:val="both"/>
        <w:rPr>
          <w:rFonts w:cs="Arial"/>
        </w:rPr>
      </w:pPr>
      <w:r w:rsidRPr="00742202">
        <w:rPr>
          <w:rFonts w:cs="Arial"/>
        </w:rPr>
        <w:t>11.</w:t>
      </w:r>
      <w:r w:rsidRPr="00742202">
        <w:rPr>
          <w:rFonts w:cs="Arial"/>
        </w:rPr>
        <w:tab/>
        <w:t>Prodávající se zavazuje při plnění předmětu této dohody postupovat při likvidaci demontovaných klimatizačních jednotek, jakož i likvidací odsátého chladiva, v souladu s aktuálně platnými právními předpisy. Kupující je oprávněn po prodávajícím požadovat prokázání dodržování příslušné legislativy.</w:t>
      </w:r>
    </w:p>
    <w:p w14:paraId="0EE1A4B4" w14:textId="77777777" w:rsidR="00BE0287" w:rsidRPr="006D0812" w:rsidRDefault="00BE0287" w:rsidP="00BE0287">
      <w:pPr>
        <w:pStyle w:val="Heading-Number-ContractCzechRadio"/>
        <w:numPr>
          <w:ilvl w:val="0"/>
          <w:numId w:val="13"/>
        </w:numPr>
      </w:pPr>
      <w:r w:rsidRPr="006D0812">
        <w:t xml:space="preserve">Změny </w:t>
      </w:r>
      <w:r>
        <w:t>dohod</w:t>
      </w:r>
      <w:r w:rsidRPr="006D0812">
        <w:t>y</w:t>
      </w:r>
      <w:r>
        <w:t xml:space="preserve"> a komunikace smluvních stran</w:t>
      </w:r>
    </w:p>
    <w:p w14:paraId="01783448" w14:textId="77777777" w:rsidR="00BE0287" w:rsidRDefault="00BE0287" w:rsidP="00BE0287">
      <w:pPr>
        <w:pStyle w:val="ListNumber-ContractCzechRadio"/>
        <w:numPr>
          <w:ilvl w:val="1"/>
          <w:numId w:val="13"/>
        </w:numPr>
        <w:jc w:val="both"/>
      </w:pPr>
      <w:r w:rsidRPr="006D0812">
        <w:t xml:space="preserve">Tato </w:t>
      </w:r>
      <w:r>
        <w:t>dohod</w:t>
      </w:r>
      <w:r w:rsidRPr="006D0812">
        <w:t>a může být změněna pouze písemným oboustranně potvrzeným ujednáním nazvaným „</w:t>
      </w:r>
      <w:r w:rsidRPr="0002133B">
        <w:rPr>
          <w:b/>
        </w:rPr>
        <w:t>dodatek k rámcové dohodě</w:t>
      </w:r>
      <w:r w:rsidRPr="006D0812">
        <w:t xml:space="preserve">“. Dodatky k </w:t>
      </w:r>
      <w:r>
        <w:t>dohod</w:t>
      </w:r>
      <w:r w:rsidRPr="006D0812">
        <w:t xml:space="preserve">ě musí být číslovány vzestupně počínaje </w:t>
      </w:r>
      <w:r>
        <w:t xml:space="preserve">řadovým </w:t>
      </w:r>
      <w:r w:rsidRPr="006D0812">
        <w:t>číslem 1 a podepsány oprávněnými osobami obou smluvních stran.</w:t>
      </w:r>
    </w:p>
    <w:p w14:paraId="7B7A6C0B" w14:textId="77777777" w:rsidR="00BE0287" w:rsidRPr="006D0812" w:rsidRDefault="00BE0287" w:rsidP="00BE0287">
      <w:pPr>
        <w:pStyle w:val="ListNumber-ContractCzechRadio"/>
        <w:numPr>
          <w:ilvl w:val="1"/>
          <w:numId w:val="13"/>
        </w:numPr>
        <w:jc w:val="both"/>
      </w:pPr>
      <w:r>
        <w:t>Jednotlivé dílčí smlouvy mohou být změněny pouze písemným oboustranně potvrzeným ujednáním nazvaným „Dodatek k dílčí smlouvě č. (doplnění čísla dílčí smlouvy)“. Dodatky k jednotlivým dílčím smlouvám musí být číslovány vzestupně počínaje řadovým číslem 1 a podepsány oprávněnými osobami obou smluvních stran. Dodatkem dílčí smlouvy nelze měnit jakákoliv ustanovení rámcové dohody.</w:t>
      </w:r>
    </w:p>
    <w:p w14:paraId="228FE38D" w14:textId="77777777" w:rsidR="00BE0287" w:rsidRDefault="00BE0287" w:rsidP="00BE0287">
      <w:pPr>
        <w:pStyle w:val="ListNumber-ContractCzechRadio"/>
        <w:numPr>
          <w:ilvl w:val="1"/>
          <w:numId w:val="13"/>
        </w:numPr>
        <w:jc w:val="both"/>
      </w:pPr>
      <w:r w:rsidRPr="006D0812">
        <w:t>Jakékoliv jiné dokumenty</w:t>
      </w:r>
      <w:r>
        <w:t>,</w:t>
      </w:r>
      <w:r w:rsidRPr="006D0812">
        <w:t xml:space="preserve"> zejména zápisy, protokoly, přejímky apod. se za změnu </w:t>
      </w:r>
      <w:r>
        <w:t>dohod</w:t>
      </w:r>
      <w:r w:rsidRPr="006D0812">
        <w:t>y nepovažují.</w:t>
      </w:r>
    </w:p>
    <w:p w14:paraId="0519597D" w14:textId="77777777" w:rsidR="00BE0287" w:rsidRDefault="00BE0287" w:rsidP="00BE0287">
      <w:pPr>
        <w:pStyle w:val="ListNumber-ContractCzechRadio"/>
        <w:numPr>
          <w:ilvl w:val="1"/>
          <w:numId w:val="13"/>
        </w:numPr>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dohody,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 xml:space="preserve">imálně formou </w:t>
      </w:r>
      <w:r>
        <w:br/>
      </w:r>
      <w:r w:rsidRPr="00C82400">
        <w:t>e-mailové korespondence</w:t>
      </w:r>
      <w:r w:rsidRPr="0004715D">
        <w:t xml:space="preserve"> </w:t>
      </w:r>
      <w:r>
        <w:t>mezi zástupci pro věcná jednání dle této dohody,</w:t>
      </w:r>
      <w:r w:rsidRPr="003B576F">
        <w:t xml:space="preserve"> </w:t>
      </w:r>
      <w:r>
        <w:t xml:space="preserve">nestanoví-li tato dohoda jinak. Pro právní jednání směřující ke vzniku, změně nebo zániku </w:t>
      </w:r>
      <w:r w:rsidRPr="004071DE">
        <w:rPr>
          <w:rFonts w:cs="Arial"/>
          <w:szCs w:val="20"/>
        </w:rPr>
        <w:t>dohody</w:t>
      </w:r>
      <w:r>
        <w:t xml:space="preserve"> nebo dílčí smlouvy nebo pro uplatňování sankcí však není e-mailová forma komunikace</w:t>
      </w:r>
      <w:r w:rsidRPr="00D65AF6">
        <w:t xml:space="preserve"> </w:t>
      </w:r>
      <w:r>
        <w:t>dostačující.</w:t>
      </w:r>
      <w:r w:rsidRPr="00862457">
        <w:t xml:space="preserve"> Smluvní strany se dohodly, že právní jednání dle předcházející věty musí být učiněna písemně, ve fyzické podobě musí být opatřena vlastnoručním podpisem oprávněných zástupců smluvní stran </w:t>
      </w:r>
      <w:r>
        <w:t>a v elektronické podobě opatřena</w:t>
      </w:r>
      <w:r w:rsidRPr="00862457">
        <w:t xml:space="preserve"> zaručeným elektronickým podpisem </w:t>
      </w:r>
      <w:r w:rsidRPr="00862457">
        <w:lastRenderedPageBreak/>
        <w:t>založeným na kvalifikovaném certifikátu či kvalifikovaným elektronickým podpisem oprávněných zástupců smluvních stran, případně být učiněna prostřednictvím datové schránky smluvní</w:t>
      </w:r>
      <w:r>
        <w:t>ch</w:t>
      </w:r>
      <w:r w:rsidRPr="00862457">
        <w:t xml:space="preserve"> stran.</w:t>
      </w:r>
    </w:p>
    <w:p w14:paraId="388ACBE7" w14:textId="77777777" w:rsidR="00BE0287" w:rsidRPr="001B40D3" w:rsidRDefault="00BE0287" w:rsidP="00BE0287">
      <w:pPr>
        <w:pStyle w:val="ListNumber-ContractCzechRadio"/>
        <w:numPr>
          <w:ilvl w:val="1"/>
          <w:numId w:val="13"/>
        </w:numPr>
        <w:jc w:val="both"/>
      </w:pPr>
      <w:r w:rsidRPr="00AC651D">
        <w:t xml:space="preserve">Zástupce </w:t>
      </w:r>
      <w:r>
        <w:t>kupujícího</w:t>
      </w:r>
      <w:r w:rsidRPr="00AC651D">
        <w:t xml:space="preserve">: </w:t>
      </w:r>
    </w:p>
    <w:p w14:paraId="3FBD3F4D" w14:textId="77777777" w:rsidR="00BE0287" w:rsidRPr="001B40D3" w:rsidRDefault="00BE0287" w:rsidP="00BE0287">
      <w:pPr>
        <w:pStyle w:val="ListLetter-ContractCzechRadio"/>
        <w:numPr>
          <w:ilvl w:val="2"/>
          <w:numId w:val="13"/>
        </w:numPr>
        <w:jc w:val="both"/>
      </w:pPr>
      <w:r w:rsidRPr="00AC651D">
        <w:t>Věcná jednání</w:t>
      </w:r>
      <w:r w:rsidRPr="001E221F">
        <w:t xml:space="preserve">: </w:t>
      </w:r>
      <w:r>
        <w:t>Jakub Seifert, e-mail: jakub.seifert@rozhlas.cz, tel. 724993041</w:t>
      </w:r>
    </w:p>
    <w:p w14:paraId="5A323367" w14:textId="77777777" w:rsidR="00BE0287" w:rsidRDefault="00BE0287" w:rsidP="00BE0287">
      <w:pPr>
        <w:pStyle w:val="ListLetter-ContractCzechRadio"/>
        <w:numPr>
          <w:ilvl w:val="2"/>
          <w:numId w:val="13"/>
        </w:numPr>
        <w:jc w:val="both"/>
      </w:pPr>
      <w:r w:rsidRPr="00AC651D">
        <w:t>Technická jednání</w:t>
      </w:r>
      <w:r w:rsidRPr="001E221F">
        <w:t>:</w:t>
      </w:r>
      <w:r w:rsidRPr="00EB1105">
        <w:t xml:space="preserve"> </w:t>
      </w:r>
      <w:r>
        <w:t>Jakub Seifert, e-mail: jakub.seifert@rozhlas.cz, tel. 724993041</w:t>
      </w:r>
    </w:p>
    <w:p w14:paraId="52EAECBB" w14:textId="77777777" w:rsidR="00BE0287" w:rsidRPr="001B40D3" w:rsidRDefault="00BE0287" w:rsidP="00BE0287">
      <w:pPr>
        <w:pStyle w:val="ListNumber-ContractCzechRadio"/>
        <w:numPr>
          <w:ilvl w:val="1"/>
          <w:numId w:val="13"/>
        </w:numPr>
        <w:jc w:val="both"/>
      </w:pPr>
      <w:r w:rsidRPr="00AC651D">
        <w:t xml:space="preserve">Zástupce </w:t>
      </w:r>
      <w:r>
        <w:t>prodávajícího</w:t>
      </w:r>
      <w:r w:rsidRPr="00AC651D">
        <w:t xml:space="preserve">: </w:t>
      </w:r>
    </w:p>
    <w:p w14:paraId="19889482" w14:textId="77777777" w:rsidR="00BE0287" w:rsidRPr="001B40D3" w:rsidRDefault="00BE0287" w:rsidP="00BE0287">
      <w:pPr>
        <w:pStyle w:val="ListLetter-ContractCzechRadio"/>
        <w:numPr>
          <w:ilvl w:val="2"/>
          <w:numId w:val="13"/>
        </w:numPr>
        <w:jc w:val="both"/>
      </w:pPr>
      <w:r w:rsidRPr="00AC651D">
        <w:t>Věcná jednání</w:t>
      </w:r>
      <w:r w:rsidRPr="001E221F">
        <w:t xml:space="preserve">: </w:t>
      </w: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27B5F926" w14:textId="77777777" w:rsidR="00BE0287" w:rsidRPr="001B40D3" w:rsidRDefault="00BE0287" w:rsidP="00BE0287">
      <w:pPr>
        <w:pStyle w:val="ListLetter-ContractCzechRadio"/>
        <w:numPr>
          <w:ilvl w:val="2"/>
          <w:numId w:val="13"/>
        </w:numPr>
        <w:jc w:val="both"/>
      </w:pPr>
      <w:r w:rsidRPr="00AC651D">
        <w:t xml:space="preserve">Technická jednání: </w:t>
      </w:r>
      <w:r>
        <w:t>[</w:t>
      </w:r>
      <w:r w:rsidRPr="00D72E98">
        <w:rPr>
          <w:b/>
          <w:highlight w:val="yellow"/>
        </w:rPr>
        <w:t>DOPLNIT</w:t>
      </w:r>
      <w:r>
        <w:t>], e-mail: [</w:t>
      </w:r>
      <w:r w:rsidRPr="00D72E98">
        <w:rPr>
          <w:b/>
          <w:highlight w:val="yellow"/>
        </w:rPr>
        <w:t>DOPLNIT</w:t>
      </w:r>
      <w:r>
        <w:t>], tel. [</w:t>
      </w:r>
      <w:r w:rsidRPr="00D72E98">
        <w:rPr>
          <w:b/>
          <w:highlight w:val="yellow"/>
        </w:rPr>
        <w:t>DOPLNIT</w:t>
      </w:r>
      <w:r>
        <w:t>]</w:t>
      </w:r>
    </w:p>
    <w:p w14:paraId="0B23E9F2" w14:textId="77777777" w:rsidR="00BE0287" w:rsidRDefault="00BE0287" w:rsidP="00BE0287">
      <w:pPr>
        <w:pStyle w:val="ListNumber-ContractCzechRadio"/>
        <w:numPr>
          <w:ilvl w:val="1"/>
          <w:numId w:val="13"/>
        </w:numPr>
        <w:jc w:val="both"/>
      </w:pPr>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tranu</w:t>
      </w:r>
      <w:r w:rsidRPr="00FC1596">
        <w:t xml:space="preserve">. Řádným doručením tohoto oznámení dojde ke změně </w:t>
      </w:r>
      <w:r w:rsidRPr="00F95682">
        <w:t>zástupce</w:t>
      </w:r>
      <w:r w:rsidRPr="00734330">
        <w:t xml:space="preserve"> </w:t>
      </w:r>
      <w:r>
        <w:t xml:space="preserve">a/nebo jeho kontaktních údajů </w:t>
      </w:r>
      <w:r w:rsidRPr="00734330">
        <w:t>bez nu</w:t>
      </w:r>
      <w:r w:rsidRPr="003F503A">
        <w:t xml:space="preserve">tnosti uzavření dodatku k této </w:t>
      </w:r>
      <w:r>
        <w:t>dohod</w:t>
      </w:r>
      <w:r w:rsidRPr="0004715D">
        <w:t>ě.</w:t>
      </w:r>
      <w:r w:rsidRPr="00C416D4">
        <w:t xml:space="preserve"> </w:t>
      </w:r>
    </w:p>
    <w:p w14:paraId="7BD292CC" w14:textId="77777777" w:rsidR="00BE0287" w:rsidRPr="006D0812" w:rsidRDefault="00BE0287" w:rsidP="00BE0287">
      <w:pPr>
        <w:pStyle w:val="Heading-Number-ContractCzechRadio"/>
        <w:numPr>
          <w:ilvl w:val="0"/>
          <w:numId w:val="13"/>
        </w:numPr>
      </w:pPr>
      <w:r w:rsidRPr="006D0812">
        <w:t>Sankce</w:t>
      </w:r>
    </w:p>
    <w:p w14:paraId="58568A8D" w14:textId="77777777" w:rsidR="00BE0287" w:rsidRPr="009937C8" w:rsidRDefault="00BE0287" w:rsidP="00BE0287">
      <w:pPr>
        <w:pStyle w:val="ListNumber-ContractCzechRadio"/>
        <w:numPr>
          <w:ilvl w:val="1"/>
          <w:numId w:val="13"/>
        </w:numPr>
        <w:jc w:val="both"/>
        <w:rPr>
          <w:szCs w:val="24"/>
        </w:rPr>
      </w:pPr>
      <w:r w:rsidRPr="00DE4482">
        <w:rPr>
          <w:szCs w:val="24"/>
        </w:rPr>
        <w:t xml:space="preserve">V případě, že bude uplatněn postup dle </w:t>
      </w:r>
      <w:r>
        <w:rPr>
          <w:szCs w:val="24"/>
        </w:rPr>
        <w:t>čl. II., odst. 1 této dohody</w:t>
      </w:r>
      <w:r w:rsidRPr="00DE4482">
        <w:rPr>
          <w:szCs w:val="24"/>
        </w:rPr>
        <w:t xml:space="preserve"> a </w:t>
      </w:r>
      <w:r>
        <w:rPr>
          <w:szCs w:val="24"/>
        </w:rPr>
        <w:t xml:space="preserve">prodávající </w:t>
      </w:r>
      <w:r w:rsidRPr="00DE4482">
        <w:rPr>
          <w:szCs w:val="24"/>
        </w:rPr>
        <w:t>ve stanovené lhůtě neakceptuje výzvu k poskytnutí plnění nebo tuto výzvu odmítne</w:t>
      </w:r>
      <w:r>
        <w:rPr>
          <w:szCs w:val="24"/>
        </w:rPr>
        <w:t>, anebo nedoručí ve stanovené lhůtě podepsanou dílčí smlouvu nebo dílčí smlouvu odmítne podepsat</w:t>
      </w:r>
      <w:r w:rsidRPr="00DE4482">
        <w:rPr>
          <w:szCs w:val="24"/>
        </w:rPr>
        <w:t xml:space="preserve">, je povinen uhradit </w:t>
      </w:r>
      <w:r>
        <w:rPr>
          <w:szCs w:val="24"/>
        </w:rPr>
        <w:t xml:space="preserve">kupujícímu </w:t>
      </w:r>
      <w:r w:rsidRPr="00DE4482">
        <w:rPr>
          <w:szCs w:val="24"/>
        </w:rPr>
        <w:t xml:space="preserve">smluvní pokutu ve výši </w:t>
      </w:r>
      <w:r>
        <w:rPr>
          <w:b/>
          <w:szCs w:val="24"/>
        </w:rPr>
        <w:t>5</w:t>
      </w:r>
      <w:r w:rsidRPr="007278F4">
        <w:rPr>
          <w:b/>
        </w:rPr>
        <w:t>.000</w:t>
      </w:r>
      <w:r>
        <w:rPr>
          <w:b/>
        </w:rPr>
        <w:t>,</w:t>
      </w:r>
      <w:r w:rsidRPr="007278F4">
        <w:rPr>
          <w:b/>
        </w:rPr>
        <w:t>- Kč</w:t>
      </w:r>
      <w:r w:rsidRPr="00950C53">
        <w:t xml:space="preserve">. </w:t>
      </w:r>
    </w:p>
    <w:p w14:paraId="0B0E398A" w14:textId="77777777" w:rsidR="00BE0287" w:rsidRPr="00291B8B" w:rsidRDefault="00BE0287" w:rsidP="00BE0287">
      <w:pPr>
        <w:pStyle w:val="ListNumber-ContractCzechRadio"/>
        <w:numPr>
          <w:ilvl w:val="1"/>
          <w:numId w:val="13"/>
        </w:numPr>
        <w:jc w:val="both"/>
        <w:rPr>
          <w:b/>
          <w:szCs w:val="24"/>
        </w:rPr>
      </w:pPr>
      <w:r w:rsidRPr="00565B8F">
        <w:t xml:space="preserve">Bude-li </w:t>
      </w:r>
      <w:r>
        <w:t xml:space="preserve">prodávající </w:t>
      </w:r>
      <w:r w:rsidRPr="00565B8F">
        <w:t xml:space="preserve">v prodlení </w:t>
      </w:r>
      <w:r>
        <w:t>s odevzdáním zboží</w:t>
      </w:r>
      <w:r w:rsidRPr="00565B8F">
        <w:t xml:space="preserve">, zavazuje se zaplatit smluvní </w:t>
      </w:r>
      <w:r w:rsidRPr="00CF2EDD">
        <w:t xml:space="preserve">pokutu ve </w:t>
      </w:r>
      <w:r w:rsidRPr="00BF05E5">
        <w:t xml:space="preserve">výši </w:t>
      </w:r>
      <w:r w:rsidRPr="0002133B">
        <w:rPr>
          <w:b/>
        </w:rPr>
        <w:t>0,5 %</w:t>
      </w:r>
      <w:r>
        <w:t xml:space="preserve"> z ceny neodevzdaného zboží</w:t>
      </w:r>
      <w:r w:rsidRPr="00CF2EDD">
        <w:t xml:space="preserve"> </w:t>
      </w:r>
      <w:r>
        <w:t xml:space="preserve">bez DPH dle dílčí smlouvy </w:t>
      </w:r>
      <w:r w:rsidRPr="00CF2EDD">
        <w:t xml:space="preserve">za každý </w:t>
      </w:r>
      <w:r>
        <w:t xml:space="preserve">jednotlivý případ a každý započatý </w:t>
      </w:r>
      <w:r w:rsidRPr="00CF2EDD">
        <w:t xml:space="preserve">den prodlení. </w:t>
      </w:r>
    </w:p>
    <w:p w14:paraId="3BC20F57" w14:textId="77777777" w:rsidR="00BE0287" w:rsidRPr="003068B7" w:rsidRDefault="00BE0287" w:rsidP="00BE0287">
      <w:pPr>
        <w:pStyle w:val="ListNumber-ContractCzechRadio"/>
        <w:numPr>
          <w:ilvl w:val="1"/>
          <w:numId w:val="13"/>
        </w:numPr>
        <w:jc w:val="both"/>
        <w:rPr>
          <w:b/>
          <w:szCs w:val="24"/>
        </w:rPr>
      </w:pPr>
      <w:r w:rsidRPr="00565B8F">
        <w:t xml:space="preserve">Bude-li </w:t>
      </w:r>
      <w:r>
        <w:t xml:space="preserve">prodávající </w:t>
      </w:r>
      <w:r w:rsidRPr="00565B8F">
        <w:t xml:space="preserve">v prodlení </w:t>
      </w:r>
      <w:r>
        <w:t>s vyřízením reklamace zboží</w:t>
      </w:r>
      <w:r w:rsidRPr="00565B8F">
        <w:t xml:space="preserve">, zavazuje se zaplatit smluvní </w:t>
      </w:r>
      <w:r w:rsidRPr="00CF2EDD">
        <w:t xml:space="preserve">pokutu ve </w:t>
      </w:r>
      <w:r w:rsidRPr="00BF05E5">
        <w:t xml:space="preserve">výši </w:t>
      </w:r>
      <w:r w:rsidRPr="005D6628">
        <w:rPr>
          <w:b/>
        </w:rPr>
        <w:t>0,5 %</w:t>
      </w:r>
      <w:r>
        <w:t xml:space="preserve"> z ceny reklamovaného zboží</w:t>
      </w:r>
      <w:r w:rsidRPr="00CF2EDD">
        <w:t xml:space="preserve"> </w:t>
      </w:r>
      <w:r>
        <w:t xml:space="preserve">bez DPH dle dílčí smlouvy </w:t>
      </w:r>
      <w:r w:rsidRPr="00CF2EDD">
        <w:t xml:space="preserve">za každý </w:t>
      </w:r>
      <w:r>
        <w:t xml:space="preserve">jednotlivý případ a každý započatý </w:t>
      </w:r>
      <w:r w:rsidRPr="00CF2EDD">
        <w:t xml:space="preserve">den prodlení. </w:t>
      </w:r>
    </w:p>
    <w:p w14:paraId="1ED35CE4" w14:textId="6E16E4F9" w:rsidR="00BE0287" w:rsidRPr="00122B0A" w:rsidRDefault="00BE0287" w:rsidP="00BE0287">
      <w:pPr>
        <w:pStyle w:val="ListNumber-ContractCzechRadio"/>
        <w:numPr>
          <w:ilvl w:val="1"/>
          <w:numId w:val="13"/>
        </w:numPr>
        <w:jc w:val="both"/>
        <w:rPr>
          <w:b/>
          <w:szCs w:val="24"/>
        </w:rPr>
      </w:pPr>
      <w:r w:rsidRPr="006D0812">
        <w:t xml:space="preserve">Bude-li prodávající v prodlení </w:t>
      </w:r>
      <w:r>
        <w:t>s vyřízením reklamace zboží v režimu „havarijního stavu“</w:t>
      </w:r>
      <w:r w:rsidRPr="006D0812">
        <w:t xml:space="preserve">, </w:t>
      </w:r>
      <w:r>
        <w:t>je</w:t>
      </w:r>
      <w:r w:rsidRPr="006D0812">
        <w:t xml:space="preserve"> prodávající </w:t>
      </w:r>
      <w:r>
        <w:t xml:space="preserve">povinen </w:t>
      </w:r>
      <w:r w:rsidRPr="006D0812">
        <w:t>zaplatit kupuj</w:t>
      </w:r>
      <w:r>
        <w:t xml:space="preserve">ícímu smluvní pokutu ve výši </w:t>
      </w:r>
      <w:r w:rsidR="005877A4">
        <w:rPr>
          <w:b/>
        </w:rPr>
        <w:t>5</w:t>
      </w:r>
      <w:r w:rsidRPr="00692BD6">
        <w:rPr>
          <w:b/>
        </w:rPr>
        <w:t>.000,- Kč</w:t>
      </w:r>
      <w:r w:rsidRPr="000305A1">
        <w:t xml:space="preserve"> </w:t>
      </w:r>
      <w:r>
        <w:t>za 2. a každou další</w:t>
      </w:r>
      <w:r w:rsidRPr="000305A1">
        <w:t xml:space="preserve"> </w:t>
      </w:r>
      <w:r>
        <w:t>započatou hodinu prodlení</w:t>
      </w:r>
      <w:r w:rsidRPr="000305A1">
        <w:t>.</w:t>
      </w:r>
      <w:r w:rsidRPr="006D0812">
        <w:t xml:space="preserve"> </w:t>
      </w:r>
    </w:p>
    <w:p w14:paraId="2D9F59F7" w14:textId="77777777" w:rsidR="00BE0287" w:rsidRPr="002824DC" w:rsidRDefault="00BE0287" w:rsidP="00BE0287">
      <w:pPr>
        <w:pStyle w:val="ListNumber-ContractCzechRadio"/>
        <w:numPr>
          <w:ilvl w:val="1"/>
          <w:numId w:val="13"/>
        </w:numPr>
        <w:tabs>
          <w:tab w:val="clear" w:pos="312"/>
          <w:tab w:val="clear" w:pos="624"/>
          <w:tab w:val="clear" w:pos="936"/>
          <w:tab w:val="clear" w:pos="1247"/>
          <w:tab w:val="left" w:pos="284"/>
          <w:tab w:val="left" w:pos="426"/>
        </w:tabs>
        <w:jc w:val="both"/>
        <w:rPr>
          <w:sz w:val="18"/>
        </w:rPr>
      </w:pPr>
      <w:r>
        <w:t xml:space="preserve">Nezajistí-li prodávající realizaci plnění prostřednictvím osob a poddodavatelů, prostřednictvím kterých prokázal svou kvalifikaci v zadávacím řízení veřejné zakázky, či nezajistí-li splnění této kvalifikace obdobně v případě jejich výměny dle článku IX. odst. 3 a 5, je povinen zaplatit kupujícímu smluvní pokutu ve výši </w:t>
      </w:r>
      <w:r>
        <w:rPr>
          <w:b/>
        </w:rPr>
        <w:t>3</w:t>
      </w:r>
      <w:r w:rsidRPr="004071AB">
        <w:rPr>
          <w:b/>
        </w:rPr>
        <w:t>.000,- Kč</w:t>
      </w:r>
      <w:r>
        <w:t xml:space="preserve"> za každý jednotlivý případ porušení této povinnosti.</w:t>
      </w:r>
    </w:p>
    <w:p w14:paraId="554B28FA" w14:textId="77777777" w:rsidR="00BE0287" w:rsidRPr="00E478F6" w:rsidRDefault="00BE0287" w:rsidP="00BE0287">
      <w:pPr>
        <w:pStyle w:val="ListNumber-ContractCzechRadio"/>
        <w:numPr>
          <w:ilvl w:val="1"/>
          <w:numId w:val="13"/>
        </w:numPr>
        <w:jc w:val="both"/>
      </w:pPr>
      <w:r w:rsidRPr="00DF4DE7">
        <w:t>Zjistí-li kupující porušení povinnosti prodávajícího dle čl. IX., odst.</w:t>
      </w:r>
      <w:r>
        <w:t xml:space="preserve"> 7 této dohody, je oprávněn požadovat po prodávajícím úhradu smluvní pokuty ve výši </w:t>
      </w:r>
      <w:r w:rsidRPr="00692BD6">
        <w:rPr>
          <w:b/>
        </w:rPr>
        <w:t>3.000,- Kč</w:t>
      </w:r>
      <w:r>
        <w:t xml:space="preserve"> za každý zjištěný případ porušení stanovené povinnosti.</w:t>
      </w:r>
    </w:p>
    <w:p w14:paraId="3F6FED44" w14:textId="77777777" w:rsidR="00BE0287" w:rsidRDefault="00BE0287" w:rsidP="00BE0287">
      <w:pPr>
        <w:pStyle w:val="ListNumber-ContractCzechRadio"/>
        <w:numPr>
          <w:ilvl w:val="1"/>
          <w:numId w:val="13"/>
        </w:numPr>
        <w:jc w:val="both"/>
      </w:pPr>
      <w:r w:rsidRPr="00A32975">
        <w:t>Zjistí-li kupující porušení povinnosti prodávajícího dle čl. IX., odst.</w:t>
      </w:r>
      <w:r>
        <w:t xml:space="preserve"> 11 této dohody, je oprávněn požadovat po prodávajícím úhradu smluvní pokuty ve výši </w:t>
      </w:r>
      <w:r w:rsidRPr="00692BD6">
        <w:rPr>
          <w:b/>
        </w:rPr>
        <w:t>3.000,- Kč</w:t>
      </w:r>
      <w:r>
        <w:t xml:space="preserve"> za každý zjištěný případ porušení stanovené povinnosti.</w:t>
      </w:r>
    </w:p>
    <w:p w14:paraId="43EE1980" w14:textId="77777777" w:rsidR="00BE0287" w:rsidRPr="00FE70C5" w:rsidRDefault="00BE0287" w:rsidP="00BE0287">
      <w:pPr>
        <w:pStyle w:val="ListNumber-ContractCzechRadio"/>
        <w:numPr>
          <w:ilvl w:val="1"/>
          <w:numId w:val="13"/>
        </w:numPr>
        <w:jc w:val="both"/>
        <w:rPr>
          <w:b/>
        </w:rPr>
      </w:pPr>
      <w:r w:rsidRPr="00291B8B">
        <w:lastRenderedPageBreak/>
        <w:t xml:space="preserve">Bude-li </w:t>
      </w:r>
      <w:r>
        <w:t>kupující</w:t>
      </w:r>
      <w:r w:rsidRPr="00291B8B">
        <w:t xml:space="preserve"> v prodlení s úhradou plateb sjednaných v této </w:t>
      </w:r>
      <w:r>
        <w:t>dohod</w:t>
      </w:r>
      <w:r w:rsidRPr="00291B8B">
        <w:t xml:space="preserve">ě, je </w:t>
      </w:r>
      <w:r>
        <w:t>prodávající</w:t>
      </w:r>
      <w:r w:rsidRPr="00291B8B">
        <w:t xml:space="preserve"> oprávněn požadovat uhrazení </w:t>
      </w:r>
      <w:r>
        <w:t>smluvní pokuty</w:t>
      </w:r>
      <w:r w:rsidRPr="00291B8B">
        <w:t xml:space="preserve"> ve výši </w:t>
      </w:r>
      <w:r w:rsidRPr="0002133B">
        <w:rPr>
          <w:b/>
        </w:rPr>
        <w:t>0,05</w:t>
      </w:r>
      <w:r w:rsidRPr="00791AE8">
        <w:rPr>
          <w:b/>
        </w:rPr>
        <w:t xml:space="preserve"> %</w:t>
      </w:r>
      <w:r w:rsidRPr="00291B8B">
        <w:t xml:space="preserve"> z dlužné částky za každý</w:t>
      </w:r>
      <w:r>
        <w:t xml:space="preserve"> započatý</w:t>
      </w:r>
      <w:r w:rsidRPr="00291B8B">
        <w:t xml:space="preserve"> den prodlení. </w:t>
      </w:r>
    </w:p>
    <w:p w14:paraId="20552E80" w14:textId="77777777" w:rsidR="00BE0287" w:rsidRDefault="00BE0287" w:rsidP="00BE0287">
      <w:pPr>
        <w:pStyle w:val="ListNumber-ContractCzechRadio"/>
        <w:numPr>
          <w:ilvl w:val="1"/>
          <w:numId w:val="13"/>
        </w:numPr>
        <w:jc w:val="both"/>
      </w:pPr>
      <w:r>
        <w:t>Smluvní pokuty jsou splatné ve lhůtě 15 dnů od data doručení písemné výzvy k jejich úhradě druhé smluvní straně.</w:t>
      </w:r>
    </w:p>
    <w:p w14:paraId="7EE5A6A8" w14:textId="77777777" w:rsidR="00BE0287" w:rsidRDefault="00BE0287" w:rsidP="00BE0287">
      <w:pPr>
        <w:pStyle w:val="ListNumber-ContractCzechRadio"/>
        <w:numPr>
          <w:ilvl w:val="1"/>
          <w:numId w:val="13"/>
        </w:numPr>
        <w:tabs>
          <w:tab w:val="clear" w:pos="312"/>
          <w:tab w:val="clear" w:pos="624"/>
          <w:tab w:val="clear" w:pos="936"/>
          <w:tab w:val="clear" w:pos="1247"/>
          <w:tab w:val="left" w:pos="284"/>
          <w:tab w:val="left" w:pos="426"/>
        </w:tabs>
        <w:jc w:val="both"/>
      </w:pPr>
      <w:r>
        <w:t>Kupující</w:t>
      </w:r>
      <w:r w:rsidRPr="00E365AC">
        <w:t xml:space="preserve"> je oprávněn započíst smluvní pokuty, na jejichž zaplacení mu v příslušném měsíci vznikl nárok, na cenu za </w:t>
      </w:r>
      <w:r>
        <w:t>plnění</w:t>
      </w:r>
      <w:r w:rsidRPr="00E365AC">
        <w:t xml:space="preserve"> dle této smlouvy fakturovanou p</w:t>
      </w:r>
      <w:r>
        <w:t>rodávajícím</w:t>
      </w:r>
      <w:r w:rsidRPr="00E365AC">
        <w:t xml:space="preserve">. </w:t>
      </w:r>
    </w:p>
    <w:p w14:paraId="4B378A25" w14:textId="77777777" w:rsidR="00BE0287" w:rsidRPr="0002133B" w:rsidRDefault="00BE0287" w:rsidP="00BE0287">
      <w:pPr>
        <w:pStyle w:val="ListNumber-ContractCzechRadio"/>
        <w:numPr>
          <w:ilvl w:val="1"/>
          <w:numId w:val="13"/>
        </w:numPr>
        <w:jc w:val="both"/>
      </w:pPr>
      <w:r>
        <w:t>Uplatněním nároku na smluvní pokutu či jejím uhrazením nezaniká právo kupujícího na náhradu škody v plné výši, vznikla-li škoda z téhož právního důvodu, pro který je požadována úhrada smluvní pokuty.</w:t>
      </w:r>
      <w:r w:rsidRPr="002663BF">
        <w:t xml:space="preserve"> </w:t>
      </w:r>
      <w:r>
        <w:t>Nárok kupujícího na náhradu škody se uplatněním smluvní pokuty nesnižuje.</w:t>
      </w:r>
    </w:p>
    <w:p w14:paraId="2CBB84E2" w14:textId="77777777" w:rsidR="00BE0287" w:rsidRPr="00492578" w:rsidRDefault="00BE0287" w:rsidP="00BE0287">
      <w:pPr>
        <w:pStyle w:val="ListNumber-ContractCzechRadio"/>
        <w:numPr>
          <w:ilvl w:val="1"/>
          <w:numId w:val="13"/>
        </w:numPr>
        <w:jc w:val="both"/>
      </w:pPr>
      <w:r w:rsidRPr="00492578">
        <w:t>V případě, kdy by nesplnění některé povinnosti dle této dohody či příslušné dílčí smlouvy, pro kterou je stanovena smluvní pokuta, bylo prokazatelně způsobeno mimořádnou nepředvídatelnou a nepřekonatelnou překážkou vzniklou nezávisle na vůli smluvní strany, není smluvní strana, která tuto smluvní povinnost nesplnila povinna k úhradě smluvní pokuty, která se k takové smluvní povinnosti vztahuje. O vzniku takové překážky je smluvní strana povinna bez zbytečného odkladu písemně informovat druhou smluvní stranu, v opačném případě zůstává nárok druhé smluvní strany na úhradu smluvní pokuty zachován.</w:t>
      </w:r>
    </w:p>
    <w:p w14:paraId="30E5AAF8" w14:textId="77777777" w:rsidR="00BE0287" w:rsidRPr="003B2AA6" w:rsidRDefault="00BE0287" w:rsidP="00BE0287">
      <w:pPr>
        <w:pStyle w:val="Heading-Number-ContractCzechRadio"/>
        <w:numPr>
          <w:ilvl w:val="0"/>
          <w:numId w:val="13"/>
        </w:numPr>
      </w:pPr>
      <w:r>
        <w:t>Ukončení rámcové dohody a dílčí smlouvy</w:t>
      </w:r>
    </w:p>
    <w:p w14:paraId="75DCAFE7" w14:textId="77777777" w:rsidR="00BE0287" w:rsidRPr="00FE70C5" w:rsidRDefault="00BE0287" w:rsidP="00BE0287">
      <w:pPr>
        <w:pStyle w:val="ListNumber-ContractCzechRadio"/>
        <w:numPr>
          <w:ilvl w:val="0"/>
          <w:numId w:val="0"/>
        </w:numPr>
        <w:jc w:val="both"/>
        <w:rPr>
          <w:b/>
          <w:u w:val="single"/>
          <w:lang w:eastAsia="cs-CZ"/>
        </w:rPr>
      </w:pPr>
      <w:r w:rsidRPr="00FE70C5">
        <w:rPr>
          <w:b/>
          <w:spacing w:val="-4"/>
          <w:u w:val="single"/>
          <w:lang w:eastAsia="cs-CZ"/>
        </w:rPr>
        <w:t>Ukončení rámcové dohody</w:t>
      </w:r>
    </w:p>
    <w:p w14:paraId="2E551985" w14:textId="77777777" w:rsidR="00BE0287" w:rsidRPr="00FE70C5" w:rsidRDefault="00BE0287" w:rsidP="00BE0287">
      <w:pPr>
        <w:pStyle w:val="ListNumber-ContractCzechRadio"/>
        <w:numPr>
          <w:ilvl w:val="1"/>
          <w:numId w:val="13"/>
        </w:numPr>
        <w:jc w:val="both"/>
        <w:rPr>
          <w:lang w:eastAsia="cs-CZ"/>
        </w:rPr>
      </w:pPr>
      <w:r>
        <w:t>Rámcová dohod</w:t>
      </w:r>
      <w:r>
        <w:rPr>
          <w:lang w:eastAsia="cs-CZ"/>
        </w:rPr>
        <w:t>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písemnou výpovědí, (4) odstoupením</w:t>
      </w:r>
      <w:r w:rsidRPr="00FB4A0D">
        <w:rPr>
          <w:spacing w:val="-4"/>
          <w:lang w:eastAsia="cs-CZ"/>
        </w:rPr>
        <w:t>, anebo</w:t>
      </w:r>
      <w:r>
        <w:rPr>
          <w:spacing w:val="-4"/>
          <w:lang w:eastAsia="cs-CZ"/>
        </w:rPr>
        <w:t xml:space="preserve"> (5)</w:t>
      </w:r>
      <w:r w:rsidRPr="00FB4A0D">
        <w:rPr>
          <w:spacing w:val="-4"/>
          <w:lang w:eastAsia="cs-CZ"/>
        </w:rPr>
        <w:t xml:space="preserve"> </w:t>
      </w:r>
      <w:r>
        <w:rPr>
          <w:spacing w:val="-4"/>
          <w:lang w:eastAsia="cs-CZ"/>
        </w:rPr>
        <w:t xml:space="preserve">vyčerpáním finančního limitu dle této </w:t>
      </w:r>
      <w:r>
        <w:t>dohod</w:t>
      </w:r>
      <w:r>
        <w:rPr>
          <w:spacing w:val="-4"/>
          <w:lang w:eastAsia="cs-CZ"/>
        </w:rPr>
        <w:t>y</w:t>
      </w:r>
      <w:r w:rsidRPr="00FB4A0D">
        <w:rPr>
          <w:spacing w:val="-4"/>
          <w:lang w:eastAsia="cs-CZ"/>
        </w:rPr>
        <w:t>.</w:t>
      </w:r>
    </w:p>
    <w:p w14:paraId="11C0CCAD" w14:textId="77777777" w:rsidR="00BE0287" w:rsidRPr="00853166" w:rsidRDefault="00BE0287" w:rsidP="00BE0287">
      <w:pPr>
        <w:pStyle w:val="ListNumber-ContractCzechRadio"/>
        <w:numPr>
          <w:ilvl w:val="1"/>
          <w:numId w:val="13"/>
        </w:numPr>
        <w:jc w:val="both"/>
      </w:pPr>
      <w:r w:rsidRPr="00853166">
        <w:t xml:space="preserve">K ukončení </w:t>
      </w:r>
      <w:r>
        <w:t>rámcové dohod</w:t>
      </w:r>
      <w:r w:rsidRPr="006D0812">
        <w:t>y</w:t>
      </w:r>
      <w:r>
        <w:t xml:space="preserve"> písemnou</w:t>
      </w:r>
      <w:r w:rsidRPr="00853166">
        <w:t xml:space="preserve"> </w:t>
      </w:r>
      <w:r w:rsidRPr="00FB4A0D">
        <w:rPr>
          <w:u w:val="single"/>
        </w:rPr>
        <w:t>dohodou</w:t>
      </w:r>
      <w:r w:rsidRPr="00853166">
        <w:t xml:space="preserve"> se vyžaduje písemný konsensus smluvních stran</w:t>
      </w:r>
      <w:r w:rsidRPr="00826E97">
        <w:t xml:space="preserve"> </w:t>
      </w:r>
      <w:r>
        <w:t>učiněný osobami oprávněnými je zastupovat</w:t>
      </w:r>
      <w:r w:rsidRPr="00853166">
        <w:t xml:space="preserve">. Součástí dohody </w:t>
      </w:r>
      <w:r>
        <w:t xml:space="preserve">o ukončení </w:t>
      </w:r>
      <w:r w:rsidRPr="00853166">
        <w:t xml:space="preserve">musí být vypořádání vzájemných pohledávek a </w:t>
      </w:r>
      <w:r>
        <w:t>dluhů</w:t>
      </w:r>
      <w:r w:rsidRPr="00853166">
        <w:t xml:space="preserve"> vč. pohledávek a </w:t>
      </w:r>
      <w:r>
        <w:t>dluhů</w:t>
      </w:r>
      <w:r w:rsidRPr="00853166">
        <w:t xml:space="preserve"> vyplývajících z</w:t>
      </w:r>
      <w:r>
        <w:t> této dohody a všech</w:t>
      </w:r>
      <w:r w:rsidRPr="00853166">
        <w:t> </w:t>
      </w:r>
      <w:r>
        <w:t>d</w:t>
      </w:r>
      <w:r w:rsidRPr="00853166">
        <w:t>ílčích smluv</w:t>
      </w:r>
      <w:r>
        <w:t xml:space="preserve"> i objednávek</w:t>
      </w:r>
      <w:r w:rsidRPr="00853166">
        <w:t xml:space="preserve">. </w:t>
      </w:r>
    </w:p>
    <w:p w14:paraId="2C78B5A8" w14:textId="77777777" w:rsidR="00BE0287" w:rsidRDefault="00BE0287" w:rsidP="00BE0287">
      <w:pPr>
        <w:pStyle w:val="ListNumber-ContractCzechRadio"/>
        <w:numPr>
          <w:ilvl w:val="1"/>
          <w:numId w:val="13"/>
        </w:numPr>
        <w:jc w:val="both"/>
      </w:pPr>
      <w:r>
        <w:t xml:space="preserve">Tato dohoda může být písemně </w:t>
      </w:r>
      <w:r w:rsidRPr="00A53415">
        <w:rPr>
          <w:u w:val="single"/>
        </w:rPr>
        <w:t>vypovězena</w:t>
      </w:r>
      <w:r>
        <w:t xml:space="preserve"> kupujícím i bez uvedení důvodu s výpovědní dobou v délce</w:t>
      </w:r>
      <w:r w:rsidRPr="00405427">
        <w:rPr>
          <w:b/>
        </w:rPr>
        <w:t xml:space="preserve"> </w:t>
      </w:r>
      <w:r>
        <w:rPr>
          <w:rFonts w:cs="Arial"/>
          <w:b/>
          <w:szCs w:val="20"/>
        </w:rPr>
        <w:t>3</w:t>
      </w:r>
      <w:r w:rsidRPr="00BD23B5">
        <w:rPr>
          <w:b/>
        </w:rPr>
        <w:t xml:space="preserve"> měsíců</w:t>
      </w:r>
      <w:r>
        <w:t>. Výpovědní doba začíná běžet prvním dnem měsíce následujícího po měsíci, ve kterém byla výpověď doručena druhé smluvní straně.</w:t>
      </w:r>
    </w:p>
    <w:p w14:paraId="2DDDB956" w14:textId="77777777" w:rsidR="00BE0287" w:rsidRDefault="00BE0287" w:rsidP="00BE0287">
      <w:pPr>
        <w:pStyle w:val="ListNumber-ContractCzechRadio"/>
        <w:numPr>
          <w:ilvl w:val="1"/>
          <w:numId w:val="13"/>
        </w:numPr>
        <w:jc w:val="both"/>
      </w:pPr>
      <w:r>
        <w:t xml:space="preserve">Kterákoli smluvní strana má právo od této dohody </w:t>
      </w:r>
      <w:r w:rsidRPr="00FB4A0D">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2E1BE0C6" w14:textId="77777777" w:rsidR="00BE0287" w:rsidRDefault="00BE0287" w:rsidP="00BE0287">
      <w:pPr>
        <w:pStyle w:val="ListNumber-ContractCzechRadio"/>
        <w:numPr>
          <w:ilvl w:val="1"/>
          <w:numId w:val="13"/>
        </w:numPr>
      </w:pPr>
      <w:r>
        <w:t>Kupující má dále právo od této dohody odstoupit:</w:t>
      </w:r>
    </w:p>
    <w:p w14:paraId="7E8ADF2C" w14:textId="77777777" w:rsidR="00BE0287" w:rsidRDefault="00BE0287" w:rsidP="00BE0287">
      <w:pPr>
        <w:pStyle w:val="ListLetter-ContractCzechRadio"/>
        <w:numPr>
          <w:ilvl w:val="2"/>
          <w:numId w:val="13"/>
        </w:numPr>
        <w:tabs>
          <w:tab w:val="clear" w:pos="936"/>
          <w:tab w:val="clear" w:pos="1247"/>
          <w:tab w:val="left" w:pos="1134"/>
        </w:tabs>
        <w:jc w:val="both"/>
      </w:pPr>
      <w:proofErr w:type="gramStart"/>
      <w:r>
        <w:t>je–</w:t>
      </w:r>
      <w:proofErr w:type="spellStart"/>
      <w:r>
        <w:t>li</w:t>
      </w:r>
      <w:proofErr w:type="spellEnd"/>
      <w:proofErr w:type="gramEnd"/>
      <w:r>
        <w:t xml:space="preserve"> </w:t>
      </w:r>
      <w:r w:rsidRPr="00A442B2">
        <w:t>prodávající prohlášen za nespolehlivého plátce DPH;</w:t>
      </w:r>
    </w:p>
    <w:p w14:paraId="30A0939F" w14:textId="77777777" w:rsidR="00BE0287" w:rsidRDefault="00BE0287" w:rsidP="00BE0287">
      <w:pPr>
        <w:pStyle w:val="ListLetter-ContractCzechRadio"/>
        <w:numPr>
          <w:ilvl w:val="2"/>
          <w:numId w:val="13"/>
        </w:numPr>
        <w:jc w:val="both"/>
      </w:pPr>
      <w:r>
        <w:t xml:space="preserve">pokud se </w:t>
      </w:r>
      <w:r>
        <w:rPr>
          <w:rFonts w:eastAsia="Times New Roman" w:cs="Arial"/>
          <w:bCs/>
          <w:kern w:val="32"/>
          <w:szCs w:val="20"/>
        </w:rPr>
        <w:t>prodávající</w:t>
      </w:r>
      <w:r>
        <w:t xml:space="preserve"> nejméně dvakrát za dobu účinnosti této dohody ocitl v prodlení s uzavřením dílčí smlouvy nebo potvrzením objednávky;</w:t>
      </w:r>
    </w:p>
    <w:p w14:paraId="1B4BFF53" w14:textId="77777777" w:rsidR="00BE0287" w:rsidRPr="00A442B2" w:rsidRDefault="00BE0287" w:rsidP="00BE0287">
      <w:pPr>
        <w:pStyle w:val="ListLetter-ContractCzechRadio"/>
        <w:numPr>
          <w:ilvl w:val="2"/>
          <w:numId w:val="13"/>
        </w:numPr>
        <w:jc w:val="both"/>
      </w:pPr>
      <w:r w:rsidRPr="00A442B2">
        <w:t xml:space="preserve">pokud se prodávající </w:t>
      </w:r>
      <w:r>
        <w:t xml:space="preserve">nejméně dvakrát za dobu účinnosti této dohody </w:t>
      </w:r>
      <w:r w:rsidRPr="00A442B2">
        <w:t>ocitl v prodlení s plněním dle dílčí smlouvy</w:t>
      </w:r>
      <w:r w:rsidRPr="001570AF">
        <w:t xml:space="preserve"> </w:t>
      </w:r>
      <w:r>
        <w:t>a toto prodlení neodstranil ani po písemně výzvě kupujícího</w:t>
      </w:r>
      <w:r w:rsidRPr="00A442B2">
        <w:t>;</w:t>
      </w:r>
    </w:p>
    <w:p w14:paraId="4D8ECE58" w14:textId="77777777" w:rsidR="00BE0287" w:rsidRPr="00A442B2" w:rsidRDefault="00BE0287" w:rsidP="00BE0287">
      <w:pPr>
        <w:pStyle w:val="ListLetter-ContractCzechRadio"/>
        <w:numPr>
          <w:ilvl w:val="2"/>
          <w:numId w:val="13"/>
        </w:numPr>
        <w:jc w:val="both"/>
      </w:pPr>
      <w:r w:rsidRPr="00A442B2">
        <w:lastRenderedPageBreak/>
        <w:t xml:space="preserve">pokud se prodávající </w:t>
      </w:r>
      <w:r>
        <w:t xml:space="preserve">nejméně dvakrát za dobu účinnosti této dohody </w:t>
      </w:r>
      <w:r w:rsidRPr="00A442B2">
        <w:t>ocitl v prodlení s vyřízením reklamace zboží dle dílčí smlouvy</w:t>
      </w:r>
      <w:r>
        <w:t xml:space="preserve"> a toto prodlení neodstranil ani po písemně výzvě kupujícího</w:t>
      </w:r>
      <w:r w:rsidRPr="00A442B2">
        <w:t>;</w:t>
      </w:r>
    </w:p>
    <w:p w14:paraId="7A8EF2D6" w14:textId="77777777" w:rsidR="00BE0287" w:rsidRDefault="00BE0287" w:rsidP="00BE0287">
      <w:pPr>
        <w:pStyle w:val="ListLetter-ContractCzechRadio"/>
        <w:numPr>
          <w:ilvl w:val="2"/>
          <w:numId w:val="13"/>
        </w:numPr>
        <w:jc w:val="both"/>
      </w:pPr>
      <w:r w:rsidRPr="00A442B2">
        <w:t xml:space="preserve">v případě, že prodávající </w:t>
      </w:r>
      <w:r>
        <w:t xml:space="preserve">nejméně dvakrát za dobu trvání této dohody </w:t>
      </w:r>
      <w:r w:rsidRPr="00A442B2">
        <w:t>porušil smluvní povinnosti či poskytuje plnění v rozporu s pokyny kupujícího</w:t>
      </w:r>
      <w:r w:rsidRPr="001570AF">
        <w:t xml:space="preserve"> </w:t>
      </w:r>
      <w:r>
        <w:t>a toto prodlení neodstranil ani po písemně výzvě kupujícího;</w:t>
      </w:r>
    </w:p>
    <w:p w14:paraId="5906F905" w14:textId="77777777" w:rsidR="00BE0287" w:rsidRDefault="00BE0287" w:rsidP="00BE0287">
      <w:pPr>
        <w:pStyle w:val="ListLetter-ContractCzechRadio"/>
        <w:numPr>
          <w:ilvl w:val="2"/>
          <w:numId w:val="13"/>
        </w:numPr>
        <w:jc w:val="both"/>
      </w:pPr>
      <w:r>
        <w:t>přestane-li prodávající za dobu trvání rámcové dohody splňovat podmínky základní způsobilosti ve smyslu ustanovení § 74 ZZVZ;</w:t>
      </w:r>
    </w:p>
    <w:p w14:paraId="7B8C29A0" w14:textId="77777777" w:rsidR="00BE0287" w:rsidRPr="00A442B2" w:rsidRDefault="00BE0287" w:rsidP="00BE0287">
      <w:pPr>
        <w:pStyle w:val="ListLetter-ContractCzechRadio"/>
        <w:numPr>
          <w:ilvl w:val="2"/>
          <w:numId w:val="13"/>
        </w:numPr>
        <w:jc w:val="both"/>
      </w:pPr>
      <w:proofErr w:type="gramStart"/>
      <w:r>
        <w:t>je–</w:t>
      </w:r>
      <w:proofErr w:type="spellStart"/>
      <w:r>
        <w:t>li</w:t>
      </w:r>
      <w:proofErr w:type="spellEnd"/>
      <w:proofErr w:type="gramEnd"/>
      <w:r>
        <w:t xml:space="preserve"> to stanoveno rámcovou dohodou.</w:t>
      </w:r>
    </w:p>
    <w:p w14:paraId="4B25E625" w14:textId="77777777" w:rsidR="00BE0287" w:rsidRDefault="00BE0287" w:rsidP="00BE0287">
      <w:pPr>
        <w:pStyle w:val="ListNumber-ContractCzechRadio"/>
        <w:numPr>
          <w:ilvl w:val="1"/>
          <w:numId w:val="13"/>
        </w:numPr>
        <w:jc w:val="both"/>
      </w:pPr>
      <w:r>
        <w:t xml:space="preserve">Prodávající má dále právo odstoupit, pokud se kupující nejméně dvakrát za dobu trvání této dohody ocitl v prodlení s úhradou dlužné částky po dobu delší než 15 dnů pro každý jeden z případů prodlení a toto prodlení neodstranil ani po písemné výzvě k úhradě; </w:t>
      </w:r>
      <w:r w:rsidRPr="00A442B2">
        <w:t>minimální</w:t>
      </w:r>
      <w:r>
        <w:t xml:space="preserve"> lhůta na odstranění prodlení je 10 dnů ode dne doručení písemné výzvy prodávajícího.</w:t>
      </w:r>
    </w:p>
    <w:p w14:paraId="07FAFF93" w14:textId="77777777" w:rsidR="00BE0287" w:rsidRPr="00FE70C5" w:rsidRDefault="00BE0287" w:rsidP="00BE0287">
      <w:pPr>
        <w:pStyle w:val="ListLetter-ContractCzechRadio"/>
        <w:numPr>
          <w:ilvl w:val="0"/>
          <w:numId w:val="0"/>
        </w:numPr>
        <w:tabs>
          <w:tab w:val="clear" w:pos="936"/>
          <w:tab w:val="clear" w:pos="1247"/>
          <w:tab w:val="left" w:pos="1134"/>
        </w:tabs>
        <w:jc w:val="both"/>
        <w:rPr>
          <w:b/>
          <w:u w:val="single"/>
        </w:rPr>
      </w:pPr>
      <w:r w:rsidRPr="00FE70C5">
        <w:rPr>
          <w:b/>
          <w:u w:val="single"/>
        </w:rPr>
        <w:t>Ukončení dílčí smlouvy</w:t>
      </w:r>
    </w:p>
    <w:p w14:paraId="432B4D9E" w14:textId="77777777" w:rsidR="00BE0287" w:rsidRPr="007B41D0" w:rsidRDefault="00BE0287" w:rsidP="00BE0287">
      <w:pPr>
        <w:pStyle w:val="ListNumber-ContractCzechRadio"/>
        <w:numPr>
          <w:ilvl w:val="1"/>
          <w:numId w:val="13"/>
        </w:numPr>
        <w:jc w:val="both"/>
        <w:rPr>
          <w:lang w:eastAsia="cs-CZ"/>
        </w:rPr>
      </w:pPr>
      <w:r>
        <w:rPr>
          <w:lang w:eastAsia="cs-CZ"/>
        </w:rPr>
        <w:t>Dílčí smlouva zaniká</w:t>
      </w:r>
      <w:r w:rsidRPr="007B41D0">
        <w:rPr>
          <w:lang w:eastAsia="cs-CZ"/>
        </w:rPr>
        <w:t xml:space="preserve"> buď</w:t>
      </w:r>
      <w:r>
        <w:rPr>
          <w:lang w:eastAsia="cs-CZ"/>
        </w:rPr>
        <w:t xml:space="preserve"> (1)</w:t>
      </w:r>
      <w:r w:rsidRPr="007B41D0">
        <w:rPr>
          <w:lang w:eastAsia="cs-CZ"/>
        </w:rPr>
        <w:t xml:space="preserve"> řádným a včasným splněním</w:t>
      </w:r>
      <w:r>
        <w:rPr>
          <w:lang w:eastAsia="cs-CZ"/>
        </w:rPr>
        <w:t xml:space="preserve"> nebo uplynutím doby, (2) dohodou smluvních stran, (3) odstoupením</w:t>
      </w:r>
      <w:r>
        <w:rPr>
          <w:spacing w:val="-4"/>
          <w:lang w:eastAsia="cs-CZ"/>
        </w:rPr>
        <w:t>.</w:t>
      </w:r>
    </w:p>
    <w:p w14:paraId="6F4D8E79" w14:textId="77777777" w:rsidR="00BE0287" w:rsidRPr="00853166" w:rsidRDefault="00BE0287" w:rsidP="00BE0287">
      <w:pPr>
        <w:pStyle w:val="ListNumber-ContractCzechRadio"/>
        <w:numPr>
          <w:ilvl w:val="1"/>
          <w:numId w:val="13"/>
        </w:numPr>
        <w:jc w:val="both"/>
      </w:pPr>
      <w:r w:rsidRPr="00853166">
        <w:t xml:space="preserve">K ukončení </w:t>
      </w:r>
      <w:r>
        <w:t>dílčí s</w:t>
      </w:r>
      <w:r w:rsidRPr="00853166">
        <w:t xml:space="preserve">mlouvy </w:t>
      </w:r>
      <w:r>
        <w:t xml:space="preserve">písemnou </w:t>
      </w:r>
      <w:r w:rsidRPr="007B41D0">
        <w:rPr>
          <w:u w:val="single"/>
        </w:rPr>
        <w:t>dohodou</w:t>
      </w:r>
      <w:r w:rsidRPr="00853166">
        <w:t xml:space="preserve"> se vyžaduje písemný konsensus smluvních stran</w:t>
      </w:r>
      <w:r>
        <w:t xml:space="preserve"> učiněný osobami oprávněnými je zastupovat</w:t>
      </w:r>
      <w:r w:rsidRPr="00853166">
        <w:t xml:space="preserve">. Součástí dohody musí být vypořádání vzájemných pohledávek a </w:t>
      </w:r>
      <w:r>
        <w:t>dluhů</w:t>
      </w:r>
      <w:r w:rsidRPr="00853166">
        <w:t xml:space="preserve"> vč. pohledávek a </w:t>
      </w:r>
      <w:r>
        <w:t>dluhů</w:t>
      </w:r>
      <w:r w:rsidRPr="00853166">
        <w:t xml:space="preserve"> vyplývajících z</w:t>
      </w:r>
      <w:r>
        <w:t> dílčí smlouvy</w:t>
      </w:r>
      <w:r w:rsidRPr="00853166">
        <w:t xml:space="preserve">. </w:t>
      </w:r>
    </w:p>
    <w:p w14:paraId="0D5F9D43" w14:textId="77777777" w:rsidR="00BE0287" w:rsidRDefault="00BE0287" w:rsidP="00BE0287">
      <w:pPr>
        <w:pStyle w:val="ListNumber-ContractCzechRadio"/>
        <w:numPr>
          <w:ilvl w:val="1"/>
          <w:numId w:val="13"/>
        </w:numPr>
        <w:jc w:val="both"/>
      </w:pPr>
      <w:r>
        <w:t xml:space="preserve">Každá ze smluvních stran má právo od dílčí smlouvy </w:t>
      </w:r>
      <w:r w:rsidRPr="00503AE7">
        <w:rPr>
          <w:u w:val="single"/>
        </w:rPr>
        <w:t>odstoupit</w:t>
      </w:r>
      <w:r>
        <w:t xml:space="preserve">, </w:t>
      </w:r>
      <w:r w:rsidRPr="00E605F0">
        <w:t>pokud s druhou smluvní stranou probíhá insolvenční řízení, v němž bylo vydáno rozhodnutí o úpadku, nebo byl-li konkurs zrušen pro nedostatek majetku nebo vstoupí-li druhá smluvní strana do likvidace za předpokladu, že je právnickou osobou</w:t>
      </w:r>
      <w:r>
        <w:t xml:space="preserve">. </w:t>
      </w:r>
    </w:p>
    <w:p w14:paraId="2820DCFF" w14:textId="77777777" w:rsidR="00BE0287" w:rsidRDefault="00BE0287" w:rsidP="00BE0287">
      <w:pPr>
        <w:pStyle w:val="ListNumber-ContractCzechRadio"/>
        <w:numPr>
          <w:ilvl w:val="1"/>
          <w:numId w:val="13"/>
        </w:numPr>
      </w:pPr>
      <w:r>
        <w:t>Kupující má dále právo od dílčí smlouvy odstoupit:</w:t>
      </w:r>
    </w:p>
    <w:p w14:paraId="0FCAEB52" w14:textId="77777777" w:rsidR="00BE0287" w:rsidRPr="00A442B2" w:rsidRDefault="00BE0287" w:rsidP="00BE0287">
      <w:pPr>
        <w:pStyle w:val="ListLetter-ContractCzechRadio"/>
        <w:numPr>
          <w:ilvl w:val="2"/>
          <w:numId w:val="13"/>
        </w:numPr>
        <w:jc w:val="both"/>
      </w:pPr>
      <w:proofErr w:type="gramStart"/>
      <w:r>
        <w:t>je–</w:t>
      </w:r>
      <w:proofErr w:type="spellStart"/>
      <w:r>
        <w:t>li</w:t>
      </w:r>
      <w:proofErr w:type="spellEnd"/>
      <w:proofErr w:type="gramEnd"/>
      <w:r>
        <w:t xml:space="preserve"> prodávající </w:t>
      </w:r>
      <w:r w:rsidRPr="00A442B2">
        <w:t>prohlášen za nespolehlivého plátce DPH;</w:t>
      </w:r>
    </w:p>
    <w:p w14:paraId="76B2639B" w14:textId="77777777" w:rsidR="00BE0287" w:rsidRPr="00A442B2" w:rsidRDefault="00BE0287" w:rsidP="00BE0287">
      <w:pPr>
        <w:pStyle w:val="ListLetter-ContractCzechRadio"/>
        <w:numPr>
          <w:ilvl w:val="2"/>
          <w:numId w:val="13"/>
        </w:numPr>
        <w:jc w:val="both"/>
      </w:pPr>
      <w:r w:rsidRPr="00A442B2">
        <w:t xml:space="preserve">pokud se prodávající ocitl v prodlení s dodáním </w:t>
      </w:r>
      <w:r>
        <w:t>plnění</w:t>
      </w:r>
      <w:r w:rsidRPr="00A442B2">
        <w:t xml:space="preserve"> dle dílčí smlouvy a toto prodlení neodstranil ani po písemně výzvě kupujícího</w:t>
      </w:r>
      <w:r>
        <w:t>;</w:t>
      </w:r>
      <w:r w:rsidRPr="000C7CC7">
        <w:t xml:space="preserve"> </w:t>
      </w:r>
      <w:r>
        <w:t>doba na odstranění prodlení prodávajícího je 14 dnů ode dne odeslání této výzvy</w:t>
      </w:r>
      <w:r w:rsidRPr="00A442B2">
        <w:t xml:space="preserve">; </w:t>
      </w:r>
    </w:p>
    <w:p w14:paraId="34A421B4" w14:textId="77777777" w:rsidR="00BE0287" w:rsidRDefault="00BE0287" w:rsidP="00BE0287">
      <w:pPr>
        <w:pStyle w:val="ListLetter-ContractCzechRadio"/>
        <w:numPr>
          <w:ilvl w:val="2"/>
          <w:numId w:val="13"/>
        </w:numPr>
        <w:jc w:val="both"/>
      </w:pPr>
      <w:r w:rsidRPr="00A442B2">
        <w:t>pokud se prodávající ocitl v prodlení s vyřízením reklamace </w:t>
      </w:r>
      <w:r>
        <w:t>poskytnutého plnění</w:t>
      </w:r>
      <w:r w:rsidRPr="00A442B2">
        <w:t xml:space="preserve"> a toto prodlení neodstranil ani po písemn</w:t>
      </w:r>
      <w:r>
        <w:t>é</w:t>
      </w:r>
      <w:r w:rsidRPr="00A442B2">
        <w:t xml:space="preserve"> výzvě kupujícího;</w:t>
      </w:r>
      <w:r w:rsidRPr="000C7CC7">
        <w:t xml:space="preserve"> </w:t>
      </w:r>
      <w:r>
        <w:t>doba na odstranění prodlení prodávajícího je 14 dnů ode dne odeslání této výzvy;</w:t>
      </w:r>
    </w:p>
    <w:p w14:paraId="17ADBB8D" w14:textId="77777777" w:rsidR="00BE0287" w:rsidRDefault="00BE0287" w:rsidP="00BE0287">
      <w:pPr>
        <w:pStyle w:val="ListLetter-ContractCzechRadio"/>
        <w:numPr>
          <w:ilvl w:val="2"/>
          <w:numId w:val="13"/>
        </w:numPr>
        <w:jc w:val="both"/>
      </w:pPr>
      <w:r>
        <w:t>přestane-li prodávající za dobu trvání dílčí smlouvy splňovat podmínky základní způsobilosti ve smyslu ustanovení § 74 ZZVZ;</w:t>
      </w:r>
    </w:p>
    <w:p w14:paraId="7F00DCCC" w14:textId="77777777" w:rsidR="00BE0287" w:rsidRPr="00A442B2" w:rsidRDefault="00BE0287" w:rsidP="00BE0287">
      <w:pPr>
        <w:pStyle w:val="ListLetter-ContractCzechRadio"/>
        <w:numPr>
          <w:ilvl w:val="2"/>
          <w:numId w:val="13"/>
        </w:numPr>
        <w:jc w:val="both"/>
      </w:pPr>
      <w:proofErr w:type="gramStart"/>
      <w:r>
        <w:t>je–</w:t>
      </w:r>
      <w:proofErr w:type="spellStart"/>
      <w:r>
        <w:t>li</w:t>
      </w:r>
      <w:proofErr w:type="spellEnd"/>
      <w:proofErr w:type="gramEnd"/>
      <w:r>
        <w:t xml:space="preserve"> to stanoveno rámcovou dohodou.</w:t>
      </w:r>
      <w:r w:rsidRPr="00A442B2">
        <w:t xml:space="preserve"> </w:t>
      </w:r>
    </w:p>
    <w:p w14:paraId="5F237060" w14:textId="77777777" w:rsidR="00BE0287" w:rsidRDefault="00BE0287" w:rsidP="00BE0287">
      <w:pPr>
        <w:pStyle w:val="ListNumber-ContractCzechRadio"/>
        <w:numPr>
          <w:ilvl w:val="1"/>
          <w:numId w:val="13"/>
        </w:numPr>
        <w:jc w:val="both"/>
      </w:pPr>
      <w:r>
        <w:t>Prodávající má dále právo od dílčí smlouvy odstoupit, pokud se kupující ocitl v prodlení s úhradou dlužné částky a toto prodlení neodstranil ani po písemné výzvě prodávajícího;</w:t>
      </w:r>
      <w:r w:rsidRPr="00C86E06">
        <w:t xml:space="preserve"> </w:t>
      </w:r>
      <w:r w:rsidRPr="00A442B2">
        <w:t>minimální</w:t>
      </w:r>
      <w:r>
        <w:t xml:space="preserve"> lhůta na odstranění prodlení je 10 dnů ode dne doručení písemné výzvy prodávajícího.</w:t>
      </w:r>
    </w:p>
    <w:p w14:paraId="6D9AECDD" w14:textId="77777777" w:rsidR="00BE0287" w:rsidRPr="00FE70C5" w:rsidRDefault="00BE0287" w:rsidP="00BE0287">
      <w:pPr>
        <w:pStyle w:val="ListNumber-ContractCzechRadio"/>
        <w:numPr>
          <w:ilvl w:val="0"/>
          <w:numId w:val="0"/>
        </w:numPr>
        <w:ind w:left="312" w:hanging="312"/>
        <w:jc w:val="both"/>
        <w:rPr>
          <w:b/>
        </w:rPr>
      </w:pPr>
      <w:r w:rsidRPr="00FE70C5">
        <w:rPr>
          <w:b/>
          <w:u w:val="single"/>
        </w:rPr>
        <w:t>Obecné podmínky ukončení rámcové dohody a dílčích smluv</w:t>
      </w:r>
      <w:r w:rsidRPr="00FE70C5">
        <w:rPr>
          <w:b/>
        </w:rPr>
        <w:t>:</w:t>
      </w:r>
    </w:p>
    <w:p w14:paraId="6B7DB9E4" w14:textId="77777777" w:rsidR="00BE0287" w:rsidRDefault="00BE0287" w:rsidP="00BE0287">
      <w:pPr>
        <w:pStyle w:val="ListNumber-ContractCzechRadio"/>
        <w:numPr>
          <w:ilvl w:val="1"/>
          <w:numId w:val="13"/>
        </w:numPr>
        <w:jc w:val="both"/>
      </w:pPr>
      <w:r>
        <w:lastRenderedPageBreak/>
        <w:t xml:space="preserve">Rámcovou dohodu ani kteroukoli uzavřenou dílčí smlouvu </w:t>
      </w:r>
      <w:r w:rsidRPr="00BA288C">
        <w:t xml:space="preserve">není </w:t>
      </w:r>
      <w:r>
        <w:t>žádná ze smluvních stran</w:t>
      </w:r>
      <w:r w:rsidRPr="00BA288C">
        <w:t xml:space="preserve"> oprávněn</w:t>
      </w:r>
      <w:r>
        <w:t>a</w:t>
      </w:r>
      <w:r w:rsidRPr="00BA288C">
        <w:t xml:space="preserve"> jednostranně ukončit z žádných jiných důvodů </w:t>
      </w:r>
      <w:r>
        <w:t xml:space="preserve">ani jinými způsoby, jenž </w:t>
      </w:r>
      <w:r w:rsidRPr="00BA288C">
        <w:t>stanov</w:t>
      </w:r>
      <w:r>
        <w:t>ují</w:t>
      </w:r>
      <w:r w:rsidRPr="00BA288C">
        <w:t xml:space="preserve"> dispozitivní ustanovení obecně závazných právních předpisů, vyjma důvodů </w:t>
      </w:r>
      <w:r>
        <w:t xml:space="preserve">a způsobů </w:t>
      </w:r>
      <w:r w:rsidRPr="00BA288C">
        <w:t>uvedených</w:t>
      </w:r>
      <w:r>
        <w:t xml:space="preserve"> jinde</w:t>
      </w:r>
      <w:r w:rsidRPr="00BA288C">
        <w:t xml:space="preserve"> v této </w:t>
      </w:r>
      <w:r>
        <w:t>dohodě.</w:t>
      </w:r>
    </w:p>
    <w:p w14:paraId="51515757" w14:textId="77777777" w:rsidR="00BE0287" w:rsidRPr="002E4874" w:rsidRDefault="00BE0287" w:rsidP="00BE0287">
      <w:pPr>
        <w:pStyle w:val="ListNumber-ContractCzechRadio"/>
        <w:numPr>
          <w:ilvl w:val="1"/>
          <w:numId w:val="13"/>
        </w:numPr>
        <w:jc w:val="both"/>
      </w:pPr>
      <w:r>
        <w:t>Ú</w:t>
      </w:r>
      <w:r w:rsidRPr="002E4874">
        <w:t xml:space="preserve">činky odstoupení nastávají dnem doručení písemného oznámení o </w:t>
      </w:r>
      <w:r w:rsidRPr="00827D6A">
        <w:t>odstoupení</w:t>
      </w:r>
      <w:r>
        <w:t xml:space="preserve"> druhé smluvní straně,</w:t>
      </w:r>
      <w:r w:rsidRPr="00574C40">
        <w:rPr>
          <w:rFonts w:eastAsia="Times New Roman" w:cs="Arial"/>
          <w:bCs/>
          <w:kern w:val="32"/>
          <w:szCs w:val="20"/>
        </w:rPr>
        <w:t xml:space="preserve"> </w:t>
      </w:r>
      <w:r>
        <w:rPr>
          <w:rFonts w:eastAsia="Times New Roman" w:cs="Arial"/>
          <w:bCs/>
          <w:kern w:val="32"/>
          <w:szCs w:val="20"/>
        </w:rPr>
        <w:t>příp. později, pokud je tak v odstoupení uvedeno</w:t>
      </w:r>
      <w:r>
        <w:t xml:space="preserve">. V oznámení o odstoupení musí být </w:t>
      </w:r>
      <w:r>
        <w:rPr>
          <w:rFonts w:eastAsia="Times New Roman" w:cs="Arial"/>
          <w:bCs/>
          <w:kern w:val="32"/>
          <w:szCs w:val="20"/>
        </w:rPr>
        <w:t>popsán konkrétní důvod odstoupení</w:t>
      </w:r>
      <w:r w:rsidRPr="00C86E06">
        <w:rPr>
          <w:rFonts w:eastAsia="Times New Roman" w:cs="Arial"/>
          <w:bCs/>
          <w:kern w:val="32"/>
          <w:szCs w:val="20"/>
        </w:rPr>
        <w:t xml:space="preserve"> </w:t>
      </w:r>
      <w:r>
        <w:rPr>
          <w:rFonts w:eastAsia="Times New Roman" w:cs="Arial"/>
          <w:bCs/>
          <w:kern w:val="32"/>
          <w:szCs w:val="20"/>
        </w:rPr>
        <w:t>a být podepsán oprávněným zástupcem smluvní strany, v opačném případě se odstoupení považuje za neplatné.</w:t>
      </w:r>
    </w:p>
    <w:p w14:paraId="389073A8" w14:textId="77777777" w:rsidR="00BE0287" w:rsidRDefault="00BE0287" w:rsidP="00BE0287">
      <w:pPr>
        <w:pStyle w:val="ListNumber-ContractCzechRadio"/>
        <w:numPr>
          <w:ilvl w:val="1"/>
          <w:numId w:val="13"/>
        </w:numPr>
        <w:jc w:val="both"/>
      </w:pPr>
      <w:r>
        <w:t>O</w:t>
      </w:r>
      <w:r w:rsidRPr="002E4874">
        <w:t xml:space="preserve">dstoupením od </w:t>
      </w:r>
      <w:r>
        <w:t>rámcové dohod</w:t>
      </w:r>
      <w:r w:rsidRPr="002E4874">
        <w:t xml:space="preserve">y </w:t>
      </w:r>
      <w:r>
        <w:t xml:space="preserve">nebo dílčí smlouvy </w:t>
      </w:r>
      <w:r w:rsidRPr="002E4874">
        <w:t xml:space="preserve">nejsou dotčena ustanovení této </w:t>
      </w:r>
      <w:r>
        <w:t>dohod</w:t>
      </w:r>
      <w:r w:rsidRPr="002E4874">
        <w:t xml:space="preserve">y, která se týkají zejména nároků z uplatněných </w:t>
      </w:r>
      <w:r w:rsidRPr="00827D6A">
        <w:t>sankcí</w:t>
      </w:r>
      <w:r w:rsidRPr="002E4874">
        <w:t xml:space="preserve">, náhrady škody a dalších ustanovení, z jejichž povahy vyplývá, že mají platit i po zániku účinnosti této </w:t>
      </w:r>
      <w:r>
        <w:t>dohody nebo dílčí smlouvy.</w:t>
      </w:r>
    </w:p>
    <w:p w14:paraId="18B1BFB6" w14:textId="77777777" w:rsidR="00BE0287" w:rsidRDefault="00BE0287" w:rsidP="00BE0287">
      <w:pPr>
        <w:pStyle w:val="ListNumber-ContractCzechRadio"/>
        <w:numPr>
          <w:ilvl w:val="1"/>
          <w:numId w:val="13"/>
        </w:numPr>
        <w:jc w:val="both"/>
      </w:pPr>
      <w:r w:rsidRPr="002E4874">
        <w:t xml:space="preserve">Při předčasném ukončení </w:t>
      </w:r>
      <w:r>
        <w:t xml:space="preserve">rámcové dohody či dílčí smlouvy jsou smluvní strany povinny si vzájemně </w:t>
      </w:r>
      <w:r w:rsidRPr="002E4874">
        <w:t xml:space="preserve">vypořádat pohledávky a </w:t>
      </w:r>
      <w:r>
        <w:t>dluhy, vydat si bezdůvodné obohacení</w:t>
      </w:r>
      <w:r w:rsidRPr="002E4874">
        <w:t xml:space="preserve"> a vypořádat si další majetková práva a povinnosti plynoucích z této </w:t>
      </w:r>
      <w:r>
        <w:t>dohody i z konkrétních dílčích smluv či objednávek.</w:t>
      </w:r>
    </w:p>
    <w:p w14:paraId="76146E20" w14:textId="77777777" w:rsidR="00BE0287" w:rsidRPr="005C6085" w:rsidRDefault="00BE0287" w:rsidP="00BE0287">
      <w:pPr>
        <w:pStyle w:val="Heading-Number-ContractCzechRadio"/>
        <w:numPr>
          <w:ilvl w:val="0"/>
          <w:numId w:val="13"/>
        </w:numPr>
      </w:pPr>
      <w:r w:rsidRPr="005C6085">
        <w:t>Odpovědnost za škody a pojištění</w:t>
      </w:r>
    </w:p>
    <w:p w14:paraId="08D1A6A2" w14:textId="77777777" w:rsidR="00BE0287" w:rsidRPr="002824DC" w:rsidRDefault="00BE0287" w:rsidP="00BE0287">
      <w:pPr>
        <w:pStyle w:val="ListNumber-ContractCzechRadio"/>
        <w:numPr>
          <w:ilvl w:val="1"/>
          <w:numId w:val="13"/>
        </w:numPr>
        <w:jc w:val="both"/>
        <w:rPr>
          <w:rFonts w:eastAsiaTheme="minorHAnsi"/>
          <w:bCs/>
          <w:szCs w:val="20"/>
        </w:rPr>
      </w:pPr>
      <w:r>
        <w:rPr>
          <w:noProof/>
          <w:lang w:eastAsia="cs-CZ"/>
        </w:rPr>
        <w:t>Prodávající</w:t>
      </w:r>
      <w:r>
        <w:t xml:space="preserve"> tímto bere na vědomí, že svou činností dle této dohody </w:t>
      </w:r>
      <w:r w:rsidRPr="00D122AA">
        <w:t xml:space="preserve">může </w:t>
      </w:r>
      <w:r>
        <w:t>kupujícímu</w:t>
      </w:r>
      <w:r w:rsidRPr="00D122AA">
        <w:t xml:space="preserve"> způsobit </w:t>
      </w:r>
      <w:r>
        <w:t xml:space="preserve">majetkovou újmu </w:t>
      </w:r>
      <w:r w:rsidRPr="00D122AA">
        <w:t xml:space="preserve">(tj. </w:t>
      </w:r>
      <w:r>
        <w:t>škodu na</w:t>
      </w:r>
      <w:r w:rsidRPr="00D122AA">
        <w:t xml:space="preserve"> </w:t>
      </w:r>
      <w:r>
        <w:t>jmění kupujícího</w:t>
      </w:r>
      <w:r w:rsidRPr="00D122AA">
        <w:t xml:space="preserve"> nebo třetích osob) nebo nemajetkovou újmu</w:t>
      </w:r>
      <w:r>
        <w:t xml:space="preserve"> (dále souhrnně jen jako „</w:t>
      </w:r>
      <w:r w:rsidRPr="00AC4126">
        <w:rPr>
          <w:b/>
        </w:rPr>
        <w:t>škoda</w:t>
      </w:r>
      <w:r>
        <w:t>“)</w:t>
      </w:r>
      <w:r w:rsidRPr="00D122AA">
        <w:t xml:space="preserve">. Tuto škodu je </w:t>
      </w:r>
      <w:r>
        <w:t>prodávající</w:t>
      </w:r>
      <w:r w:rsidRPr="00D122AA">
        <w:t xml:space="preserve"> povinen </w:t>
      </w:r>
      <w:r>
        <w:t xml:space="preserve">kupujícímu </w:t>
      </w:r>
      <w:r w:rsidRPr="00D122AA">
        <w:t xml:space="preserve">uhradit na základě </w:t>
      </w:r>
      <w:r>
        <w:t xml:space="preserve">písemné </w:t>
      </w:r>
      <w:r w:rsidRPr="00D122AA">
        <w:t xml:space="preserve">výzvy </w:t>
      </w:r>
      <w:r>
        <w:t>kupujícího</w:t>
      </w:r>
      <w:r w:rsidRPr="00D122AA">
        <w:t>.</w:t>
      </w:r>
      <w:r w:rsidRPr="002824DC">
        <w:rPr>
          <w:bCs/>
          <w:szCs w:val="20"/>
        </w:rPr>
        <w:t xml:space="preserve"> </w:t>
      </w:r>
    </w:p>
    <w:p w14:paraId="6DF242A1" w14:textId="77777777" w:rsidR="00BE0287" w:rsidRPr="002824DC" w:rsidRDefault="00BE0287" w:rsidP="00BE0287">
      <w:pPr>
        <w:pStyle w:val="ListNumber-ContractCzechRadio"/>
        <w:numPr>
          <w:ilvl w:val="1"/>
          <w:numId w:val="13"/>
        </w:numPr>
        <w:jc w:val="both"/>
        <w:rPr>
          <w:rFonts w:eastAsiaTheme="minorHAnsi"/>
          <w:bCs/>
          <w:szCs w:val="20"/>
        </w:rPr>
      </w:pPr>
      <w:r w:rsidRPr="002824DC">
        <w:rPr>
          <w:bCs/>
          <w:szCs w:val="20"/>
        </w:rPr>
        <w:t xml:space="preserve">Prodávající je odpovědný ve smyslu obecných ustanovení OZ za škodu způsobenou na majetku či zařízení </w:t>
      </w:r>
      <w:r>
        <w:rPr>
          <w:bCs/>
          <w:szCs w:val="20"/>
        </w:rPr>
        <w:t>kupujícího</w:t>
      </w:r>
      <w:r w:rsidRPr="002824DC">
        <w:rPr>
          <w:bCs/>
          <w:szCs w:val="20"/>
        </w:rPr>
        <w:t xml:space="preserve"> v souvislosti s dodávkami zařízení a plněním dílčích zakázek podle rámcové dohody, a to za škodu vzniklou přímo v rámci dodávek zařízení, tak za škodu vzniklou případným neodborným provedením či jiným porušením povinností dodavatele, jakož i jeho nedbalostí. </w:t>
      </w:r>
    </w:p>
    <w:p w14:paraId="01F31A05" w14:textId="77777777" w:rsidR="00BE0287" w:rsidRDefault="00BE0287" w:rsidP="00BE0287">
      <w:pPr>
        <w:pStyle w:val="ListNumber-ContractCzechRadio"/>
        <w:numPr>
          <w:ilvl w:val="1"/>
          <w:numId w:val="13"/>
        </w:numPr>
        <w:jc w:val="both"/>
      </w:pPr>
      <w:r>
        <w:rPr>
          <w:noProof/>
          <w:lang w:eastAsia="cs-CZ"/>
        </w:rPr>
        <w:t>Prodávající</w:t>
      </w:r>
      <w:r>
        <w:t xml:space="preserve"> </w:t>
      </w:r>
      <w:r w:rsidRPr="00D122AA">
        <w:t xml:space="preserve">je povinen mít po dobu platnosti a účinnosti této </w:t>
      </w:r>
      <w:r>
        <w:t>dohod</w:t>
      </w:r>
      <w:r w:rsidRPr="00D122AA">
        <w:t xml:space="preserve">y pojištěnu svou odpovědnost za škodu vzniklou jeho činností z této </w:t>
      </w:r>
      <w:r>
        <w:t>dohod</w:t>
      </w:r>
      <w:r w:rsidRPr="00D122AA">
        <w:t xml:space="preserve">y s minimálním limitem plnění </w:t>
      </w:r>
      <w:r w:rsidRPr="00692BD6">
        <w:rPr>
          <w:b/>
        </w:rPr>
        <w:t>5.000.000,- Kč</w:t>
      </w:r>
      <w:r w:rsidRPr="00D122AA">
        <w:t xml:space="preserve">. </w:t>
      </w:r>
      <w:r w:rsidRPr="00D52DB6">
        <w:t xml:space="preserve">Tento limit žádným způsobem nezbavuje </w:t>
      </w:r>
      <w:r>
        <w:t>prodávajícího</w:t>
      </w:r>
      <w:r w:rsidRPr="00D52DB6">
        <w:t xml:space="preserve"> povinnost</w:t>
      </w:r>
      <w:r>
        <w:t>i</w:t>
      </w:r>
      <w:r w:rsidRPr="00D52DB6">
        <w:t xml:space="preserve"> uhradit </w:t>
      </w:r>
      <w:r>
        <w:t>kupujícímu</w:t>
      </w:r>
      <w:r w:rsidRPr="00D52DB6">
        <w:t xml:space="preserve"> škodu v plné výši</w:t>
      </w:r>
      <w:r w:rsidRPr="003A4146">
        <w:t>.</w:t>
      </w:r>
      <w:r>
        <w:t xml:space="preserve"> </w:t>
      </w:r>
    </w:p>
    <w:p w14:paraId="6639EB49" w14:textId="77777777" w:rsidR="00BE0287" w:rsidRDefault="00BE0287" w:rsidP="00BE0287">
      <w:pPr>
        <w:pStyle w:val="ListNumber-ContractCzechRadio"/>
        <w:numPr>
          <w:ilvl w:val="1"/>
          <w:numId w:val="13"/>
        </w:numPr>
        <w:jc w:val="both"/>
      </w:pPr>
      <w:r w:rsidRPr="00D122AA">
        <w:t xml:space="preserve">S ohledem na předchozí odstavec </w:t>
      </w:r>
      <w:r>
        <w:t xml:space="preserve">tohoto článku dohody </w:t>
      </w:r>
      <w:r w:rsidRPr="00D122AA">
        <w:t xml:space="preserve">je </w:t>
      </w:r>
      <w:r>
        <w:t>prodávající</w:t>
      </w:r>
      <w:r w:rsidRPr="00D122AA">
        <w:t xml:space="preserve"> povinen kdykoli během platnosti a účinnosti této </w:t>
      </w:r>
      <w:r>
        <w:t>dohod</w:t>
      </w:r>
      <w:r w:rsidRPr="00D122AA">
        <w:t xml:space="preserve">y </w:t>
      </w:r>
      <w:r>
        <w:t>kupujícímu</w:t>
      </w:r>
      <w:r w:rsidRPr="00D122AA">
        <w:t xml:space="preserve"> na jeho žádost prokázat, že požadované pojištění trvá.</w:t>
      </w:r>
      <w:r>
        <w:t xml:space="preserve"> </w:t>
      </w:r>
    </w:p>
    <w:p w14:paraId="57043593" w14:textId="77777777" w:rsidR="00BE0287" w:rsidRDefault="00BE0287" w:rsidP="00BE0287">
      <w:pPr>
        <w:pStyle w:val="ListNumber-ContractCzechRadio"/>
        <w:numPr>
          <w:ilvl w:val="1"/>
          <w:numId w:val="13"/>
        </w:numPr>
        <w:jc w:val="both"/>
      </w:pPr>
      <w:r>
        <w:t xml:space="preserve">Smluvní strany se dohodly, že se na tuto dohodu a na právní vztahy z ní vzniklé nepoužije ustanovení § 2914 OZ, a že prodávající odpovídá v plné výši za veškeré škody, které kupujícímu vzniknou porušením povinností dle této dohody či dílčí smlouvy, bez ohledu na </w:t>
      </w:r>
      <w:proofErr w:type="gramStart"/>
      <w:r>
        <w:t>to</w:t>
      </w:r>
      <w:proofErr w:type="gramEnd"/>
      <w:r>
        <w:t xml:space="preserve"> zda tuto škodu způsobí prodávající nebo jeho poddodavatel.</w:t>
      </w:r>
      <w:r w:rsidRPr="0050413C">
        <w:rPr>
          <w:rFonts w:cs="Arial"/>
          <w:szCs w:val="20"/>
        </w:rPr>
        <w:t xml:space="preserve">  </w:t>
      </w:r>
      <w:r>
        <w:t xml:space="preserve"> </w:t>
      </w:r>
    </w:p>
    <w:p w14:paraId="57882204" w14:textId="77777777" w:rsidR="00BE0287" w:rsidRDefault="00BE0287" w:rsidP="00BE0287">
      <w:pPr>
        <w:pStyle w:val="Heading-Number-ContractCzechRadio"/>
        <w:numPr>
          <w:ilvl w:val="0"/>
          <w:numId w:val="13"/>
        </w:numPr>
      </w:pPr>
      <w:r>
        <w:t>Doba účinnosti dohody</w:t>
      </w:r>
    </w:p>
    <w:p w14:paraId="1C8DD696" w14:textId="77777777" w:rsidR="00BE0287" w:rsidRPr="002E4874" w:rsidRDefault="00BE0287" w:rsidP="00BE0287">
      <w:pPr>
        <w:pStyle w:val="ListNumber-ContractCzechRadio"/>
        <w:numPr>
          <w:ilvl w:val="1"/>
          <w:numId w:val="13"/>
        </w:numPr>
        <w:jc w:val="both"/>
      </w:pPr>
      <w:r w:rsidRPr="002E4874">
        <w:t xml:space="preserve">Tato </w:t>
      </w:r>
      <w:r>
        <w:t>dohoda</w:t>
      </w:r>
      <w:r w:rsidRPr="002E4874">
        <w:t xml:space="preserve"> se uzavírá na dobu</w:t>
      </w:r>
      <w:r w:rsidRPr="00AC4126">
        <w:rPr>
          <w:b/>
        </w:rPr>
        <w:t xml:space="preserve"> 36</w:t>
      </w:r>
      <w:r w:rsidRPr="0002133B">
        <w:rPr>
          <w:rFonts w:cs="Arial"/>
          <w:b/>
          <w:szCs w:val="20"/>
        </w:rPr>
        <w:t xml:space="preserve"> měsíců</w:t>
      </w:r>
      <w:r w:rsidRPr="002E4874">
        <w:t xml:space="preserve">, počínaje dnem </w:t>
      </w:r>
      <w:r>
        <w:t>její účinnosti.</w:t>
      </w:r>
      <w:r w:rsidRPr="002E4874">
        <w:t xml:space="preserve"> </w:t>
      </w:r>
    </w:p>
    <w:p w14:paraId="086DF7E3" w14:textId="77777777" w:rsidR="00BE0287" w:rsidRPr="006D0812" w:rsidRDefault="00BE0287" w:rsidP="00BE0287">
      <w:pPr>
        <w:pStyle w:val="ListNumber-ContractCzechRadio"/>
        <w:numPr>
          <w:ilvl w:val="1"/>
          <w:numId w:val="13"/>
        </w:numPr>
        <w:jc w:val="both"/>
      </w:pPr>
      <w:r w:rsidRPr="002E4874">
        <w:t xml:space="preserve">Po uplynutí doby </w:t>
      </w:r>
      <w:r>
        <w:t>účinnosti dohody</w:t>
      </w:r>
      <w:r w:rsidRPr="002E4874">
        <w:t xml:space="preserve"> již nelze na jejím </w:t>
      </w:r>
      <w:r w:rsidRPr="002E4874">
        <w:rPr>
          <w:spacing w:val="-2"/>
        </w:rPr>
        <w:t xml:space="preserve">základě </w:t>
      </w:r>
      <w:r>
        <w:rPr>
          <w:spacing w:val="-2"/>
        </w:rPr>
        <w:t>poptávat dílčí plnění a činit objednávky a uzavírat dílčí smlouvy</w:t>
      </w:r>
      <w:r w:rsidRPr="002E4874">
        <w:rPr>
          <w:spacing w:val="-2"/>
        </w:rPr>
        <w:t xml:space="preserve">. Platnost </w:t>
      </w:r>
      <w:r>
        <w:rPr>
          <w:spacing w:val="-2"/>
        </w:rPr>
        <w:t xml:space="preserve">a účinnost </w:t>
      </w:r>
      <w:r>
        <w:t>d</w:t>
      </w:r>
      <w:r w:rsidRPr="002E4874">
        <w:t xml:space="preserve">ílčích smluv uzavřených do okamžiku uplynutí doby </w:t>
      </w:r>
      <w:r>
        <w:rPr>
          <w:spacing w:val="-2"/>
        </w:rPr>
        <w:t>účinnosti</w:t>
      </w:r>
      <w:r w:rsidRPr="002E4874">
        <w:t xml:space="preserve"> </w:t>
      </w:r>
      <w:r>
        <w:t>dohody</w:t>
      </w:r>
      <w:r w:rsidRPr="002E4874">
        <w:rPr>
          <w:spacing w:val="-2"/>
        </w:rPr>
        <w:t xml:space="preserve"> a všechny jejich podmínky a odkazy na </w:t>
      </w:r>
      <w:r>
        <w:t>dohodu</w:t>
      </w:r>
      <w:r w:rsidRPr="002E4874">
        <w:rPr>
          <w:spacing w:val="-2"/>
        </w:rPr>
        <w:t xml:space="preserve"> </w:t>
      </w:r>
      <w:r w:rsidRPr="002E4874">
        <w:t xml:space="preserve">nejsou uplynutím doby </w:t>
      </w:r>
      <w:r>
        <w:rPr>
          <w:spacing w:val="-2"/>
        </w:rPr>
        <w:t xml:space="preserve">účinnosti </w:t>
      </w:r>
      <w:r>
        <w:t>dohody</w:t>
      </w:r>
      <w:r w:rsidRPr="002E4874">
        <w:t xml:space="preserve"> dotčeny.</w:t>
      </w:r>
    </w:p>
    <w:p w14:paraId="7DCB6633" w14:textId="77777777" w:rsidR="00BE0287" w:rsidRPr="006D0812" w:rsidRDefault="00BE0287" w:rsidP="00BE0287">
      <w:pPr>
        <w:pStyle w:val="Heading-Number-ContractCzechRadio"/>
        <w:numPr>
          <w:ilvl w:val="0"/>
          <w:numId w:val="13"/>
        </w:numPr>
      </w:pPr>
      <w:r w:rsidRPr="006D0812">
        <w:lastRenderedPageBreak/>
        <w:t>Závěrečná ustanovení</w:t>
      </w:r>
    </w:p>
    <w:p w14:paraId="7F1CAF34" w14:textId="77777777" w:rsidR="00BE0287" w:rsidRPr="006D0812" w:rsidRDefault="00BE0287" w:rsidP="00BE0287">
      <w:pPr>
        <w:pStyle w:val="ListNumber-ContractCzechRadio"/>
        <w:numPr>
          <w:ilvl w:val="1"/>
          <w:numId w:val="13"/>
        </w:numPr>
        <w:jc w:val="both"/>
      </w:pPr>
      <w:r w:rsidRPr="006D0812">
        <w:t xml:space="preserve">Tato </w:t>
      </w:r>
      <w:r>
        <w:t>dohod</w:t>
      </w:r>
      <w:r w:rsidRPr="006D0812">
        <w:t xml:space="preserve">a </w:t>
      </w:r>
      <w:r>
        <w:t xml:space="preserve">se uzavírá a </w:t>
      </w:r>
      <w:r w:rsidRPr="006D0812">
        <w:t>nabývá platnosti dnem jejího podpisu oběma smluvními stranami</w:t>
      </w:r>
      <w:r>
        <w:t xml:space="preserve"> a účinnosti dnem jejího uveřejnění v registru smluv v souladu </w:t>
      </w:r>
      <w:r w:rsidRPr="00493077">
        <w:rPr>
          <w:szCs w:val="20"/>
        </w:rPr>
        <w:t>se zákonem č. 340/2015 Sb., o zvláštních podmínkách účinnosti některých smluv, uveřejňování těchto smluv a o registru smluv (zákon o registru smluv), v</w:t>
      </w:r>
      <w:r>
        <w:rPr>
          <w:szCs w:val="20"/>
        </w:rPr>
        <w:t>e</w:t>
      </w:r>
      <w:r w:rsidRPr="00493077">
        <w:rPr>
          <w:szCs w:val="20"/>
        </w:rPr>
        <w:t xml:space="preserve"> znění</w:t>
      </w:r>
      <w:r>
        <w:rPr>
          <w:szCs w:val="20"/>
        </w:rPr>
        <w:t xml:space="preserve"> pozdějších předpisů</w:t>
      </w:r>
      <w:r>
        <w:t>.</w:t>
      </w:r>
    </w:p>
    <w:p w14:paraId="0A7A67B0" w14:textId="77777777" w:rsidR="00BE0287" w:rsidRPr="006D0812" w:rsidRDefault="00BE0287" w:rsidP="00BE0287">
      <w:pPr>
        <w:pStyle w:val="ListNumber-ContractCzechRadio"/>
        <w:numPr>
          <w:ilvl w:val="1"/>
          <w:numId w:val="13"/>
        </w:numPr>
        <w:jc w:val="both"/>
      </w:pPr>
      <w:r>
        <w:rPr>
          <w:rFonts w:eastAsia="Times New Roman" w:cs="Arial"/>
          <w:bCs/>
          <w:kern w:val="32"/>
          <w:szCs w:val="20"/>
        </w:rPr>
        <w:t xml:space="preserve">Smluvní strany výslovně sjednávají, že právem rozhodným pro tuto dohodu a dílčí smlouvy na jejím základě uzavřených, je právo České republiky. </w:t>
      </w:r>
      <w:r w:rsidRPr="002E4874">
        <w:t xml:space="preserve">Právní vztahy z této </w:t>
      </w:r>
      <w:r>
        <w:t>dohod</w:t>
      </w:r>
      <w:r w:rsidRPr="002E4874">
        <w:t xml:space="preserve">y vzniklé se řídí </w:t>
      </w:r>
      <w:r>
        <w:t xml:space="preserve">zejména </w:t>
      </w:r>
      <w:r w:rsidRPr="002E4874">
        <w:t xml:space="preserve">příslušnými ustanoveními </w:t>
      </w:r>
      <w:r>
        <w:t>OZ</w:t>
      </w:r>
      <w:r w:rsidRPr="002E4874">
        <w:t xml:space="preserve">, </w:t>
      </w:r>
      <w:r>
        <w:t>Z</w:t>
      </w:r>
      <w:r w:rsidRPr="002E4874">
        <w:t xml:space="preserve">ZVZ a dalšími v České republice obecně </w:t>
      </w:r>
      <w:r>
        <w:t>závaznými</w:t>
      </w:r>
      <w:r w:rsidRPr="002E4874">
        <w:t xml:space="preserve"> právními předpisy.</w:t>
      </w:r>
    </w:p>
    <w:p w14:paraId="14E87FEA" w14:textId="77777777" w:rsidR="00BE0287" w:rsidRPr="002E4874" w:rsidRDefault="00BE0287" w:rsidP="00BE0287">
      <w:pPr>
        <w:pStyle w:val="ListNumber-ContractCzechRadio"/>
        <w:numPr>
          <w:ilvl w:val="1"/>
          <w:numId w:val="13"/>
        </w:numPr>
        <w:jc w:val="both"/>
      </w:pPr>
      <w:r w:rsidRPr="002E4874">
        <w:t xml:space="preserve">Kupující má právo nevyčerpat celý rozsah plnění v souladu se </w:t>
      </w:r>
      <w:r>
        <w:t>z</w:t>
      </w:r>
      <w:r w:rsidRPr="002E4874">
        <w:t xml:space="preserve">adávacím řízením </w:t>
      </w:r>
      <w:r>
        <w:t xml:space="preserve">veřejné zakázky </w:t>
      </w:r>
      <w:r w:rsidRPr="002E4874">
        <w:t xml:space="preserve">a podle této </w:t>
      </w:r>
      <w:r>
        <w:t>dohody</w:t>
      </w:r>
      <w:r w:rsidRPr="002E4874">
        <w:t>.</w:t>
      </w:r>
    </w:p>
    <w:p w14:paraId="367FF798" w14:textId="77777777" w:rsidR="00BE0287" w:rsidRPr="006D0812" w:rsidRDefault="00BE0287" w:rsidP="00BE0287">
      <w:pPr>
        <w:pStyle w:val="ListNumber-ContractCzechRadio"/>
        <w:numPr>
          <w:ilvl w:val="1"/>
          <w:numId w:val="13"/>
        </w:numPr>
        <w:jc w:val="both"/>
      </w:pPr>
      <w:r w:rsidRPr="006D0812">
        <w:t xml:space="preserve">Tato </w:t>
      </w:r>
      <w:r>
        <w:t>dohod</w:t>
      </w:r>
      <w:r w:rsidRPr="006D0812">
        <w:t xml:space="preserve">a je vyhotovena ve </w:t>
      </w:r>
      <w:r>
        <w:t>dvou</w:t>
      </w:r>
      <w:r w:rsidRPr="006D0812">
        <w:t xml:space="preserve"> stejnopisech s platností originálu, z nichž </w:t>
      </w:r>
      <w:r>
        <w:t>každá smluvní strana obdrží po jednom stejnopise.</w:t>
      </w:r>
      <w:r w:rsidRPr="007A258D">
        <w:t xml:space="preserve"> </w:t>
      </w:r>
      <w:r>
        <w:t>V případě, že bude dohoda uzavřena na dálku za využití elektronických prostředků, zašle smluvní strana, jež dohodu podepisuje jako poslední, originál dohody spolu s jejími přílohami druhé smluvní straně.</w:t>
      </w:r>
    </w:p>
    <w:p w14:paraId="664A55E9" w14:textId="77777777" w:rsidR="00BE0287" w:rsidRPr="006D0812" w:rsidRDefault="00BE0287" w:rsidP="00BE0287">
      <w:pPr>
        <w:pStyle w:val="ListNumber-ContractCzechRadio"/>
        <w:numPr>
          <w:ilvl w:val="1"/>
          <w:numId w:val="13"/>
        </w:numPr>
        <w:jc w:val="both"/>
      </w:pPr>
      <w:r w:rsidRPr="006D0812">
        <w:rPr>
          <w:rFonts w:cs="Arial"/>
          <w:szCs w:val="20"/>
        </w:rPr>
        <w:t xml:space="preserve">Pro případ sporu vzniklého mezi smluvními stranami </w:t>
      </w:r>
      <w:r>
        <w:rPr>
          <w:rFonts w:cs="Arial"/>
          <w:szCs w:val="20"/>
        </w:rPr>
        <w:t xml:space="preserve">z této dohody nebo v souvislosti s ní, </w:t>
      </w:r>
      <w:r w:rsidRPr="006D0812">
        <w:rPr>
          <w:rFonts w:cs="Arial"/>
          <w:szCs w:val="20"/>
        </w:rPr>
        <w:t xml:space="preserve">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podle sídla kupujícího.</w:t>
      </w:r>
    </w:p>
    <w:p w14:paraId="4CCEC7BA" w14:textId="77777777" w:rsidR="00BE0287" w:rsidRDefault="00BE0287" w:rsidP="00BE0287">
      <w:pPr>
        <w:pStyle w:val="ListNumber-ContractCzechRadio"/>
        <w:numPr>
          <w:ilvl w:val="1"/>
          <w:numId w:val="13"/>
        </w:numPr>
        <w:jc w:val="both"/>
      </w:pPr>
      <w:r>
        <w:t>Smluvní strany uvádí, že n</w:t>
      </w:r>
      <w:r w:rsidRPr="002932DA">
        <w:t xml:space="preserve">astane-li zcela mimořádná nepředvídatelná okolnost, která </w:t>
      </w:r>
      <w:r>
        <w:t>plnění z této dohody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dohody</w:t>
      </w:r>
      <w:r w:rsidRPr="002932DA">
        <w:t xml:space="preserve">, anebo o zrušení </w:t>
      </w:r>
      <w:r>
        <w:t>dohod</w:t>
      </w:r>
      <w:r w:rsidRPr="002932DA">
        <w:t xml:space="preserve">y a o tom, jak se </w:t>
      </w:r>
      <w:r>
        <w:t xml:space="preserve">smluvní </w:t>
      </w:r>
      <w:r w:rsidRPr="002932DA">
        <w:t xml:space="preserve">strany vypořádají. </w:t>
      </w:r>
      <w:r>
        <w:t xml:space="preserve">Tímto smluvní strany přebírají ve smyslu ustanovení § 1765 a násl. OZ </w:t>
      </w:r>
      <w:r w:rsidRPr="002932DA">
        <w:t>nebezpečí změny okolností</w:t>
      </w:r>
      <w:r>
        <w:t>.</w:t>
      </w:r>
    </w:p>
    <w:p w14:paraId="33D0FC9E" w14:textId="77777777" w:rsidR="00BE0287" w:rsidRDefault="00BE0287" w:rsidP="00BE0287">
      <w:pPr>
        <w:pStyle w:val="ListNumber-ContractCzechRadio"/>
        <w:numPr>
          <w:ilvl w:val="1"/>
          <w:numId w:val="13"/>
        </w:numPr>
        <w:jc w:val="both"/>
      </w:pPr>
      <w:r w:rsidRPr="006D0812">
        <w:t xml:space="preserve">Smluvní strany tímto výslovně uvádí, že tato </w:t>
      </w:r>
      <w:r>
        <w:t>dohod</w:t>
      </w:r>
      <w:r w:rsidRPr="006D0812">
        <w:t>a je závazná až okamžikem jejího podepsání oběma smluvními stranami. Prodávající tímto bere na vědomí, že v důsledku specifického organizačního uspořádání kupujícího smluvní strany vylučují pravidla dle ustanovení § 1728 a 17</w:t>
      </w:r>
      <w:r>
        <w:t>29</w:t>
      </w:r>
      <w:r w:rsidRPr="006D0812">
        <w:t xml:space="preserve"> OZ o předsmluvní odpovědnosti a prodávající nemá právo ve smyslu § 2910 </w:t>
      </w:r>
      <w:r>
        <w:t xml:space="preserve">OZ </w:t>
      </w:r>
      <w:r w:rsidRPr="006D0812">
        <w:t xml:space="preserve">po kupujícím požadovat při neuzavření </w:t>
      </w:r>
      <w:r>
        <w:t>dohod</w:t>
      </w:r>
      <w:r w:rsidRPr="006D0812">
        <w:t>y náhradu škody.</w:t>
      </w:r>
    </w:p>
    <w:p w14:paraId="73780F43" w14:textId="77777777" w:rsidR="00BE0287" w:rsidRPr="006D0812" w:rsidRDefault="00BE0287" w:rsidP="00BE0287">
      <w:pPr>
        <w:pStyle w:val="ListNumber-ContractCzechRadio"/>
        <w:numPr>
          <w:ilvl w:val="1"/>
          <w:numId w:val="13"/>
        </w:numPr>
        <w:jc w:val="both"/>
      </w:pPr>
      <w:r w:rsidRPr="00A1527D">
        <w:t xml:space="preserve">Prodávající bere na vědomí, že kupující je jako zadavatel veřejné zakázky oprávněn v souladu s § 219 ZZVZ uveřejnit na profilu zadavatele tuto </w:t>
      </w:r>
      <w:r>
        <w:t>dohodu</w:t>
      </w:r>
      <w:r w:rsidRPr="00A1527D">
        <w:t xml:space="preserve"> včetně </w:t>
      </w:r>
      <w:r>
        <w:t xml:space="preserve">jejích příloh, </w:t>
      </w:r>
      <w:r w:rsidRPr="00A1527D">
        <w:t>všech jejích změn a dodatků</w:t>
      </w:r>
      <w:r>
        <w:t xml:space="preserve"> a</w:t>
      </w:r>
      <w:r w:rsidRPr="00A1527D">
        <w:t xml:space="preserve"> výši skutečně uhrazené ceny za plnění veřejné zakázky.</w:t>
      </w:r>
    </w:p>
    <w:p w14:paraId="5FEE83AF" w14:textId="77777777" w:rsidR="00BE0287" w:rsidRDefault="00BE0287" w:rsidP="00BE0287">
      <w:pPr>
        <w:pStyle w:val="ListNumber-ContractCzechRadio"/>
        <w:numPr>
          <w:ilvl w:val="1"/>
          <w:numId w:val="13"/>
        </w:numPr>
        <w:spacing w:after="0"/>
        <w:jc w:val="both"/>
        <w:rPr>
          <w:szCs w:val="20"/>
        </w:rPr>
      </w:pPr>
      <w:r w:rsidRPr="00681BB6">
        <w:rPr>
          <w:szCs w:val="20"/>
        </w:rPr>
        <w:t xml:space="preserve">Tato </w:t>
      </w:r>
      <w:r>
        <w:t>dohod</w:t>
      </w:r>
      <w:r w:rsidRPr="00681BB6">
        <w:rPr>
          <w:szCs w:val="20"/>
        </w:rPr>
        <w:t xml:space="preserve">a včetně jejích příloh a případných změn </w:t>
      </w:r>
      <w:r>
        <w:rPr>
          <w:szCs w:val="20"/>
        </w:rPr>
        <w:t>bude uveřejněna kupujícím</w:t>
      </w:r>
      <w:r w:rsidRPr="00493077">
        <w:rPr>
          <w:szCs w:val="20"/>
        </w:rPr>
        <w:t xml:space="preserve"> v registru smluv v souladu se zákonem o registru smluv. Pokud </w:t>
      </w:r>
      <w:r>
        <w:t>dohod</w:t>
      </w:r>
      <w:r w:rsidRPr="00493077">
        <w:rPr>
          <w:szCs w:val="20"/>
        </w:rPr>
        <w:t xml:space="preserve">u uveřejní v registru smluv </w:t>
      </w:r>
      <w:r>
        <w:rPr>
          <w:szCs w:val="20"/>
        </w:rPr>
        <w:t>prodávající</w:t>
      </w:r>
      <w:r w:rsidRPr="00493077">
        <w:rPr>
          <w:szCs w:val="20"/>
        </w:rPr>
        <w:t xml:space="preserve">, zašle </w:t>
      </w:r>
      <w:r>
        <w:rPr>
          <w:szCs w:val="20"/>
        </w:rPr>
        <w:t>kupujícímu</w:t>
      </w:r>
      <w:r w:rsidRPr="00493077">
        <w:rPr>
          <w:szCs w:val="20"/>
        </w:rPr>
        <w:t xml:space="preserve"> potvrzení o uveřejnění této </w:t>
      </w:r>
      <w:r>
        <w:t>dohod</w:t>
      </w:r>
      <w:r w:rsidRPr="00493077">
        <w:rPr>
          <w:szCs w:val="20"/>
        </w:rPr>
        <w:t xml:space="preserve">y bez zbytečného odkladu. Tento </w:t>
      </w:r>
      <w:r>
        <w:rPr>
          <w:szCs w:val="20"/>
        </w:rPr>
        <w:t>odstavec</w:t>
      </w:r>
      <w:r w:rsidRPr="00493077">
        <w:rPr>
          <w:szCs w:val="20"/>
        </w:rPr>
        <w:t xml:space="preserve"> je samostatnou dohodou smluvních stran oddělitelnou od ostatních ustanovení </w:t>
      </w:r>
      <w:r>
        <w:rPr>
          <w:szCs w:val="20"/>
        </w:rPr>
        <w:t xml:space="preserve">rámcové </w:t>
      </w:r>
      <w:r>
        <w:t>dohod</w:t>
      </w:r>
      <w:r w:rsidRPr="00493077">
        <w:rPr>
          <w:szCs w:val="20"/>
        </w:rPr>
        <w:t>y.</w:t>
      </w:r>
    </w:p>
    <w:p w14:paraId="5C3EC4A3" w14:textId="77777777" w:rsidR="00BE0287" w:rsidRDefault="00BE0287" w:rsidP="00BE0287">
      <w:pPr>
        <w:pStyle w:val="ListNumber-ContractCzechRadio"/>
        <w:numPr>
          <w:ilvl w:val="0"/>
          <w:numId w:val="0"/>
        </w:numPr>
        <w:spacing w:after="0"/>
        <w:ind w:left="312"/>
        <w:jc w:val="both"/>
        <w:rPr>
          <w:szCs w:val="20"/>
        </w:rPr>
      </w:pPr>
    </w:p>
    <w:p w14:paraId="6F0A88EA" w14:textId="77777777" w:rsidR="00BE0287" w:rsidRPr="00EA0940" w:rsidRDefault="00BE0287" w:rsidP="00BE0287">
      <w:pPr>
        <w:pStyle w:val="ListNumber-ContractCzechRadio"/>
        <w:numPr>
          <w:ilvl w:val="1"/>
          <w:numId w:val="13"/>
        </w:numPr>
        <w:jc w:val="both"/>
      </w:pPr>
      <w:r w:rsidRPr="002E4874">
        <w:t>Smluvní st</w:t>
      </w:r>
      <w:r>
        <w:t>rany prohlašují, že se seznámily</w:t>
      </w:r>
      <w:r w:rsidRPr="002E4874">
        <w:t xml:space="preserve"> s obsahem této </w:t>
      </w:r>
      <w:r>
        <w:t>dohod</w:t>
      </w:r>
      <w:r w:rsidRPr="002E4874">
        <w:t>y, kterou uzavírají na základě své pravé, vážné a svobodné vůl</w:t>
      </w:r>
      <w:r>
        <w:t>e</w:t>
      </w:r>
      <w:r w:rsidRPr="002E4874">
        <w:t xml:space="preserve">, nikoliv v tísni anebo za nápadně nevýhodných podmínek, což stvrzují svými podpisy. </w:t>
      </w:r>
    </w:p>
    <w:p w14:paraId="023361D6" w14:textId="77777777" w:rsidR="00BE0287" w:rsidRPr="006D0812" w:rsidRDefault="00BE0287" w:rsidP="00BE0287">
      <w:pPr>
        <w:pStyle w:val="ListNumber-ContractCzechRadio"/>
        <w:numPr>
          <w:ilvl w:val="1"/>
          <w:numId w:val="13"/>
        </w:numPr>
      </w:pPr>
      <w:r w:rsidRPr="006D0812">
        <w:t xml:space="preserve">Nedílnou součástí této </w:t>
      </w:r>
      <w:r>
        <w:t>dohod</w:t>
      </w:r>
      <w:r w:rsidRPr="006D0812">
        <w:t>y je její:</w:t>
      </w:r>
    </w:p>
    <w:p w14:paraId="083D06B8" w14:textId="7F5B1046" w:rsidR="00BE0287" w:rsidRDefault="00BE0287" w:rsidP="00BE0287">
      <w:pPr>
        <w:pStyle w:val="Heading-Number-ContractCzechRadio"/>
        <w:numPr>
          <w:ilvl w:val="0"/>
          <w:numId w:val="0"/>
        </w:numPr>
        <w:ind w:left="312"/>
        <w:jc w:val="left"/>
        <w:rPr>
          <w:b w:val="0"/>
        </w:rPr>
      </w:pPr>
      <w:r w:rsidRPr="006D0812">
        <w:rPr>
          <w:b w:val="0"/>
        </w:rPr>
        <w:t>Příloha</w:t>
      </w:r>
      <w:r>
        <w:rPr>
          <w:b w:val="0"/>
        </w:rPr>
        <w:t xml:space="preserve"> č. 1 – Technická specifikace;</w:t>
      </w:r>
    </w:p>
    <w:p w14:paraId="28376843" w14:textId="77777777" w:rsidR="00BE0287" w:rsidRPr="00A442B2" w:rsidRDefault="00BE0287" w:rsidP="00BE0287">
      <w:pPr>
        <w:pStyle w:val="ListNumber-ContractCzechRadio"/>
        <w:numPr>
          <w:ilvl w:val="0"/>
          <w:numId w:val="0"/>
        </w:numPr>
        <w:ind w:left="312"/>
      </w:pPr>
      <w:r>
        <w:t>Příloha č. 2 – Cenová nabídka prodávajícího;</w:t>
      </w:r>
    </w:p>
    <w:p w14:paraId="70A78B46" w14:textId="77777777" w:rsidR="00BE0287" w:rsidRDefault="00BE0287" w:rsidP="00BE0287">
      <w:pPr>
        <w:pStyle w:val="ListNumber-ContractCzechRadio"/>
        <w:numPr>
          <w:ilvl w:val="0"/>
          <w:numId w:val="0"/>
        </w:numPr>
        <w:ind w:left="312"/>
      </w:pPr>
      <w:r>
        <w:lastRenderedPageBreak/>
        <w:t>Příloha č. 3 – Vzorová dílčí smlouva;</w:t>
      </w:r>
    </w:p>
    <w:p w14:paraId="6696EF2E" w14:textId="77777777" w:rsidR="00BE0287" w:rsidRDefault="00BE0287" w:rsidP="00BE0287">
      <w:pPr>
        <w:pStyle w:val="ListNumber-ContractCzechRadio"/>
        <w:numPr>
          <w:ilvl w:val="0"/>
          <w:numId w:val="0"/>
        </w:numPr>
        <w:ind w:left="312"/>
      </w:pPr>
      <w:r>
        <w:t xml:space="preserve">Příloha č. 4 – </w:t>
      </w:r>
      <w:r w:rsidRPr="004545D6">
        <w:t xml:space="preserve">Podmínky provádění činností externích osob v objektech </w:t>
      </w:r>
      <w:proofErr w:type="spellStart"/>
      <w:r w:rsidRPr="004545D6">
        <w:t>ČRo</w:t>
      </w:r>
      <w:proofErr w:type="spellEnd"/>
      <w:r>
        <w:t>.</w:t>
      </w:r>
    </w:p>
    <w:p w14:paraId="4762ABC6" w14:textId="77777777" w:rsidR="00BE0287" w:rsidRDefault="00BE0287" w:rsidP="00BE0287">
      <w:pPr>
        <w:pStyle w:val="ListNumber-ContractCzechRadio"/>
        <w:numPr>
          <w:ilvl w:val="0"/>
          <w:numId w:val="0"/>
        </w:numPr>
        <w:ind w:left="312"/>
      </w:pPr>
    </w:p>
    <w:p w14:paraId="2F64B2A2" w14:textId="77777777" w:rsidR="00BE0287" w:rsidRDefault="00BE0287" w:rsidP="00BE0287">
      <w:pPr>
        <w:pStyle w:val="ListNumber-ContractCzechRadio"/>
        <w:numPr>
          <w:ilvl w:val="0"/>
          <w:numId w:val="0"/>
        </w:numPr>
        <w:ind w:left="312"/>
      </w:pPr>
    </w:p>
    <w:p w14:paraId="4525B350" w14:textId="77777777" w:rsidR="00BE0287" w:rsidRPr="003B2AA6" w:rsidRDefault="00BE0287" w:rsidP="00BE0287">
      <w:pPr>
        <w:pStyle w:val="ListNumber-ContractCzechRadio"/>
        <w:numPr>
          <w:ilvl w:val="0"/>
          <w:numId w:val="0"/>
        </w:numPr>
      </w:pPr>
    </w:p>
    <w:tbl>
      <w:tblPr>
        <w:tblW w:w="0" w:type="auto"/>
        <w:tblLook w:val="04A0" w:firstRow="1" w:lastRow="0" w:firstColumn="1" w:lastColumn="0" w:noHBand="0" w:noVBand="1"/>
      </w:tblPr>
      <w:tblGrid>
        <w:gridCol w:w="4366"/>
        <w:gridCol w:w="4366"/>
      </w:tblGrid>
      <w:tr w:rsidR="00BE0287" w14:paraId="0D25B9CC" w14:textId="77777777" w:rsidTr="00A059B6">
        <w:tc>
          <w:tcPr>
            <w:tcW w:w="4366" w:type="dxa"/>
            <w:shd w:val="clear" w:color="auto" w:fill="auto"/>
          </w:tcPr>
          <w:p w14:paraId="525CE252" w14:textId="77777777" w:rsidR="00BE0287" w:rsidRPr="0082278B"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1D1586">
              <w:rPr>
                <w:rFonts w:cs="Arial"/>
                <w:szCs w:val="20"/>
                <w:highlight w:val="lightGray"/>
              </w:rPr>
              <w:t>[DOPLNIT</w:t>
            </w:r>
            <w:r w:rsidRPr="007905AF">
              <w:rPr>
                <w:rFonts w:cs="Arial"/>
                <w:szCs w:val="20"/>
              </w:rPr>
              <w:t>]</w:t>
            </w:r>
            <w:r>
              <w:rPr>
                <w:rFonts w:cs="Arial"/>
                <w:szCs w:val="20"/>
              </w:rPr>
              <w:t xml:space="preserve"> </w:t>
            </w:r>
            <w:r w:rsidRPr="0082278B">
              <w:t xml:space="preserve">dne </w:t>
            </w:r>
            <w:r w:rsidRPr="001D1586">
              <w:rPr>
                <w:rFonts w:cs="Arial"/>
                <w:szCs w:val="20"/>
                <w:highlight w:val="lightGray"/>
              </w:rPr>
              <w:t>[DOPLNIT</w:t>
            </w:r>
            <w:r w:rsidRPr="007905AF">
              <w:rPr>
                <w:rFonts w:cs="Arial"/>
                <w:szCs w:val="20"/>
              </w:rPr>
              <w:t>]</w:t>
            </w:r>
          </w:p>
        </w:tc>
        <w:tc>
          <w:tcPr>
            <w:tcW w:w="4366" w:type="dxa"/>
            <w:shd w:val="clear" w:color="auto" w:fill="auto"/>
          </w:tcPr>
          <w:p w14:paraId="506350F5" w14:textId="77777777" w:rsidR="00BE0287" w:rsidRPr="0082278B"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82278B">
              <w:t xml:space="preserve">V </w:t>
            </w:r>
            <w:r w:rsidRPr="0002133B">
              <w:rPr>
                <w:rFonts w:cs="Arial"/>
                <w:szCs w:val="20"/>
              </w:rPr>
              <w:t>[</w:t>
            </w:r>
            <w:r w:rsidRPr="0002133B">
              <w:rPr>
                <w:rFonts w:cs="Arial"/>
                <w:szCs w:val="20"/>
                <w:highlight w:val="yellow"/>
              </w:rPr>
              <w:t>DOPLNIT</w:t>
            </w:r>
            <w:r w:rsidRPr="0002133B">
              <w:rPr>
                <w:rFonts w:cs="Arial"/>
                <w:szCs w:val="20"/>
              </w:rPr>
              <w:t>]</w:t>
            </w:r>
            <w:r w:rsidRPr="00893DFF">
              <w:t xml:space="preserve"> dne </w:t>
            </w:r>
            <w:r w:rsidRPr="0002133B">
              <w:rPr>
                <w:rFonts w:cs="Arial"/>
                <w:szCs w:val="20"/>
              </w:rPr>
              <w:t>[</w:t>
            </w:r>
            <w:r w:rsidRPr="0002133B">
              <w:rPr>
                <w:rFonts w:cs="Arial"/>
                <w:szCs w:val="20"/>
                <w:highlight w:val="yellow"/>
              </w:rPr>
              <w:t>DOPLNIT</w:t>
            </w:r>
            <w:r w:rsidRPr="0002133B">
              <w:rPr>
                <w:rFonts w:cs="Arial"/>
                <w:szCs w:val="20"/>
              </w:rPr>
              <w:t>]</w:t>
            </w:r>
          </w:p>
        </w:tc>
      </w:tr>
      <w:tr w:rsidR="00BE0287" w14:paraId="1BDB790A" w14:textId="77777777" w:rsidTr="00A059B6">
        <w:tc>
          <w:tcPr>
            <w:tcW w:w="4366" w:type="dxa"/>
            <w:shd w:val="clear" w:color="auto" w:fill="auto"/>
          </w:tcPr>
          <w:p w14:paraId="7B558512" w14:textId="77777777" w:rsidR="00BE0287"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1ADF0C10" w14:textId="77777777" w:rsidR="00BE0287" w:rsidRPr="001D1586"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1D1586">
              <w:rPr>
                <w:rFonts w:cs="Arial"/>
                <w:b/>
                <w:szCs w:val="20"/>
                <w:highlight w:val="lightGray"/>
              </w:rPr>
              <w:t>DOPLNIT JMÉNO A PŘÍJMENÍ]</w:t>
            </w:r>
          </w:p>
          <w:p w14:paraId="79DE737D" w14:textId="77777777" w:rsidR="00BE0287" w:rsidRPr="0082278B"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D1586">
              <w:rPr>
                <w:rFonts w:cs="Arial"/>
                <w:b/>
                <w:szCs w:val="20"/>
                <w:highlight w:val="lightGray"/>
              </w:rPr>
              <w:t>[DOPLNIT FUNKCI]</w:t>
            </w:r>
          </w:p>
        </w:tc>
        <w:tc>
          <w:tcPr>
            <w:tcW w:w="4366" w:type="dxa"/>
            <w:shd w:val="clear" w:color="auto" w:fill="auto"/>
          </w:tcPr>
          <w:p w14:paraId="66016CA8" w14:textId="77777777" w:rsidR="00BE0287"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5FB258BF" w14:textId="77777777" w:rsidR="00BE0287" w:rsidRPr="00B72B72"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366797">
              <w:rPr>
                <w:rFonts w:cs="Arial"/>
                <w:b/>
                <w:szCs w:val="20"/>
              </w:rPr>
              <w:t>[</w:t>
            </w:r>
            <w:r w:rsidRPr="00B72B72">
              <w:rPr>
                <w:rFonts w:cs="Arial"/>
                <w:b/>
                <w:szCs w:val="20"/>
                <w:highlight w:val="yellow"/>
              </w:rPr>
              <w:t>DOPLNIT JMÉNO A PŘÍJMENÍ]</w:t>
            </w:r>
          </w:p>
          <w:p w14:paraId="580390EB" w14:textId="77777777" w:rsidR="00BE0287" w:rsidRPr="0082278B"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B72B72">
              <w:rPr>
                <w:rFonts w:cs="Arial"/>
                <w:b/>
                <w:szCs w:val="20"/>
                <w:highlight w:val="yellow"/>
              </w:rPr>
              <w:t>[DOPLNIT FUNKCI]</w:t>
            </w:r>
          </w:p>
        </w:tc>
      </w:tr>
    </w:tbl>
    <w:p w14:paraId="4DBF3D2A" w14:textId="77777777" w:rsidR="00BE0287" w:rsidRPr="006D0812" w:rsidRDefault="00BE0287" w:rsidP="00BE0287"/>
    <w:p w14:paraId="3C9A4781" w14:textId="77777777" w:rsidR="00BE0287" w:rsidRDefault="00BE0287" w:rsidP="00BE0287">
      <w:pPr>
        <w:pStyle w:val="SubjectName-ContractCzechRadio"/>
        <w:jc w:val="center"/>
      </w:pPr>
    </w:p>
    <w:p w14:paraId="05B5F223" w14:textId="77777777" w:rsidR="00BE0287" w:rsidRDefault="00BE0287" w:rsidP="00BE0287">
      <w:pPr>
        <w:pStyle w:val="SubjectName-ContractCzechRadio"/>
        <w:jc w:val="center"/>
      </w:pPr>
    </w:p>
    <w:p w14:paraId="3016ED20" w14:textId="77777777" w:rsidR="00BE0287" w:rsidRDefault="00BE0287" w:rsidP="00BE0287">
      <w:pPr>
        <w:pStyle w:val="SubjectName-ContractCzechRadio"/>
        <w:jc w:val="center"/>
      </w:pPr>
    </w:p>
    <w:p w14:paraId="7A93B83E" w14:textId="77777777" w:rsidR="00BE0287" w:rsidRDefault="00BE0287" w:rsidP="00BE0287">
      <w:pPr>
        <w:pStyle w:val="SubjectName-ContractCzechRadio"/>
        <w:jc w:val="center"/>
      </w:pPr>
      <w:r>
        <w:br w:type="page"/>
      </w:r>
    </w:p>
    <w:p w14:paraId="101017A4" w14:textId="77777777" w:rsidR="00BE0287" w:rsidRDefault="00BE0287" w:rsidP="00BE0287">
      <w:pPr>
        <w:pStyle w:val="SubjectName-ContractCzechRadio"/>
        <w:jc w:val="center"/>
        <w:rPr>
          <w:sz w:val="32"/>
        </w:rPr>
      </w:pPr>
    </w:p>
    <w:p w14:paraId="54679E75" w14:textId="77777777" w:rsidR="00BE0287" w:rsidRDefault="00BE0287" w:rsidP="00BE028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sz w:val="32"/>
        </w:rPr>
      </w:pPr>
      <w:r w:rsidRPr="00905152">
        <w:rPr>
          <w:b/>
        </w:rPr>
        <w:t>PŘÍLOHA Č. 1 – TECHNICKÁ SPECIFIKACE</w:t>
      </w:r>
      <w:r>
        <w:rPr>
          <w:sz w:val="32"/>
        </w:rPr>
        <w:t xml:space="preserve"> </w:t>
      </w:r>
    </w:p>
    <w:p w14:paraId="2636CAF8" w14:textId="77777777" w:rsidR="00BE0287" w:rsidRDefault="00BE0287" w:rsidP="00BE0287">
      <w:pPr>
        <w:pStyle w:val="SubjectSpecification-ContractCzechRadio"/>
        <w:jc w:val="center"/>
        <w:rPr>
          <w:i/>
        </w:rPr>
      </w:pPr>
      <w:r>
        <w:rPr>
          <w:i/>
        </w:rPr>
        <w:t>Obsah této přílohy dohody se bude shodovat s přílohou č. 6 Zadávací dokumentace – Technická specifikace.</w:t>
      </w:r>
    </w:p>
    <w:p w14:paraId="1F15451E" w14:textId="77777777" w:rsidR="00BE0287" w:rsidRDefault="00BE0287" w:rsidP="00BE028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br w:type="page"/>
      </w:r>
    </w:p>
    <w:p w14:paraId="0E094C25" w14:textId="77777777" w:rsidR="00BE0287" w:rsidRPr="00905152" w:rsidRDefault="00BE0287" w:rsidP="00BE028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jc w:val="center"/>
        <w:rPr>
          <w:b/>
          <w:color w:val="000F37"/>
          <w:sz w:val="32"/>
        </w:rPr>
      </w:pPr>
      <w:r w:rsidRPr="00905152">
        <w:rPr>
          <w:b/>
        </w:rPr>
        <w:lastRenderedPageBreak/>
        <w:t xml:space="preserve">PŘÍLOHA Č. </w:t>
      </w:r>
      <w:r>
        <w:rPr>
          <w:b/>
        </w:rPr>
        <w:t>2</w:t>
      </w:r>
      <w:r w:rsidRPr="00905152">
        <w:rPr>
          <w:b/>
        </w:rPr>
        <w:t xml:space="preserve"> – </w:t>
      </w:r>
      <w:r>
        <w:rPr>
          <w:b/>
        </w:rPr>
        <w:t>CENOVÁ NABÍDKA PRODÁVAJÍCÍHO</w:t>
      </w:r>
    </w:p>
    <w:p w14:paraId="15BADC6B" w14:textId="77777777" w:rsidR="00BE0287" w:rsidRDefault="00BE0287" w:rsidP="00BE0287">
      <w:pPr>
        <w:pStyle w:val="SubjectName-ContractCzechRadio"/>
        <w:jc w:val="center"/>
        <w:rPr>
          <w:sz w:val="32"/>
        </w:rPr>
      </w:pPr>
    </w:p>
    <w:p w14:paraId="3CA6B875" w14:textId="77777777" w:rsidR="00BE0287" w:rsidRDefault="00BE0287" w:rsidP="00BE0287">
      <w:pPr>
        <w:pStyle w:val="SubjectSpecification-ContractCzechRadio"/>
        <w:jc w:val="center"/>
        <w:rPr>
          <w:i/>
        </w:rPr>
      </w:pPr>
      <w:r>
        <w:rPr>
          <w:i/>
        </w:rPr>
        <w:t xml:space="preserve">Obsah této přílohy dohody bude zahrnovat přílohu č. 5 Zadávací dokumentace – Tabulka pro stanovení nabídkové </w:t>
      </w:r>
      <w:proofErr w:type="gramStart"/>
      <w:r>
        <w:rPr>
          <w:i/>
        </w:rPr>
        <w:t>ceny - vyplněnou</w:t>
      </w:r>
      <w:proofErr w:type="gramEnd"/>
      <w:r>
        <w:rPr>
          <w:i/>
        </w:rPr>
        <w:t xml:space="preserve"> účastníkem, s nímž bude v rámci zadávacího řízení rámcová dohoda uzavřena.</w:t>
      </w:r>
    </w:p>
    <w:p w14:paraId="62FF3432" w14:textId="77777777" w:rsidR="00BE0287" w:rsidRDefault="00BE0287" w:rsidP="00BE028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rPr>
      </w:pPr>
      <w:r>
        <w:br w:type="page"/>
      </w:r>
    </w:p>
    <w:p w14:paraId="73825E3E" w14:textId="77777777" w:rsidR="00BE0287" w:rsidRDefault="00BE0287" w:rsidP="00BE028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sz w:val="32"/>
        </w:rPr>
      </w:pPr>
    </w:p>
    <w:p w14:paraId="6B6668EE" w14:textId="77777777" w:rsidR="00BE0287" w:rsidRDefault="00BE0287" w:rsidP="00BE0287">
      <w:pPr>
        <w:pStyle w:val="SubjectName-ContractCzechRadio"/>
        <w:spacing w:before="240"/>
        <w:jc w:val="center"/>
      </w:pPr>
      <w:r w:rsidRPr="00A442B2">
        <w:rPr>
          <w:noProof/>
          <w:sz w:val="32"/>
          <w:lang w:eastAsia="cs-CZ"/>
        </w:rPr>
        <mc:AlternateContent>
          <mc:Choice Requires="wps">
            <w:drawing>
              <wp:anchor distT="0" distB="0" distL="114300" distR="114300" simplePos="0" relativeHeight="251681792" behindDoc="0" locked="0" layoutInCell="1" allowOverlap="1" wp14:anchorId="776BE242" wp14:editId="00D3F14C">
                <wp:simplePos x="0" y="0"/>
                <wp:positionH relativeFrom="page">
                  <wp:posOffset>3094990</wp:posOffset>
                </wp:positionH>
                <wp:positionV relativeFrom="page">
                  <wp:posOffset>1062355</wp:posOffset>
                </wp:positionV>
                <wp:extent cx="2339975" cy="170815"/>
                <wp:effectExtent l="0" t="0" r="3175" b="635"/>
                <wp:wrapNone/>
                <wp:docPr id="19" name="Textové pole 19"/>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6396388C" w14:textId="77777777" w:rsidR="00BE0287" w:rsidRPr="00321BCC" w:rsidRDefault="00BE0287" w:rsidP="00BE028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776BE242" id="Textové pole 19" o:spid="_x0000_s1030" type="#_x0000_t202" style="position:absolute;left:0;text-align:left;margin-left:243.7pt;margin-top:83.65pt;width:184.25pt;height:13.45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BMgBF81AgAAUwQAAA4AAAAAAAAA&#10;AAAAAAAALgIAAGRycy9lMm9Eb2MueG1sUEsBAi0AFAAGAAgAAAAhAF5SqjbiAAAACwEAAA8AAAAA&#10;AAAAAAAAAAAAjwQAAGRycy9kb3ducmV2LnhtbFBLBQYAAAAABAAEAPMAAACeBQAAAAA=&#10;" filled="f" stroked="f" strokeweight=".5pt">
                <v:textbox inset="0,0,.4mm,0">
                  <w:txbxContent>
                    <w:p w14:paraId="6396388C" w14:textId="77777777" w:rsidR="00BE0287" w:rsidRPr="00321BCC" w:rsidRDefault="00BE0287" w:rsidP="00BE0287">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80768" behindDoc="0" locked="0" layoutInCell="1" allowOverlap="1" wp14:anchorId="5DDC92B3" wp14:editId="71F4CFAB">
                <wp:simplePos x="0" y="0"/>
                <wp:positionH relativeFrom="page">
                  <wp:posOffset>3094990</wp:posOffset>
                </wp:positionH>
                <wp:positionV relativeFrom="page">
                  <wp:posOffset>597535</wp:posOffset>
                </wp:positionV>
                <wp:extent cx="2339975" cy="291465"/>
                <wp:effectExtent l="0" t="0" r="3175" b="13335"/>
                <wp:wrapNone/>
                <wp:docPr id="20" name="Textové pole 20"/>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5DCEAE34" w14:textId="77777777" w:rsidR="00BE0287" w:rsidRPr="00321BCC" w:rsidRDefault="00BE0287" w:rsidP="00BE028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DDC92B3" id="Textové pole 20" o:spid="_x0000_s1031" type="#_x0000_t202" style="position:absolute;left:0;text-align:left;margin-left:243.7pt;margin-top:47.05pt;width:184.25pt;height:22.95pt;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" filled="f" stroked="f" strokeweight=".5pt">
                <v:textbox inset="0,0,0,0">
                  <w:txbxContent>
                    <w:p w14:paraId="5DCEAE34" w14:textId="77777777" w:rsidR="00BE0287" w:rsidRPr="00321BCC" w:rsidRDefault="00BE0287" w:rsidP="00BE0287">
                      <w:pPr>
                        <w:pStyle w:val="Document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83840" behindDoc="0" locked="0" layoutInCell="1" allowOverlap="1" wp14:anchorId="57CFB4FA" wp14:editId="565EBD5A">
                <wp:simplePos x="0" y="0"/>
                <wp:positionH relativeFrom="page">
                  <wp:posOffset>3094990</wp:posOffset>
                </wp:positionH>
                <wp:positionV relativeFrom="page">
                  <wp:posOffset>1062355</wp:posOffset>
                </wp:positionV>
                <wp:extent cx="2339975" cy="170815"/>
                <wp:effectExtent l="0" t="0" r="3175" b="635"/>
                <wp:wrapNone/>
                <wp:docPr id="21" name="Textové pole 21"/>
                <wp:cNvGraphicFramePr/>
                <a:graphic xmlns:a="http://schemas.openxmlformats.org/drawingml/2006/main">
                  <a:graphicData uri="http://schemas.microsoft.com/office/word/2010/wordprocessingShape">
                    <wps:wsp>
                      <wps:cNvSpPr txBox="1"/>
                      <wps:spPr>
                        <a:xfrm>
                          <a:off x="0" y="0"/>
                          <a:ext cx="2339975" cy="170815"/>
                        </a:xfrm>
                        <a:prstGeom prst="rect">
                          <a:avLst/>
                        </a:prstGeom>
                        <a:noFill/>
                        <a:ln w="6350">
                          <a:noFill/>
                        </a:ln>
                        <a:effectLst/>
                      </wps:spPr>
                      <wps:txbx>
                        <w:txbxContent>
                          <w:p w14:paraId="1557C018" w14:textId="77777777" w:rsidR="00BE0287" w:rsidRPr="00321BCC" w:rsidRDefault="00BE0287" w:rsidP="00BE0287">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7CFB4FA" id="Textové pole 21" o:spid="_x0000_s1032" type="#_x0000_t202" style="position:absolute;left:0;text-align:left;margin-left:243.7pt;margin-top:83.65pt;width:184.25pt;height:13.4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" filled="f" stroked="f" strokeweight=".5pt">
                <v:textbox inset="0,0,.4mm,0">
                  <w:txbxContent>
                    <w:p w14:paraId="1557C018" w14:textId="77777777" w:rsidR="00BE0287" w:rsidRPr="00321BCC" w:rsidRDefault="00BE0287" w:rsidP="00BE0287">
                      <w:pPr>
                        <w:pStyle w:val="DocumentSubtitleCzechRadio"/>
                      </w:pPr>
                    </w:p>
                  </w:txbxContent>
                </v:textbox>
                <w10:wrap anchorx="page" anchory="page"/>
              </v:shape>
            </w:pict>
          </mc:Fallback>
        </mc:AlternateContent>
      </w:r>
      <w:r w:rsidRPr="00A442B2">
        <w:rPr>
          <w:noProof/>
          <w:sz w:val="32"/>
          <w:lang w:eastAsia="cs-CZ"/>
        </w:rPr>
        <mc:AlternateContent>
          <mc:Choice Requires="wps">
            <w:drawing>
              <wp:anchor distT="0" distB="0" distL="114300" distR="114300" simplePos="0" relativeHeight="251682816" behindDoc="0" locked="0" layoutInCell="1" allowOverlap="1" wp14:anchorId="0B92FA11" wp14:editId="209025E2">
                <wp:simplePos x="0" y="0"/>
                <wp:positionH relativeFrom="page">
                  <wp:posOffset>3094990</wp:posOffset>
                </wp:positionH>
                <wp:positionV relativeFrom="page">
                  <wp:posOffset>597535</wp:posOffset>
                </wp:positionV>
                <wp:extent cx="2339975" cy="291465"/>
                <wp:effectExtent l="0" t="0" r="3175" b="13335"/>
                <wp:wrapNone/>
                <wp:docPr id="22" name="Textové pole 22"/>
                <wp:cNvGraphicFramePr/>
                <a:graphic xmlns:a="http://schemas.openxmlformats.org/drawingml/2006/main">
                  <a:graphicData uri="http://schemas.microsoft.com/office/word/2010/wordprocessingShape">
                    <wps:wsp>
                      <wps:cNvSpPr txBox="1"/>
                      <wps:spPr>
                        <a:xfrm>
                          <a:off x="0" y="0"/>
                          <a:ext cx="2339975" cy="291465"/>
                        </a:xfrm>
                        <a:prstGeom prst="rect">
                          <a:avLst/>
                        </a:prstGeom>
                        <a:noFill/>
                        <a:ln w="6350">
                          <a:noFill/>
                        </a:ln>
                        <a:effectLst/>
                      </wps:spPr>
                      <wps:txbx>
                        <w:txbxContent>
                          <w:p w14:paraId="28D62A58" w14:textId="77777777" w:rsidR="00BE0287" w:rsidRPr="00321BCC" w:rsidRDefault="00BE0287" w:rsidP="00BE0287">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0B92FA11" id="Textové pole 22" o:spid="_x0000_s1033" type="#_x0000_t202" style="position:absolute;left:0;text-align:left;margin-left:243.7pt;margin-top:47.05pt;width:184.25pt;height:22.95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" filled="f" stroked="f" strokeweight=".5pt">
                <v:textbox inset="0,0,0,0">
                  <w:txbxContent>
                    <w:p w14:paraId="28D62A58" w14:textId="77777777" w:rsidR="00BE0287" w:rsidRPr="00321BCC" w:rsidRDefault="00BE0287" w:rsidP="00BE0287">
                      <w:pPr>
                        <w:pStyle w:val="DocumentTitleCzechRadio"/>
                      </w:pPr>
                    </w:p>
                  </w:txbxContent>
                </v:textbox>
                <w10:wrap anchorx="page" anchory="page"/>
              </v:shape>
            </w:pict>
          </mc:Fallback>
        </mc:AlternateContent>
      </w:r>
      <w:r w:rsidRPr="00A442B2">
        <w:rPr>
          <w:sz w:val="32"/>
        </w:rPr>
        <w:t>DÍLČÍ KUPNÍ SMLOUVA č. [</w:t>
      </w:r>
      <w:r w:rsidRPr="001D1586">
        <w:rPr>
          <w:sz w:val="32"/>
          <w:highlight w:val="lightGray"/>
        </w:rPr>
        <w:t>DOPLNIT</w:t>
      </w:r>
      <w:r w:rsidRPr="00A442B2">
        <w:rPr>
          <w:sz w:val="32"/>
        </w:rPr>
        <w:t>]</w:t>
      </w:r>
    </w:p>
    <w:p w14:paraId="52D46EC4" w14:textId="77777777" w:rsidR="00BE0287" w:rsidRPr="00436C5A" w:rsidRDefault="00BE0287" w:rsidP="00BE0287">
      <w:pPr>
        <w:jc w:val="center"/>
      </w:pPr>
      <w:r>
        <w:t xml:space="preserve">k rámcové </w:t>
      </w:r>
      <w:r w:rsidRPr="00A442B2">
        <w:t xml:space="preserve">kupní dohodě </w:t>
      </w:r>
      <w:r>
        <w:t xml:space="preserve">s jedním účastníkem </w:t>
      </w:r>
      <w:r w:rsidRPr="00A442B2">
        <w:t>na [</w:t>
      </w:r>
      <w:r w:rsidRPr="001D1586">
        <w:rPr>
          <w:highlight w:val="lightGray"/>
        </w:rPr>
        <w:t>DOPLNIT</w:t>
      </w:r>
      <w:r w:rsidRPr="00A442B2">
        <w:t>] ze dne [</w:t>
      </w:r>
      <w:r w:rsidRPr="001D1586">
        <w:rPr>
          <w:highlight w:val="lightGray"/>
        </w:rPr>
        <w:t>DOPLNIT</w:t>
      </w:r>
      <w:r w:rsidRPr="00A442B2">
        <w:t>]</w:t>
      </w:r>
    </w:p>
    <w:p w14:paraId="3AAA3C3B" w14:textId="77777777" w:rsidR="00BE0287" w:rsidRDefault="00BE0287" w:rsidP="00BE0287">
      <w:pPr>
        <w:pStyle w:val="SubjectName-ContractCzechRadio"/>
      </w:pPr>
    </w:p>
    <w:p w14:paraId="2FD573E8" w14:textId="77777777" w:rsidR="00BE0287" w:rsidRPr="006D0812" w:rsidRDefault="00BE0287" w:rsidP="00BE0287">
      <w:pPr>
        <w:pStyle w:val="SubjectName-ContractCzechRadio"/>
      </w:pPr>
      <w:r w:rsidRPr="006D0812">
        <w:t>Český rozhlas</w:t>
      </w:r>
    </w:p>
    <w:p w14:paraId="2ACC6845" w14:textId="77777777" w:rsidR="00BE0287" w:rsidRPr="006D0812" w:rsidRDefault="00BE0287" w:rsidP="00BE0287">
      <w:pPr>
        <w:pStyle w:val="SubjectSpecification-ContractCzechRadio"/>
      </w:pPr>
      <w:r w:rsidRPr="006D0812">
        <w:t>zřízený zákonem č. 484/1991 Sb., o Českém rozhlasu</w:t>
      </w:r>
    </w:p>
    <w:p w14:paraId="7EC8E280" w14:textId="77777777" w:rsidR="00BE0287" w:rsidRPr="006D0812" w:rsidRDefault="00BE0287" w:rsidP="00BE0287">
      <w:pPr>
        <w:pStyle w:val="SubjectSpecification-ContractCzechRadio"/>
      </w:pPr>
      <w:r w:rsidRPr="006D0812">
        <w:t>nezapisuje se do obchodního rejstříku</w:t>
      </w:r>
    </w:p>
    <w:p w14:paraId="7BA6349E" w14:textId="77777777" w:rsidR="00BE0287" w:rsidRPr="00B72B72" w:rsidRDefault="00BE0287" w:rsidP="00BE0287">
      <w:pPr>
        <w:pStyle w:val="SubjectSpecification-ContractCzechRadio"/>
      </w:pPr>
      <w:r w:rsidRPr="00B72B72">
        <w:t>se sídlem Vinohradská 12, 120 99 Praha 2</w:t>
      </w:r>
    </w:p>
    <w:p w14:paraId="323D95CC" w14:textId="77777777" w:rsidR="00BE0287" w:rsidRPr="00A442B2" w:rsidRDefault="00BE0287" w:rsidP="00BE0287">
      <w:pPr>
        <w:pStyle w:val="SubjectSpecification-ContractCzechRadio"/>
      </w:pPr>
      <w:r w:rsidRPr="00A442B2">
        <w:t>zastoupený: [</w:t>
      </w:r>
      <w:r w:rsidRPr="00181C89">
        <w:rPr>
          <w:highlight w:val="lightGray"/>
        </w:rPr>
        <w:t>DOPLNIT</w:t>
      </w:r>
      <w:r w:rsidRPr="00A442B2">
        <w:t>]</w:t>
      </w:r>
    </w:p>
    <w:p w14:paraId="7FA88B72" w14:textId="77777777" w:rsidR="00BE0287" w:rsidRPr="00B72B72" w:rsidRDefault="00BE0287" w:rsidP="00BE0287">
      <w:pPr>
        <w:pStyle w:val="SubjectSpecification-ContractCzechRadio"/>
      </w:pPr>
      <w:r w:rsidRPr="00B72B72">
        <w:t>IČ</w:t>
      </w:r>
      <w:r>
        <w:t>O</w:t>
      </w:r>
      <w:r w:rsidRPr="00B72B72">
        <w:t xml:space="preserve"> 45245053, DIČ CZ45245053</w:t>
      </w:r>
    </w:p>
    <w:p w14:paraId="7FFA9A88" w14:textId="77777777" w:rsidR="00BE0287" w:rsidRPr="00B72B72" w:rsidRDefault="00BE0287" w:rsidP="00BE0287">
      <w:pPr>
        <w:pStyle w:val="SubjectSpecification-ContractCzechRadio"/>
      </w:pPr>
      <w:r w:rsidRPr="00B72B72">
        <w:t xml:space="preserve">bankovní spojení: </w:t>
      </w:r>
      <w:proofErr w:type="spellStart"/>
      <w:r w:rsidRPr="00B72B72">
        <w:t>Raiffeisenbank</w:t>
      </w:r>
      <w:proofErr w:type="spellEnd"/>
      <w:r w:rsidRPr="00B72B72">
        <w:t xml:space="preserve"> a.s., č</w:t>
      </w:r>
      <w:r>
        <w:t>íslo</w:t>
      </w:r>
      <w:r w:rsidRPr="00B72B72">
        <w:t xml:space="preserve"> ú</w:t>
      </w:r>
      <w:r>
        <w:t>čtu</w:t>
      </w:r>
      <w:r w:rsidRPr="00B72B72">
        <w:t>: 1001040797/5500</w:t>
      </w:r>
    </w:p>
    <w:p w14:paraId="4C075901" w14:textId="77777777" w:rsidR="00BE0287" w:rsidRPr="00B72B72" w:rsidRDefault="00BE0287" w:rsidP="00BE0287">
      <w:pPr>
        <w:pStyle w:val="SubjectSpecification-ContractCzechRadio"/>
      </w:pPr>
      <w:r w:rsidRPr="00B72B72">
        <w:t xml:space="preserve">zástupce pro věcná jednání </w:t>
      </w:r>
      <w:r w:rsidRPr="00B72B72">
        <w:tab/>
      </w:r>
      <w:r w:rsidRPr="00B72B72">
        <w:rPr>
          <w:rFonts w:cs="Arial"/>
          <w:szCs w:val="20"/>
        </w:rPr>
        <w:t>[</w:t>
      </w:r>
      <w:r w:rsidRPr="00181C89">
        <w:rPr>
          <w:rFonts w:cs="Arial"/>
          <w:szCs w:val="20"/>
          <w:highlight w:val="lightGray"/>
        </w:rPr>
        <w:t>DOPLNIT</w:t>
      </w:r>
      <w:r w:rsidRPr="00B72B72">
        <w:rPr>
          <w:rFonts w:cs="Arial"/>
          <w:szCs w:val="20"/>
        </w:rPr>
        <w:t>]</w:t>
      </w:r>
    </w:p>
    <w:p w14:paraId="50EE501B" w14:textId="77777777" w:rsidR="00BE0287" w:rsidRPr="00B72B72" w:rsidRDefault="00BE0287" w:rsidP="00BE0287">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tel.: +420</w:t>
      </w:r>
      <w:r w:rsidRPr="00181C89">
        <w:rPr>
          <w:rFonts w:cs="Arial"/>
          <w:szCs w:val="20"/>
          <w:highlight w:val="lightGray"/>
        </w:rPr>
        <w:t>[DOPLNIT</w:t>
      </w:r>
      <w:r w:rsidRPr="00B72B72">
        <w:rPr>
          <w:rFonts w:cs="Arial"/>
          <w:szCs w:val="20"/>
        </w:rPr>
        <w:t>]</w:t>
      </w:r>
    </w:p>
    <w:p w14:paraId="6184065B" w14:textId="77777777" w:rsidR="00BE0287" w:rsidRPr="00B72B72" w:rsidRDefault="00BE0287" w:rsidP="00BE0287">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181C89">
        <w:rPr>
          <w:rFonts w:cs="Arial"/>
          <w:szCs w:val="20"/>
          <w:highlight w:val="lightGray"/>
        </w:rPr>
        <w:t>[DOPLNIT</w:t>
      </w:r>
      <w:r w:rsidRPr="00B72B72">
        <w:rPr>
          <w:rFonts w:cs="Arial"/>
          <w:szCs w:val="20"/>
        </w:rPr>
        <w:t>]</w:t>
      </w:r>
      <w:r>
        <w:rPr>
          <w:rFonts w:cs="Arial"/>
          <w:szCs w:val="20"/>
        </w:rPr>
        <w:t>@rozhlas.cz</w:t>
      </w:r>
    </w:p>
    <w:p w14:paraId="20F4B624" w14:textId="77777777" w:rsidR="00BE0287" w:rsidRPr="00FE70C5" w:rsidRDefault="00BE0287" w:rsidP="00BE0287">
      <w:pPr>
        <w:pStyle w:val="SubjectSpecification-ContractCzechRadio"/>
      </w:pPr>
      <w:r w:rsidRPr="003B2AA6">
        <w:t>(dále jen jako „</w:t>
      </w:r>
      <w:r w:rsidRPr="00A442B2">
        <w:rPr>
          <w:b/>
        </w:rPr>
        <w:t>kupující</w:t>
      </w:r>
      <w:r w:rsidRPr="003B2AA6">
        <w:t>“)</w:t>
      </w:r>
    </w:p>
    <w:p w14:paraId="66FC37D3" w14:textId="77777777" w:rsidR="00BE0287" w:rsidRDefault="00BE0287" w:rsidP="00BE0287">
      <w:pPr>
        <w:jc w:val="center"/>
      </w:pPr>
    </w:p>
    <w:p w14:paraId="74F6950E" w14:textId="77777777" w:rsidR="00BE0287" w:rsidRDefault="00BE0287" w:rsidP="00BE0287">
      <w:pPr>
        <w:jc w:val="center"/>
      </w:pPr>
      <w:r w:rsidRPr="006D0812">
        <w:t>a</w:t>
      </w:r>
    </w:p>
    <w:p w14:paraId="32C14082" w14:textId="77777777" w:rsidR="00BE0287" w:rsidRPr="006D0812" w:rsidRDefault="00BE0287" w:rsidP="00BE0287">
      <w:pPr>
        <w:jc w:val="center"/>
      </w:pPr>
    </w:p>
    <w:p w14:paraId="3AD48FF9" w14:textId="77777777" w:rsidR="00BE0287" w:rsidRPr="001D1586" w:rsidRDefault="00BE0287" w:rsidP="00BE0287">
      <w:pPr>
        <w:pStyle w:val="SubjectName-ContractCzechRadio"/>
        <w:rPr>
          <w:rFonts w:cs="Arial"/>
          <w:szCs w:val="20"/>
          <w:highlight w:val="lightGray"/>
        </w:rPr>
      </w:pPr>
      <w:r w:rsidRPr="00434FCA">
        <w:rPr>
          <w:rFonts w:cs="Arial"/>
          <w:szCs w:val="20"/>
        </w:rPr>
        <w:t>[</w:t>
      </w:r>
      <w:r w:rsidRPr="001D1586">
        <w:rPr>
          <w:rFonts w:cs="Arial"/>
          <w:szCs w:val="20"/>
          <w:highlight w:val="lightGray"/>
        </w:rPr>
        <w:t>DOPLNIT JMÉNO A PŘÍJMENÍ NEBO FIRMU PRODÁVAJÍCÍHO]</w:t>
      </w:r>
    </w:p>
    <w:p w14:paraId="07A407A5" w14:textId="77777777" w:rsidR="00BE0287" w:rsidRPr="001D1586" w:rsidRDefault="00BE0287" w:rsidP="00BE0287">
      <w:pPr>
        <w:pStyle w:val="SubjectSpecification-ContractCzechRadio"/>
        <w:rPr>
          <w:highlight w:val="lightGray"/>
        </w:rPr>
      </w:pPr>
      <w:r w:rsidRPr="001D1586">
        <w:rPr>
          <w:rFonts w:cs="Arial"/>
          <w:szCs w:val="20"/>
          <w:highlight w:val="lightGray"/>
        </w:rPr>
        <w:t>[</w:t>
      </w:r>
      <w:r w:rsidRPr="001D1586">
        <w:rPr>
          <w:highlight w:val="lightGray"/>
        </w:rPr>
        <w:t>DOPLNIT ZÁPIS DO OBCHODNÍHO REJSTŘÍKU ČI JINÉHO REJSTŘÍKU</w:t>
      </w:r>
      <w:r w:rsidRPr="001D1586">
        <w:rPr>
          <w:rFonts w:cs="Arial"/>
          <w:szCs w:val="20"/>
          <w:highlight w:val="lightGray"/>
        </w:rPr>
        <w:t>]</w:t>
      </w:r>
    </w:p>
    <w:p w14:paraId="3AC603A8" w14:textId="77777777" w:rsidR="00BE0287" w:rsidRPr="00B72B72" w:rsidRDefault="00BE0287" w:rsidP="00BE0287">
      <w:pPr>
        <w:pStyle w:val="SubjectSpecification-ContractCzechRadio"/>
        <w:rPr>
          <w:rFonts w:cs="Arial"/>
          <w:szCs w:val="20"/>
        </w:rPr>
      </w:pPr>
      <w:r w:rsidRPr="001D1586">
        <w:rPr>
          <w:rFonts w:cs="Arial"/>
          <w:szCs w:val="20"/>
          <w:highlight w:val="lightGray"/>
        </w:rPr>
        <w:t>[DOPLNIT MÍSTO PODNIKÁNÍ/BYDLIŠTĚ/SÍDLO PRODÁVAJÍCÍHO</w:t>
      </w:r>
      <w:r w:rsidRPr="00B72B72">
        <w:rPr>
          <w:rFonts w:cs="Arial"/>
          <w:szCs w:val="20"/>
        </w:rPr>
        <w:t>]</w:t>
      </w:r>
    </w:p>
    <w:p w14:paraId="59871F25" w14:textId="77777777" w:rsidR="00BE0287" w:rsidRPr="00B72B72" w:rsidRDefault="00BE0287" w:rsidP="00BE0287">
      <w:pPr>
        <w:pStyle w:val="SubjectSpecification-ContractCzechRadio"/>
      </w:pPr>
      <w:r>
        <w:rPr>
          <w:rFonts w:cs="Arial"/>
          <w:szCs w:val="20"/>
        </w:rPr>
        <w:t xml:space="preserve">zastoupená: </w:t>
      </w:r>
      <w:r w:rsidRPr="00B72B72">
        <w:rPr>
          <w:rFonts w:cs="Arial"/>
          <w:szCs w:val="20"/>
        </w:rPr>
        <w:t>[</w:t>
      </w:r>
      <w:r w:rsidRPr="001D1586">
        <w:rPr>
          <w:rFonts w:cs="Arial"/>
          <w:szCs w:val="20"/>
          <w:highlight w:val="lightGray"/>
        </w:rPr>
        <w:t>V PŘÍPADĚ PRÁVNICKÉ OSOBY DOPLNIT ZÁSTUPCE]</w:t>
      </w:r>
    </w:p>
    <w:p w14:paraId="2FC2A37D" w14:textId="77777777" w:rsidR="00BE0287" w:rsidRPr="00B72B72" w:rsidRDefault="00BE0287" w:rsidP="00BE0287">
      <w:pPr>
        <w:pStyle w:val="SubjectSpecification-ContractCzechRadio"/>
        <w:rPr>
          <w:rFonts w:cs="Arial"/>
          <w:szCs w:val="20"/>
        </w:rPr>
      </w:pPr>
      <w:r w:rsidRPr="001D1586">
        <w:rPr>
          <w:rFonts w:cs="Arial"/>
          <w:szCs w:val="20"/>
          <w:highlight w:val="lightGray"/>
        </w:rPr>
        <w:t>[DOPLNIT RČ nebo IČO PRODÁVAJÍCÍHO]</w:t>
      </w:r>
    </w:p>
    <w:p w14:paraId="5906AC1B" w14:textId="77777777" w:rsidR="00BE0287" w:rsidRPr="00B72B72" w:rsidRDefault="00BE0287" w:rsidP="00BE0287">
      <w:pPr>
        <w:pStyle w:val="SubjectSpecification-ContractCzechRadio"/>
        <w:rPr>
          <w:rFonts w:cs="Arial"/>
          <w:szCs w:val="20"/>
        </w:rPr>
      </w:pPr>
      <w:r w:rsidRPr="00B72B72">
        <w:rPr>
          <w:rFonts w:cs="Arial"/>
          <w:szCs w:val="20"/>
        </w:rPr>
        <w:t>bankovní spojení: [</w:t>
      </w:r>
      <w:r w:rsidRPr="001D1586">
        <w:rPr>
          <w:rFonts w:cs="Arial"/>
          <w:szCs w:val="20"/>
          <w:highlight w:val="lightGray"/>
        </w:rPr>
        <w:t>DOPLNIT</w:t>
      </w:r>
      <w:r>
        <w:rPr>
          <w:rFonts w:cs="Arial"/>
          <w:szCs w:val="20"/>
        </w:rPr>
        <w:t>], číslo účtu:</w:t>
      </w:r>
      <w:r w:rsidRPr="00B72B72">
        <w:rPr>
          <w:rFonts w:cs="Arial"/>
          <w:szCs w:val="20"/>
        </w:rPr>
        <w:t xml:space="preserve"> </w:t>
      </w:r>
      <w:r w:rsidRPr="001D1586">
        <w:rPr>
          <w:rFonts w:cs="Arial"/>
          <w:szCs w:val="20"/>
          <w:highlight w:val="lightGray"/>
        </w:rPr>
        <w:t>[DOPLNIT</w:t>
      </w:r>
      <w:r w:rsidRPr="00B72B72">
        <w:rPr>
          <w:rFonts w:cs="Arial"/>
          <w:szCs w:val="20"/>
        </w:rPr>
        <w:t>]</w:t>
      </w:r>
    </w:p>
    <w:p w14:paraId="70055C66" w14:textId="77777777" w:rsidR="00BE0287" w:rsidRPr="00B72B72" w:rsidRDefault="00BE0287" w:rsidP="00BE0287">
      <w:pPr>
        <w:pStyle w:val="SubjectSpecification-ContractCzechRadio"/>
      </w:pPr>
      <w:r w:rsidRPr="00B72B72">
        <w:t xml:space="preserve">zástupce pro věcná jednání </w:t>
      </w:r>
      <w:r w:rsidRPr="00B72B72">
        <w:tab/>
      </w:r>
      <w:r w:rsidRPr="001D1586">
        <w:rPr>
          <w:rFonts w:cs="Arial"/>
          <w:szCs w:val="20"/>
          <w:highlight w:val="lightGray"/>
        </w:rPr>
        <w:t>[DOPLNIT</w:t>
      </w:r>
      <w:r w:rsidRPr="00B72B72">
        <w:rPr>
          <w:rFonts w:cs="Arial"/>
          <w:szCs w:val="20"/>
        </w:rPr>
        <w:t>]</w:t>
      </w:r>
    </w:p>
    <w:p w14:paraId="18B6B808" w14:textId="77777777" w:rsidR="00BE0287" w:rsidRPr="00B72B72" w:rsidRDefault="00BE0287" w:rsidP="00BE0287">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tel.: +420</w:t>
      </w:r>
      <w:r w:rsidRPr="001D1586">
        <w:rPr>
          <w:rFonts w:cs="Arial"/>
          <w:szCs w:val="20"/>
          <w:highlight w:val="lightGray"/>
        </w:rPr>
        <w:t>[DOPLNIT</w:t>
      </w:r>
      <w:r w:rsidRPr="00B72B72">
        <w:rPr>
          <w:rFonts w:cs="Arial"/>
          <w:szCs w:val="20"/>
        </w:rPr>
        <w:t>]</w:t>
      </w:r>
    </w:p>
    <w:p w14:paraId="34BED1DD" w14:textId="77777777" w:rsidR="00BE0287" w:rsidRPr="00B72B72" w:rsidRDefault="00BE0287" w:rsidP="00BE0287">
      <w:pPr>
        <w:pStyle w:val="SubjectSpecification-ContractCzechRadio"/>
      </w:pPr>
      <w:r w:rsidRPr="00B72B72">
        <w:tab/>
      </w:r>
      <w:r w:rsidRPr="00B72B72">
        <w:tab/>
      </w:r>
      <w:r w:rsidRPr="00B72B72">
        <w:tab/>
      </w:r>
      <w:r w:rsidRPr="00B72B72">
        <w:tab/>
      </w:r>
      <w:r w:rsidRPr="00B72B72">
        <w:tab/>
      </w:r>
      <w:r w:rsidRPr="00B72B72">
        <w:tab/>
      </w:r>
      <w:r w:rsidRPr="00B72B72">
        <w:tab/>
      </w:r>
      <w:r w:rsidRPr="00B72B72">
        <w:tab/>
      </w:r>
      <w:r w:rsidRPr="00B72B72">
        <w:tab/>
        <w:t xml:space="preserve">e-mail: </w:t>
      </w:r>
      <w:r w:rsidRPr="00B72B72">
        <w:rPr>
          <w:rFonts w:cs="Arial"/>
          <w:szCs w:val="20"/>
        </w:rPr>
        <w:t>[</w:t>
      </w:r>
      <w:r w:rsidRPr="001D1586">
        <w:rPr>
          <w:rFonts w:cs="Arial"/>
          <w:szCs w:val="20"/>
          <w:highlight w:val="lightGray"/>
        </w:rPr>
        <w:t>DOPLNIT</w:t>
      </w:r>
      <w:r w:rsidRPr="00B72B72">
        <w:rPr>
          <w:rFonts w:cs="Arial"/>
          <w:szCs w:val="20"/>
        </w:rPr>
        <w:t>]</w:t>
      </w:r>
    </w:p>
    <w:p w14:paraId="1785E5A7" w14:textId="77777777" w:rsidR="00BE0287" w:rsidRPr="003B2AA6" w:rsidRDefault="00BE0287" w:rsidP="00BE0287">
      <w:pPr>
        <w:pStyle w:val="SubjectSpecification-ContractCzechRadio"/>
      </w:pPr>
      <w:r w:rsidRPr="003B2AA6">
        <w:t>(dále jen jako „</w:t>
      </w:r>
      <w:r w:rsidRPr="00A442B2">
        <w:rPr>
          <w:b/>
        </w:rPr>
        <w:t>prodávající</w:t>
      </w:r>
      <w:r w:rsidRPr="003B2AA6">
        <w:t>“)</w:t>
      </w:r>
    </w:p>
    <w:p w14:paraId="06C7ED65" w14:textId="77777777" w:rsidR="00BE0287" w:rsidRDefault="00BE0287" w:rsidP="00BE0287">
      <w:pPr>
        <w:jc w:val="center"/>
      </w:pPr>
    </w:p>
    <w:p w14:paraId="3EEAF83C" w14:textId="77777777" w:rsidR="00BE0287" w:rsidRPr="006D0812" w:rsidRDefault="00BE0287" w:rsidP="00BE0287">
      <w:pPr>
        <w:jc w:val="center"/>
      </w:pPr>
      <w:r w:rsidRPr="006D0812">
        <w:t>uzavírají v souladu s ustanovením § 2079 a násl. z</w:t>
      </w:r>
      <w:r>
        <w:t>ákona</w:t>
      </w:r>
      <w:r w:rsidRPr="006D0812">
        <w:t xml:space="preserve"> č. 89/2012 Sb., občanský zákoník, ve znění pozdějších předpisů (dále </w:t>
      </w:r>
      <w:r w:rsidRPr="003B2AA6">
        <w:t>jen „</w:t>
      </w:r>
      <w:r w:rsidRPr="00A442B2">
        <w:rPr>
          <w:b/>
        </w:rPr>
        <w:t>OZ</w:t>
      </w:r>
      <w:r w:rsidRPr="003B2AA6">
        <w:t>“)</w:t>
      </w:r>
      <w:r w:rsidRPr="006D0812">
        <w:t xml:space="preserve"> </w:t>
      </w:r>
      <w:r>
        <w:t xml:space="preserve">a v souladu s článkem II. rámcové kupní dohody s jedním účastníkem </w:t>
      </w:r>
      <w:r>
        <w:rPr>
          <w:rFonts w:cs="Arial"/>
          <w:szCs w:val="20"/>
        </w:rPr>
        <w:t xml:space="preserve">ze dne </w:t>
      </w:r>
      <w:r w:rsidRPr="00366797">
        <w:rPr>
          <w:rFonts w:cs="Arial"/>
          <w:b/>
          <w:szCs w:val="20"/>
        </w:rPr>
        <w:t>[</w:t>
      </w:r>
      <w:r w:rsidRPr="001D1586">
        <w:rPr>
          <w:rFonts w:cs="Arial"/>
          <w:b/>
          <w:szCs w:val="20"/>
          <w:highlight w:val="lightGray"/>
        </w:rPr>
        <w:t>DOPLNIT</w:t>
      </w:r>
      <w:r>
        <w:rPr>
          <w:rFonts w:cs="Arial"/>
          <w:b/>
          <w:szCs w:val="20"/>
        </w:rPr>
        <w:t>]</w:t>
      </w:r>
      <w:r>
        <w:t xml:space="preserve"> </w:t>
      </w:r>
      <w:r w:rsidRPr="003B2AA6">
        <w:t>(dále jen „</w:t>
      </w:r>
      <w:r w:rsidRPr="00A442B2">
        <w:rPr>
          <w:b/>
        </w:rPr>
        <w:t>rámcová dohoda</w:t>
      </w:r>
      <w:r w:rsidRPr="003B2AA6">
        <w:t>“)</w:t>
      </w:r>
      <w:r w:rsidRPr="00FE70C5">
        <w:rPr>
          <w:rFonts w:cs="Arial"/>
          <w:szCs w:val="20"/>
        </w:rPr>
        <w:t xml:space="preserve"> </w:t>
      </w:r>
      <w:r w:rsidRPr="003B2AA6">
        <w:t>tuto dílčí kupní smlouvu (dále jen jako „</w:t>
      </w:r>
      <w:r w:rsidRPr="00A442B2">
        <w:rPr>
          <w:b/>
        </w:rPr>
        <w:t>smlouva</w:t>
      </w:r>
      <w:r w:rsidRPr="003B2AA6">
        <w:t>“)</w:t>
      </w:r>
    </w:p>
    <w:p w14:paraId="5741E6A5" w14:textId="77777777" w:rsidR="00BE0287" w:rsidRPr="006D0812" w:rsidRDefault="00BE0287" w:rsidP="00BE0287">
      <w:pPr>
        <w:pStyle w:val="Heading-Number-ContractCzechRadio"/>
        <w:numPr>
          <w:ilvl w:val="0"/>
          <w:numId w:val="9"/>
        </w:numPr>
      </w:pPr>
      <w:r w:rsidRPr="006D0812">
        <w:t>Předmět smlouvy</w:t>
      </w:r>
    </w:p>
    <w:p w14:paraId="163A2169" w14:textId="77777777" w:rsidR="00BE0287" w:rsidRDefault="00BE0287" w:rsidP="00BE0287">
      <w:pPr>
        <w:pStyle w:val="ListNumber-ContractCzechRadio"/>
        <w:jc w:val="both"/>
      </w:pPr>
      <w:r w:rsidRPr="006D0812">
        <w:t>Předmětem této smlouvy je povinnost prodávajícího odevzdat kupujícímu věc</w:t>
      </w:r>
      <w:r>
        <w:t>i, které jsou</w:t>
      </w:r>
      <w:r w:rsidRPr="006D0812">
        <w:t xml:space="preserve"> předmětem koupě</w:t>
      </w:r>
      <w:r>
        <w:t xml:space="preserve">, a to </w:t>
      </w:r>
      <w:r w:rsidRPr="00A442B2">
        <w:rPr>
          <w:rFonts w:cs="Arial"/>
          <w:b/>
          <w:szCs w:val="20"/>
        </w:rPr>
        <w:t>[</w:t>
      </w:r>
      <w:r w:rsidRPr="001D1586">
        <w:rPr>
          <w:rFonts w:cs="Arial"/>
          <w:b/>
          <w:szCs w:val="20"/>
          <w:highlight w:val="lightGray"/>
        </w:rPr>
        <w:t>DOPLNIT, CO BUDE KUPOVÁNO</w:t>
      </w:r>
      <w:r w:rsidRPr="00A442B2">
        <w:rPr>
          <w:rFonts w:cs="Arial"/>
          <w:b/>
          <w:szCs w:val="20"/>
        </w:rPr>
        <w:t>]</w:t>
      </w:r>
      <w:r w:rsidRPr="006D0812">
        <w:t xml:space="preserve"> (dále také jako „</w:t>
      </w:r>
      <w:r w:rsidRPr="00A442B2">
        <w:rPr>
          <w:b/>
        </w:rPr>
        <w:t>zboží</w:t>
      </w:r>
      <w:r>
        <w:t xml:space="preserve">“) </w:t>
      </w:r>
      <w:r w:rsidRPr="006D0812">
        <w:t xml:space="preserve">a umožnit kupujícímu nabýt vlastnické právo ke zboží a povinnost kupujícího zboží převzít a zaplatit prodávajícímu kupní cenu. </w:t>
      </w:r>
    </w:p>
    <w:p w14:paraId="4F2067F9" w14:textId="77777777" w:rsidR="00BE0287" w:rsidRDefault="00BE0287" w:rsidP="00BE0287">
      <w:pPr>
        <w:pStyle w:val="ListNumber-ContractCzechRadio"/>
        <w:jc w:val="both"/>
      </w:pPr>
      <w:r>
        <w:t>P</w:t>
      </w:r>
      <w:r w:rsidRPr="005D1AE8">
        <w:t>opis a specifikace zboží jsou uvedeny v příloze, která tvoří nedílnou součást této smlouvy.</w:t>
      </w:r>
    </w:p>
    <w:p w14:paraId="2941A974" w14:textId="77777777" w:rsidR="00BE0287" w:rsidRPr="005D1AE8" w:rsidRDefault="00BE0287" w:rsidP="00BE0287">
      <w:pPr>
        <w:pStyle w:val="ListNumber-ContractCzechRadio"/>
        <w:jc w:val="both"/>
      </w:pPr>
      <w:r w:rsidRPr="005D1AE8">
        <w:rPr>
          <w:rFonts w:eastAsia="Times New Roman" w:cs="Arial"/>
          <w:bCs/>
          <w:kern w:val="32"/>
          <w:szCs w:val="20"/>
        </w:rPr>
        <w:t>Součástí dodávky zboží je i příslušenství a doklady potřebné pro jeho řádné užívání.</w:t>
      </w:r>
    </w:p>
    <w:p w14:paraId="570E937E" w14:textId="77777777" w:rsidR="00BE0287" w:rsidRPr="006D0812" w:rsidRDefault="00BE0287" w:rsidP="00BE0287">
      <w:pPr>
        <w:pStyle w:val="Heading-Number-ContractCzechRadio"/>
      </w:pPr>
      <w:r w:rsidRPr="006D0812">
        <w:t>Místo a doba plnění</w:t>
      </w:r>
    </w:p>
    <w:p w14:paraId="653D2622" w14:textId="77777777" w:rsidR="00BE0287" w:rsidRPr="006D0812" w:rsidRDefault="00BE0287" w:rsidP="00BE0287">
      <w:pPr>
        <w:pStyle w:val="ListNumber-ContractCzechRadio"/>
        <w:jc w:val="both"/>
      </w:pPr>
      <w:r w:rsidRPr="006D0812">
        <w:t xml:space="preserve">Místem plnění a odevzdání zboží je </w:t>
      </w:r>
      <w:r>
        <w:t>[</w:t>
      </w:r>
      <w:r w:rsidRPr="001D1586">
        <w:rPr>
          <w:b/>
          <w:highlight w:val="lightGray"/>
        </w:rPr>
        <w:t>DOPLNIT</w:t>
      </w:r>
      <w:r>
        <w:t>]</w:t>
      </w:r>
      <w:r>
        <w:rPr>
          <w:rFonts w:cs="Arial"/>
          <w:szCs w:val="20"/>
        </w:rPr>
        <w:t xml:space="preserve"> (pokud nebylo smluvními stranami písemnou formou určeno jinak).</w:t>
      </w:r>
    </w:p>
    <w:p w14:paraId="75ECCCA0" w14:textId="77777777" w:rsidR="00BE0287" w:rsidRPr="006D0812" w:rsidRDefault="00BE0287" w:rsidP="00BE0287">
      <w:pPr>
        <w:pStyle w:val="ListNumber-ContractCzechRadio"/>
        <w:jc w:val="both"/>
      </w:pPr>
      <w:r w:rsidRPr="006D0812">
        <w:t xml:space="preserve">Prodávající se zavazuje odevzdat zboží v místě plnění na vlastní náklad nejpozději do </w:t>
      </w:r>
      <w:r w:rsidRPr="00195F6C">
        <w:rPr>
          <w:b/>
        </w:rPr>
        <w:t>[</w:t>
      </w:r>
      <w:r w:rsidRPr="001D1586">
        <w:rPr>
          <w:b/>
          <w:highlight w:val="lightGray"/>
        </w:rPr>
        <w:t>DOPLNIT</w:t>
      </w:r>
      <w:r w:rsidRPr="00195F6C">
        <w:rPr>
          <w:b/>
        </w:rPr>
        <w:t>]</w:t>
      </w:r>
      <w:r>
        <w:rPr>
          <w:b/>
        </w:rPr>
        <w:t xml:space="preserve"> </w:t>
      </w:r>
      <w:r>
        <w:rPr>
          <w:rFonts w:cs="Arial"/>
          <w:b/>
          <w:szCs w:val="20"/>
        </w:rPr>
        <w:t xml:space="preserve">ode </w:t>
      </w:r>
      <w:r w:rsidRPr="00FE70C5">
        <w:rPr>
          <w:rFonts w:cs="Arial"/>
          <w:b/>
          <w:szCs w:val="20"/>
        </w:rPr>
        <w:t>dne účinnosti této smlouvy</w:t>
      </w:r>
      <w:r w:rsidRPr="006D0812">
        <w:rPr>
          <w:rFonts w:cs="Arial"/>
          <w:szCs w:val="20"/>
        </w:rPr>
        <w:t xml:space="preserve">. </w:t>
      </w:r>
      <w:r w:rsidRPr="006D0812">
        <w:t xml:space="preserve">Prodávající je povinen </w:t>
      </w:r>
      <w:r>
        <w:t xml:space="preserve">místo a dobu </w:t>
      </w:r>
      <w:r w:rsidRPr="006D0812">
        <w:t xml:space="preserve">odevzdání </w:t>
      </w:r>
      <w:r w:rsidRPr="006D0812">
        <w:lastRenderedPageBreak/>
        <w:t xml:space="preserve">zboží oznámit kupujícímu nejméně </w:t>
      </w:r>
      <w:r>
        <w:t>3</w:t>
      </w:r>
      <w:r w:rsidRPr="006D0812">
        <w:t xml:space="preserve"> pracovní dny předem na e-mail uvedený v hlavičce této smlouvy. </w:t>
      </w:r>
    </w:p>
    <w:p w14:paraId="18731402" w14:textId="77777777" w:rsidR="00BE0287" w:rsidRPr="006D0812" w:rsidRDefault="00BE0287" w:rsidP="00BE0287">
      <w:pPr>
        <w:pStyle w:val="Heading-Number-ContractCzechRadio"/>
      </w:pPr>
      <w:r w:rsidRPr="006D0812">
        <w:t xml:space="preserve">Cena zboží </w:t>
      </w:r>
    </w:p>
    <w:p w14:paraId="11D34A33" w14:textId="77777777" w:rsidR="00BE0287" w:rsidRPr="006D0812" w:rsidRDefault="00BE0287" w:rsidP="00BE0287">
      <w:pPr>
        <w:pStyle w:val="ListNumber-ContractCzechRadio"/>
        <w:jc w:val="both"/>
      </w:pPr>
      <w:r w:rsidRPr="006D0812">
        <w:t xml:space="preserve">Cena zboží je </w:t>
      </w:r>
      <w:r>
        <w:t>stanovena nabídkou prodávajícího</w:t>
      </w:r>
      <w:r w:rsidRPr="006D0812">
        <w:t xml:space="preserve"> a činí </w:t>
      </w:r>
      <w:r w:rsidRPr="00366797">
        <w:rPr>
          <w:rFonts w:cs="Arial"/>
          <w:b/>
          <w:szCs w:val="20"/>
        </w:rPr>
        <w:t>[</w:t>
      </w:r>
      <w:r w:rsidRPr="001D1586">
        <w:rPr>
          <w:rFonts w:cs="Arial"/>
          <w:b/>
          <w:szCs w:val="20"/>
          <w:highlight w:val="lightGray"/>
        </w:rPr>
        <w:t>DOPLNIT</w:t>
      </w:r>
      <w:proofErr w:type="gramStart"/>
      <w:r w:rsidRPr="00366797">
        <w:rPr>
          <w:rFonts w:cs="Arial"/>
          <w:b/>
          <w:szCs w:val="20"/>
        </w:rPr>
        <w:t>]</w:t>
      </w:r>
      <w:r>
        <w:rPr>
          <w:rFonts w:cs="Arial"/>
          <w:b/>
          <w:szCs w:val="20"/>
        </w:rPr>
        <w:t>,</w:t>
      </w:r>
      <w:r w:rsidRPr="00B72B72">
        <w:rPr>
          <w:rFonts w:cs="Arial"/>
          <w:b/>
          <w:szCs w:val="20"/>
        </w:rPr>
        <w:t>-</w:t>
      </w:r>
      <w:proofErr w:type="gramEnd"/>
      <w:r w:rsidRPr="00B72B72">
        <w:rPr>
          <w:rFonts w:cs="Arial"/>
          <w:b/>
          <w:szCs w:val="20"/>
        </w:rPr>
        <w:t xml:space="preserve"> </w:t>
      </w:r>
      <w:r w:rsidRPr="0055504B">
        <w:rPr>
          <w:b/>
        </w:rPr>
        <w:t xml:space="preserve">Kč </w:t>
      </w:r>
      <w:r w:rsidRPr="0002133B">
        <w:rPr>
          <w:b/>
        </w:rPr>
        <w:t>bez DPH</w:t>
      </w:r>
      <w:r w:rsidRPr="006D0812">
        <w:t xml:space="preserve">. </w:t>
      </w:r>
      <w:r>
        <w:t xml:space="preserve">Režim DPH bude uplatněn v souladu se zákonem </w:t>
      </w:r>
      <w:r w:rsidRPr="006D0812">
        <w:t xml:space="preserve">č. 235/2004 Sb., o </w:t>
      </w:r>
      <w:r>
        <w:t>dani z přidané hodnoty,</w:t>
      </w:r>
      <w:r w:rsidRPr="006D0812">
        <w:t xml:space="preserve"> v</w:t>
      </w:r>
      <w:r>
        <w:t>e</w:t>
      </w:r>
      <w:r w:rsidRPr="006D0812">
        <w:t xml:space="preserve"> znění</w:t>
      </w:r>
      <w:r>
        <w:t xml:space="preserve"> pozdějších předpisů</w:t>
      </w:r>
      <w:r w:rsidRPr="006D0812">
        <w:t>.</w:t>
      </w:r>
      <w:r>
        <w:t xml:space="preserve"> Cena zboží a platební podmínky jsou sjednány v souladu s rámcovou dohodou. Způsob výpočtu ceny zboží je uveden v příloze této smlouvy.</w:t>
      </w:r>
    </w:p>
    <w:p w14:paraId="71D24637" w14:textId="77777777" w:rsidR="00BE0287" w:rsidRPr="006D0812" w:rsidRDefault="00BE0287" w:rsidP="00BE0287">
      <w:pPr>
        <w:pStyle w:val="ListNumber-ContractCzechRadio"/>
        <w:jc w:val="both"/>
      </w:pPr>
      <w:r w:rsidRPr="006D0812">
        <w:t xml:space="preserve">Celková cena dle předchozího odstavce je konečná </w:t>
      </w:r>
      <w:r>
        <w:t xml:space="preserve">a zahrnuje </w:t>
      </w:r>
      <w:r w:rsidRPr="006D0812">
        <w:t>veškeré náklady prodávajícího související s odevzdáním zboží dle této smlouvy (např. doprava zboží do místa odevzdání, zabalení zboží</w:t>
      </w:r>
      <w:r>
        <w:t>,</w:t>
      </w:r>
      <w:r w:rsidRPr="00570046">
        <w:t xml:space="preserve"> </w:t>
      </w:r>
      <w:r>
        <w:t>cla a jiné poplatky, a další náklady nezbytné k řádnému plnění této smlouvy</w:t>
      </w:r>
      <w:r w:rsidRPr="006D0812">
        <w:t>).</w:t>
      </w:r>
    </w:p>
    <w:p w14:paraId="2ADC94F5" w14:textId="77777777" w:rsidR="00BE0287" w:rsidRPr="006D0812" w:rsidRDefault="00BE0287" w:rsidP="00BE0287">
      <w:pPr>
        <w:pStyle w:val="Heading-Number-ContractCzechRadio"/>
      </w:pPr>
      <w:r w:rsidRPr="006D0812">
        <w:t>Závěrečná ustanovení</w:t>
      </w:r>
    </w:p>
    <w:p w14:paraId="6B4B40E9" w14:textId="77777777" w:rsidR="00BE0287" w:rsidRPr="006D0812" w:rsidRDefault="00BE0287" w:rsidP="00BE0287">
      <w:pPr>
        <w:pStyle w:val="ListNumber-ContractCzechRadio"/>
        <w:jc w:val="both"/>
      </w:pPr>
      <w:r w:rsidRPr="006D0812">
        <w:t xml:space="preserve">Tato </w:t>
      </w:r>
      <w:r>
        <w:t>smlouva</w:t>
      </w:r>
      <w:r w:rsidRPr="006D0812">
        <w:t xml:space="preserve"> </w:t>
      </w:r>
      <w:r>
        <w:t xml:space="preserve">se uzavírá a </w:t>
      </w:r>
      <w:r w:rsidRPr="006D0812">
        <w:t>nabývá platnosti dnem jejího podpisu oběma smluvními stranami</w:t>
      </w:r>
      <w:r>
        <w:t xml:space="preserve"> a účinnosti dnem jejího uveřejnění v registru smluv v souladu </w:t>
      </w:r>
      <w:r w:rsidRPr="00CA0808">
        <w:rPr>
          <w:szCs w:val="20"/>
        </w:rPr>
        <w:t>se zákonem č. 340/2015 Sb., o zvláštních podmínkách účinnosti některých smluv, uveřejňování těchto smluv a o registru sm</w:t>
      </w:r>
      <w:r>
        <w:rPr>
          <w:szCs w:val="20"/>
        </w:rPr>
        <w:t>luv (zákon o registru smluv), ve</w:t>
      </w:r>
      <w:r w:rsidRPr="00CA0808">
        <w:rPr>
          <w:szCs w:val="20"/>
        </w:rPr>
        <w:t xml:space="preserve"> znění</w:t>
      </w:r>
      <w:r>
        <w:rPr>
          <w:szCs w:val="20"/>
        </w:rPr>
        <w:t xml:space="preserve"> pozdějších předpisů</w:t>
      </w:r>
      <w:r>
        <w:t>. Uveřejnění smlouvy v registru smluv zajistí kupující.</w:t>
      </w:r>
    </w:p>
    <w:p w14:paraId="4106168B" w14:textId="77777777" w:rsidR="00BE0287" w:rsidRPr="006D0812" w:rsidRDefault="00BE0287" w:rsidP="00BE0287">
      <w:pPr>
        <w:pStyle w:val="ListNumber-ContractCzechRadio"/>
        <w:jc w:val="both"/>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t>rámcovou dohodou</w:t>
      </w:r>
      <w:r w:rsidRPr="006D0812">
        <w:rPr>
          <w:rFonts w:eastAsia="Times New Roman" w:cs="Arial"/>
          <w:bCs/>
          <w:kern w:val="32"/>
          <w:szCs w:val="20"/>
        </w:rPr>
        <w:t xml:space="preserve"> </w:t>
      </w:r>
      <w:r>
        <w:rPr>
          <w:rFonts w:eastAsia="Times New Roman" w:cs="Arial"/>
          <w:bCs/>
          <w:kern w:val="32"/>
          <w:szCs w:val="20"/>
        </w:rPr>
        <w:t xml:space="preserve">a </w:t>
      </w:r>
      <w:r w:rsidRPr="006D0812">
        <w:rPr>
          <w:rFonts w:eastAsia="Times New Roman" w:cs="Arial"/>
          <w:bCs/>
          <w:kern w:val="32"/>
          <w:szCs w:val="20"/>
        </w:rPr>
        <w:t xml:space="preserve">příslušnými ustanoveními </w:t>
      </w:r>
      <w:r>
        <w:rPr>
          <w:rFonts w:eastAsia="Times New Roman" w:cs="Arial"/>
          <w:bCs/>
          <w:kern w:val="32"/>
          <w:szCs w:val="20"/>
        </w:rPr>
        <w:t>OZ</w:t>
      </w:r>
      <w:r w:rsidRPr="006D0812">
        <w:rPr>
          <w:rFonts w:eastAsia="Times New Roman" w:cs="Arial"/>
          <w:bCs/>
          <w:kern w:val="32"/>
          <w:szCs w:val="20"/>
        </w:rPr>
        <w:t>.</w:t>
      </w:r>
    </w:p>
    <w:p w14:paraId="219B9B8E" w14:textId="77777777" w:rsidR="00BE0287" w:rsidRDefault="00BE0287" w:rsidP="00BE0287">
      <w:pPr>
        <w:pStyle w:val="ListNumber-ContractCzechRadio"/>
        <w:jc w:val="both"/>
      </w:pPr>
      <w:r w:rsidRPr="005D1AE8">
        <w:t>Bude</w:t>
      </w:r>
      <w:r>
        <w:t>-</w:t>
      </w:r>
      <w:r w:rsidRPr="005D1AE8">
        <w:t xml:space="preserve">li v této smlouvě použit </w:t>
      </w:r>
      <w:r>
        <w:t xml:space="preserve">jakýkoli </w:t>
      </w:r>
      <w:r w:rsidRPr="005D1AE8">
        <w:t xml:space="preserve">pojem, aniž by byl </w:t>
      </w:r>
      <w:r>
        <w:t>touto</w:t>
      </w:r>
      <w:r w:rsidRPr="005D1AE8">
        <w:t xml:space="preserve"> smlouvou zvlášť definován, potom bude mít význam, který mu dává </w:t>
      </w:r>
      <w:r>
        <w:t>r</w:t>
      </w:r>
      <w:r w:rsidRPr="005D1AE8">
        <w:t xml:space="preserve">ámcová </w:t>
      </w:r>
      <w:r>
        <w:t>dohoda.</w:t>
      </w:r>
    </w:p>
    <w:p w14:paraId="69AB4DE1" w14:textId="77777777" w:rsidR="00BE0287" w:rsidRPr="006D0812" w:rsidRDefault="00BE0287" w:rsidP="00BE0287">
      <w:pPr>
        <w:pStyle w:val="ListNumber-ContractCzechRadio"/>
        <w:jc w:val="both"/>
      </w:pPr>
      <w:r w:rsidRPr="006D0812">
        <w:t>Tato smlouva je vyhotovena ve třech stejnopisech s platností originálu, z nichž kupující obdrží dva a prodávající jeden.</w:t>
      </w:r>
      <w:r>
        <w:t xml:space="preserve"> V případě, že bude smlouva uzavřena na dálku za využití elektronických prostředků, zašle smluvní strana, jenž smlouvu podepisuje jako poslední, jeden originál smlouvy spolu s jejími přílohami druhé smluvní straně.</w:t>
      </w:r>
    </w:p>
    <w:p w14:paraId="6BD7B2E3" w14:textId="77777777" w:rsidR="00BE0287" w:rsidRPr="006D0812" w:rsidRDefault="00BE0287" w:rsidP="00BE0287">
      <w:pPr>
        <w:pStyle w:val="ListNumber-ContractCzechRadio"/>
      </w:pPr>
      <w:r w:rsidRPr="006D0812">
        <w:t>Nedílnou součástí této smlouvy je její:</w:t>
      </w:r>
    </w:p>
    <w:p w14:paraId="4CF69BDC" w14:textId="77777777" w:rsidR="00BE0287" w:rsidRPr="006D0812" w:rsidRDefault="00BE0287" w:rsidP="00BE0287">
      <w:pPr>
        <w:pStyle w:val="Heading-Number-ContractCzechRadio"/>
        <w:numPr>
          <w:ilvl w:val="0"/>
          <w:numId w:val="0"/>
        </w:numPr>
        <w:ind w:left="312"/>
        <w:jc w:val="left"/>
        <w:rPr>
          <w:b w:val="0"/>
        </w:rPr>
      </w:pPr>
      <w:r w:rsidRPr="006D0812">
        <w:rPr>
          <w:b w:val="0"/>
        </w:rPr>
        <w:t>Příloha</w:t>
      </w:r>
      <w:r>
        <w:rPr>
          <w:b w:val="0"/>
        </w:rPr>
        <w:t xml:space="preserve"> č. XX – </w:t>
      </w:r>
      <w:r w:rsidRPr="006D0812">
        <w:rPr>
          <w:b w:val="0"/>
        </w:rPr>
        <w:t>Specifikace zboží</w:t>
      </w:r>
      <w:r>
        <w:rPr>
          <w:b w:val="0"/>
        </w:rPr>
        <w:t xml:space="preserve"> a ceny;</w:t>
      </w:r>
    </w:p>
    <w:p w14:paraId="2BC62841" w14:textId="77777777" w:rsidR="00BE0287" w:rsidRPr="006D0812" w:rsidRDefault="00BE0287" w:rsidP="00BE0287">
      <w:pPr>
        <w:pStyle w:val="ListNumber-ContractCzechRadio"/>
        <w:numPr>
          <w:ilvl w:val="0"/>
          <w:numId w:val="0"/>
        </w:numPr>
        <w:ind w:left="312"/>
      </w:pPr>
    </w:p>
    <w:tbl>
      <w:tblPr>
        <w:tblW w:w="0" w:type="auto"/>
        <w:tblLook w:val="04A0" w:firstRow="1" w:lastRow="0" w:firstColumn="1" w:lastColumn="0" w:noHBand="0" w:noVBand="1"/>
      </w:tblPr>
      <w:tblGrid>
        <w:gridCol w:w="4366"/>
        <w:gridCol w:w="4366"/>
      </w:tblGrid>
      <w:tr w:rsidR="00BE0287" w14:paraId="692C8BC2" w14:textId="77777777" w:rsidTr="00A059B6">
        <w:tc>
          <w:tcPr>
            <w:tcW w:w="4366" w:type="dxa"/>
            <w:shd w:val="clear" w:color="auto" w:fill="auto"/>
          </w:tcPr>
          <w:p w14:paraId="6C031D94" w14:textId="77777777" w:rsidR="00BE0287" w:rsidRPr="007458AD"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7458AD">
              <w:t>V </w:t>
            </w:r>
            <w:r w:rsidRPr="007458AD">
              <w:rPr>
                <w:rFonts w:cs="Arial"/>
                <w:szCs w:val="20"/>
              </w:rPr>
              <w:t xml:space="preserve">Praze </w:t>
            </w:r>
            <w:r w:rsidRPr="007458AD">
              <w:t xml:space="preserve">dne </w:t>
            </w:r>
            <w:r w:rsidRPr="007458AD">
              <w:rPr>
                <w:rFonts w:cs="Arial"/>
                <w:szCs w:val="20"/>
              </w:rPr>
              <w:t>[</w:t>
            </w:r>
            <w:r w:rsidRPr="001D1586">
              <w:rPr>
                <w:rFonts w:cs="Arial"/>
                <w:szCs w:val="20"/>
                <w:highlight w:val="lightGray"/>
              </w:rPr>
              <w:t>DOPLNIT</w:t>
            </w:r>
            <w:r w:rsidRPr="007458AD">
              <w:rPr>
                <w:rFonts w:cs="Arial"/>
                <w:szCs w:val="20"/>
              </w:rPr>
              <w:t>]</w:t>
            </w:r>
          </w:p>
        </w:tc>
        <w:tc>
          <w:tcPr>
            <w:tcW w:w="4366" w:type="dxa"/>
            <w:shd w:val="clear" w:color="auto" w:fill="auto"/>
          </w:tcPr>
          <w:p w14:paraId="4E929A0C" w14:textId="77777777" w:rsidR="00BE0287" w:rsidRPr="007458AD"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500"/>
              <w:jc w:val="center"/>
            </w:pPr>
            <w:r w:rsidRPr="007458AD">
              <w:t xml:space="preserve">V </w:t>
            </w:r>
            <w:r w:rsidRPr="007458AD">
              <w:rPr>
                <w:rFonts w:cs="Arial"/>
                <w:szCs w:val="20"/>
              </w:rPr>
              <w:t>[</w:t>
            </w:r>
            <w:r w:rsidRPr="001D1586">
              <w:rPr>
                <w:rFonts w:cs="Arial"/>
                <w:szCs w:val="20"/>
                <w:highlight w:val="lightGray"/>
              </w:rPr>
              <w:t>DOPLNIT]</w:t>
            </w:r>
            <w:r w:rsidRPr="007458AD">
              <w:t xml:space="preserve"> dne </w:t>
            </w:r>
            <w:r w:rsidRPr="001D1586">
              <w:rPr>
                <w:rFonts w:cs="Arial"/>
                <w:szCs w:val="20"/>
                <w:highlight w:val="lightGray"/>
              </w:rPr>
              <w:t>[DOPLNIT</w:t>
            </w:r>
            <w:r w:rsidRPr="007458AD">
              <w:rPr>
                <w:rFonts w:cs="Arial"/>
                <w:szCs w:val="20"/>
              </w:rPr>
              <w:t>]</w:t>
            </w:r>
          </w:p>
        </w:tc>
      </w:tr>
      <w:tr w:rsidR="00BE0287" w14:paraId="3913F081" w14:textId="77777777" w:rsidTr="00A059B6">
        <w:trPr>
          <w:trHeight w:val="1515"/>
        </w:trPr>
        <w:tc>
          <w:tcPr>
            <w:tcW w:w="4366" w:type="dxa"/>
            <w:shd w:val="clear" w:color="auto" w:fill="auto"/>
          </w:tcPr>
          <w:p w14:paraId="6CFA83AA" w14:textId="77777777" w:rsidR="00BE0287"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kupujícího</w:t>
            </w:r>
          </w:p>
          <w:p w14:paraId="619A0A11" w14:textId="77777777" w:rsidR="00BE0287" w:rsidRPr="001D1586"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1D1586">
              <w:rPr>
                <w:rFonts w:cs="Arial"/>
                <w:b/>
                <w:szCs w:val="20"/>
                <w:highlight w:val="lightGray"/>
              </w:rPr>
              <w:t>DOPLNIT JMÉNO A PŘÍJMENÍ]</w:t>
            </w:r>
          </w:p>
          <w:p w14:paraId="6D810B02" w14:textId="77777777" w:rsidR="00BE0287" w:rsidRPr="0082278B"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D1586">
              <w:rPr>
                <w:rFonts w:cs="Arial"/>
                <w:b/>
                <w:szCs w:val="20"/>
                <w:highlight w:val="lightGray"/>
              </w:rPr>
              <w:t>[DOPLNIT FUNKCI]</w:t>
            </w:r>
          </w:p>
        </w:tc>
        <w:tc>
          <w:tcPr>
            <w:tcW w:w="4366" w:type="dxa"/>
            <w:shd w:val="clear" w:color="auto" w:fill="auto"/>
          </w:tcPr>
          <w:p w14:paraId="0A904DF5" w14:textId="77777777" w:rsidR="00BE0287"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82278B">
              <w:rPr>
                <w:rStyle w:val="Siln"/>
              </w:rPr>
              <w:t>Za prodávajícího</w:t>
            </w:r>
          </w:p>
          <w:p w14:paraId="5D0B57CA" w14:textId="77777777" w:rsidR="00BE0287" w:rsidRPr="001D1586"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lightGray"/>
              </w:rPr>
            </w:pPr>
            <w:r w:rsidRPr="00366797">
              <w:rPr>
                <w:rFonts w:cs="Arial"/>
                <w:b/>
                <w:szCs w:val="20"/>
              </w:rPr>
              <w:t>[</w:t>
            </w:r>
            <w:r w:rsidRPr="001D1586">
              <w:rPr>
                <w:rFonts w:cs="Arial"/>
                <w:b/>
                <w:szCs w:val="20"/>
                <w:highlight w:val="lightGray"/>
              </w:rPr>
              <w:t>DOPLNIT JMÉNO A PŘÍJMENÍ]</w:t>
            </w:r>
          </w:p>
          <w:p w14:paraId="1733CB88" w14:textId="77777777" w:rsidR="00BE0287" w:rsidRPr="0082278B" w:rsidRDefault="00BE0287" w:rsidP="00A059B6">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1D1586">
              <w:rPr>
                <w:rFonts w:cs="Arial"/>
                <w:b/>
                <w:szCs w:val="20"/>
                <w:highlight w:val="lightGray"/>
              </w:rPr>
              <w:t>[DOPLNIT FUNKCI]</w:t>
            </w:r>
          </w:p>
        </w:tc>
      </w:tr>
    </w:tbl>
    <w:p w14:paraId="4CFE655F" w14:textId="77777777" w:rsidR="00BE0287" w:rsidRPr="003B2AA6" w:rsidRDefault="00BE0287" w:rsidP="00BE0287">
      <w:pPr>
        <w:pStyle w:val="SubjectSpecification-ContractCzechRadio"/>
      </w:pPr>
    </w:p>
    <w:p w14:paraId="5683C58D" w14:textId="77777777" w:rsidR="00BE0287" w:rsidRDefault="00BE0287" w:rsidP="00BE0287">
      <w:pPr>
        <w:pStyle w:val="SubjectSpecification-ContractCzechRadio"/>
      </w:pPr>
    </w:p>
    <w:p w14:paraId="183E9C79" w14:textId="77777777" w:rsidR="00BE0287" w:rsidRDefault="00BE0287" w:rsidP="00BE0287">
      <w:pPr>
        <w:pStyle w:val="SubjectSpecification-ContractCzechRadio"/>
        <w:rPr>
          <w:noProof/>
          <w:lang w:eastAsia="cs-CZ"/>
        </w:rPr>
      </w:pPr>
      <w:r w:rsidRPr="00C23F7A">
        <w:rPr>
          <w:noProof/>
          <w:lang w:eastAsia="cs-CZ"/>
        </w:rPr>
        <w:drawing>
          <wp:inline distT="0" distB="0" distL="0" distR="0" wp14:anchorId="550A226C" wp14:editId="00D7627A">
            <wp:extent cx="28575" cy="28575"/>
            <wp:effectExtent l="0" t="0" r="9525" b="9525"/>
            <wp:docPr id="23" name="Obráze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bwMode="auto">
                    <a:xfrm>
                      <a:off x="0" y="0"/>
                      <a:ext cx="28575" cy="28575"/>
                    </a:xfrm>
                    <a:prstGeom prst="rect">
                      <a:avLst/>
                    </a:prstGeom>
                    <a:noFill/>
                    <a:ln>
                      <a:noFill/>
                    </a:ln>
                  </pic:spPr>
                </pic:pic>
              </a:graphicData>
            </a:graphic>
          </wp:inline>
        </w:drawing>
      </w:r>
      <w:r w:rsidRPr="00B9184C">
        <w:rPr>
          <w:noProof/>
          <w:lang w:eastAsia="cs-CZ"/>
        </w:rPr>
        <w:t xml:space="preserve"> </w:t>
      </w:r>
    </w:p>
    <w:p w14:paraId="3505972A" w14:textId="77777777" w:rsidR="00BE0287" w:rsidRDefault="00BE0287" w:rsidP="00BE0287">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noProof/>
          <w:color w:val="000F37"/>
          <w:lang w:eastAsia="cs-CZ"/>
        </w:rPr>
      </w:pPr>
      <w:r>
        <w:rPr>
          <w:noProof/>
          <w:lang w:eastAsia="cs-CZ"/>
        </w:rPr>
        <w:br w:type="page"/>
      </w:r>
    </w:p>
    <w:p w14:paraId="3284EB7E" w14:textId="77777777" w:rsidR="00BE0287" w:rsidRDefault="00BE0287" w:rsidP="00BE0287"/>
    <w:p w14:paraId="304B1452" w14:textId="77777777" w:rsidR="00BE0287" w:rsidRDefault="00BE0287" w:rsidP="00BE0287">
      <w:pPr>
        <w:pStyle w:val="ListNumber-ContractCzechRadio"/>
        <w:numPr>
          <w:ilvl w:val="0"/>
          <w:numId w:val="0"/>
        </w:numPr>
        <w:ind w:left="312" w:hanging="312"/>
        <w:jc w:val="center"/>
        <w:rPr>
          <w:rFonts w:eastAsiaTheme="minorHAnsi" w:cs="Arial"/>
          <w:b/>
          <w:szCs w:val="20"/>
        </w:rPr>
      </w:pPr>
      <w:r>
        <w:rPr>
          <w:rFonts w:cs="Arial"/>
          <w:b/>
          <w:szCs w:val="20"/>
        </w:rPr>
        <w:t xml:space="preserve">PŘÍLOHA č. 4 - </w:t>
      </w:r>
      <w:r>
        <w:rPr>
          <w:b/>
        </w:rPr>
        <w:t>PODMÍNKY PROVÁDĚNÍ ČINNOSTÍ EXTERNÍCH OSOB V OBJEKTECH ČRO Z HLEDISKA BEZPEČNOSTI A OCHRANY ZDRAVÍ PŘI PRÁCI, POŽÁRNÍ OCHRANY A OCHRANY ŽIVOTNÍHO PROSTŘEDÍ</w:t>
      </w:r>
    </w:p>
    <w:p w14:paraId="4B575592" w14:textId="77777777" w:rsidR="00BE0287" w:rsidRPr="0002133B" w:rsidRDefault="00BE0287" w:rsidP="00BE0287">
      <w:pPr>
        <w:pStyle w:val="Heading-Number-ContractCzechRadio"/>
        <w:numPr>
          <w:ilvl w:val="0"/>
          <w:numId w:val="9"/>
        </w:numPr>
        <w:rPr>
          <w:rFonts w:cstheme="majorBidi"/>
          <w:color w:val="auto"/>
        </w:rPr>
      </w:pPr>
      <w:r w:rsidRPr="0002133B">
        <w:rPr>
          <w:color w:val="auto"/>
        </w:rPr>
        <w:t>Úvodní ustanovení</w:t>
      </w:r>
    </w:p>
    <w:p w14:paraId="707A9C53" w14:textId="77777777" w:rsidR="00BE0287" w:rsidRDefault="00BE0287" w:rsidP="00BE0287">
      <w:pPr>
        <w:pStyle w:val="ListNumber-ContractCzechRadio"/>
        <w:numPr>
          <w:ilvl w:val="1"/>
          <w:numId w:val="13"/>
        </w:numPr>
        <w:jc w:val="both"/>
      </w:pPr>
      <w:r>
        <w:t>Tyto podmínky platí pro výkon veškerých smluvených činností externích osob a jejich poddodavatelů v objektech Českého rozhlasu (dále jen jako „</w:t>
      </w:r>
      <w:proofErr w:type="spellStart"/>
      <w:r>
        <w:t>ČRo</w:t>
      </w:r>
      <w:proofErr w:type="spellEnd"/>
      <w:r>
        <w:t xml:space="preserve">“) a jsou přílohou smlouvy, na </w:t>
      </w:r>
      <w:proofErr w:type="gramStart"/>
      <w:r>
        <w:t>základě</w:t>
      </w:r>
      <w:proofErr w:type="gramEnd"/>
      <w:r>
        <w:t xml:space="preserve"> které externí osoba provádí činnosti či poskytuje služby pro </w:t>
      </w:r>
      <w:proofErr w:type="spellStart"/>
      <w:r>
        <w:t>ČRo</w:t>
      </w:r>
      <w:proofErr w:type="spellEnd"/>
      <w:r>
        <w:t xml:space="preserve">. </w:t>
      </w:r>
    </w:p>
    <w:p w14:paraId="2ACC17A3" w14:textId="77777777" w:rsidR="00BE0287" w:rsidRDefault="00BE0287" w:rsidP="00BE0287">
      <w:pPr>
        <w:pStyle w:val="ListNumber-ContractCzechRadio"/>
        <w:numPr>
          <w:ilvl w:val="1"/>
          <w:numId w:val="13"/>
        </w:numPr>
        <w:jc w:val="both"/>
      </w:pPr>
      <w:r>
        <w:t xml:space="preserve">Externí osoby jsou povinny si počínat tak, aby neohrožovaly zdraví, životy zaměstnanců a dalších osob v objektech </w:t>
      </w:r>
      <w:proofErr w:type="spellStart"/>
      <w:r>
        <w:t>ČRo</w:t>
      </w:r>
      <w:proofErr w:type="spellEnd"/>
      <w:r>
        <w:t xml:space="preserve"> nebo životní prostředí provozováním nebezpečných činností. </w:t>
      </w:r>
    </w:p>
    <w:p w14:paraId="72B388E0" w14:textId="77777777" w:rsidR="00BE0287" w:rsidRDefault="00BE0287" w:rsidP="00BE0287">
      <w:pPr>
        <w:pStyle w:val="ListNumber-ContractCzechRadio"/>
        <w:numPr>
          <w:ilvl w:val="1"/>
          <w:numId w:val="13"/>
        </w:numPr>
        <w:jc w:val="both"/>
      </w:pPr>
      <w:r>
        <w:t xml:space="preserve">Externí osoby jsou povinny si počínat tak, aby nedocházelo k pracovním úrazům a byly dodržovány zásady BOZP, PO, ochrany ŽP a další níže uvedené zásady práce v objektech </w:t>
      </w:r>
      <w:proofErr w:type="spellStart"/>
      <w:r>
        <w:t>ČRo</w:t>
      </w:r>
      <w:proofErr w:type="spellEnd"/>
      <w:r>
        <w:t xml:space="preserve">. Externí osoby odpovídají za dodržování těchto zásad svými poddodavateli. </w:t>
      </w:r>
    </w:p>
    <w:p w14:paraId="6C96F035" w14:textId="77777777" w:rsidR="00BE0287" w:rsidRDefault="00BE0287" w:rsidP="00BE0287">
      <w:pPr>
        <w:pStyle w:val="ListNumber-ContractCzechRadio"/>
        <w:numPr>
          <w:ilvl w:val="1"/>
          <w:numId w:val="13"/>
        </w:numPr>
        <w:jc w:val="both"/>
      </w:pPr>
      <w:r>
        <w:t xml:space="preserve">Odpovědní zaměstnanci </w:t>
      </w:r>
      <w:proofErr w:type="spellStart"/>
      <w:r>
        <w:t>ČRo</w:t>
      </w:r>
      <w:proofErr w:type="spellEnd"/>
      <w:r>
        <w:t xml:space="preserve"> jsou oprávněni kontrolovat, zda externí osoby plní povinnosti uložené v oblasti BOZP, PO a ochrany ŽP nebo těmito podmínkami a tyto osoby jsou povinny takovou kontrolu strpět. </w:t>
      </w:r>
    </w:p>
    <w:p w14:paraId="758A24C0" w14:textId="77777777" w:rsidR="00BE0287" w:rsidRDefault="00BE0287" w:rsidP="00BE0287">
      <w:pPr>
        <w:pStyle w:val="Heading-Number-ContractCzechRadio"/>
        <w:numPr>
          <w:ilvl w:val="0"/>
          <w:numId w:val="13"/>
        </w:numPr>
        <w:rPr>
          <w:color w:val="auto"/>
        </w:rPr>
      </w:pPr>
      <w:r>
        <w:rPr>
          <w:color w:val="auto"/>
        </w:rPr>
        <w:t>Povinnosti externích osob v oblasti BOZP a PO</w:t>
      </w:r>
    </w:p>
    <w:p w14:paraId="4FB0D18F" w14:textId="77777777" w:rsidR="00BE0287" w:rsidRDefault="00BE0287" w:rsidP="00BE0287">
      <w:pPr>
        <w:pStyle w:val="ListNumber-ContractCzechRadio"/>
        <w:numPr>
          <w:ilvl w:val="1"/>
          <w:numId w:val="13"/>
        </w:numPr>
        <w:jc w:val="both"/>
      </w:pPr>
      <w:r>
        <w:t xml:space="preserve">Odpovědný zástupce externí osoby je povinen předat na výzvu </w:t>
      </w:r>
      <w:proofErr w:type="spellStart"/>
      <w:r>
        <w:t>ČRo</w:t>
      </w:r>
      <w:proofErr w:type="spellEnd"/>
      <w:r>
        <w:t xml:space="preserve"> seznam osob, které budou vykonávat činnosti v objektu </w:t>
      </w:r>
      <w:proofErr w:type="spellStart"/>
      <w:r>
        <w:t>ČRo</w:t>
      </w:r>
      <w:proofErr w:type="spellEnd"/>
      <w:r>
        <w:t xml:space="preserve"> a předem hlásit případné změny těchto osob. </w:t>
      </w:r>
    </w:p>
    <w:p w14:paraId="4D6445DF" w14:textId="77777777" w:rsidR="00BE0287" w:rsidRDefault="00BE0287" w:rsidP="00BE0287">
      <w:pPr>
        <w:pStyle w:val="ListNumber-ContractCzechRadio"/>
        <w:numPr>
          <w:ilvl w:val="1"/>
          <w:numId w:val="13"/>
        </w:numPr>
        <w:jc w:val="both"/>
      </w:pPr>
      <w:r>
        <w:t xml:space="preserve">Veškeré povinnosti stanovené těmito podmínkami vůči zaměstnancům externí osoby, je externí osoba povinna plnit i ve vztahu ke svým poddodavatelům a jejich zaměstnancům. </w:t>
      </w:r>
    </w:p>
    <w:p w14:paraId="1AD95D92" w14:textId="77777777" w:rsidR="00BE0287" w:rsidRDefault="00BE0287" w:rsidP="00BE0287">
      <w:pPr>
        <w:pStyle w:val="ListNumber-ContractCzechRadio"/>
        <w:numPr>
          <w:ilvl w:val="1"/>
          <w:numId w:val="13"/>
        </w:numPr>
        <w:jc w:val="both"/>
      </w:pPr>
      <w:r>
        <w:t xml:space="preserve">Externí osoby jsou povinny si počínat v souladu s obecnými zásadami BOZP, PO a ochrany ŽP a interními předpisy </w:t>
      </w:r>
      <w:proofErr w:type="spellStart"/>
      <w:r>
        <w:t>ČRo</w:t>
      </w:r>
      <w:proofErr w:type="spellEnd"/>
      <w:r>
        <w:t>, které tyto zásady konkretizují a jsou povinny přijmout opatření k prevenci rizik ve vztahu k vlastním zaměstnancům a dalším osobám.</w:t>
      </w:r>
    </w:p>
    <w:p w14:paraId="1FE7708D" w14:textId="77777777" w:rsidR="00BE0287" w:rsidRDefault="00BE0287" w:rsidP="00BE0287">
      <w:pPr>
        <w:pStyle w:val="ListNumber-ContractCzechRadio"/>
        <w:numPr>
          <w:ilvl w:val="1"/>
          <w:numId w:val="13"/>
        </w:numPr>
        <w:jc w:val="both"/>
      </w:pPr>
      <w:r>
        <w:t xml:space="preserve">Externí osoby jsou povinny respektovat kontrolní činnost osob odborných organizačních útvarů </w:t>
      </w:r>
      <w:proofErr w:type="spellStart"/>
      <w:r>
        <w:t>ČRo</w:t>
      </w:r>
      <w:proofErr w:type="spellEnd"/>
      <w:r>
        <w:t xml:space="preserve"> z oblasti BOZP a PO a jiných odpovědných osob např. pracovník recepce, vrátný, zaměstnanci oddělení podpůrných služeb (dále jen jako „odpovědný zaměstnanec“). </w:t>
      </w:r>
    </w:p>
    <w:p w14:paraId="0CD581C8" w14:textId="77777777" w:rsidR="00BE0287" w:rsidRDefault="00BE0287" w:rsidP="00BE0287">
      <w:pPr>
        <w:pStyle w:val="ListNumber-ContractCzechRadio"/>
        <w:numPr>
          <w:ilvl w:val="1"/>
          <w:numId w:val="13"/>
        </w:numPr>
        <w:jc w:val="both"/>
      </w:pPr>
      <w:r>
        <w:t xml:space="preserve">Externí osoba je povinna se seznámit s interními předpisy a riziky BOZP a PO prostřednictvím školení provedeného odpovědným zaměstnancem </w:t>
      </w:r>
      <w:proofErr w:type="spellStart"/>
      <w:r>
        <w:t>ČRo</w:t>
      </w:r>
      <w:proofErr w:type="spellEnd"/>
      <w:r>
        <w:t xml:space="preserve">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14:paraId="75E07DBD" w14:textId="77777777" w:rsidR="00BE0287" w:rsidRDefault="00BE0287" w:rsidP="00BE0287">
      <w:pPr>
        <w:pStyle w:val="ListNumber-ContractCzechRadio"/>
        <w:numPr>
          <w:ilvl w:val="1"/>
          <w:numId w:val="13"/>
        </w:numPr>
        <w:jc w:val="both"/>
      </w:pPr>
      <w:r>
        <w:t>Externí osoby odpovídají za odbornou a zdravotní způsobilost svých zaměstnanců včetně svých poddodavatelů.</w:t>
      </w:r>
    </w:p>
    <w:p w14:paraId="4044C2AE" w14:textId="77777777" w:rsidR="00BE0287" w:rsidRDefault="00BE0287" w:rsidP="00BE0287">
      <w:pPr>
        <w:pStyle w:val="ListNumber-ContractCzechRadio"/>
        <w:numPr>
          <w:ilvl w:val="1"/>
          <w:numId w:val="13"/>
        </w:numPr>
        <w:jc w:val="both"/>
      </w:pPr>
      <w:r>
        <w:t>Externí osoby jsou zejména povinny:</w:t>
      </w:r>
    </w:p>
    <w:p w14:paraId="28ED7357" w14:textId="77777777" w:rsidR="00BE0287" w:rsidRDefault="00BE0287" w:rsidP="00BE0287">
      <w:pPr>
        <w:pStyle w:val="ListLetter-ContractCzechRadio"/>
        <w:numPr>
          <w:ilvl w:val="2"/>
          <w:numId w:val="13"/>
        </w:numPr>
        <w:jc w:val="both"/>
      </w:pPr>
      <w:r>
        <w:t xml:space="preserve">seznámit se s riziky, jež mohou při jejich činnostech v </w:t>
      </w:r>
      <w:proofErr w:type="spellStart"/>
      <w:r>
        <w:t>ČRo</w:t>
      </w:r>
      <w:proofErr w:type="spellEnd"/>
      <w:r>
        <w:t xml:space="preserve"> vzniknout a provést bezpečnostní opatření k eliminaci těchto rizik a písemně o tom informovat odpovědného zaměstnance </w:t>
      </w:r>
      <w:proofErr w:type="spellStart"/>
      <w:r>
        <w:t>ČRo</w:t>
      </w:r>
      <w:proofErr w:type="spellEnd"/>
      <w:r>
        <w:t xml:space="preserve"> podle § 101 odst. 3 zákona č. 262/2006 Sb., zákoník práce. Externí osoba není oprávněna zahájit činnost, pokud neprovedla školení BOZP a PO u všech </w:t>
      </w:r>
      <w:r>
        <w:lastRenderedPageBreak/>
        <w:t xml:space="preserve">zaměstnanců externí osoby včetně poddodavatelů, kteří budou pracovat v objektech </w:t>
      </w:r>
      <w:proofErr w:type="spellStart"/>
      <w:r>
        <w:t>ČRo</w:t>
      </w:r>
      <w:proofErr w:type="spellEnd"/>
      <w:r>
        <w:t>. Externí osoba je povinna na vyžádání odpovědného zaměstnance předložit doklad o provedení školení dle předchozí věty,</w:t>
      </w:r>
    </w:p>
    <w:p w14:paraId="386E9A30" w14:textId="77777777" w:rsidR="00BE0287" w:rsidRDefault="00BE0287" w:rsidP="00BE0287">
      <w:pPr>
        <w:pStyle w:val="ListLetter-ContractCzechRadio"/>
        <w:numPr>
          <w:ilvl w:val="2"/>
          <w:numId w:val="13"/>
        </w:numPr>
        <w:jc w:val="both"/>
      </w:pPr>
      <w:r>
        <w:t>zajistit, aby jejich zaměstnanci nevstupovali do prostor, které nejsou určeny k jejich činnosti,</w:t>
      </w:r>
    </w:p>
    <w:p w14:paraId="061DE527" w14:textId="77777777" w:rsidR="00BE0287" w:rsidRDefault="00BE0287" w:rsidP="00BE0287">
      <w:pPr>
        <w:pStyle w:val="ListLetter-ContractCzechRadio"/>
        <w:numPr>
          <w:ilvl w:val="2"/>
          <w:numId w:val="13"/>
        </w:numPr>
        <w:jc w:val="both"/>
      </w:pPr>
      <w:r>
        <w:t>zajistit označení svých zaměstnanců na pracovních či ochranných oděvech tak, aby bylo zřejmé, že se jedná o externí osoby,</w:t>
      </w:r>
    </w:p>
    <w:p w14:paraId="43ECC81C" w14:textId="77777777" w:rsidR="00BE0287" w:rsidRDefault="00BE0287" w:rsidP="00BE0287">
      <w:pPr>
        <w:pStyle w:val="ListLetter-ContractCzechRadio"/>
        <w:numPr>
          <w:ilvl w:val="2"/>
          <w:numId w:val="13"/>
        </w:numPr>
        <w:jc w:val="both"/>
      </w:pPr>
      <w:r>
        <w:t>dbát pokynů příslušného odpovědného zaměstnance a jím stanovených bezpečnostních opatření a poskytovat mu potřebnou součinnost,</w:t>
      </w:r>
    </w:p>
    <w:p w14:paraId="6DC5A3D3" w14:textId="77777777" w:rsidR="00BE0287" w:rsidRDefault="00BE0287" w:rsidP="00BE0287">
      <w:pPr>
        <w:pStyle w:val="ListLetter-ContractCzechRadio"/>
        <w:numPr>
          <w:ilvl w:val="2"/>
          <w:numId w:val="13"/>
        </w:numPr>
        <w:jc w:val="both"/>
      </w:pPr>
      <w:r>
        <w:t xml:space="preserve">upozornit příslušného zaměstnance útvaru </w:t>
      </w:r>
      <w:proofErr w:type="spellStart"/>
      <w:r>
        <w:t>ČRo</w:t>
      </w:r>
      <w:proofErr w:type="spellEnd"/>
      <w:r>
        <w:t xml:space="preserve">, pro který jsou činnosti prováděny, na všechny okolnosti, které by mohly vést k ohrožení provozu nebo k ohrožení bezpečného stavu technických zařízení, </w:t>
      </w:r>
    </w:p>
    <w:p w14:paraId="522AC4B2" w14:textId="77777777" w:rsidR="00BE0287" w:rsidRDefault="00BE0287" w:rsidP="00BE0287">
      <w:pPr>
        <w:pStyle w:val="ListLetter-ContractCzechRadio"/>
        <w:numPr>
          <w:ilvl w:val="2"/>
          <w:numId w:val="13"/>
        </w:numPr>
        <w:jc w:val="both"/>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4DC8C1FF" w14:textId="77777777" w:rsidR="00BE0287" w:rsidRDefault="00BE0287" w:rsidP="00BE0287">
      <w:pPr>
        <w:pStyle w:val="ListLetter-ContractCzechRadio"/>
        <w:numPr>
          <w:ilvl w:val="2"/>
          <w:numId w:val="13"/>
        </w:numPr>
        <w:jc w:val="both"/>
      </w:pPr>
      <w:r>
        <w:t>zajistit, aby stroje, zařízení, nářadí používané externí osobou nebyla používána v rozporu s bezpečnostními předpisy, čímž se zvyšuje riziko úrazu,</w:t>
      </w:r>
    </w:p>
    <w:p w14:paraId="29C72B9B" w14:textId="77777777" w:rsidR="00BE0287" w:rsidRDefault="00BE0287" w:rsidP="00BE0287">
      <w:pPr>
        <w:pStyle w:val="ListLetter-ContractCzechRadio"/>
        <w:numPr>
          <w:ilvl w:val="2"/>
          <w:numId w:val="13"/>
        </w:numPr>
        <w:jc w:val="both"/>
      </w:pPr>
      <w:r>
        <w:t xml:space="preserve">zaměstnanci externích osob jsou povinni se podrobit zkouškám na přítomnost alkoholu či jiných návykových látek prováděnými odpovědným zaměstnancem </w:t>
      </w:r>
      <w:proofErr w:type="spellStart"/>
      <w:r>
        <w:t>ČRo</w:t>
      </w:r>
      <w:proofErr w:type="spellEnd"/>
      <w:r>
        <w:t>,</w:t>
      </w:r>
    </w:p>
    <w:p w14:paraId="58E09639" w14:textId="77777777" w:rsidR="00BE0287" w:rsidRDefault="00BE0287" w:rsidP="00BE0287">
      <w:pPr>
        <w:pStyle w:val="ListLetter-ContractCzechRadio"/>
        <w:numPr>
          <w:ilvl w:val="2"/>
          <w:numId w:val="13"/>
        </w:numPr>
        <w:jc w:val="both"/>
      </w:pPr>
      <w:r>
        <w:t xml:space="preserve">v případě mimořádné události (havarijního stavu, evakuace apod.) je externí osoba povinna uposlechnout příkazu odpovědného zaměstnance </w:t>
      </w:r>
      <w:proofErr w:type="spellStart"/>
      <w:r>
        <w:t>ČRo</w:t>
      </w:r>
      <w:proofErr w:type="spellEnd"/>
      <w:r>
        <w:t xml:space="preserve">, </w:t>
      </w:r>
    </w:p>
    <w:p w14:paraId="3AEFFC66" w14:textId="77777777" w:rsidR="00BE0287" w:rsidRDefault="00BE0287" w:rsidP="00BE0287">
      <w:pPr>
        <w:pStyle w:val="ListLetter-ContractCzechRadio"/>
        <w:numPr>
          <w:ilvl w:val="2"/>
          <w:numId w:val="13"/>
        </w:numPr>
        <w:jc w:val="both"/>
      </w:pPr>
      <w:r>
        <w:t>trvale udržovat volné a nezatarasené únikové cesty a komunikace včetně vymezených prostorů před elektrickými rozvaděči,</w:t>
      </w:r>
    </w:p>
    <w:p w14:paraId="23B299EA" w14:textId="77777777" w:rsidR="00BE0287" w:rsidRDefault="00BE0287" w:rsidP="00BE0287">
      <w:pPr>
        <w:pStyle w:val="ListLetter-ContractCzechRadio"/>
        <w:numPr>
          <w:ilvl w:val="2"/>
          <w:numId w:val="13"/>
        </w:numPr>
        <w:jc w:val="both"/>
      </w:pPr>
      <w:r>
        <w:t>zajistit, aby zaměstnanci externí osoby používali ochranné pracovní prostředky a ochranné zařízení strojů zabraňujících či snižujících nebezpečí vzniku úrazu,</w:t>
      </w:r>
    </w:p>
    <w:p w14:paraId="15C77D14" w14:textId="77777777" w:rsidR="00BE0287" w:rsidRDefault="00BE0287" w:rsidP="00BE0287">
      <w:pPr>
        <w:pStyle w:val="ListLetter-ContractCzechRadio"/>
        <w:numPr>
          <w:ilvl w:val="2"/>
          <w:numId w:val="13"/>
        </w:numPr>
        <w:jc w:val="both"/>
      </w:pPr>
      <w:r>
        <w:t>zajistit, aby činnosti prováděné externí osobou byly prováděny v souladu se zásadami BOZP a PO a všemi obecně závaznými právními předpisy platnými pro činnosti, které externí osoby provádějí,</w:t>
      </w:r>
    </w:p>
    <w:p w14:paraId="21161E4B" w14:textId="77777777" w:rsidR="00BE0287" w:rsidRDefault="00BE0287" w:rsidP="00BE0287">
      <w:pPr>
        <w:pStyle w:val="ListLetter-ContractCzechRadio"/>
        <w:numPr>
          <w:ilvl w:val="2"/>
          <w:numId w:val="13"/>
        </w:numPr>
        <w:jc w:val="both"/>
      </w:pPr>
      <w:r>
        <w:t>počínat si tak, aby svým jednáním nezavdaly příčinu ke vzniku požáru, výbuchu, ohrožení života nebo škody na majetku,</w:t>
      </w:r>
    </w:p>
    <w:p w14:paraId="6894D54C" w14:textId="77777777" w:rsidR="00BE0287" w:rsidRDefault="00BE0287" w:rsidP="00BE0287">
      <w:pPr>
        <w:pStyle w:val="ListLetter-ContractCzechRadio"/>
        <w:numPr>
          <w:ilvl w:val="2"/>
          <w:numId w:val="13"/>
        </w:numPr>
        <w:jc w:val="both"/>
      </w:pPr>
      <w:r>
        <w:t xml:space="preserve">dodržovat zákaz kouření v objektech </w:t>
      </w:r>
      <w:proofErr w:type="spellStart"/>
      <w:r>
        <w:t>ČRo</w:t>
      </w:r>
      <w:proofErr w:type="spellEnd"/>
      <w:r>
        <w:t xml:space="preserve"> s výjimkou k tomu určených prostorů,</w:t>
      </w:r>
    </w:p>
    <w:p w14:paraId="30C7AB56" w14:textId="77777777" w:rsidR="00BE0287" w:rsidRDefault="00BE0287" w:rsidP="00BE0287">
      <w:pPr>
        <w:pStyle w:val="ListLetter-ContractCzechRadio"/>
        <w:numPr>
          <w:ilvl w:val="2"/>
          <w:numId w:val="13"/>
        </w:numPr>
        <w:jc w:val="both"/>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7704DD34" w14:textId="77777777" w:rsidR="00BE0287" w:rsidRDefault="00BE0287" w:rsidP="00BE0287">
      <w:pPr>
        <w:pStyle w:val="ListLetter-ContractCzechRadio"/>
        <w:numPr>
          <w:ilvl w:val="2"/>
          <w:numId w:val="13"/>
        </w:numPr>
        <w:jc w:val="both"/>
      </w:pPr>
      <w:r>
        <w:t xml:space="preserve">zajistit evidenci pracovních úrazů a neprodleně maximálně do 24 hodin od vzniku pracovního úrazu informovat o okolnostech, příčinách a následcích pracovního úrazu odpovědného zaměstnance </w:t>
      </w:r>
      <w:proofErr w:type="spellStart"/>
      <w:r>
        <w:t>ČRo</w:t>
      </w:r>
      <w:proofErr w:type="spellEnd"/>
      <w:r>
        <w:t xml:space="preserve"> a společně přijmout opatření proti opakování pracovních úrazů,</w:t>
      </w:r>
    </w:p>
    <w:p w14:paraId="10A7015D" w14:textId="77777777" w:rsidR="00BE0287" w:rsidRDefault="00BE0287" w:rsidP="00BE0287">
      <w:pPr>
        <w:pStyle w:val="Heading-Number-ContractCzechRadio"/>
        <w:numPr>
          <w:ilvl w:val="0"/>
          <w:numId w:val="13"/>
        </w:numPr>
        <w:rPr>
          <w:color w:val="auto"/>
        </w:rPr>
      </w:pPr>
      <w:r>
        <w:rPr>
          <w:color w:val="auto"/>
        </w:rPr>
        <w:lastRenderedPageBreak/>
        <w:t>Povinnosti externích osob v oblasti ŽP</w:t>
      </w:r>
    </w:p>
    <w:p w14:paraId="71EC0ECB" w14:textId="77777777" w:rsidR="00BE0287" w:rsidRDefault="00BE0287" w:rsidP="00BE0287">
      <w:pPr>
        <w:pStyle w:val="ListNumber-ContractCzechRadio"/>
        <w:numPr>
          <w:ilvl w:val="1"/>
          <w:numId w:val="13"/>
        </w:numPr>
        <w:jc w:val="both"/>
      </w:pPr>
      <w:r>
        <w:t xml:space="preserve">Externí osoby jsou povinny dodržovat veškerá ustanovení obecně závazných právních předpisů v oblasti ochrany ŽP a zejména z. č. 541/2020 Sb., o odpadech. Případné sankce uložené orgány státní správy spojené s porušením legislativy ze strany externí osoby, ponese externí osoba. </w:t>
      </w:r>
    </w:p>
    <w:p w14:paraId="080082ED" w14:textId="77777777" w:rsidR="00BE0287" w:rsidRDefault="00BE0287" w:rsidP="00BE0287">
      <w:pPr>
        <w:pStyle w:val="ListNumber-ContractCzechRadio"/>
        <w:numPr>
          <w:ilvl w:val="1"/>
          <w:numId w:val="13"/>
        </w:numPr>
        <w:jc w:val="both"/>
      </w:pPr>
      <w:r>
        <w:t>Externí osoby jsou zejména povinny:</w:t>
      </w:r>
    </w:p>
    <w:p w14:paraId="16AB7745" w14:textId="77777777" w:rsidR="00BE0287" w:rsidRDefault="00BE0287" w:rsidP="00BE0287">
      <w:pPr>
        <w:pStyle w:val="ListLetter-ContractCzechRadio"/>
        <w:numPr>
          <w:ilvl w:val="2"/>
          <w:numId w:val="13"/>
        </w:numPr>
        <w:jc w:val="both"/>
      </w:pPr>
      <w:r>
        <w:t>nakládat s odpady, které vznikly v důsledku jejich činnosti v souladu s právními předpisy,</w:t>
      </w:r>
    </w:p>
    <w:p w14:paraId="4B0B5C3F" w14:textId="77777777" w:rsidR="00BE0287" w:rsidRDefault="00BE0287" w:rsidP="00BE0287">
      <w:pPr>
        <w:pStyle w:val="ListLetter-ContractCzechRadio"/>
        <w:numPr>
          <w:ilvl w:val="2"/>
          <w:numId w:val="13"/>
        </w:numPr>
        <w:jc w:val="both"/>
      </w:pPr>
      <w:r>
        <w:t xml:space="preserve">nakládat při svých činnostech s chemickými látkami a přípravky v souladu s platnými právními předpisy a v případě manipulace s rizikovou látkou, která by mohla ohrozit zdraví osob či majetek, to oznámit odpovědnému zaměstnanci </w:t>
      </w:r>
      <w:proofErr w:type="spellStart"/>
      <w:r>
        <w:t>ČRo</w:t>
      </w:r>
      <w:proofErr w:type="spellEnd"/>
      <w:r>
        <w:t xml:space="preserve">, </w:t>
      </w:r>
    </w:p>
    <w:p w14:paraId="0DDEAFFC" w14:textId="77777777" w:rsidR="00BE0287" w:rsidRDefault="00BE0287" w:rsidP="00BE0287">
      <w:pPr>
        <w:pStyle w:val="ListLetter-ContractCzechRadio"/>
        <w:numPr>
          <w:ilvl w:val="2"/>
          <w:numId w:val="13"/>
        </w:numPr>
        <w:jc w:val="both"/>
      </w:pPr>
      <w:r>
        <w:t>neznečišťovat komunikace a nepoškozovat zeleň,</w:t>
      </w:r>
    </w:p>
    <w:p w14:paraId="33121AE2" w14:textId="77777777" w:rsidR="00BE0287" w:rsidRDefault="00BE0287" w:rsidP="00BE0287">
      <w:pPr>
        <w:pStyle w:val="ListLetter-ContractCzechRadio"/>
        <w:numPr>
          <w:ilvl w:val="2"/>
          <w:numId w:val="13"/>
        </w:numPr>
        <w:jc w:val="both"/>
      </w:pPr>
      <w:r>
        <w:t>zajistit likvidaci obalů dle platných právních předpisů.</w:t>
      </w:r>
    </w:p>
    <w:p w14:paraId="589E1CC1" w14:textId="77777777" w:rsidR="00BE0287" w:rsidRDefault="00BE0287" w:rsidP="00BE0287">
      <w:pPr>
        <w:pStyle w:val="ListNumber-ContractCzechRadio"/>
        <w:numPr>
          <w:ilvl w:val="1"/>
          <w:numId w:val="13"/>
        </w:numPr>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44C1EAFC" w14:textId="77777777" w:rsidR="00BE0287" w:rsidRDefault="00BE0287" w:rsidP="00BE0287">
      <w:pPr>
        <w:pStyle w:val="ListNumber-ContractCzechRadio"/>
        <w:numPr>
          <w:ilvl w:val="1"/>
          <w:numId w:val="13"/>
        </w:numPr>
        <w:jc w:val="both"/>
      </w:pPr>
      <w:r>
        <w:t xml:space="preserve">Externí osoba je povinna vyklidit a uklidit místo provádění prací nejpozději v den stanovený ve smlouvě a není-li tento den ve smlouvě stanoven tak v den, kdy bylo dílo či práce předány. Neučiní-li tak externí osoba, je </w:t>
      </w:r>
      <w:proofErr w:type="spellStart"/>
      <w:r>
        <w:t>ČRo</w:t>
      </w:r>
      <w:proofErr w:type="spellEnd"/>
      <w:r>
        <w:t xml:space="preserve"> oprávněn místo provádění prací vyklidit sám na náklady externí osoby. </w:t>
      </w:r>
    </w:p>
    <w:p w14:paraId="5E609B57" w14:textId="77777777" w:rsidR="00BE0287" w:rsidRDefault="00BE0287" w:rsidP="00BE0287">
      <w:pPr>
        <w:pStyle w:val="Heading-Number-ContractCzechRadio"/>
        <w:numPr>
          <w:ilvl w:val="0"/>
          <w:numId w:val="13"/>
        </w:numPr>
        <w:rPr>
          <w:color w:val="auto"/>
        </w:rPr>
      </w:pPr>
      <w:r>
        <w:rPr>
          <w:color w:val="auto"/>
        </w:rPr>
        <w:t>Ostatní ustanovení</w:t>
      </w:r>
    </w:p>
    <w:p w14:paraId="3B34319F" w14:textId="77777777" w:rsidR="00BE0287" w:rsidRDefault="00BE0287" w:rsidP="00BE0287">
      <w:pPr>
        <w:pStyle w:val="ListNumber-ContractCzechRadio"/>
        <w:numPr>
          <w:ilvl w:val="1"/>
          <w:numId w:val="13"/>
        </w:numPr>
        <w:jc w:val="both"/>
      </w:pPr>
      <w:r>
        <w:t xml:space="preserve">Fotografování a natáčení je v objektech </w:t>
      </w:r>
      <w:proofErr w:type="spellStart"/>
      <w:r>
        <w:t>ČRo</w:t>
      </w:r>
      <w:proofErr w:type="spellEnd"/>
      <w:r>
        <w:t xml:space="preserve"> zakázáno, ledaže s tím vyslovil souhlas generální ředitel, nebo jeho pověřený zástupce. </w:t>
      </w:r>
    </w:p>
    <w:p w14:paraId="5C607282" w14:textId="77777777" w:rsidR="00BE0287" w:rsidRDefault="00BE0287" w:rsidP="00BE0287">
      <w:pPr>
        <w:tabs>
          <w:tab w:val="clear" w:pos="312"/>
          <w:tab w:val="clear" w:pos="624"/>
          <w:tab w:val="left" w:pos="708"/>
        </w:tabs>
        <w:spacing w:line="240" w:lineRule="auto"/>
        <w:rPr>
          <w:rFonts w:cs="Arial"/>
          <w:szCs w:val="20"/>
        </w:rPr>
      </w:pPr>
    </w:p>
    <w:p w14:paraId="7B15C595" w14:textId="77777777" w:rsidR="00BE0287" w:rsidRDefault="00BE0287" w:rsidP="00BE0287"/>
    <w:sectPr w:rsidR="00BE0287" w:rsidSect="00401352">
      <w:headerReference w:type="default" r:id="rId10"/>
      <w:footerReference w:type="default" r:id="rId11"/>
      <w:headerReference w:type="first" r:id="rId12"/>
      <w:footerReference w:type="first" r:id="rId13"/>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BDA09" w14:textId="77777777" w:rsidR="00CC6A4A" w:rsidRDefault="00CC6A4A">
      <w:pPr>
        <w:spacing w:line="240" w:lineRule="auto"/>
      </w:pPr>
      <w:r>
        <w:separator/>
      </w:r>
    </w:p>
  </w:endnote>
  <w:endnote w:type="continuationSeparator" w:id="0">
    <w:p w14:paraId="5CE3C7AC" w14:textId="77777777" w:rsidR="00CC6A4A" w:rsidRDefault="00CC6A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957B54" w14:textId="77777777" w:rsidR="0002133B" w:rsidRDefault="0002133B">
    <w:pPr>
      <w:pStyle w:val="Zpat"/>
    </w:pPr>
    <w:r>
      <w:rPr>
        <w:noProof/>
        <w:lang w:eastAsia="cs-CZ"/>
      </w:rPr>
      <mc:AlternateContent>
        <mc:Choice Requires="wps">
          <w:drawing>
            <wp:anchor distT="0" distB="0" distL="114300" distR="114300" simplePos="0" relativeHeight="251660288" behindDoc="0" locked="0" layoutInCell="1" allowOverlap="1" wp14:anchorId="683EC6C3" wp14:editId="4B5C0B05">
              <wp:simplePos x="0" y="0"/>
              <wp:positionH relativeFrom="page">
                <wp:posOffset>5904865</wp:posOffset>
              </wp:positionH>
              <wp:positionV relativeFrom="page">
                <wp:posOffset>9980295</wp:posOffset>
              </wp:positionV>
              <wp:extent cx="629920" cy="151130"/>
              <wp:effectExtent l="0" t="0" r="0" b="1270"/>
              <wp:wrapNone/>
              <wp:docPr id="8" name="Textové pol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10CE8BBE" w14:textId="79A52659"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E0287">
                            <w:rPr>
                              <w:rStyle w:val="slostrnky"/>
                              <w:noProof/>
                            </w:rPr>
                            <w:t>6</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BE0287">
                            <w:rPr>
                              <w:rStyle w:val="slostrnky"/>
                              <w:noProof/>
                            </w:rPr>
                            <w:t>22</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3EC6C3" id="_x0000_t202" coordsize="21600,21600" o:spt="202" path="m,l,21600r21600,l21600,xe">
              <v:stroke joinstyle="miter"/>
              <v:path gradientshapeok="t" o:connecttype="rect"/>
            </v:shapetype>
            <v:shape id="Textové pole 8" o:spid="_x0000_s1034" type="#_x0000_t202" style="position:absolute;margin-left:464.95pt;margin-top:785.85pt;width:49.6pt;height:11.9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" filled="f" stroked="f" strokeweight=".5pt">
              <v:textbox inset="0,0,0,0">
                <w:txbxContent>
                  <w:p w14:paraId="10CE8BBE" w14:textId="79A52659"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E0287">
                      <w:rPr>
                        <w:rStyle w:val="slostrnky"/>
                        <w:noProof/>
                      </w:rPr>
                      <w:t>6</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BE0287">
                      <w:rPr>
                        <w:rStyle w:val="slostrnky"/>
                        <w:noProof/>
                      </w:rPr>
                      <w:t>22</w:t>
                    </w:r>
                    <w:r>
                      <w:rPr>
                        <w:rStyle w:val="slostrnky"/>
                        <w:noProof/>
                      </w:rPr>
                      <w:fldChar w:fldCharType="end"/>
                    </w:r>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C4BD4" w14:textId="77777777" w:rsidR="0002133B" w:rsidRPr="00B5596D" w:rsidRDefault="0002133B" w:rsidP="001846F4">
    <w:pPr>
      <w:pStyle w:val="Zpat"/>
    </w:pPr>
    <w:r>
      <w:rPr>
        <w:noProof/>
        <w:lang w:eastAsia="cs-CZ"/>
      </w:rPr>
      <mc:AlternateContent>
        <mc:Choice Requires="wps">
          <w:drawing>
            <wp:anchor distT="0" distB="0" distL="114300" distR="114300" simplePos="0" relativeHeight="251661312" behindDoc="0" locked="0" layoutInCell="1" allowOverlap="1" wp14:anchorId="5D6C6F2E" wp14:editId="23F20E8E">
              <wp:simplePos x="0" y="0"/>
              <wp:positionH relativeFrom="page">
                <wp:posOffset>5904865</wp:posOffset>
              </wp:positionH>
              <wp:positionV relativeFrom="page">
                <wp:posOffset>9980295</wp:posOffset>
              </wp:positionV>
              <wp:extent cx="629920" cy="151130"/>
              <wp:effectExtent l="0" t="0" r="0" b="1270"/>
              <wp:wrapNone/>
              <wp:docPr id="5" name="Textové pol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txbx>
                      <w:txbxContent>
                        <w:p w14:paraId="03F98773" w14:textId="191F1608"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E0287">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BE0287">
                            <w:rPr>
                              <w:rStyle w:val="slostrnky"/>
                              <w:noProof/>
                            </w:rPr>
                            <w:t>22</w:t>
                          </w:r>
                          <w:r>
                            <w:rPr>
                              <w:rStyle w:val="slostrnky"/>
                              <w:noProof/>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6C6F2E" id="_x0000_t202" coordsize="21600,21600" o:spt="202" path="m,l,21600r21600,l21600,xe">
              <v:stroke joinstyle="miter"/>
              <v:path gradientshapeok="t" o:connecttype="rect"/>
            </v:shapetype>
            <v:shape id="Textové pole 5" o:spid="_x0000_s1036"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" filled="f" stroked="f" strokeweight=".5pt">
              <v:textbox inset="0,0,0,0">
                <w:txbxContent>
                  <w:p w14:paraId="03F98773" w14:textId="191F1608" w:rsidR="0002133B" w:rsidRPr="00727BE2" w:rsidRDefault="0002133B" w:rsidP="001846F4">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BE0287">
                      <w:rPr>
                        <w:rStyle w:val="slostrnky"/>
                        <w:noProof/>
                      </w:rPr>
                      <w:t>1</w:t>
                    </w:r>
                    <w:r w:rsidRPr="00727BE2">
                      <w:rPr>
                        <w:rStyle w:val="slostrnky"/>
                      </w:rPr>
                      <w:fldChar w:fldCharType="end"/>
                    </w:r>
                    <w:r w:rsidRPr="00727BE2">
                      <w:rPr>
                        <w:rStyle w:val="slostrnky"/>
                      </w:rPr>
                      <w:t xml:space="preserve"> / </w:t>
                    </w:r>
                    <w:r>
                      <w:rPr>
                        <w:rStyle w:val="slostrnky"/>
                        <w:noProof/>
                      </w:rPr>
                      <w:fldChar w:fldCharType="begin"/>
                    </w:r>
                    <w:r>
                      <w:rPr>
                        <w:rStyle w:val="slostrnky"/>
                        <w:noProof/>
                      </w:rPr>
                      <w:instrText xml:space="preserve"> NUMPAGES   \* MERGEFORMAT </w:instrText>
                    </w:r>
                    <w:r>
                      <w:rPr>
                        <w:rStyle w:val="slostrnky"/>
                        <w:noProof/>
                      </w:rPr>
                      <w:fldChar w:fldCharType="separate"/>
                    </w:r>
                    <w:r w:rsidR="00BE0287">
                      <w:rPr>
                        <w:rStyle w:val="slostrnky"/>
                        <w:noProof/>
                      </w:rPr>
                      <w:t>22</w:t>
                    </w:r>
                    <w:r>
                      <w:rPr>
                        <w:rStyle w:val="slostrnky"/>
                        <w:noProof/>
                      </w:rPr>
                      <w:fldChar w:fldCharType="end"/>
                    </w:r>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0D9E3F" w14:textId="77777777" w:rsidR="00CC6A4A" w:rsidRDefault="00CC6A4A">
      <w:pPr>
        <w:spacing w:line="240" w:lineRule="auto"/>
      </w:pPr>
      <w:r>
        <w:separator/>
      </w:r>
    </w:p>
  </w:footnote>
  <w:footnote w:type="continuationSeparator" w:id="0">
    <w:p w14:paraId="7849E49A" w14:textId="77777777" w:rsidR="00CC6A4A" w:rsidRDefault="00CC6A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E8DDD1" w14:textId="77777777" w:rsidR="0002133B" w:rsidRDefault="0002133B">
    <w:pPr>
      <w:pStyle w:val="Zhlav"/>
    </w:pPr>
    <w:r>
      <w:rPr>
        <w:noProof/>
        <w:lang w:eastAsia="cs-CZ"/>
      </w:rPr>
      <w:drawing>
        <wp:anchor distT="0" distB="0" distL="114300" distR="114300" simplePos="0" relativeHeight="251663360" behindDoc="0" locked="1" layoutInCell="1" allowOverlap="1" wp14:anchorId="6191889E" wp14:editId="2732F070">
          <wp:simplePos x="0" y="0"/>
          <wp:positionH relativeFrom="page">
            <wp:posOffset>582295</wp:posOffset>
          </wp:positionH>
          <wp:positionV relativeFrom="page">
            <wp:posOffset>380365</wp:posOffset>
          </wp:positionV>
          <wp:extent cx="1842770" cy="395605"/>
          <wp:effectExtent l="0" t="0" r="5080" b="4445"/>
          <wp:wrapNone/>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760DA8" w14:textId="77777777" w:rsidR="0002133B" w:rsidRDefault="0002133B" w:rsidP="001846F4">
    <w:pPr>
      <w:pStyle w:val="Zhlav"/>
      <w:spacing w:after="1380"/>
    </w:pPr>
    <w:r>
      <w:rPr>
        <w:noProof/>
        <w:lang w:eastAsia="cs-CZ"/>
      </w:rPr>
      <mc:AlternateContent>
        <mc:Choice Requires="wps">
          <w:drawing>
            <wp:anchor distT="0" distB="0" distL="114300" distR="114300" simplePos="0" relativeHeight="251662336" behindDoc="0" locked="0" layoutInCell="1" allowOverlap="1" wp14:anchorId="251F930A" wp14:editId="4758A067">
              <wp:simplePos x="0" y="0"/>
              <wp:positionH relativeFrom="page">
                <wp:posOffset>1019175</wp:posOffset>
              </wp:positionH>
              <wp:positionV relativeFrom="page">
                <wp:posOffset>1036955</wp:posOffset>
              </wp:positionV>
              <wp:extent cx="1710055" cy="306070"/>
              <wp:effectExtent l="0" t="0" r="4445" b="0"/>
              <wp:wrapNone/>
              <wp:docPr id="13" name="Textové pol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txbx>
                      <w:txbxContent>
                        <w:p w14:paraId="77C0922E" w14:textId="77777777" w:rsidR="0002133B" w:rsidRPr="00321BCC" w:rsidRDefault="0002133B" w:rsidP="001846F4">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1F930A" id="_x0000_t202" coordsize="21600,21600" o:spt="202" path="m,l,21600r21600,l21600,xe">
              <v:stroke joinstyle="miter"/>
              <v:path gradientshapeok="t" o:connecttype="rect"/>
            </v:shapetype>
            <v:shape id="Textové pole 13" o:spid="_x0000_s1035" type="#_x0000_t202" style="position:absolute;margin-left:80.25pt;margin-top:81.65pt;width:134.65pt;height:24.1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" filled="f" stroked="f" strokeweight="1pt">
              <v:textbox inset="0,0,0,0">
                <w:txbxContent>
                  <w:p w14:paraId="77C0922E" w14:textId="77777777" w:rsidR="0002133B" w:rsidRPr="00321BCC" w:rsidRDefault="0002133B" w:rsidP="001846F4">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9264" behindDoc="0" locked="1" layoutInCell="1" allowOverlap="1" wp14:anchorId="2E0E6AFB" wp14:editId="7A2AF7AC">
          <wp:simplePos x="0" y="0"/>
          <wp:positionH relativeFrom="page">
            <wp:posOffset>629920</wp:posOffset>
          </wp:positionH>
          <wp:positionV relativeFrom="page">
            <wp:posOffset>622935</wp:posOffset>
          </wp:positionV>
          <wp:extent cx="1843405" cy="396240"/>
          <wp:effectExtent l="0" t="0" r="4445" b="381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 w15:restartNumberingAfterBreak="0">
    <w:nsid w:val="14AB10C7"/>
    <w:multiLevelType w:val="hybridMultilevel"/>
    <w:tmpl w:val="D47E6EF4"/>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3" w15:restartNumberingAfterBreak="0">
    <w:nsid w:val="2130610E"/>
    <w:multiLevelType w:val="hybridMultilevel"/>
    <w:tmpl w:val="BC5CCE70"/>
    <w:lvl w:ilvl="0" w:tplc="FF4487EA">
      <w:numFmt w:val="bullet"/>
      <w:lvlText w:val="-"/>
      <w:lvlJc w:val="left"/>
      <w:pPr>
        <w:ind w:left="720" w:hanging="360"/>
      </w:pPr>
      <w:rPr>
        <w:rFonts w:ascii="Arial" w:eastAsiaTheme="minorHAnsi"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26EC5395"/>
    <w:multiLevelType w:val="hybridMultilevel"/>
    <w:tmpl w:val="80909F68"/>
    <w:lvl w:ilvl="0" w:tplc="BC98BB0E">
      <w:start w:val="1"/>
      <w:numFmt w:val="bullet"/>
      <w:lvlText w:val="-"/>
      <w:lvlJc w:val="left"/>
      <w:pPr>
        <w:ind w:left="720" w:hanging="360"/>
      </w:pPr>
      <w:rPr>
        <w:rFonts w:ascii="Arial" w:eastAsia="Times New Roman" w:hAnsi="Arial" w:cs="Arial" w:hint="default"/>
        <w:b w:val="0"/>
        <w:sz w:val="20"/>
        <w:szCs w:val="20"/>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2244F10"/>
    <w:multiLevelType w:val="multilevel"/>
    <w:tmpl w:val="C2A02212"/>
    <w:numStyleLink w:val="List-Contract"/>
  </w:abstractNum>
  <w:abstractNum w:abstractNumId="6" w15:restartNumberingAfterBreak="0">
    <w:nsid w:val="3A516486"/>
    <w:multiLevelType w:val="hybridMultilevel"/>
    <w:tmpl w:val="556C701E"/>
    <w:lvl w:ilvl="0" w:tplc="04050001">
      <w:start w:val="1"/>
      <w:numFmt w:val="bullet"/>
      <w:lvlText w:val=""/>
      <w:lvlJc w:val="left"/>
      <w:pPr>
        <w:ind w:left="984" w:hanging="360"/>
      </w:pPr>
      <w:rPr>
        <w:rFonts w:ascii="Symbol" w:hAnsi="Symbol" w:hint="default"/>
      </w:rPr>
    </w:lvl>
    <w:lvl w:ilvl="1" w:tplc="04050003" w:tentative="1">
      <w:start w:val="1"/>
      <w:numFmt w:val="bullet"/>
      <w:lvlText w:val="o"/>
      <w:lvlJc w:val="left"/>
      <w:pPr>
        <w:ind w:left="1704" w:hanging="360"/>
      </w:pPr>
      <w:rPr>
        <w:rFonts w:ascii="Courier New" w:hAnsi="Courier New" w:cs="Courier New" w:hint="default"/>
      </w:rPr>
    </w:lvl>
    <w:lvl w:ilvl="2" w:tplc="04050005" w:tentative="1">
      <w:start w:val="1"/>
      <w:numFmt w:val="bullet"/>
      <w:lvlText w:val=""/>
      <w:lvlJc w:val="left"/>
      <w:pPr>
        <w:ind w:left="2424" w:hanging="360"/>
      </w:pPr>
      <w:rPr>
        <w:rFonts w:ascii="Wingdings" w:hAnsi="Wingdings" w:hint="default"/>
      </w:rPr>
    </w:lvl>
    <w:lvl w:ilvl="3" w:tplc="04050001" w:tentative="1">
      <w:start w:val="1"/>
      <w:numFmt w:val="bullet"/>
      <w:lvlText w:val=""/>
      <w:lvlJc w:val="left"/>
      <w:pPr>
        <w:ind w:left="3144" w:hanging="360"/>
      </w:pPr>
      <w:rPr>
        <w:rFonts w:ascii="Symbol" w:hAnsi="Symbol" w:hint="default"/>
      </w:rPr>
    </w:lvl>
    <w:lvl w:ilvl="4" w:tplc="04050003" w:tentative="1">
      <w:start w:val="1"/>
      <w:numFmt w:val="bullet"/>
      <w:lvlText w:val="o"/>
      <w:lvlJc w:val="left"/>
      <w:pPr>
        <w:ind w:left="3864" w:hanging="360"/>
      </w:pPr>
      <w:rPr>
        <w:rFonts w:ascii="Courier New" w:hAnsi="Courier New" w:cs="Courier New" w:hint="default"/>
      </w:rPr>
    </w:lvl>
    <w:lvl w:ilvl="5" w:tplc="04050005" w:tentative="1">
      <w:start w:val="1"/>
      <w:numFmt w:val="bullet"/>
      <w:lvlText w:val=""/>
      <w:lvlJc w:val="left"/>
      <w:pPr>
        <w:ind w:left="4584" w:hanging="360"/>
      </w:pPr>
      <w:rPr>
        <w:rFonts w:ascii="Wingdings" w:hAnsi="Wingdings" w:hint="default"/>
      </w:rPr>
    </w:lvl>
    <w:lvl w:ilvl="6" w:tplc="04050001" w:tentative="1">
      <w:start w:val="1"/>
      <w:numFmt w:val="bullet"/>
      <w:lvlText w:val=""/>
      <w:lvlJc w:val="left"/>
      <w:pPr>
        <w:ind w:left="5304" w:hanging="360"/>
      </w:pPr>
      <w:rPr>
        <w:rFonts w:ascii="Symbol" w:hAnsi="Symbol" w:hint="default"/>
      </w:rPr>
    </w:lvl>
    <w:lvl w:ilvl="7" w:tplc="04050003" w:tentative="1">
      <w:start w:val="1"/>
      <w:numFmt w:val="bullet"/>
      <w:lvlText w:val="o"/>
      <w:lvlJc w:val="left"/>
      <w:pPr>
        <w:ind w:left="6024" w:hanging="360"/>
      </w:pPr>
      <w:rPr>
        <w:rFonts w:ascii="Courier New" w:hAnsi="Courier New" w:cs="Courier New" w:hint="default"/>
      </w:rPr>
    </w:lvl>
    <w:lvl w:ilvl="8" w:tplc="04050005" w:tentative="1">
      <w:start w:val="1"/>
      <w:numFmt w:val="bullet"/>
      <w:lvlText w:val=""/>
      <w:lvlJc w:val="left"/>
      <w:pPr>
        <w:ind w:left="6744" w:hanging="360"/>
      </w:pPr>
      <w:rPr>
        <w:rFonts w:ascii="Wingdings" w:hAnsi="Wingdings" w:hint="default"/>
      </w:rPr>
    </w:lvl>
  </w:abstractNum>
  <w:abstractNum w:abstractNumId="7" w15:restartNumberingAfterBreak="0">
    <w:nsid w:val="40581F66"/>
    <w:multiLevelType w:val="multilevel"/>
    <w:tmpl w:val="9B9E9D8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69A78BB"/>
    <w:multiLevelType w:val="hybridMultilevel"/>
    <w:tmpl w:val="2BAA7346"/>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795F0B39"/>
    <w:multiLevelType w:val="hybridMultilevel"/>
    <w:tmpl w:val="96A81D0E"/>
    <w:lvl w:ilvl="0" w:tplc="736219CA">
      <w:start w:val="1"/>
      <w:numFmt w:val="lowerLetter"/>
      <w:lvlText w:val="%1)"/>
      <w:lvlJc w:val="left"/>
      <w:pPr>
        <w:ind w:left="720" w:hanging="360"/>
      </w:pPr>
      <w:rPr>
        <w:rFonts w:ascii="Arial" w:eastAsia="Calibri" w:hAnsi="Arial" w:cs="Times New Roman"/>
      </w:rPr>
    </w:lvl>
    <w:lvl w:ilvl="1" w:tplc="D31465DA" w:tentative="1">
      <w:start w:val="1"/>
      <w:numFmt w:val="lowerLetter"/>
      <w:lvlText w:val="%2."/>
      <w:lvlJc w:val="left"/>
      <w:pPr>
        <w:ind w:left="1440" w:hanging="360"/>
      </w:pPr>
    </w:lvl>
    <w:lvl w:ilvl="2" w:tplc="B97EA648" w:tentative="1">
      <w:start w:val="1"/>
      <w:numFmt w:val="lowerRoman"/>
      <w:lvlText w:val="%3."/>
      <w:lvlJc w:val="right"/>
      <w:pPr>
        <w:ind w:left="2160" w:hanging="180"/>
      </w:pPr>
    </w:lvl>
    <w:lvl w:ilvl="3" w:tplc="BA469D2E" w:tentative="1">
      <w:start w:val="1"/>
      <w:numFmt w:val="decimal"/>
      <w:lvlText w:val="%4."/>
      <w:lvlJc w:val="left"/>
      <w:pPr>
        <w:ind w:left="2880" w:hanging="360"/>
      </w:pPr>
    </w:lvl>
    <w:lvl w:ilvl="4" w:tplc="693A6150" w:tentative="1">
      <w:start w:val="1"/>
      <w:numFmt w:val="lowerLetter"/>
      <w:lvlText w:val="%5."/>
      <w:lvlJc w:val="left"/>
      <w:pPr>
        <w:ind w:left="3600" w:hanging="360"/>
      </w:pPr>
    </w:lvl>
    <w:lvl w:ilvl="5" w:tplc="B1B02F22" w:tentative="1">
      <w:start w:val="1"/>
      <w:numFmt w:val="lowerRoman"/>
      <w:lvlText w:val="%6."/>
      <w:lvlJc w:val="right"/>
      <w:pPr>
        <w:ind w:left="4320" w:hanging="180"/>
      </w:pPr>
    </w:lvl>
    <w:lvl w:ilvl="6" w:tplc="7C8EEE16" w:tentative="1">
      <w:start w:val="1"/>
      <w:numFmt w:val="decimal"/>
      <w:lvlText w:val="%7."/>
      <w:lvlJc w:val="left"/>
      <w:pPr>
        <w:ind w:left="5040" w:hanging="360"/>
      </w:pPr>
    </w:lvl>
    <w:lvl w:ilvl="7" w:tplc="44EEB0D4" w:tentative="1">
      <w:start w:val="1"/>
      <w:numFmt w:val="lowerLetter"/>
      <w:lvlText w:val="%8."/>
      <w:lvlJc w:val="left"/>
      <w:pPr>
        <w:ind w:left="5760" w:hanging="360"/>
      </w:pPr>
    </w:lvl>
    <w:lvl w:ilvl="8" w:tplc="6C9C233A" w:tentative="1">
      <w:start w:val="1"/>
      <w:numFmt w:val="lowerRoman"/>
      <w:lvlText w:val="%9."/>
      <w:lvlJc w:val="right"/>
      <w:pPr>
        <w:ind w:left="6480" w:hanging="180"/>
      </w:pPr>
    </w:lvl>
  </w:abstractNum>
  <w:num w:numId="1">
    <w:abstractNumId w:val="0"/>
  </w:num>
  <w:num w:numId="2">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
    <w:abstractNumId w:val="8"/>
  </w:num>
  <w:num w:numId="5">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7">
    <w:abstractNumId w:val="6"/>
  </w:num>
  <w:num w:numId="8">
    <w:abstractNumId w:val="2"/>
  </w:num>
  <w:num w:numId="9">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0">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1">
    <w:abstractNumId w:val="5"/>
    <w:lvlOverride w:ilvl="0">
      <w:startOverride w:val="7"/>
    </w:lvlOverride>
    <w:lvlOverride w:ilvl="1">
      <w:startOverride w:val="1"/>
    </w:lvlOverride>
    <w:lvlOverride w:ilvl="2">
      <w:startOverride w:val="1"/>
    </w:lvlOverride>
    <w:lvlOverride w:ilvl="3"/>
    <w:lvlOverride w:ilvl="4"/>
    <w:lvlOverride w:ilvl="5"/>
    <w:lvlOverride w:ilvl="6"/>
    <w:lvlOverride w:ilvl="7"/>
    <w:lvlOverride w:ilvl="8"/>
  </w:num>
  <w:num w:numId="12">
    <w:abstractNumId w:val="5"/>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13">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ascii="Arial" w:hAnsi="Arial" w:cs="Arial" w:hint="default"/>
          <w:b w:val="0"/>
        </w:rPr>
      </w:lvl>
    </w:lvlOverride>
    <w:lvlOverride w:ilvl="2">
      <w:lvl w:ilvl="2">
        <w:start w:val="1"/>
        <w:numFmt w:val="lowerLetter"/>
        <w:pStyle w:val="ListLetter-ContractCzechRadio"/>
        <w:lvlText w:val="%3)"/>
        <w:lvlJc w:val="left"/>
        <w:pPr>
          <w:ind w:left="624"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4">
    <w:abstractNumId w:val="9"/>
  </w:num>
  <w:num w:numId="15">
    <w:abstractNumId w:val="4"/>
  </w:num>
  <w:num w:numId="16">
    <w:abstractNumId w:val="7"/>
  </w:num>
  <w:num w:numId="17">
    <w:abstractNumId w:val="5"/>
    <w:lvlOverride w:ilvl="0">
      <w:startOverride w:val="9"/>
      <w:lvl w:ilvl="0">
        <w:start w:val="9"/>
        <w:numFmt w:val="upperRoman"/>
        <w:pStyle w:val="Heading-Number-ContractCzechRadio"/>
        <w:suff w:val="space"/>
        <w:lvlText w:val="%1."/>
        <w:lvlJc w:val="left"/>
        <w:pPr>
          <w:ind w:left="0" w:firstLine="0"/>
        </w:pPr>
        <w:rPr>
          <w:rFonts w:hint="default"/>
        </w:rPr>
      </w:lvl>
    </w:lvlOverride>
  </w:num>
  <w:num w:numId="18">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454" w:hanging="312"/>
        </w:pPr>
        <w:rPr>
          <w:rFonts w:hint="default"/>
          <w:b w:val="0"/>
          <w:sz w:val="20"/>
          <w:szCs w:val="2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lowerLetter"/>
        <w:lvlText w:val="%4)"/>
        <w:lvlJc w:val="left"/>
        <w:pPr>
          <w:ind w:left="936" w:hanging="312"/>
        </w:pPr>
        <w:rPr>
          <w:rFonts w:ascii="Arial" w:eastAsia="Calibri" w:hAnsi="Arial" w:cs="Times New Roman"/>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9">
    <w:abstractNumId w:val="3"/>
  </w:num>
  <w:num w:numId="20">
    <w:abstractNumId w:val="1"/>
  </w:num>
  <w:num w:numId="21">
    <w:abstractNumId w:val="5"/>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8393" w:hanging="312"/>
        </w:pPr>
        <w:rPr>
          <w:rFonts w:hint="default"/>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1352"/>
    <w:rsid w:val="0002133B"/>
    <w:rsid w:val="00035488"/>
    <w:rsid w:val="00037D91"/>
    <w:rsid w:val="000449B5"/>
    <w:rsid w:val="00064F80"/>
    <w:rsid w:val="0008163F"/>
    <w:rsid w:val="000C6E66"/>
    <w:rsid w:val="000E032A"/>
    <w:rsid w:val="000E2D78"/>
    <w:rsid w:val="000F4E4F"/>
    <w:rsid w:val="00100EB6"/>
    <w:rsid w:val="001045E9"/>
    <w:rsid w:val="00114C46"/>
    <w:rsid w:val="00120E2D"/>
    <w:rsid w:val="00132CE2"/>
    <w:rsid w:val="00137F76"/>
    <w:rsid w:val="00137FF5"/>
    <w:rsid w:val="001570AF"/>
    <w:rsid w:val="00175B82"/>
    <w:rsid w:val="001775AF"/>
    <w:rsid w:val="00180C86"/>
    <w:rsid w:val="001846F4"/>
    <w:rsid w:val="0019403F"/>
    <w:rsid w:val="001C4FF8"/>
    <w:rsid w:val="001C7F3F"/>
    <w:rsid w:val="001E1B75"/>
    <w:rsid w:val="001E2A33"/>
    <w:rsid w:val="0021606C"/>
    <w:rsid w:val="00237942"/>
    <w:rsid w:val="0026135F"/>
    <w:rsid w:val="0026418A"/>
    <w:rsid w:val="0026716D"/>
    <w:rsid w:val="002712F0"/>
    <w:rsid w:val="00284DEB"/>
    <w:rsid w:val="002B242E"/>
    <w:rsid w:val="002C2BDB"/>
    <w:rsid w:val="002E571A"/>
    <w:rsid w:val="00313C8B"/>
    <w:rsid w:val="00322A3C"/>
    <w:rsid w:val="00331B4A"/>
    <w:rsid w:val="0034158D"/>
    <w:rsid w:val="003442F0"/>
    <w:rsid w:val="0034778A"/>
    <w:rsid w:val="00367302"/>
    <w:rsid w:val="00395F51"/>
    <w:rsid w:val="003A3697"/>
    <w:rsid w:val="003B0B7F"/>
    <w:rsid w:val="003B576F"/>
    <w:rsid w:val="003C3567"/>
    <w:rsid w:val="003C6AFC"/>
    <w:rsid w:val="003C6C92"/>
    <w:rsid w:val="003C73D3"/>
    <w:rsid w:val="003D76A0"/>
    <w:rsid w:val="003E44CA"/>
    <w:rsid w:val="003F2B2F"/>
    <w:rsid w:val="00401352"/>
    <w:rsid w:val="0042043A"/>
    <w:rsid w:val="00432A3E"/>
    <w:rsid w:val="0049137F"/>
    <w:rsid w:val="00492578"/>
    <w:rsid w:val="004A2CEC"/>
    <w:rsid w:val="004A3B4F"/>
    <w:rsid w:val="004C0F00"/>
    <w:rsid w:val="004C6DEA"/>
    <w:rsid w:val="004D0231"/>
    <w:rsid w:val="004D065A"/>
    <w:rsid w:val="004E679A"/>
    <w:rsid w:val="004E6D4B"/>
    <w:rsid w:val="005236EB"/>
    <w:rsid w:val="005267F9"/>
    <w:rsid w:val="005330D9"/>
    <w:rsid w:val="00546068"/>
    <w:rsid w:val="0055504B"/>
    <w:rsid w:val="005628A2"/>
    <w:rsid w:val="00567A01"/>
    <w:rsid w:val="00570046"/>
    <w:rsid w:val="00574C40"/>
    <w:rsid w:val="00576A8A"/>
    <w:rsid w:val="00584F8E"/>
    <w:rsid w:val="005877A4"/>
    <w:rsid w:val="00594E6B"/>
    <w:rsid w:val="005A56D1"/>
    <w:rsid w:val="005D61EE"/>
    <w:rsid w:val="005F7948"/>
    <w:rsid w:val="0060044D"/>
    <w:rsid w:val="00600693"/>
    <w:rsid w:val="00642081"/>
    <w:rsid w:val="0064364F"/>
    <w:rsid w:val="0067350B"/>
    <w:rsid w:val="00687D62"/>
    <w:rsid w:val="006921BC"/>
    <w:rsid w:val="006B2D97"/>
    <w:rsid w:val="006C67FF"/>
    <w:rsid w:val="00701DC5"/>
    <w:rsid w:val="0071437E"/>
    <w:rsid w:val="00714E30"/>
    <w:rsid w:val="00724170"/>
    <w:rsid w:val="007251A4"/>
    <w:rsid w:val="007458AD"/>
    <w:rsid w:val="00751DCE"/>
    <w:rsid w:val="007549E1"/>
    <w:rsid w:val="00771F93"/>
    <w:rsid w:val="0077723C"/>
    <w:rsid w:val="00791AE8"/>
    <w:rsid w:val="0079613D"/>
    <w:rsid w:val="007A258D"/>
    <w:rsid w:val="007A639C"/>
    <w:rsid w:val="007F0710"/>
    <w:rsid w:val="007F433C"/>
    <w:rsid w:val="00804A81"/>
    <w:rsid w:val="008142DF"/>
    <w:rsid w:val="00826E97"/>
    <w:rsid w:val="00862457"/>
    <w:rsid w:val="00890403"/>
    <w:rsid w:val="00893DFF"/>
    <w:rsid w:val="008E3312"/>
    <w:rsid w:val="008F050E"/>
    <w:rsid w:val="00901A89"/>
    <w:rsid w:val="00912237"/>
    <w:rsid w:val="009133A9"/>
    <w:rsid w:val="00922B4A"/>
    <w:rsid w:val="00922C24"/>
    <w:rsid w:val="009343C0"/>
    <w:rsid w:val="0094039A"/>
    <w:rsid w:val="00944DEF"/>
    <w:rsid w:val="00957012"/>
    <w:rsid w:val="009946AC"/>
    <w:rsid w:val="009A06E6"/>
    <w:rsid w:val="009B5C33"/>
    <w:rsid w:val="009C38EA"/>
    <w:rsid w:val="009F05BC"/>
    <w:rsid w:val="009F7E94"/>
    <w:rsid w:val="00A35DB2"/>
    <w:rsid w:val="00A442B2"/>
    <w:rsid w:val="00A47DC9"/>
    <w:rsid w:val="00A47E0D"/>
    <w:rsid w:val="00A50064"/>
    <w:rsid w:val="00A52DAF"/>
    <w:rsid w:val="00A71110"/>
    <w:rsid w:val="00A74EDF"/>
    <w:rsid w:val="00AA4DF7"/>
    <w:rsid w:val="00AA7347"/>
    <w:rsid w:val="00AC41BC"/>
    <w:rsid w:val="00AC7971"/>
    <w:rsid w:val="00B0675E"/>
    <w:rsid w:val="00B1030A"/>
    <w:rsid w:val="00B265E0"/>
    <w:rsid w:val="00B320A3"/>
    <w:rsid w:val="00B36F14"/>
    <w:rsid w:val="00B54D0D"/>
    <w:rsid w:val="00B645FC"/>
    <w:rsid w:val="00B9410A"/>
    <w:rsid w:val="00BD07BF"/>
    <w:rsid w:val="00BD23B5"/>
    <w:rsid w:val="00BD24A2"/>
    <w:rsid w:val="00BD4BB5"/>
    <w:rsid w:val="00BE0287"/>
    <w:rsid w:val="00C17163"/>
    <w:rsid w:val="00C55D78"/>
    <w:rsid w:val="00C61568"/>
    <w:rsid w:val="00C645D5"/>
    <w:rsid w:val="00C7528B"/>
    <w:rsid w:val="00C77659"/>
    <w:rsid w:val="00C84E58"/>
    <w:rsid w:val="00C86E06"/>
    <w:rsid w:val="00CB0947"/>
    <w:rsid w:val="00CC2C8E"/>
    <w:rsid w:val="00CC6A4A"/>
    <w:rsid w:val="00CD6573"/>
    <w:rsid w:val="00CE3064"/>
    <w:rsid w:val="00D30294"/>
    <w:rsid w:val="00D37E9A"/>
    <w:rsid w:val="00D5159A"/>
    <w:rsid w:val="00D6039F"/>
    <w:rsid w:val="00D64DD2"/>
    <w:rsid w:val="00D70C67"/>
    <w:rsid w:val="00D76884"/>
    <w:rsid w:val="00D85C84"/>
    <w:rsid w:val="00DC13C6"/>
    <w:rsid w:val="00DD4522"/>
    <w:rsid w:val="00DD4DE2"/>
    <w:rsid w:val="00DE7AE5"/>
    <w:rsid w:val="00E01450"/>
    <w:rsid w:val="00E04DC5"/>
    <w:rsid w:val="00E4087A"/>
    <w:rsid w:val="00E42F0D"/>
    <w:rsid w:val="00E66D4D"/>
    <w:rsid w:val="00E81FDB"/>
    <w:rsid w:val="00E91C85"/>
    <w:rsid w:val="00EA0940"/>
    <w:rsid w:val="00EA3CBE"/>
    <w:rsid w:val="00EB4EBB"/>
    <w:rsid w:val="00EE3A49"/>
    <w:rsid w:val="00F01183"/>
    <w:rsid w:val="00F0587D"/>
    <w:rsid w:val="00F357B1"/>
    <w:rsid w:val="00F41083"/>
    <w:rsid w:val="00F44D9D"/>
    <w:rsid w:val="00F51D7A"/>
    <w:rsid w:val="00F54A35"/>
    <w:rsid w:val="00F67A42"/>
    <w:rsid w:val="00F753E7"/>
    <w:rsid w:val="00FA1866"/>
    <w:rsid w:val="00FA36AB"/>
    <w:rsid w:val="00FF0EA9"/>
    <w:rsid w:val="00FF6B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B33CEC"/>
  <w15:docId w15:val="{8FD2B610-BF93-4973-8770-F8F4ED22A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qFormat="1"/>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401352"/>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eastAsia="Calibri" w:hAnsi="Arial"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401352"/>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401352"/>
    <w:rPr>
      <w:rFonts w:ascii="Arial" w:eastAsia="Calibri" w:hAnsi="Arial" w:cs="Times New Roman"/>
      <w:sz w:val="15"/>
    </w:rPr>
  </w:style>
  <w:style w:type="paragraph" w:styleId="Zpat">
    <w:name w:val="footer"/>
    <w:aliases w:val="Footer (Czech Radio)"/>
    <w:basedOn w:val="Normln"/>
    <w:link w:val="ZpatChar"/>
    <w:uiPriority w:val="99"/>
    <w:unhideWhenUsed/>
    <w:rsid w:val="00401352"/>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01352"/>
    <w:rPr>
      <w:rFonts w:ascii="Arial" w:eastAsia="Calibri" w:hAnsi="Arial" w:cs="Times New Roman"/>
      <w:color w:val="000F37"/>
      <w:sz w:val="15"/>
    </w:rPr>
  </w:style>
  <w:style w:type="paragraph" w:styleId="Zvr">
    <w:name w:val="Closing"/>
    <w:aliases w:val="Closing (Czech Radio)"/>
    <w:basedOn w:val="Normln"/>
    <w:link w:val="ZvrChar"/>
    <w:uiPriority w:val="4"/>
    <w:rsid w:val="00401352"/>
    <w:pPr>
      <w:spacing w:before="750"/>
    </w:pPr>
  </w:style>
  <w:style w:type="character" w:customStyle="1" w:styleId="ZvrChar">
    <w:name w:val="Závěr Char"/>
    <w:aliases w:val="Closing (Czech Radio) Char"/>
    <w:basedOn w:val="Standardnpsmoodstavce"/>
    <w:link w:val="Zvr"/>
    <w:uiPriority w:val="4"/>
    <w:rsid w:val="00401352"/>
    <w:rPr>
      <w:rFonts w:ascii="Arial" w:eastAsia="Calibri" w:hAnsi="Arial" w:cs="Times New Roman"/>
      <w:sz w:val="20"/>
    </w:rPr>
  </w:style>
  <w:style w:type="character" w:styleId="slostrnky">
    <w:name w:val="page number"/>
    <w:aliases w:val="Page Number (Czech Radio)"/>
    <w:uiPriority w:val="99"/>
    <w:semiHidden/>
    <w:unhideWhenUsed/>
    <w:rsid w:val="00401352"/>
    <w:rPr>
      <w:sz w:val="17"/>
    </w:rPr>
  </w:style>
  <w:style w:type="character" w:styleId="Siln">
    <w:name w:val="Strong"/>
    <w:aliases w:val="Strong (Czech Radio)"/>
    <w:uiPriority w:val="6"/>
    <w:qFormat/>
    <w:rsid w:val="00401352"/>
    <w:rPr>
      <w:b/>
      <w:bCs/>
    </w:rPr>
  </w:style>
  <w:style w:type="paragraph" w:styleId="Nzev">
    <w:name w:val="Title"/>
    <w:aliases w:val="Title - Contract (Czech Radio)"/>
    <w:basedOn w:val="Normln"/>
    <w:next w:val="Normln"/>
    <w:link w:val="NzevChar"/>
    <w:uiPriority w:val="8"/>
    <w:rsid w:val="00401352"/>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401352"/>
    <w:rPr>
      <w:rFonts w:ascii="Arial" w:eastAsia="Calibri" w:hAnsi="Arial" w:cs="Times New Roman"/>
      <w:b/>
      <w:color w:val="000F37"/>
      <w:sz w:val="36"/>
    </w:rPr>
  </w:style>
  <w:style w:type="paragraph" w:customStyle="1" w:styleId="DocumentSubtitleCzechRadio">
    <w:name w:val="Document Subtitle (Czech Radio)"/>
    <w:basedOn w:val="Normln"/>
    <w:uiPriority w:val="3"/>
    <w:rsid w:val="00401352"/>
    <w:pPr>
      <w:spacing w:line="192" w:lineRule="exact"/>
      <w:jc w:val="right"/>
    </w:pPr>
    <w:rPr>
      <w:sz w:val="16"/>
    </w:rPr>
  </w:style>
  <w:style w:type="paragraph" w:customStyle="1" w:styleId="DocumentTitleCzechRadio">
    <w:name w:val="Document Title (Czech Radio)"/>
    <w:basedOn w:val="Normln"/>
    <w:uiPriority w:val="2"/>
    <w:rsid w:val="00401352"/>
    <w:pPr>
      <w:spacing w:line="336" w:lineRule="exact"/>
      <w:jc w:val="right"/>
    </w:pPr>
    <w:rPr>
      <w:b/>
      <w:color w:val="919191"/>
      <w:sz w:val="28"/>
    </w:rPr>
  </w:style>
  <w:style w:type="paragraph" w:customStyle="1" w:styleId="Logo-AdditionCzechRadio">
    <w:name w:val="Logo-Addition (Czech Radio)"/>
    <w:basedOn w:val="Normln"/>
    <w:uiPriority w:val="1"/>
    <w:rsid w:val="00401352"/>
    <w:pPr>
      <w:spacing w:line="226" w:lineRule="exact"/>
    </w:pPr>
    <w:rPr>
      <w:color w:val="000F37"/>
      <w:sz w:val="19"/>
    </w:rPr>
  </w:style>
  <w:style w:type="paragraph" w:customStyle="1" w:styleId="ListNumber-ContractCzechRadio">
    <w:name w:val="List Number - Contract (Czech Radio)"/>
    <w:basedOn w:val="Normln"/>
    <w:link w:val="ListNumber-ContractCzechRadioChar"/>
    <w:uiPriority w:val="13"/>
    <w:qFormat/>
    <w:rsid w:val="00401352"/>
    <w:pPr>
      <w:numPr>
        <w:ilvl w:val="1"/>
        <w:numId w:val="2"/>
      </w:numPr>
      <w:spacing w:after="250"/>
    </w:pPr>
  </w:style>
  <w:style w:type="paragraph" w:customStyle="1" w:styleId="ListLetter-ContractCzechRadio">
    <w:name w:val="List Letter - Contract (Czech Radio)"/>
    <w:basedOn w:val="Normln"/>
    <w:uiPriority w:val="15"/>
    <w:qFormat/>
    <w:rsid w:val="00401352"/>
    <w:pPr>
      <w:numPr>
        <w:ilvl w:val="2"/>
        <w:numId w:val="2"/>
      </w:numPr>
      <w:spacing w:after="250"/>
    </w:pPr>
  </w:style>
  <w:style w:type="paragraph" w:customStyle="1" w:styleId="SubjectSpecification-ContractCzechRadio">
    <w:name w:val="Subject Specification - Contract (Czech Radio)"/>
    <w:basedOn w:val="Normln"/>
    <w:uiPriority w:val="9"/>
    <w:rsid w:val="00401352"/>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401352"/>
    <w:rPr>
      <w:b/>
    </w:rPr>
  </w:style>
  <w:style w:type="paragraph" w:customStyle="1" w:styleId="Heading-Number-ContractCzechRadio">
    <w:name w:val="Heading-Number - Contract (Czech Radio)"/>
    <w:basedOn w:val="Normln"/>
    <w:next w:val="ListNumber-ContractCzechRadio"/>
    <w:uiPriority w:val="11"/>
    <w:qFormat/>
    <w:rsid w:val="00401352"/>
    <w:pPr>
      <w:keepNext/>
      <w:keepLines/>
      <w:numPr>
        <w:numId w:val="2"/>
      </w:numPr>
      <w:tabs>
        <w:tab w:val="left" w:pos="0"/>
      </w:tabs>
      <w:spacing w:before="250" w:after="250"/>
      <w:jc w:val="center"/>
      <w:outlineLvl w:val="0"/>
    </w:pPr>
    <w:rPr>
      <w:rFonts w:eastAsia="Times New Roman"/>
      <w:b/>
      <w:color w:val="000F37"/>
      <w:szCs w:val="26"/>
    </w:rPr>
  </w:style>
  <w:style w:type="numbering" w:customStyle="1" w:styleId="List-Contract">
    <w:name w:val="List - Contract"/>
    <w:uiPriority w:val="99"/>
    <w:rsid w:val="00401352"/>
    <w:pPr>
      <w:numPr>
        <w:numId w:val="1"/>
      </w:numPr>
    </w:pPr>
  </w:style>
  <w:style w:type="paragraph" w:styleId="Textbubliny">
    <w:name w:val="Balloon Text"/>
    <w:basedOn w:val="Normln"/>
    <w:link w:val="TextbublinyChar"/>
    <w:uiPriority w:val="99"/>
    <w:semiHidden/>
    <w:unhideWhenUsed/>
    <w:rsid w:val="0049137F"/>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9137F"/>
    <w:rPr>
      <w:rFonts w:ascii="Tahoma" w:eastAsia="Calibri" w:hAnsi="Tahoma" w:cs="Tahoma"/>
      <w:sz w:val="16"/>
      <w:szCs w:val="16"/>
    </w:rPr>
  </w:style>
  <w:style w:type="paragraph" w:styleId="slovanseznam">
    <w:name w:val="List Number"/>
    <w:aliases w:val="List Number (Czech Radio)"/>
    <w:basedOn w:val="Normln"/>
    <w:uiPriority w:val="13"/>
    <w:semiHidden/>
    <w:qFormat/>
    <w:rsid w:val="00DE7AE5"/>
    <w:pPr>
      <w:numPr>
        <w:numId w:val="8"/>
      </w:numPr>
      <w:contextualSpacing/>
    </w:pPr>
    <w:rPr>
      <w:rFonts w:eastAsiaTheme="minorHAnsi" w:cstheme="minorBidi"/>
    </w:rPr>
  </w:style>
  <w:style w:type="paragraph" w:styleId="slovanseznam2">
    <w:name w:val="List Number 2"/>
    <w:aliases w:val="List Number 2 (Czech Radio)"/>
    <w:basedOn w:val="Normln"/>
    <w:uiPriority w:val="14"/>
    <w:semiHidden/>
    <w:rsid w:val="00DE7AE5"/>
    <w:pPr>
      <w:numPr>
        <w:ilvl w:val="1"/>
        <w:numId w:val="8"/>
      </w:numPr>
      <w:tabs>
        <w:tab w:val="clear" w:pos="624"/>
      </w:tabs>
    </w:pPr>
    <w:rPr>
      <w:rFonts w:eastAsiaTheme="minorHAnsi" w:cstheme="minorBidi"/>
    </w:rPr>
  </w:style>
  <w:style w:type="paragraph" w:styleId="slovanseznam3">
    <w:name w:val="List Number 3"/>
    <w:aliases w:val="List Number 3 (Czech Radio)"/>
    <w:basedOn w:val="Normln"/>
    <w:uiPriority w:val="14"/>
    <w:semiHidden/>
    <w:rsid w:val="00DE7AE5"/>
    <w:pPr>
      <w:numPr>
        <w:ilvl w:val="2"/>
        <w:numId w:val="8"/>
      </w:numPr>
      <w:tabs>
        <w:tab w:val="clear" w:pos="1559"/>
      </w:tabs>
    </w:pPr>
    <w:rPr>
      <w:rFonts w:eastAsiaTheme="minorHAnsi" w:cstheme="minorBidi"/>
    </w:rPr>
  </w:style>
  <w:style w:type="paragraph" w:styleId="slovanseznam4">
    <w:name w:val="List Number 4"/>
    <w:aliases w:val="List Number 4 (Czech Radio)"/>
    <w:basedOn w:val="Normln"/>
    <w:uiPriority w:val="14"/>
    <w:semiHidden/>
    <w:rsid w:val="00DE7AE5"/>
    <w:pPr>
      <w:numPr>
        <w:ilvl w:val="3"/>
        <w:numId w:val="8"/>
      </w:numPr>
      <w:tabs>
        <w:tab w:val="clear" w:pos="2495"/>
        <w:tab w:val="clear" w:pos="2807"/>
      </w:tabs>
    </w:pPr>
    <w:rPr>
      <w:rFonts w:eastAsiaTheme="minorHAnsi" w:cstheme="minorBidi"/>
    </w:rPr>
  </w:style>
  <w:style w:type="paragraph" w:styleId="slovanseznam5">
    <w:name w:val="List Number 5"/>
    <w:aliases w:val="List Number 5 (Czech Radio)"/>
    <w:basedOn w:val="Normln"/>
    <w:uiPriority w:val="14"/>
    <w:semiHidden/>
    <w:rsid w:val="00DE7AE5"/>
    <w:pPr>
      <w:numPr>
        <w:ilvl w:val="4"/>
        <w:numId w:val="8"/>
      </w:numPr>
      <w:tabs>
        <w:tab w:val="clear" w:pos="3742"/>
      </w:tabs>
    </w:pPr>
    <w:rPr>
      <w:rFonts w:eastAsiaTheme="minorHAnsi" w:cstheme="minorBidi"/>
    </w:rPr>
  </w:style>
  <w:style w:type="numbering" w:customStyle="1" w:styleId="TextNumbering">
    <w:name w:val="Text Numbering"/>
    <w:uiPriority w:val="99"/>
    <w:rsid w:val="00DE7AE5"/>
    <w:pPr>
      <w:numPr>
        <w:numId w:val="8"/>
      </w:numPr>
    </w:pPr>
  </w:style>
  <w:style w:type="table" w:styleId="Mkatabulky">
    <w:name w:val="Table Grid"/>
    <w:basedOn w:val="Normlntabulka"/>
    <w:uiPriority w:val="39"/>
    <w:rsid w:val="00576A8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aliases w:val="Comment Reference (Czech Radio)"/>
    <w:basedOn w:val="Standardnpsmoodstavce"/>
    <w:uiPriority w:val="99"/>
    <w:unhideWhenUsed/>
    <w:rsid w:val="004D0231"/>
    <w:rPr>
      <w:sz w:val="16"/>
      <w:szCs w:val="16"/>
    </w:rPr>
  </w:style>
  <w:style w:type="paragraph" w:styleId="Textkomente">
    <w:name w:val="annotation text"/>
    <w:aliases w:val="Comment Text (Czech Radio)"/>
    <w:basedOn w:val="Normln"/>
    <w:link w:val="TextkomenteChar"/>
    <w:uiPriority w:val="99"/>
    <w:unhideWhenUsed/>
    <w:rsid w:val="004D0231"/>
    <w:pPr>
      <w:spacing w:line="240" w:lineRule="auto"/>
    </w:pPr>
    <w:rPr>
      <w:szCs w:val="20"/>
    </w:rPr>
  </w:style>
  <w:style w:type="character" w:customStyle="1" w:styleId="TextkomenteChar">
    <w:name w:val="Text komentáře Char"/>
    <w:aliases w:val="Comment Text (Czech Radio) Char"/>
    <w:basedOn w:val="Standardnpsmoodstavce"/>
    <w:link w:val="Textkomente"/>
    <w:uiPriority w:val="99"/>
    <w:rsid w:val="004D0231"/>
    <w:rPr>
      <w:rFonts w:ascii="Arial" w:eastAsia="Calibri" w:hAnsi="Arial" w:cs="Times New Roman"/>
      <w:sz w:val="20"/>
      <w:szCs w:val="20"/>
    </w:rPr>
  </w:style>
  <w:style w:type="paragraph" w:styleId="Pedmtkomente">
    <w:name w:val="annotation subject"/>
    <w:basedOn w:val="Textkomente"/>
    <w:next w:val="Textkomente"/>
    <w:link w:val="PedmtkomenteChar"/>
    <w:uiPriority w:val="99"/>
    <w:semiHidden/>
    <w:unhideWhenUsed/>
    <w:rsid w:val="004D0231"/>
    <w:rPr>
      <w:b/>
      <w:bCs/>
    </w:rPr>
  </w:style>
  <w:style w:type="character" w:customStyle="1" w:styleId="PedmtkomenteChar">
    <w:name w:val="Předmět komentáře Char"/>
    <w:basedOn w:val="TextkomenteChar"/>
    <w:link w:val="Pedmtkomente"/>
    <w:uiPriority w:val="99"/>
    <w:semiHidden/>
    <w:rsid w:val="004D0231"/>
    <w:rPr>
      <w:rFonts w:ascii="Arial" w:eastAsia="Calibri" w:hAnsi="Arial" w:cs="Times New Roman"/>
      <w:b/>
      <w:bCs/>
      <w:sz w:val="20"/>
      <w:szCs w:val="20"/>
    </w:rPr>
  </w:style>
  <w:style w:type="paragraph" w:styleId="Seznam3">
    <w:name w:val="List 3"/>
    <w:basedOn w:val="Normln"/>
    <w:uiPriority w:val="99"/>
    <w:semiHidden/>
    <w:unhideWhenUsed/>
    <w:rsid w:val="004D0231"/>
    <w:pPr>
      <w:ind w:left="849" w:hanging="283"/>
      <w:contextualSpacing/>
    </w:pPr>
  </w:style>
  <w:style w:type="character" w:styleId="Hypertextovodkaz">
    <w:name w:val="Hyperlink"/>
    <w:aliases w:val="Hyperlink (Czech Radio)"/>
    <w:uiPriority w:val="99"/>
    <w:unhideWhenUsed/>
    <w:rsid w:val="00C645D5"/>
    <w:rPr>
      <w:color w:val="auto"/>
      <w:u w:val="single"/>
    </w:rPr>
  </w:style>
  <w:style w:type="paragraph" w:styleId="Odstavecseseznamem">
    <w:name w:val="List Paragraph"/>
    <w:aliases w:val="List Paragraph (Czech Radio)"/>
    <w:basedOn w:val="Normln"/>
    <w:uiPriority w:val="34"/>
    <w:unhideWhenUsed/>
    <w:qFormat/>
    <w:rsid w:val="00BE0287"/>
    <w:pPr>
      <w:ind w:left="624"/>
    </w:pPr>
  </w:style>
  <w:style w:type="paragraph" w:customStyle="1" w:styleId="Default">
    <w:name w:val="Default"/>
    <w:rsid w:val="00BE0287"/>
    <w:pPr>
      <w:autoSpaceDE w:val="0"/>
      <w:autoSpaceDN w:val="0"/>
      <w:adjustRightInd w:val="0"/>
      <w:spacing w:after="0" w:line="240" w:lineRule="auto"/>
    </w:pPr>
    <w:rPr>
      <w:rFonts w:ascii="Arial" w:hAnsi="Arial" w:cs="Arial"/>
      <w:color w:val="000000"/>
      <w:sz w:val="24"/>
      <w:szCs w:val="24"/>
    </w:rPr>
  </w:style>
  <w:style w:type="character" w:customStyle="1" w:styleId="ListNumber-ContractCzechRadioChar">
    <w:name w:val="List Number - Contract (Czech Radio) Char"/>
    <w:basedOn w:val="Standardnpsmoodstavce"/>
    <w:link w:val="ListNumber-ContractCzechRadio"/>
    <w:uiPriority w:val="13"/>
    <w:locked/>
    <w:rsid w:val="00BE0287"/>
    <w:rPr>
      <w:rFonts w:ascii="Arial" w:eastAsia="Calibri" w:hAnsi="Arial" w:cs="Times New Roman"/>
      <w:sz w:val="20"/>
    </w:rPr>
  </w:style>
  <w:style w:type="paragraph" w:styleId="Revize">
    <w:name w:val="Revision"/>
    <w:hidden/>
    <w:uiPriority w:val="99"/>
    <w:semiHidden/>
    <w:rsid w:val="00BE0287"/>
    <w:pPr>
      <w:spacing w:after="0" w:line="240" w:lineRule="auto"/>
    </w:pPr>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341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3D72EB-F6A2-4DEF-8A29-C9DEA4444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22</Pages>
  <Words>7894</Words>
  <Characters>46575</Characters>
  <Application>Microsoft Office Word</Application>
  <DocSecurity>0</DocSecurity>
  <Lines>388</Lines>
  <Paragraphs>108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54361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Forejtová Marcela</dc:creator>
  <cp:lastModifiedBy>Janíčková Iva</cp:lastModifiedBy>
  <cp:revision>125</cp:revision>
  <dcterms:created xsi:type="dcterms:W3CDTF">2019-07-17T10:58:00Z</dcterms:created>
  <dcterms:modified xsi:type="dcterms:W3CDTF">2025-07-04T07:52:00Z</dcterms:modified>
</cp:coreProperties>
</file>