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0B30F6">
            <w:pPr>
              <w:jc w:val="center"/>
              <w:rPr>
                <w:b/>
                <w:color w:val="FF0000"/>
                <w:sz w:val="2"/>
              </w:rPr>
            </w:pPr>
          </w:p>
          <w:p w:rsidR="005E62B0" w:rsidRDefault="007A554E" w:rsidP="007A554E">
            <w:pPr>
              <w:jc w:val="center"/>
              <w:rPr>
                <w:rFonts w:cs="Arial"/>
                <w:color w:val="FF0000"/>
                <w:szCs w:val="20"/>
              </w:rPr>
            </w:pPr>
            <w:r w:rsidRPr="005E62B0">
              <w:rPr>
                <w:rFonts w:cs="Arial"/>
                <w:color w:val="FF0000"/>
                <w:szCs w:val="20"/>
              </w:rPr>
              <w:t xml:space="preserve">Projektová dokumentace                                                         </w:t>
            </w:r>
          </w:p>
          <w:p w:rsidR="00A71384" w:rsidRPr="005E62B0" w:rsidRDefault="005E62B0" w:rsidP="005E62B0">
            <w:pPr>
              <w:jc w:val="center"/>
              <w:rPr>
                <w:caps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 xml:space="preserve">          </w:t>
            </w:r>
            <w:r w:rsidR="00DC218C">
              <w:rPr>
                <w:b/>
                <w:color w:val="FF0000"/>
                <w:szCs w:val="20"/>
              </w:rPr>
              <w:t>Re</w:t>
            </w:r>
            <w:bookmarkStart w:id="0" w:name="_GoBack"/>
            <w:bookmarkEnd w:id="0"/>
            <w:r w:rsidR="007A554E" w:rsidRPr="005E62B0">
              <w:rPr>
                <w:b/>
                <w:color w:val="FF0000"/>
                <w:szCs w:val="20"/>
              </w:rPr>
              <w:t>vitalizace přilehlých veřejných pro</w:t>
            </w:r>
            <w:r>
              <w:rPr>
                <w:b/>
                <w:color w:val="FF0000"/>
                <w:szCs w:val="20"/>
              </w:rPr>
              <w:t>stranství Sadů J. A. Komenského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5E62B0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E62B0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E62B0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0F6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5C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55275"/>
    <w:rsid w:val="00360AA9"/>
    <w:rsid w:val="00361941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2B0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3A44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54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585D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384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37F8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18C"/>
    <w:rsid w:val="00DC2577"/>
    <w:rsid w:val="00DC557C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65"/>
    <w:rsid w:val="00EF5BE8"/>
    <w:rsid w:val="00F003CB"/>
    <w:rsid w:val="00F01E02"/>
    <w:rsid w:val="00F06F74"/>
    <w:rsid w:val="00F10111"/>
    <w:rsid w:val="00F11CD7"/>
    <w:rsid w:val="00F11F62"/>
    <w:rsid w:val="00F12599"/>
    <w:rsid w:val="00F13DD5"/>
    <w:rsid w:val="00F15143"/>
    <w:rsid w:val="00F15262"/>
    <w:rsid w:val="00F17060"/>
    <w:rsid w:val="00F25A4B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625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FAEB096A</Template>
  <TotalTime>19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28</cp:revision>
  <cp:lastPrinted>2025-07-29T11:00:00Z</cp:lastPrinted>
  <dcterms:created xsi:type="dcterms:W3CDTF">2019-09-19T08:40:00Z</dcterms:created>
  <dcterms:modified xsi:type="dcterms:W3CDTF">2025-07-31T04:57:00Z</dcterms:modified>
</cp:coreProperties>
</file>